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B5" w:rsidRPr="00677CB5" w:rsidRDefault="00677CB5" w:rsidP="00677CB5">
      <w:pPr>
        <w:pStyle w:val="libNormal"/>
        <w:rPr>
          <w:lang w:bidi="fa-IR"/>
        </w:rPr>
      </w:pPr>
    </w:p>
    <w:p w:rsidR="00677CB5" w:rsidRPr="00677CB5" w:rsidRDefault="00677CB5" w:rsidP="00AC01CA">
      <w:pPr>
        <w:pStyle w:val="libCenterBold1"/>
        <w:rPr>
          <w:rtl/>
          <w:lang w:bidi="fa-IR"/>
        </w:rPr>
      </w:pPr>
      <w:r w:rsidRPr="00677CB5">
        <w:rPr>
          <w:rtl/>
          <w:lang w:bidi="fa-IR"/>
        </w:rPr>
        <w:t>تشرفات</w:t>
      </w:r>
    </w:p>
    <w:p w:rsidR="00677CB5" w:rsidRPr="00677CB5" w:rsidRDefault="00AC01CA" w:rsidP="00AC01CA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1F1F71" w:rsidRPr="00677CB5">
        <w:rPr>
          <w:rtl/>
          <w:lang w:bidi="fa-IR"/>
        </w:rPr>
        <w:t xml:space="preserve"> مرحوم حاج ش</w:t>
      </w:r>
      <w:r w:rsidR="001F1F71" w:rsidRPr="00677CB5">
        <w:rPr>
          <w:rFonts w:hint="cs"/>
          <w:rtl/>
          <w:lang w:bidi="fa-IR"/>
        </w:rPr>
        <w:t>ی</w:t>
      </w:r>
      <w:r w:rsidR="001F1F71" w:rsidRPr="00677CB5">
        <w:rPr>
          <w:rFonts w:hint="eastAsia"/>
          <w:rtl/>
          <w:lang w:bidi="fa-IR"/>
        </w:rPr>
        <w:t>خ</w:t>
      </w:r>
      <w:r w:rsidR="001F1F71" w:rsidRPr="00677CB5">
        <w:rPr>
          <w:rtl/>
          <w:lang w:bidi="fa-IR"/>
        </w:rPr>
        <w:t xml:space="preserve"> عل</w:t>
      </w:r>
      <w:r w:rsidR="001F1F71" w:rsidRPr="00677CB5">
        <w:rPr>
          <w:rFonts w:hint="cs"/>
          <w:rtl/>
          <w:lang w:bidi="fa-IR"/>
        </w:rPr>
        <w:t>ی</w:t>
      </w:r>
      <w:r w:rsidR="001F1F71" w:rsidRPr="00677CB5">
        <w:rPr>
          <w:rtl/>
          <w:lang w:bidi="fa-IR"/>
        </w:rPr>
        <w:t xml:space="preserve"> اکبر نهاوند</w:t>
      </w:r>
      <w:r w:rsidR="001F1F71" w:rsidRPr="00677CB5">
        <w:rPr>
          <w:rFonts w:hint="cs"/>
          <w:rtl/>
          <w:lang w:bidi="fa-IR"/>
        </w:rPr>
        <w:t>ی</w:t>
      </w:r>
      <w:r w:rsidR="001F1F71" w:rsidRPr="00677CB5">
        <w:rPr>
          <w:rtl/>
          <w:lang w:bidi="fa-IR"/>
        </w:rPr>
        <w:t xml:space="preserve"> </w:t>
      </w:r>
      <w:r w:rsidRPr="00AC01CA">
        <w:rPr>
          <w:rStyle w:val="libAlaemChar"/>
          <w:rtl/>
        </w:rPr>
        <w:t>رحمه‌الله</w:t>
      </w:r>
    </w:p>
    <w:p w:rsidR="001E303A" w:rsidRDefault="001E303A" w:rsidP="001E303A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1E303A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1E303A" w:rsidRDefault="001E303A" w:rsidP="001E303A">
      <w:pPr>
        <w:pStyle w:val="libCenterBold2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نگردیده است</w:t>
      </w:r>
    </w:p>
    <w:p w:rsidR="001F1F71" w:rsidRDefault="001F1F71" w:rsidP="00677C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77CB5" w:rsidRPr="00677CB5" w:rsidRDefault="00677CB5" w:rsidP="002C0FA9">
      <w:pPr>
        <w:pStyle w:val="Heading2"/>
        <w:rPr>
          <w:rtl/>
        </w:rPr>
      </w:pPr>
      <w:bookmarkStart w:id="0" w:name="_Toc493414601"/>
      <w:r w:rsidRPr="00677CB5">
        <w:rPr>
          <w:rFonts w:hint="eastAsia"/>
          <w:rtl/>
        </w:rPr>
        <w:t>مقدمه</w:t>
      </w:r>
      <w:r w:rsidRPr="00677CB5">
        <w:rPr>
          <w:rtl/>
        </w:rPr>
        <w:t xml:space="preserve"> بخش اول : تشرفات</w:t>
      </w:r>
      <w:bookmarkEnd w:id="0"/>
      <w:r w:rsidRPr="00677CB5">
        <w:rPr>
          <w:rtl/>
        </w:rPr>
        <w:t xml:space="preserve"> </w:t>
      </w:r>
    </w:p>
    <w:p w:rsidR="00677CB5" w:rsidRPr="00677CB5" w:rsidRDefault="00677CB5" w:rsidP="00AC01C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تـقـد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بـه عـارفان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از شدت علاقه به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حضرتش برآمدند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موفق شدند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نائل شوند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ومحبت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ما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اموزند</w:t>
      </w:r>
      <w:r w:rsidRPr="00677CB5">
        <w:rPr>
          <w:rtl/>
          <w:lang w:bidi="fa-IR"/>
        </w:rPr>
        <w:t xml:space="preserve">. مقدمه </w:t>
      </w:r>
      <w:r w:rsidRPr="00677CB5">
        <w:rPr>
          <w:rFonts w:hint="eastAsia"/>
          <w:rtl/>
          <w:lang w:bidi="fa-IR"/>
        </w:rPr>
        <w:t>چرا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توانسته اند به حضور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برسند؟ هـمـان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زمان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کبر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محضر مبارک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 و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از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موهبت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بهره مندشده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مـطلب ب</w:t>
      </w:r>
      <w:r w:rsidR="00AC01CA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اتفاق افتاده است که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به توض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تنها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موضوع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بحث و بـررسـ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اسـت که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افراد چگونه توانسته اند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نائل شوند؟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بخاطر</w:t>
      </w:r>
      <w:r w:rsidRPr="00677CB5">
        <w:rPr>
          <w:rtl/>
          <w:lang w:bidi="fa-IR"/>
        </w:rPr>
        <w:t xml:space="preserve"> تـقـو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ورع و داشـتـن اعمال صالح بوده است 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چون درجات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معنو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اند, مـوفق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حضرتش شده اند؟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هم نبوده , ب</w:t>
      </w:r>
      <w:r w:rsidRPr="00677CB5">
        <w:rPr>
          <w:rFonts w:hint="eastAsia"/>
          <w:rtl/>
          <w:lang w:bidi="fa-IR"/>
        </w:rPr>
        <w:t>لکه</w:t>
      </w:r>
      <w:r w:rsidRPr="00677CB5">
        <w:rPr>
          <w:rtl/>
          <w:lang w:bidi="fa-IR"/>
        </w:rPr>
        <w:t xml:space="preserve"> مداومت برتشرف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بـه مـسـجـد سهله و کوفه و جمکران و امثال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>,موجب سرافراز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افتخار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گشته اسـت ؟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آن کـه تـنـهـا و تنهالطف و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حضرت موجب شده است که به محضر مبارکشان مشرف شوند؟ با توجه به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ارمشهور</w:t>
      </w:r>
      <w:r w:rsidRPr="00677CB5">
        <w:rPr>
          <w:rtl/>
          <w:lang w:bidi="fa-IR"/>
        </w:rPr>
        <w:t xml:space="preserve"> و معروف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ن</w:t>
      </w:r>
      <w:r w:rsidRPr="00677CB5">
        <w:rPr>
          <w:rFonts w:hint="eastAsia"/>
          <w:rtl/>
          <w:lang w:bidi="fa-IR"/>
        </w:rPr>
        <w:t>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بر دست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چهارم خود حضرت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محمد سمر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صادر گشته است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: الافمن ادع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الـمـشـاهـدة قـبـل خروج السف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حة</w:t>
      </w:r>
      <w:r w:rsidRPr="00677CB5">
        <w:rPr>
          <w:rtl/>
          <w:lang w:bidi="fa-IR"/>
        </w:rPr>
        <w:t xml:space="preserve"> فهو کاذب مفتر..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(هرکس ادعا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آن حضرت را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مثل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مشاهده نواب اربعه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دروغگو و تهمت زننده است )معلوم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مـسـالـه باب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ارتباط </w:t>
      </w:r>
      <w:r w:rsidRPr="00677CB5">
        <w:rPr>
          <w:rtl/>
          <w:lang w:bidi="fa-IR"/>
        </w:rPr>
        <w:lastRenderedPageBreak/>
        <w:t>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آن حضرت ,تکذ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شده است , پس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وجه و از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راه و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کس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تواندبطور قطع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ادعا کند که مثلا فلان کار نت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ا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 مشاهده حضرت بـق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است , چون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هرکس که آن کار را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انجام دهد, حضرتش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خواهد نمود و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نوع باب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دقت در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تشرفات مختلف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معتبر و افراد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موثق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به ما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اسـت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نکته روشن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صاحبان آنها گاه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و معروف , گاه افراد صـالـح و مـتـقـ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افراد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بعضا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سنت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کف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بوده اند, بـه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و از اختلاف حالات و روح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افراد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تشرف به محضر مبارک آن حـضرت اختصاص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قشر و گروه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و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تشرف بـه مـحضر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معمولا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فض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انسان ثابت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گفت که هر کس آن حضرت را ملاقات کرده است , انسان صالح , با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ورع و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کامل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اگر چه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از افـتـخـارات او خـواهـد بـود,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فرد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چشمش به جمال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انس و جان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فتد</w:t>
      </w:r>
      <w:r w:rsidRPr="00677CB5">
        <w:rPr>
          <w:rtl/>
          <w:lang w:bidi="fa-IR"/>
        </w:rPr>
        <w:t>, افتخار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بش</w:t>
      </w:r>
      <w:r w:rsidRPr="00677CB5">
        <w:rPr>
          <w:rtl/>
          <w:lang w:bidi="fa-IR"/>
        </w:rPr>
        <w:t xml:space="preserve">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البته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هم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چشم پوش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قسمت عمده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افراد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که شوق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آنها را به فکر مـداومـت بـر عـمل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انداخته و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بالاخره در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عمل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اثناء و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ابتدا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 ب</w:t>
      </w:r>
      <w:r w:rsidR="00AC01CA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حضور پربرکت امام زمان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مشرف شده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</w:t>
      </w:r>
      <w:r w:rsidRPr="00677CB5">
        <w:rPr>
          <w:rtl/>
          <w:lang w:bidi="fa-IR"/>
        </w:rPr>
        <w:t xml:space="preserve"> البته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بخاطرمشکلات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داشته اند به آن سرور متوسل شده و حضرت به طرق مختلف از آنها دستگ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بـنـابـرا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در نـها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از اکثر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حداقل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معتقد شد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که : به فکر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آن حـضـرت بـودن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مـتوسل شدن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امثال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="00AC01CA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اوقات موجب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حضورشان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هـمه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همانطور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گفته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ممکن است در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مواردنت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قطع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نداشته باشد. </w:t>
      </w:r>
    </w:p>
    <w:p w:rsidR="00677CB5" w:rsidRPr="00677CB5" w:rsidRDefault="00677CB5" w:rsidP="00981B9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جان سخن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افتخار فقط طبق انتخاب و نظر خود حضرت است و به تعب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بزرگان اهل معن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:</w:t>
      </w:r>
      <w:r w:rsidR="00981B91"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(تا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که را خواهد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لش</w:t>
      </w:r>
      <w:r w:rsidRPr="00677CB5">
        <w:rPr>
          <w:rtl/>
          <w:lang w:bidi="fa-IR"/>
        </w:rPr>
        <w:t xml:space="preserve"> به که باشد).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مسلم آن حضرت حک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هـسـتند وه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بدون حکمت انجام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دهند, اما آن حکمت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معلوم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لذا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افراد مختلف با روح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گوناگون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راملاقات کرده اند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ملاقات آنها هم بـه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شـکـل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وقـت تـشـرف آن حضرت را شناخته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نـشـنـاخته اند,ول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نهابعدا</w:t>
      </w:r>
      <w:r w:rsidRPr="00677CB5">
        <w:rPr>
          <w:rtl/>
          <w:lang w:bidi="fa-IR"/>
        </w:rPr>
        <w:t xml:space="preserve">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موضوع شده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را در هـنـگام تشرف شناخته اند,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آنها تصرف شده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سکوت و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توانسته اند انجام دهند,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راحت با حضرت صحبت کـرده و حـاجـت خـواسته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افراد هم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اوج پاک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اخلاص و بعضا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سادگ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کم سواد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همانطور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مصلحت را خود آن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تشخ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دهند و طـبـق هـمـان عمل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موارد, صلاح در تشرف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شکلش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وفقط با مکاشفه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اتفاق افتاده که بدون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جواب داده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امـا</w:t>
      </w:r>
      <w:r w:rsidRPr="00677CB5">
        <w:rPr>
          <w:rtl/>
          <w:lang w:bidi="fa-IR"/>
        </w:rPr>
        <w:t xml:space="preserve"> در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صاحبانشان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هن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ئا</w:t>
      </w:r>
      <w:r w:rsidRPr="00677CB5">
        <w:rPr>
          <w:rtl/>
          <w:lang w:bidi="fa-IR"/>
        </w:rPr>
        <w:t xml:space="preserve"> لکم وگوارا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باد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آب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جرعه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بخش به ما هم مرحمت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نقل و بازگو کردن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گونه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از هـمـان اوائل غـ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ـبـت</w:t>
      </w:r>
      <w:r w:rsidRPr="00677CB5">
        <w:rPr>
          <w:rtl/>
          <w:lang w:bidi="fa-IR"/>
        </w:rPr>
        <w:t xml:space="preserve"> کـبـر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 بحال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کارها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علماء و بزرگان تش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به آن اهم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داده انـد,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بوده است که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حضرت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نموده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خواب و مکاشفه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 و توسل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و اثرات توسلشان را احساس کرده اند, در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نام برد و از جمله کتابها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دوره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نوشته شـده اسـت بـخش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کتاب ارزشمندبحارالانوارعلامه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تبصرة الول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علامه بحران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جنة الـمـاو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دارالـسـلام ونـجـم الـثاقب که هر سه از محدث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که اگربخواه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نام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کتابها را ذکر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حوصله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مقدمه خارج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حـال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اند؟ طبعا آثار و خواص اعتقاد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اخلاق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نـقـل آنها هست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نطور</w:t>
      </w:r>
      <w:r w:rsidRPr="00677CB5">
        <w:rPr>
          <w:rtl/>
          <w:lang w:bidi="fa-IR"/>
        </w:rPr>
        <w:t xml:space="preserve"> به آن اهم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داده شده است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خصوص اعتقاد به امام عصر ارواحـنـا فـداه نـقـل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قـضـا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مـوجـب تـقو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غـ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ـرمـسـلـمانان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پشتوانه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محکم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خواهد بود که در شدائد و فـشـارهـا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منبع قدرت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وحلال مشکلات و امام مهربان امت , متوسل شوند و لااقـل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فشارها,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خود را از دست ندهند و بتوانند با آرامش و سلامت ازمشکلات خارج شوند.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واقع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هم داشته باشند, روح انسان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سازد, هـمـان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, امام حسن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به خواندن تـار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تـوصـ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981B9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بالاتر از آن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قرآن 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</w:t>
      </w:r>
      <w:r w:rsidR="00981B91" w:rsidRPr="00981B91">
        <w:rPr>
          <w:rStyle w:val="libAlaemChar"/>
          <w:rFonts w:hint="cs"/>
          <w:rtl/>
        </w:rPr>
        <w:t>(</w:t>
      </w:r>
      <w:r w:rsidRPr="00677CB5">
        <w:rPr>
          <w:rtl/>
          <w:lang w:bidi="fa-IR"/>
        </w:rPr>
        <w:t xml:space="preserve"> </w:t>
      </w:r>
      <w:r w:rsidR="00981B91" w:rsidRPr="00981B91">
        <w:rPr>
          <w:rStyle w:val="libAieChar"/>
          <w:rtl/>
        </w:rPr>
        <w:t>فَاقْصُصِ الْقَصَصَ لَعَلَّهُمْ يَتَفَكَّرُونَ</w:t>
      </w:r>
      <w:r w:rsidR="00981B91" w:rsidRPr="00981B91">
        <w:rPr>
          <w:rStyle w:val="libAlaemChar"/>
          <w:rFonts w:hint="cs"/>
          <w:rtl/>
        </w:rPr>
        <w:t>)</w:t>
      </w:r>
    </w:p>
    <w:p w:rsidR="00677CB5" w:rsidRPr="00677CB5" w:rsidRDefault="00677CB5" w:rsidP="00981B91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گذشتگان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نقل کن تا به فکرترق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رشد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فتند</w:t>
      </w:r>
      <w:r w:rsidR="00981B91">
        <w:rPr>
          <w:rtl/>
          <w:lang w:bidi="fa-IR"/>
        </w:rPr>
        <w:t>.</w:t>
      </w:r>
      <w:r w:rsidR="00981B91">
        <w:rPr>
          <w:rFonts w:hint="cs"/>
          <w:rtl/>
          <w:lang w:bidi="fa-IR"/>
        </w:rPr>
        <w:t>.</w:t>
      </w:r>
      <w:r w:rsidRPr="00677CB5">
        <w:rPr>
          <w:rtl/>
          <w:lang w:bidi="fa-IR"/>
        </w:rPr>
        <w:t>)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مطلب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تذکر و بهره بردن از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امر وجدان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هرکس در آن شک و 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داشته باشد,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فقط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به خواندن آن مداومت کرده و اثراتش را مشاهده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خاطر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, اولا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راه آن حضرت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برداشته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طـر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معرف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باشم , اگر 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خدمات را انجام داده 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تکرار تذکر هم برکات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که قابل 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ثـانـ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نـقـل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بتواند تاث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اخلاق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افراد داشته باشد,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راآنقدر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مـسـلـم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وجدان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اثرات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تشرف و توسل به محضر آن سرور وامام 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شده است که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تشک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به خاطر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اثـرات مـعـنـو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اخـلاق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 شوند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وارد شدم وام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دوارم</w:t>
      </w:r>
      <w:r w:rsidRPr="00677CB5">
        <w:rPr>
          <w:rtl/>
          <w:lang w:bidi="fa-IR"/>
        </w:rPr>
        <w:t xml:space="preserve">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آن حضرت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شامل احوالمان هست 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مورد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ما را در بر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تحقق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که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 نف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و گهربارالعبقر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الحسان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احوال مـولـ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ـنـا</w:t>
      </w:r>
      <w:r w:rsidRPr="00677CB5">
        <w:rPr>
          <w:rtl/>
          <w:lang w:bidi="fa-IR"/>
        </w:rPr>
        <w:t xml:space="preserve"> صـاحب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که از تال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فات</w:t>
      </w:r>
      <w:r w:rsidRPr="00677CB5">
        <w:rPr>
          <w:rtl/>
          <w:lang w:bidi="fa-IR"/>
        </w:rPr>
        <w:t xml:space="preserve"> مرحوم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نهاوند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بازنو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حاو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خصوص تشرفات , مکاشفات ,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اهاو</w:t>
      </w:r>
      <w:r w:rsidRPr="00677CB5">
        <w:rPr>
          <w:rtl/>
          <w:lang w:bidi="fa-IR"/>
        </w:rPr>
        <w:t xml:space="preserve"> تـوسـلات بـه محضر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امام مهربان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مورد اعتمادعلماء, بزرگان و دانشمندان است که از کتب مرجع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ها قرارگرفته , و غالبا در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آن استناد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لذا اهـم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قابل توجه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هم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مربوط به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بارز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عالم فرزانه است که خوبست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بطور مختصر شرح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نقل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شرح</w:t>
      </w:r>
      <w:r w:rsidRPr="00677CB5">
        <w:rPr>
          <w:rtl/>
          <w:lang w:bidi="fa-IR"/>
        </w:rPr>
        <w:t xml:space="preserve"> حال مؤلف حضرت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 ظله العال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کتاب گنج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دانشمندان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درشرح</w:t>
      </w:r>
      <w:r w:rsidRPr="00677CB5">
        <w:rPr>
          <w:rtl/>
          <w:lang w:bidi="fa-IR"/>
        </w:rPr>
        <w:t xml:space="preserve"> حـالات مرحوم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نهاوند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مطالب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فرموده اند که ما با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تصرف آنها را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حجة الاسلام و المسلم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الفقهاء والمحدث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مرحوم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نهاوند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سال 1280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متولد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شاگردان 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لطف اللّه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مرحوم مامقان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مستدرک الوسائل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عالم بزرگوار به کثرت قدس و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معروف و به زهد و ورع موصوف و از نوادر عصر بودند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و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جناب اجازه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در مـسـجد جامع گوهرشاد نماز جماعت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نمازشان از همه نمازها طـولانـ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تـر بـود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اقتداء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کردند, و جدا از لحاظ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خراسان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نمازجماعت بود. </w:t>
      </w:r>
    </w:p>
    <w:p w:rsidR="00677CB5" w:rsidRPr="00677CB5" w:rsidRDefault="00677CB5" w:rsidP="00ED51C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مـرحـوم حـالات عباد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خضوع و خشوع مخصوص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وبالاخره در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19 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1369 هـجـر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رحلت نمود وپا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="00ED51CD">
        <w:rPr>
          <w:rtl/>
          <w:lang w:bidi="fa-IR"/>
        </w:rPr>
        <w:t xml:space="preserve"> درب حرم</w:t>
      </w:r>
      <w:r w:rsidRPr="00677CB5">
        <w:rPr>
          <w:rtl/>
          <w:lang w:bidi="fa-IR"/>
        </w:rPr>
        <w:t xml:space="preserve"> مدفون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ED51CD" w:rsidRDefault="00677CB5" w:rsidP="00677CB5">
      <w:pPr>
        <w:pStyle w:val="libNormal"/>
        <w:rPr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مروج دررحلت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ماده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را سروده است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8"/>
        <w:gridCol w:w="3308"/>
      </w:tblGrid>
      <w:tr w:rsidR="00ED51CD" w:rsidTr="00ED51CD">
        <w:trPr>
          <w:trHeight w:val="350"/>
        </w:trPr>
        <w:tc>
          <w:tcPr>
            <w:tcW w:w="3920" w:type="dxa"/>
            <w:shd w:val="clear" w:color="auto" w:fill="auto"/>
          </w:tcPr>
          <w:p w:rsidR="00ED51CD" w:rsidRDefault="00ED51CD" w:rsidP="00ED51CD">
            <w:pPr>
              <w:pStyle w:val="libPoem"/>
            </w:pPr>
            <w:r w:rsidRPr="00677CB5">
              <w:rPr>
                <w:rtl/>
                <w:lang w:bidi="fa-IR"/>
              </w:rPr>
              <w:t>آمد اندوه و سرافکند و پ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تار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Fonts w:hint="eastAsia"/>
                <w:rtl/>
                <w:lang w:bidi="fa-IR"/>
              </w:rPr>
              <w:t>خ</w:t>
            </w:r>
            <w:r w:rsidRPr="00677CB5">
              <w:rPr>
                <w:rtl/>
                <w:lang w:bidi="fa-IR"/>
              </w:rPr>
              <w:t xml:space="preserve">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D51CD" w:rsidRDefault="00ED51CD" w:rsidP="00ED51C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D51CD" w:rsidRDefault="00ED51CD" w:rsidP="00ED51CD">
            <w:pPr>
              <w:pStyle w:val="libPoem"/>
            </w:pPr>
            <w:r w:rsidRPr="00677CB5">
              <w:rPr>
                <w:rtl/>
                <w:lang w:bidi="fa-IR"/>
              </w:rPr>
              <w:t>شد نهاوند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مق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Fonts w:hint="eastAsia"/>
                <w:rtl/>
                <w:lang w:bidi="fa-IR"/>
              </w:rPr>
              <w:t>م</w:t>
            </w:r>
            <w:r w:rsidRPr="00677CB5">
              <w:rPr>
                <w:rtl/>
                <w:lang w:bidi="fa-IR"/>
              </w:rPr>
              <w:t xml:space="preserve"> , اندر در سلطان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7CB5" w:rsidRPr="00677CB5" w:rsidRDefault="00677CB5" w:rsidP="00ED51CD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تعداد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فات</w:t>
      </w:r>
      <w:r w:rsidRPr="00677CB5">
        <w:rPr>
          <w:rtl/>
          <w:lang w:bidi="fa-IR"/>
        </w:rPr>
        <w:t xml:space="preserve"> آن مرحوم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قرار است : 1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خز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نة</w:t>
      </w:r>
      <w:r w:rsidRPr="00677CB5">
        <w:rPr>
          <w:rtl/>
          <w:lang w:bidi="fa-IR"/>
        </w:rPr>
        <w:t xml:space="preserve"> الجواهر 2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گلزار اکبر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3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وسائل العب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4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راحة الروح 5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انهار النوائب 6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الفوائد الکوف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7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رشحة الند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8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طور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ناء</w:t>
      </w:r>
      <w:r w:rsidRPr="00677CB5">
        <w:rPr>
          <w:rtl/>
          <w:lang w:bidi="fa-IR"/>
        </w:rPr>
        <w:t xml:space="preserve"> 9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مفرح القلوب 10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البن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الرف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11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الجنة العال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12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جنتان مدهامتان 13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جواهر الکلمات 14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عناو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اللمعات 15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اقوت</w:t>
      </w:r>
      <w:r w:rsidRPr="00677CB5">
        <w:rPr>
          <w:rtl/>
          <w:lang w:bidi="fa-IR"/>
        </w:rPr>
        <w:t xml:space="preserve"> الاحمر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16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انوار المواهب 17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لمعات الانوار علت بازنو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 کتاب العبقر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الحسان شامل پنج بخش با موضوعات مختلف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چند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از دسترس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اکثر مردم به دور مانده است : اول : چاپ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مطالعه آن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کس ممکن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دوم</w:t>
      </w:r>
      <w:r w:rsidRPr="00677CB5">
        <w:rPr>
          <w:rtl/>
          <w:lang w:bidi="fa-IR"/>
        </w:rPr>
        <w:t xml:space="preserve"> : انشاء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نگارش آن مربوط به چند دهه گذشته است و در زمان ما کمتر مورد توجه قرار گـرفـتـه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بخاطر عبارات و الفاظ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مانوس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دنش</w:t>
      </w:r>
      <w:r w:rsidRPr="00677CB5">
        <w:rPr>
          <w:rtl/>
          <w:lang w:bidi="fa-IR"/>
        </w:rPr>
        <w:t xml:space="preserve"> مشکل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سـوم</w:t>
      </w:r>
      <w:r w:rsidRPr="00677CB5">
        <w:rPr>
          <w:rtl/>
          <w:lang w:bidi="fa-IR"/>
        </w:rPr>
        <w:t xml:space="preserve"> : بـخـشـها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جنبه عموم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آنهاصرفا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رد شبهات و اشـکـالات دربـاره آن حضرت است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ذکرشان موجب طولان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 مباحث و 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انا</w:t>
      </w:r>
      <w:r w:rsidRPr="00677CB5">
        <w:rPr>
          <w:rtl/>
          <w:lang w:bidi="fa-IR"/>
        </w:rPr>
        <w:t xml:space="preserve">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افکارم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آنچه را که عموم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نقل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نکات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درباره چگونگ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لازم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چند نکته را درباره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برکات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ادآور</w:t>
      </w:r>
      <w:r w:rsidRPr="00677CB5">
        <w:rPr>
          <w:rtl/>
          <w:lang w:bidi="fa-IR"/>
        </w:rPr>
        <w:t xml:space="preserve"> شوم : 1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نسخه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مورد استناد و بحث ماست و مطالب را از آن نقل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نسخه دو جلد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با چاپ 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انتشا</w:t>
      </w:r>
      <w:r w:rsidRPr="00677CB5">
        <w:rPr>
          <w:rFonts w:hint="eastAsia"/>
          <w:rtl/>
          <w:lang w:bidi="fa-IR"/>
        </w:rPr>
        <w:t>رات</w:t>
      </w:r>
      <w:r w:rsidRPr="00677CB5">
        <w:rPr>
          <w:rtl/>
          <w:lang w:bidi="fa-IR"/>
        </w:rPr>
        <w:t xml:space="preserve"> کتاب 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دبستان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2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را مؤلف بزرگوار, به چند بخش تقس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نموده اند:تشرفات , مکاشفات ,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اها</w:t>
      </w:r>
      <w:r w:rsidRPr="00677CB5">
        <w:rPr>
          <w:rtl/>
          <w:lang w:bidi="fa-IR"/>
        </w:rPr>
        <w:t>, تـوسـلات و بخشها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اما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چون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چند جهت بوده اند, مثلا هم ضمن تـوسـلات قـابـل درج بـوده انـد و هم تشرفات , لذا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بخش تشرفات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eastAsia"/>
          <w:rtl/>
          <w:lang w:bidi="fa-IR"/>
        </w:rPr>
        <w:t>ادر</w:t>
      </w:r>
      <w:r w:rsidRPr="00677CB5">
        <w:rPr>
          <w:rtl/>
          <w:lang w:bidi="fa-IR"/>
        </w:rPr>
        <w:t xml:space="preserve"> بخش تـوسـلات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نقل نموده 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بخاطر آن که ازمهمتر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اهدافمان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آن بوده کـه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و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 الطافشان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محسوس کرده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ثابت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 همه جا به مردم توجهات خاص دارند,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در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جهت م</w:t>
      </w:r>
      <w:r w:rsidRPr="00677CB5">
        <w:rPr>
          <w:rFonts w:hint="eastAsia"/>
          <w:rtl/>
          <w:lang w:bidi="fa-IR"/>
        </w:rPr>
        <w:t>حسوستر</w:t>
      </w:r>
      <w:r w:rsidRPr="00677CB5">
        <w:rPr>
          <w:rtl/>
          <w:lang w:bidi="fa-IR"/>
        </w:rPr>
        <w:t xml:space="preserve"> به حواس ظـاهـر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نـقل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اصطلاح فرد اکمل ومصداق اتم را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بلکه </w:t>
      </w:r>
      <w:r w:rsidRPr="00677CB5">
        <w:rPr>
          <w:rtl/>
          <w:lang w:bidi="fa-IR"/>
        </w:rPr>
        <w:lastRenderedPageBreak/>
        <w:t>بتوان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محسوس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: آن حضرت واقعا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 هستند و در بازارها و محافلمان شرکت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اگر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شامل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تشرف بوده , ما آنرا درتشرفات نقل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حالات ,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باعث شده است که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آنها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عوض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3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>- کتاب العبقر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الحسان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پنج بخش است که جلد اول آن سه بخش وجلد دوم دو بخش , با شماره صفحات مجزا,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که ما نقل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مربوط به جلد اول , بخش دوم (المسک الاذفر) و جـلـد دوم , بـخـش اول (الـ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ـاقوت</w:t>
      </w:r>
      <w:r w:rsidRPr="00677CB5">
        <w:rPr>
          <w:rtl/>
          <w:lang w:bidi="fa-IR"/>
        </w:rPr>
        <w:t xml:space="preserve"> الاحمر)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بوده که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تشرفات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درزمان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آن حضرت اتفاق افتاده است , نقل شود, چون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تولد تا زمان شهادت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کتب شرح حالات آن حضرت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نقل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4</w:t>
      </w:r>
      <w:r w:rsidR="00ED51CD">
        <w:rPr>
          <w:lang w:bidi="fa-IR"/>
        </w:rPr>
        <w:t xml:space="preserve"> </w:t>
      </w:r>
      <w:r w:rsidRPr="00677CB5">
        <w:rPr>
          <w:rtl/>
          <w:lang w:bidi="fa-IR"/>
        </w:rPr>
        <w:t xml:space="preserve">- مـؤلف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بخاطر آن که کتاب مستند باشد, در ابتدا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اسند</w:t>
      </w:r>
      <w:r w:rsidRPr="00677CB5">
        <w:rPr>
          <w:rtl/>
          <w:lang w:bidi="fa-IR"/>
        </w:rPr>
        <w:t xml:space="preserve"> خود را ذکر نموده 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به چند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آنها را ذکر نکرده و فقط به ذکر 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اکتفاء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اولا: ذکر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اسناد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کس مف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تنها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اش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علماءاعلام و امثال آنان اس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ب</w:t>
      </w:r>
      <w:r w:rsidR="00ED51CD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در انتها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آدرس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با ذکر صفحه و سطر درج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صورت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به آن جا مراجعه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ثـانـ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>: طـولانـ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 سند آنهم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هست ,غالبا مطلب را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خـوانـنـده اش برده و لااقل بهره او را کمتر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</w:t>
      </w:r>
      <w:r w:rsidRPr="00677CB5">
        <w:rPr>
          <w:rtl/>
          <w:lang w:bidi="fa-IR"/>
        </w:rPr>
        <w:lastRenderedPageBreak/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راخواننده</w:t>
      </w:r>
      <w:r w:rsidRPr="00677CB5">
        <w:rPr>
          <w:rtl/>
          <w:lang w:bidi="fa-IR"/>
        </w:rPr>
        <w:t xml:space="preserve"> تا بخواهد متوجه افرادمذکور در سند و القاب و محاسن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گردد, مطلب از ذهنش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5</w:t>
      </w:r>
      <w:r w:rsidR="00ED51C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-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فقط به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رابطه با امام عصر ارواحنا فداه است اکتفا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نقل حـکـا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کتاب کم هم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>, خوددار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چند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هم چون ممکن است در آنها خود حضرت نبوده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به تفس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داشته باشند, حذف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ED51CD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6</w:t>
      </w:r>
      <w:r w:rsidR="00ED51C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- کـسـانـ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امـام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عالم مکاشفه و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اند, گروه 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بـاشـنـد,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هر دسته و هرگروه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سهم دارند, لذا اعمال و نحوه تـشـرف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صـحـبـتها و الفاظ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اشخاص قبل از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آن داشته اند,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حجت و ملاک نخواهد بود, مگر آن چه که درصراط مستق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خاندان عصمت و طهارت </w:t>
      </w:r>
      <w:r w:rsidR="00ED51CD" w:rsidRPr="00AC01CA">
        <w:rPr>
          <w:rStyle w:val="libAlaemChar"/>
          <w:rtl/>
        </w:rPr>
        <w:t>عليه‌السلام</w:t>
      </w:r>
      <w:r w:rsidR="00AC01CA" w:rsidRPr="00AC01CA">
        <w:rPr>
          <w:rStyle w:val="libAlaemChar"/>
          <w:rtl/>
        </w:rPr>
        <w:t xml:space="preserve"> </w:t>
      </w:r>
      <w:r w:rsidRPr="00677CB5">
        <w:rPr>
          <w:rtl/>
          <w:lang w:bidi="fa-IR"/>
        </w:rPr>
        <w:t xml:space="preserve"> و شرع مقدس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7- در نقل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تمام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آن بوده که آنچه اتفاق افتاده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گفته شده به خوانندگان محترم مـنـتقل شود, ب</w:t>
      </w:r>
      <w:r w:rsidR="00ED51CD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الفاظ و عبارات را به زبان ساده و روان امروز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تغ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 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انا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توض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خارج از اصل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, حذف نموده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مگر در موارد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جمله مربوط به معصوم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باشد, که تا حد امکان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آنها را به حال خود نگه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مخصوصا اگر آن کلام حاو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حکم 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ED51CD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در عوض آنچه را که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به توض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داشته , در پرانتز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اپاورق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شرح داده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ED51CD" w:rsidP="00677C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D51CD" w:rsidRDefault="00677CB5" w:rsidP="002C0FA9">
      <w:pPr>
        <w:pStyle w:val="Heading2"/>
        <w:rPr>
          <w:rtl/>
        </w:rPr>
      </w:pPr>
      <w:bookmarkStart w:id="1" w:name="_Toc493414602"/>
      <w:r w:rsidRPr="00677CB5">
        <w:rPr>
          <w:rFonts w:hint="eastAsia"/>
          <w:rtl/>
        </w:rPr>
        <w:t>تقس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م</w:t>
      </w:r>
      <w:r w:rsidRPr="00677CB5">
        <w:rPr>
          <w:rtl/>
        </w:rPr>
        <w:t xml:space="preserve"> بند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کتاب</w:t>
      </w:r>
      <w:bookmarkEnd w:id="1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پنج بخش است که توض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حات</w:t>
      </w:r>
      <w:r w:rsidRPr="00677CB5">
        <w:rPr>
          <w:rtl/>
          <w:lang w:bidi="fa-IR"/>
        </w:rPr>
        <w:t xml:space="preserve"> هر بخش را در اول آن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خواند: بخش اول : تشرفات , که شامل دو قسمت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باشد: قسمت اول : تشرفات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صاحبان آنها در هنگام تشرف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راشناخته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قـسـمـت</w:t>
      </w:r>
      <w:r w:rsidRPr="00677CB5">
        <w:rPr>
          <w:rtl/>
          <w:lang w:bidi="fa-IR"/>
        </w:rPr>
        <w:t xml:space="preserve"> دوم : تشرفات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صاحبان آنها در همان وقت حضرت رانشناخته اند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بعدا از قرائن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شده اند که امام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ملاقات کرده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البته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معلوم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حضرت در آنها شناخته شده 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,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قسمت آورده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بخش</w:t>
      </w:r>
      <w:r w:rsidRPr="00677CB5">
        <w:rPr>
          <w:rtl/>
          <w:lang w:bidi="fa-IR"/>
        </w:rPr>
        <w:t xml:space="preserve"> دوم : مشاهدات و مکاشفات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بخش</w:t>
      </w:r>
      <w:r w:rsidRPr="00677CB5">
        <w:rPr>
          <w:rtl/>
          <w:lang w:bidi="fa-IR"/>
        </w:rPr>
        <w:t xml:space="preserve"> سوم :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صادقه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بـخش</w:t>
      </w:r>
      <w:r w:rsidRPr="00677CB5">
        <w:rPr>
          <w:rtl/>
          <w:lang w:bidi="fa-IR"/>
        </w:rPr>
        <w:t xml:space="preserve"> چهارم : تجل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حضرت , که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ابتدا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زمان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را نقل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بخش</w:t>
      </w:r>
      <w:r w:rsidRPr="00677CB5">
        <w:rPr>
          <w:rtl/>
          <w:lang w:bidi="fa-IR"/>
        </w:rPr>
        <w:t xml:space="preserve"> پنجم : توسلات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لازم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از اسات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کرده اند,تشکر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زحـمـات کـل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بازنو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مسائل فن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, مرا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اند, قدردان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بعمل آورم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ـدوارم</w:t>
      </w:r>
      <w:r w:rsidRPr="00677CB5">
        <w:rPr>
          <w:rtl/>
          <w:lang w:bidi="fa-IR"/>
        </w:rPr>
        <w:t xml:space="preserve">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ـمـان</w:t>
      </w:r>
      <w:r w:rsidRPr="00677CB5">
        <w:rPr>
          <w:rtl/>
          <w:lang w:bidi="fa-IR"/>
        </w:rPr>
        <w:t xml:space="preserve"> حـضرت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لتراب مقدمه الفداء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را مشمول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خاصه خود قرار دهند. </w:t>
      </w:r>
    </w:p>
    <w:p w:rsidR="00202AE7" w:rsidRDefault="00677CB5" w:rsidP="00202A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مشهد</w:t>
      </w:r>
      <w:r w:rsidRPr="00677CB5">
        <w:rPr>
          <w:rtl/>
          <w:lang w:bidi="fa-IR"/>
        </w:rPr>
        <w:t xml:space="preserve"> مقدس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جواد معلم 25 رجب المرجب 1419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سالروز شهادت حضرت امام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</w:t>
      </w:r>
    </w:p>
    <w:p w:rsidR="00677CB5" w:rsidRPr="00677CB5" w:rsidRDefault="00202AE7" w:rsidP="002C0FA9">
      <w:pPr>
        <w:pStyle w:val="Heading1"/>
        <w:rPr>
          <w:rtl/>
        </w:rPr>
      </w:pPr>
      <w:r>
        <w:rPr>
          <w:rtl/>
        </w:rPr>
        <w:br w:type="page"/>
      </w:r>
      <w:r w:rsidR="002C0FA9" w:rsidRPr="00677CB5">
        <w:rPr>
          <w:rtl/>
        </w:rPr>
        <w:lastRenderedPageBreak/>
        <w:t xml:space="preserve"> </w:t>
      </w:r>
      <w:bookmarkStart w:id="2" w:name="_Toc493414603"/>
      <w:r w:rsidR="002C0FA9" w:rsidRPr="00677CB5">
        <w:rPr>
          <w:rtl/>
        </w:rPr>
        <w:t>بخش اول : تشرفات</w:t>
      </w:r>
      <w:r w:rsidR="002052F3">
        <w:rPr>
          <w:rFonts w:hint="cs"/>
          <w:rtl/>
        </w:rPr>
        <w:t>(</w:t>
      </w:r>
      <w:r w:rsidR="002052F3" w:rsidRPr="00677CB5">
        <w:rPr>
          <w:rtl/>
        </w:rPr>
        <w:t>قسمت اول : تشرفات</w:t>
      </w:r>
      <w:r w:rsidR="002052F3" w:rsidRPr="00677CB5">
        <w:rPr>
          <w:rFonts w:hint="cs"/>
          <w:rtl/>
        </w:rPr>
        <w:t>ی</w:t>
      </w:r>
      <w:r w:rsidR="002052F3" w:rsidRPr="00677CB5">
        <w:rPr>
          <w:rtl/>
        </w:rPr>
        <w:t xml:space="preserve"> که صاحبان آنها در هنگام تشرف امام زمان </w:t>
      </w:r>
      <w:r w:rsidR="002052F3" w:rsidRPr="00AC01CA">
        <w:rPr>
          <w:rStyle w:val="libAlaemChar"/>
          <w:rtl/>
        </w:rPr>
        <w:t xml:space="preserve">عليه‌السلام </w:t>
      </w:r>
      <w:r w:rsidR="002052F3" w:rsidRPr="00677CB5">
        <w:rPr>
          <w:rtl/>
        </w:rPr>
        <w:t xml:space="preserve"> راشناخته اند</w:t>
      </w:r>
      <w:r w:rsidR="002052F3">
        <w:rPr>
          <w:rFonts w:hint="cs"/>
          <w:rtl/>
        </w:rPr>
        <w:t>)</w:t>
      </w:r>
      <w:bookmarkEnd w:id="2"/>
    </w:p>
    <w:p w:rsidR="00677CB5" w:rsidRPr="00677CB5" w:rsidRDefault="00677CB5" w:rsidP="002C0FA9">
      <w:pPr>
        <w:pStyle w:val="Heading2"/>
        <w:rPr>
          <w:rtl/>
        </w:rPr>
      </w:pPr>
      <w:bookmarkStart w:id="3" w:name="_Toc493414604"/>
      <w:r w:rsidRPr="00677CB5">
        <w:rPr>
          <w:rtl/>
        </w:rPr>
        <w:t>2</w:t>
      </w:r>
      <w:r w:rsidR="00202AE7">
        <w:rPr>
          <w:rFonts w:hint="cs"/>
          <w:rtl/>
        </w:rPr>
        <w:t xml:space="preserve"> </w:t>
      </w:r>
      <w:r w:rsidRPr="00677CB5">
        <w:rPr>
          <w:rtl/>
        </w:rPr>
        <w:t>- تشرف جناب جعفر نعلبند اصفهان</w:t>
      </w:r>
      <w:r w:rsidRPr="00677CB5">
        <w:rPr>
          <w:rFonts w:hint="cs"/>
          <w:rtl/>
        </w:rPr>
        <w:t>ی</w:t>
      </w:r>
      <w:bookmarkEnd w:id="3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گلستانه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فرمودند: 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آقاس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کردند: در زمـان مـا در اصـفهان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جعفر که شغلش نعلبند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حرفها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 که مـوجـب طـعـن و رد مـردم شـده بـود, مـثـل آن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با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الار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به کربلارفته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مردم را به صورتها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خدمت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به خاطر حرفها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, آن صحبتها را ترک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مقبره متبرکه تخت فولاد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جعفرنعلبند هم به آن طرف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او رفتم و گفتم :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راه با هم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گفت : اشکال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ندارد, با هم گفتگو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را 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گفتگو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آن که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مردم از تو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صحت دارد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گفت : آقا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بگذر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اصرار</w:t>
      </w:r>
      <w:r w:rsidRPr="00677CB5">
        <w:rPr>
          <w:rtl/>
          <w:lang w:bidi="fa-IR"/>
        </w:rPr>
        <w:t xml:space="preserve"> کردم و گفتم : من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غرضم , مانع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آقـا مـن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پنج بار از پول کسب خود, به کربلا مشرف شدم و در همه سفرها,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سفر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پنجم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بامن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منزل که بـا هـم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کم کم مرض او شدت کرد, تا به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ترسناک بود,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خاطر ترسناک بودن آن قسمت , قافله را </w:t>
      </w:r>
      <w:r w:rsidRPr="00677CB5">
        <w:rPr>
          <w:rtl/>
          <w:lang w:bidi="fa-IR"/>
        </w:rPr>
        <w:lastRenderedPageBreak/>
        <w:t>دو روزدر کاروانسرا نگه داشتند, تا آن که قافله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بـرسـنـد و جـمـع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زائر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سخت شد و مشرف به موت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سوم که قافله خواست حرکت کند, من راجع به او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که چطور او را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تنها بـگذارم و نزد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مسئول شوم ؟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چطور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بمانم واز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عرفه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چهار سال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درک آن , 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داشته ام , محروم شوم ؟ بـالاخـره بـعد از فکر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, </w:t>
      </w:r>
      <w:r w:rsidRPr="00677CB5">
        <w:rPr>
          <w:rFonts w:hint="eastAsia"/>
          <w:rtl/>
          <w:lang w:bidi="fa-IR"/>
        </w:rPr>
        <w:t>بنا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بر رفتن شد, لذا هنگام حرکت قافله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 رفتم وگفتم :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خداوند تو را هم شفا مرحمت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مطلب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اشکش سراز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 و گفت : 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 صبرکن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رفتم ,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اسباب و الاغ من مال تو باشد, فقط مرا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الاغ به کرمانشاه و از آن جا هم هر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راحت باشد, به کربلا برسان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 را زد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دلم به حالش سوخت و همان جا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قافله</w:t>
      </w:r>
      <w:r w:rsidRPr="00677CB5">
        <w:rPr>
          <w:rtl/>
          <w:lang w:bidi="fa-IR"/>
        </w:rPr>
        <w:t xml:space="preserve"> رفت و مدت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گذشت , آن زائر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او را بر الاغ بسته و حرکت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کاروانسرا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قافله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,جز آن که گرد و غبار آنها از دور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فـرسـخ راه رفـتـم , اما جنازه را هر طور بر الاغ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بستم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قرار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به خاطر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ترس بر من غلبه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بالاخره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نـم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او را ببرم , حالم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به جانب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توجه نمودم و با چشم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عرض کردم : آقا من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زائر شما چه کنم ؟ اگر او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رها کنم , نزد خدا و شمامسئول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هم بخواهم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اورم</w:t>
      </w:r>
      <w:r w:rsidRPr="00677CB5">
        <w:rPr>
          <w:rtl/>
          <w:lang w:bidi="fa-IR"/>
        </w:rPr>
        <w:t xml:space="preserve"> , توانا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نـاگهان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چهار نفر سوار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شدند و آن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بزرگ آنها بود, فرمود: جعفربا زائر ما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آقا چه کنم , در کار او مانده ام ! آن سه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آنها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داشت که آن را در گودال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خشک شده بود فرو برد, آب جوشش کرد و گودال پر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غسل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بزرگ</w:t>
      </w:r>
      <w:r w:rsidRPr="00677CB5">
        <w:rPr>
          <w:rtl/>
          <w:lang w:bidi="fa-IR"/>
        </w:rPr>
        <w:t xml:space="preserve"> آنان جلو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با هم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بعد هم او را محکم بر الاغ بستند و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هم براه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از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ما حرکت کرده بود, گذشتم و جلوافتادم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آن قافله حرکت کرده بود,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وبعد</w:t>
      </w:r>
      <w:r w:rsidRPr="00677CB5">
        <w:rPr>
          <w:rtl/>
          <w:lang w:bidi="fa-IR"/>
        </w:rPr>
        <w:t xml:space="preserve"> هم 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پل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کربلا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تعجب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بودم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چه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!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بردم و در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دفن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قـافله</w:t>
      </w:r>
      <w:r w:rsidRPr="00677CB5">
        <w:rPr>
          <w:rtl/>
          <w:lang w:bidi="fa-IR"/>
        </w:rPr>
        <w:t xml:space="preserve"> ما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بعد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روز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هر</w:t>
      </w:r>
      <w:r w:rsidRPr="00677CB5">
        <w:rPr>
          <w:rtl/>
          <w:lang w:bidi="fa-IR"/>
        </w:rPr>
        <w:t xml:space="preserve"> کدام از اهل قافله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وچگونه آمد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 من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اجمال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مشروحا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وآنها هم تعجب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روز عرفه شد و به حرم مطهر مشرف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مردم را به صورت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ـوانات</w:t>
      </w:r>
      <w:r w:rsidRPr="00677CB5">
        <w:rPr>
          <w:rtl/>
          <w:lang w:bidi="fa-IR"/>
        </w:rPr>
        <w:t xml:space="preserve"> مختلف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: گرگ , خوک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مون</w:t>
      </w:r>
      <w:r w:rsidRPr="00677CB5">
        <w:rPr>
          <w:rtl/>
          <w:lang w:bidi="fa-IR"/>
        </w:rPr>
        <w:t xml:space="preserve">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و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هم به صورت انسان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! از شـدت وحشت برگشتم و مجددا قبل از ظهر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مردم را به همان حالت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برگشتم</w:t>
      </w:r>
      <w:r w:rsidRPr="00677CB5">
        <w:rPr>
          <w:rtl/>
          <w:lang w:bidi="fa-IR"/>
        </w:rPr>
        <w:t xml:space="preserve"> و بعد از ظهر رفتم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را همان طور مشاهده کردم ! روز بـعـد کـه رفتم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همه به صورت انسان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سفر, چندسفر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مـشرف شدم , باز روز عرفه مردم را به صورت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وانات</w:t>
      </w:r>
      <w:r w:rsidRPr="00677CB5">
        <w:rPr>
          <w:rtl/>
          <w:lang w:bidi="fa-IR"/>
        </w:rPr>
        <w:t xml:space="preserve"> مختلف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ودر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روز, به همان صورت انسان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,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عرفه مشرف نشوم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بدگو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سفر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چه ادعاها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لـذا</w:t>
      </w:r>
      <w:r w:rsidRPr="00677CB5">
        <w:rPr>
          <w:rtl/>
          <w:lang w:bidi="fa-IR"/>
        </w:rPr>
        <w:t xml:space="preserve"> من , نقل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ترک کردم , تا آن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خانواده ام مشغول غذاخوردن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بـلند شد,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 باز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تو را خواسته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هـمـراه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رفتم , تا به مسجد جمعه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حضرت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منبر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بود,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منبر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و آن جا هم مملو از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آنها</w:t>
      </w:r>
      <w:r w:rsidRPr="00677CB5">
        <w:rPr>
          <w:rtl/>
          <w:lang w:bidi="fa-IR"/>
        </w:rPr>
        <w:t xml:space="preserve"> عمامه داشتند و لباسشان مثل لباس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فکر افتادم که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چطور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برسم , اما حضرت به من توجه فرمودند و صدا زدند: جعفر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رفتم و تا مقابل منبر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چرا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آنچه را که در راه کربلا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آقا من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از بس مردم بدگو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کردند,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ترک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فرمودند: تو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حرف مردم نداشته باش , آنچه را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کن تامردم بفهمند ما چه نظر مرحمت و لطف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زائر جدمان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202AE7" w:rsidP="002C0FA9">
      <w:pPr>
        <w:pStyle w:val="Heading2"/>
        <w:rPr>
          <w:rtl/>
        </w:rPr>
      </w:pPr>
      <w:r>
        <w:rPr>
          <w:rtl/>
        </w:rPr>
        <w:br w:type="page"/>
      </w:r>
      <w:bookmarkStart w:id="4" w:name="_Toc493414605"/>
      <w:r w:rsidR="00677CB5" w:rsidRPr="00677CB5"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محمد بن 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س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بحر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موثق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نقل کردند: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تحت نفوذ خارج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مسلمانان را حاکم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کردندتا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علت حکومت کردن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مسلمان , آن جا آبادتر شود و به حالشان مف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دتر</w:t>
      </w:r>
      <w:r w:rsidRPr="00677CB5">
        <w:rPr>
          <w:rtl/>
          <w:lang w:bidi="fa-IR"/>
        </w:rPr>
        <w:t xml:space="preserve"> واقع گردد.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حـاکـم از نـاصـبـ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(کسان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اکرم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دشمن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ورزند) بود او</w:t>
      </w:r>
      <w:r w:rsidR="00202AE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 کـه در عـداوت و دشـمن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خودش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دتر</w:t>
      </w:r>
      <w:r w:rsidRPr="00677CB5">
        <w:rPr>
          <w:rtl/>
          <w:lang w:bidi="fa-IR"/>
        </w:rPr>
        <w:t xml:space="preserve"> بود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نسبت به اهل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به خاطر مـحـبـتشان به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رسالت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دشمن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فکرح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و مکر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کشت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ضرر رساندن به آنها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بر حاکم وارد شد و انار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 داشت به حاکم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حاکم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دقت کرد,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 آن انار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نوشته شده است لااله الا اللّه محمد رسول اللّه و ابوبکر و عمر و عثمان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خلفاء رسول 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نوشته بر پوست انار بود, نه آن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دست نوشته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حاکم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تعجب کرد و به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انار نشانه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روشن و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برابطال مذهب رافضه (نام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 نزد اهل سنت )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نظر تو درباره اهل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متعصب هستند که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انکار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سزاواراست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حـاضـر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انار را به آنها نشان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202A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قبول کردند و از مذهب خوددست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ثواب و اجر اخرو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داشت و اگر از برگشتن سر باز زدند و بر گمراه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سه کار را با آنها انجام بده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باذلت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بدهند,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اورند</w:t>
      </w:r>
      <w:r w:rsidRPr="00677CB5">
        <w:rPr>
          <w:rtl/>
          <w:lang w:bidi="fa-IR"/>
        </w:rPr>
        <w:t xml:space="preserve">  اگر چه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نـدارنـد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آن کـه مردان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رابکش و زنان و اولادشان را 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کن و اموال آنها را به 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بردار.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حـاکـم</w:t>
      </w:r>
      <w:r w:rsidRPr="00677CB5">
        <w:rPr>
          <w:rtl/>
          <w:lang w:bidi="fa-IR"/>
        </w:rPr>
        <w:t xml:space="preserve"> نـظر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تحس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 و به دنبال علماء و دانشمندان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فرستاد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حاضر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انار</w:t>
      </w:r>
      <w:r w:rsidRPr="00677CB5">
        <w:rPr>
          <w:rtl/>
          <w:lang w:bidi="fa-IR"/>
        </w:rPr>
        <w:t xml:space="preserve"> را به آنها نشان داد و گفت : اگر جواب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مردان شما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کـشم و زنان و فرزندانتان را 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اموال شما رامصادره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گشته و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نداشتند, لذا رنگ چهره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تغ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کـرد و بـدنـشـان به لرزه درآمد,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سه روز به ما مهلت بده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تو به آن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آنچه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انجام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حاکم</w:t>
      </w:r>
      <w:r w:rsidRPr="00677CB5">
        <w:rPr>
          <w:rtl/>
          <w:lang w:bidi="fa-IR"/>
        </w:rPr>
        <w:t xml:space="preserve"> هم تا سه روز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مهلت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با ترس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نزد او خارج شدند و در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شدند تا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مجلس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نظر دادند که از صلحاء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ده نفر راانتخاب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آنـگاه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ده نفر, سه نفر را انتخاب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سه نفر گفتند: تو امشب به طرف صـحـرا برو و خدا را عبادت کن و به امام زمان حضرت صاحب الامر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اسـتـغاثه نما, که او حجت خداوند عالم و امام زمان ماست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حضرت راه چاره را به تو نشان دهند.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مـرد از شـهـر خارج شد و تمام شب , خدا را عبادت کرد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تضرع نمود و او راخواند و به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استغاثه نمود تا صبح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نزد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آمد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خبر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</w:t>
      </w:r>
      <w:r w:rsidRPr="00677CB5">
        <w:rPr>
          <w:rtl/>
          <w:lang w:bidi="fa-IR"/>
        </w:rPr>
        <w:t xml:space="preserve"> دوم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فرستادند.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مثل نفر اول , تمام شب را دعا و تضرع نمود اماچ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 برگشت , لذا ترس و اضطرابشان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احضار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زگار</w:t>
      </w:r>
      <w:r w:rsidRPr="00677CB5">
        <w:rPr>
          <w:rtl/>
          <w:lang w:bidi="fa-IR"/>
        </w:rPr>
        <w:t xml:space="preserve"> به نام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سوم باسر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برهنه به صحرا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شب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دعا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مشغول و به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متوسل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درخواست کرد که آن بلا و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را از سرمؤمن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رفع کند و به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استغاثه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 شب شد,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چرا تو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؟ و 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 مرا رها کن ,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امر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ام و آن را جز به امام خود,نم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جز نزد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قدرت بر رفع آن </w:t>
      </w:r>
      <w:r w:rsidRPr="00677CB5">
        <w:rPr>
          <w:rFonts w:hint="eastAsia"/>
          <w:rtl/>
          <w:lang w:bidi="fa-IR"/>
        </w:rPr>
        <w:t>داشته</w:t>
      </w:r>
      <w:r w:rsidRPr="00677CB5">
        <w:rPr>
          <w:rtl/>
          <w:lang w:bidi="fa-IR"/>
        </w:rPr>
        <w:t xml:space="preserve"> باشد,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من صاحب الامر هستم , حاجت خود را ذکر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محمد</w:t>
      </w:r>
      <w:r w:rsidRPr="00677CB5">
        <w:rPr>
          <w:rtl/>
          <w:lang w:bidi="fa-IR"/>
        </w:rPr>
        <w:t xml:space="preserve">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اگر تو صاحب الامر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قصه ام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به گفتن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راست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به خاطر بلا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خصوص آن انار بر شما واردشده است و آن تهد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حاکم نسبت به شما انجام داده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مـحـمد</w:t>
      </w:r>
      <w:r w:rsidRPr="00677CB5">
        <w:rPr>
          <w:rtl/>
          <w:lang w:bidi="fa-IR"/>
        </w:rPr>
        <w:t xml:space="preserve">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متوجه آن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که صدام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چه بلا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ما وارد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امام و پناهگاه ما و تو قدرت برطرف کردن آن بلا را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حـضـرت</w:t>
      </w:r>
      <w:r w:rsidRPr="00677CB5">
        <w:rPr>
          <w:rtl/>
          <w:lang w:bidi="fa-IR"/>
        </w:rPr>
        <w:t xml:space="preserve"> فـرمـودند: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خانه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لعنه اللّه درخت انار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درخت بار گرفت , او از گل , قالب انار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ساخت و آن را دو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آن دو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, بـعـضـ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مطالب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الان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انار هست نوشت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وقت انار هنوز کوچک بود, لذا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درخت بود, آن را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قالب گل گذاشت و بست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انار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قالب بزرگ شد و اثر نوشته در آن ماند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که الان هست درآمد.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صبح که به نزد حاکم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به او بگو من جواب را باخود آورده ام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مگر در خانه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وارد خانه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طرف راست خود,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حاکم بگو, جواب را جز در آن اتـاق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از وارد شدن تو به آن اتاق ممانعت کند,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اصرار کن که به اتاق 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نگذار که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تنها و زودترداخل شود,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اول داخل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طاقچه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را باز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قالب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هـسـت کـه آن ملعون (وز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)ن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رنگش</w:t>
      </w:r>
      <w:r w:rsidRPr="00677CB5">
        <w:rPr>
          <w:rtl/>
          <w:lang w:bidi="fa-IR"/>
        </w:rPr>
        <w:t xml:space="preserve"> را با آن انجام داده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انار را در حضور حاکم در قالب بگذار تا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معلوم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مـحـمـد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علامت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به حاکم بگو معجزه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ما آن است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انار را بشکن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دود و خاکستر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مشاهده نخواه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کرد, و بگواگر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صدق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گـفـتـه مـعـلوم شود, به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امر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حضور مردم انار رابشکند.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 آن خاکستر و دود بر صورت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خواهدنشست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محمد</w:t>
      </w:r>
      <w:r w:rsidRPr="00677CB5">
        <w:rPr>
          <w:rtl/>
          <w:lang w:bidi="fa-IR"/>
        </w:rPr>
        <w:t xml:space="preserve">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از امام مهربان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درماندگان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شاد شد و در مقابل حضرت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 با شاد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سرور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بازگشت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به نزد حاکم رفتند و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را که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او امر فرموده بودند, انجام داد و آن معجزات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به آنها خبر داده بودند, ظاهر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حاکم</w:t>
      </w:r>
      <w:r w:rsidRPr="00677CB5">
        <w:rPr>
          <w:rtl/>
          <w:lang w:bidi="fa-IR"/>
        </w:rPr>
        <w:t xml:space="preserve"> رو به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را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خبر داده است ؟ گفت : امام زمان و حجت خدا بر ما.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</w:t>
      </w:r>
      <w:r w:rsidRPr="00677CB5">
        <w:rPr>
          <w:rtl/>
          <w:lang w:bidi="fa-IR"/>
        </w:rPr>
        <w:t xml:space="preserve"> : امام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او هم ائمه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 برد, تا آن که به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CD695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حاکم</w:t>
      </w:r>
      <w:r w:rsidRPr="00677CB5">
        <w:rPr>
          <w:rtl/>
          <w:lang w:bidi="fa-IR"/>
        </w:rPr>
        <w:t xml:space="preserve"> گفت : دست دراز کن تا با تو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مذهب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کنم : گواه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جز خداوند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گانه</w:t>
      </w:r>
      <w:r w:rsidRPr="00677CB5">
        <w:rPr>
          <w:rtl/>
          <w:lang w:bidi="fa-IR"/>
        </w:rPr>
        <w:t xml:space="preserve"> و گواه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محمد </w:t>
      </w:r>
      <w:r w:rsidR="00CD6958" w:rsidRPr="00CD6958">
        <w:rPr>
          <w:rStyle w:val="libAlaemChar"/>
          <w:rFonts w:eastAsiaTheme="minorHAnsi"/>
          <w:rtl/>
        </w:rPr>
        <w:t>صلى‌الله‌عليه‌وآله‌وسلم</w:t>
      </w:r>
      <w:r w:rsidR="00CD6958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بنده و رسول اوست وگواه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بـلافـصـل آن حـضـرت , 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ـرالـمـؤمن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امامان دوازده گـانـه اقـرار نـمـود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ـمـان</w:t>
      </w:r>
      <w:r w:rsidRPr="00677CB5">
        <w:rPr>
          <w:rtl/>
          <w:lang w:bidi="fa-IR"/>
        </w:rPr>
        <w:t xml:space="preserve"> آورد.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سـپس</w:t>
      </w:r>
      <w:r w:rsidRPr="00677CB5">
        <w:rPr>
          <w:rtl/>
          <w:lang w:bidi="fa-IR"/>
        </w:rPr>
        <w:t xml:space="preserve"> دستورقتل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صادر کرد و از اهل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قبر محمد بن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اهل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مشهور است و مردم او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</w:t>
      </w:r>
    </w:p>
    <w:p w:rsidR="00677CB5" w:rsidRPr="00677CB5" w:rsidRDefault="00CD6958" w:rsidP="002C0FA9">
      <w:pPr>
        <w:pStyle w:val="Heading2"/>
        <w:rPr>
          <w:rtl/>
        </w:rPr>
      </w:pPr>
      <w:r>
        <w:rPr>
          <w:rtl/>
        </w:rPr>
        <w:br w:type="page"/>
      </w:r>
      <w:bookmarkStart w:id="5" w:name="_Toc493414606"/>
      <w:r w:rsidR="00677CB5" w:rsidRPr="00677CB5"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اسماع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tl/>
        </w:rPr>
        <w:t xml:space="preserve"> هرقل</w:t>
      </w:r>
      <w:r w:rsidR="00677CB5" w:rsidRPr="00677CB5">
        <w:rPr>
          <w:rFonts w:hint="cs"/>
          <w:rtl/>
        </w:rPr>
        <w:t>ی</w:t>
      </w:r>
      <w:bookmarkEnd w:id="5"/>
      <w:r w:rsidR="00677CB5" w:rsidRPr="00677CB5">
        <w:rPr>
          <w:rtl/>
        </w:rPr>
        <w:t xml:space="preserve"> </w:t>
      </w:r>
    </w:p>
    <w:p w:rsidR="00677CB5" w:rsidRPr="00677CB5" w:rsidRDefault="00677CB5" w:rsidP="00CD695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حله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بن حسن هرقل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[ هرقل نام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.] پسر او شمس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فرمود: پدرم نقل کرد: در زمـان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ران چپم دمل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را توثه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, به اندازه دست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انسان ,ظاهر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هـر فـصـل بـهـار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آن خون و چرک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از هر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حله آمدم و به خدمت 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جـراحـان حـله را حاضر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معا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کردند و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دمل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رگ حـساس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علاج آن جز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رگ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شود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زنده نخواهد ماند, لذا به جهت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خطر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دست به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CD695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بـن طـاووس فرمود: من به بغداد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, در حله باش تا تو را همراه خود ببرم و به اطباء و جراحان بغداد نشان دهم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علاج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هـم بـه بغداد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اطباء را خواست و آنها همان تشخ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را دادند و از معالجه من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شدند. </w:t>
      </w:r>
      <w:r w:rsidR="00CD6958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آنـگـاه</w:t>
      </w:r>
      <w:r w:rsidRPr="00677CB5">
        <w:rPr>
          <w:rtl/>
          <w:lang w:bidi="fa-IR"/>
        </w:rPr>
        <w:t xml:space="preserve"> ,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بـن طـاووس به من فرمود: در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اسلام , امثال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توانند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لباسها نماز بخوانند,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 خودت را از خون پاک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عرض کردم : حال که تا بغداد آمده ام , بهتر است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درسامرا مشرف شوم و از آن جا به حله برگردم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پسند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لباسها و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همراه داشتم , به او سپردم و روانه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چون</w:t>
      </w:r>
      <w:r w:rsidRPr="00677CB5">
        <w:rPr>
          <w:rtl/>
          <w:lang w:bidi="fa-IR"/>
        </w:rPr>
        <w:t xml:space="preserve"> به سامرا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داخل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شده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و بعد به سرداب مقدس مشرف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خداوند عالم استغاثه نمودم و حضرت صاحب الامر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را شف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خود قرار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را در آن جا به سر بردم و تا روزپنج شنبه در سامرا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 به دجله رفته , غسل کردم و لباس پاک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آفتابه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همراهم بود, پر از آب کرده برگشتم , تا به در حصارشهر سامرا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, چـهـار نفر سواره مشاهده کردم که از حصار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گمان</w:t>
      </w:r>
      <w:r w:rsidRPr="00677CB5">
        <w:rPr>
          <w:rtl/>
          <w:lang w:bidi="fa-IR"/>
        </w:rPr>
        <w:t xml:space="preserve"> من آن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شرفاء و بزرگان اعرابند که صاحبان گوسفند هستند و گله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آن حوال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دو نفر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است که نقاب انداخته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تن داشت (لباس مخصوص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درآن زمان ها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لباسها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) و در آن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کرده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سوارهان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به همراه 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نقاب دار,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داشت و در سمت راست راه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 و آن دوجوان در سمت چپ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صاحب</w:t>
      </w:r>
      <w:r w:rsidRPr="00677CB5">
        <w:rPr>
          <w:rtl/>
          <w:lang w:bidi="fa-IR"/>
        </w:rPr>
        <w:t xml:space="preserve">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وسط راه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سوارها</w:t>
      </w:r>
      <w:r w:rsidRPr="00677CB5">
        <w:rPr>
          <w:rtl/>
          <w:lang w:bidi="fa-IR"/>
        </w:rPr>
        <w:t xml:space="preserve"> سلام کردند و من جواب سلام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صاحب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من فرمود: فردا به نزد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؟ عرض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فرمود</w:t>
      </w:r>
      <w:r w:rsidRPr="00677CB5">
        <w:rPr>
          <w:rtl/>
          <w:lang w:bidi="fa-IR"/>
        </w:rPr>
        <w:t>: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آن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را به درد و الم وا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دارد,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بدنم دست بزند کراهت داشتم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تازه از آب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بودم وپ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راهنم</w:t>
      </w:r>
      <w:r w:rsidRPr="00677CB5">
        <w:rPr>
          <w:rtl/>
          <w:lang w:bidi="fa-IR"/>
        </w:rPr>
        <w:t xml:space="preserve"> هنوز تر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اطاعت کرده , نزد او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چـون</w:t>
      </w:r>
      <w:r w:rsidRPr="00677CB5">
        <w:rPr>
          <w:rtl/>
          <w:lang w:bidi="fa-IR"/>
        </w:rPr>
        <w:t xml:space="preserve"> بـه نزد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آن سوار (صاحب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خم شد و دوش مرا گرفت و دست خود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زخم گذاشت و فشار داد,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درد آمد و بعد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اسب نشست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گفت : رستگار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ما و شما ان شاءاللّه همه رستگار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اسم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 تعجب کردم ! بعد از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 امام عصر تو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او رفـتـم و پـاها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مبارکش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اسب خود را راند و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دررکابش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برگرد.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هرگز از حضورتان جدا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مصلحت در آن است که برگرد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عرض کردم : از شما جدا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شرم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امام زمانت دو مرتبه فرمودبرگرد و تو فرمان او را مخالفت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پـس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سخن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آن حضرت چند 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دور شدند و به من التفات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وفرمودند: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بغداد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ابوجعفر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, که اسم او مس</w:t>
      </w:r>
      <w:r w:rsidRPr="00677CB5">
        <w:rPr>
          <w:rFonts w:hint="eastAsia"/>
          <w:rtl/>
          <w:lang w:bidi="fa-IR"/>
        </w:rPr>
        <w:t>تنصر</w:t>
      </w:r>
      <w:r w:rsidRPr="00677CB5">
        <w:rPr>
          <w:rtl/>
          <w:lang w:bidi="fa-IR"/>
        </w:rPr>
        <w:t xml:space="preserve"> است , تو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طلبد.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او حـاضر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تو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داد, قبول نکن و به پسر ما که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طاووس است , بگو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خصوص تو به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عوض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اوم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سپارم که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بدهد.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هم با اصحاب خود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بردند تا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آن حال ازجدا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تاسف خوردم و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و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مراجعت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خدام</w:t>
      </w:r>
      <w:r w:rsidRPr="00677CB5">
        <w:rPr>
          <w:rtl/>
          <w:lang w:bidi="fa-IR"/>
        </w:rPr>
        <w:t xml:space="preserve"> اطراف من جمع شدند و مرا دگرگون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چه اتفاق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افتاده است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تو جنگ و نزاع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است ؟ گفتم : نه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سوارها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بر حصار بودند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گفتند: آنها شرفاء و صاحبان گوسفندانند.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نه , بلکه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تن داشت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بود؟ گفتم : آن که فرج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تن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جراحت خود را به او نشان داده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آن بزرگوار به دست مبارکش آن را گرفت و فشار داد,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درد آمد وپا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را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ـرون</w:t>
      </w:r>
      <w:r w:rsidRPr="00677CB5">
        <w:rPr>
          <w:rtl/>
          <w:lang w:bidi="fa-IR"/>
        </w:rPr>
        <w:t xml:space="preserve"> آوردم کـه آن محل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نشان دهم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دمل و جراحت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کثرت تعجب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, شک کردم که دمل در کدام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گرم</w:t>
      </w:r>
      <w:r w:rsidRPr="00677CB5">
        <w:rPr>
          <w:rtl/>
          <w:lang w:bidi="fa-IR"/>
        </w:rPr>
        <w:t xml:space="preserve">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, باز هم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چـون</w:t>
      </w:r>
      <w:r w:rsidRPr="00677CB5">
        <w:rPr>
          <w:rtl/>
          <w:lang w:bidi="fa-IR"/>
        </w:rPr>
        <w:t xml:space="preserve"> مـردم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مـطلب را مشاهده کردند, به من هجوم آوردند و لباسم را قطعه قطعه کردند و جـهـت تبرک بردند و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ازدحام کردند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مال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درآن</w:t>
      </w:r>
      <w:r w:rsidRPr="00677CB5">
        <w:rPr>
          <w:rtl/>
          <w:lang w:bidi="fa-IR"/>
        </w:rPr>
        <w:t xml:space="preserve"> حال خدام مرا به خزانه بردند. </w:t>
      </w:r>
    </w:p>
    <w:p w:rsidR="00677CB5" w:rsidRPr="00677CB5" w:rsidRDefault="00677CB5" w:rsidP="00DB2E2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نـاظـر</w:t>
      </w:r>
      <w:r w:rsidRPr="00677CB5">
        <w:rPr>
          <w:rtl/>
          <w:lang w:bidi="fa-IR"/>
        </w:rPr>
        <w:t xml:space="preserve"> حـرم مـطهر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DB2E21" w:rsidRPr="00DB2E21">
        <w:rPr>
          <w:rStyle w:val="libAlaemChar"/>
          <w:rFonts w:eastAsiaTheme="minorHAnsi"/>
          <w:rtl/>
        </w:rPr>
        <w:t>عليه‌السلام</w:t>
      </w:r>
      <w:r w:rsidR="00DB2E21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داخل خزانه شد و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کرد: چند وقت است از بغداد خارج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رفت و من آن شب را در سامرا به سر بردم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صبح وداع نموده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اهل آن جا مرا مشا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بـراه</w:t>
      </w:r>
      <w:r w:rsidRPr="00677CB5">
        <w:rPr>
          <w:rtl/>
          <w:lang w:bidi="fa-IR"/>
        </w:rPr>
        <w:t xml:space="preserve"> افـتـادم و شـب را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راه در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عازم بغداد شدم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پل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مردم جمع شده و هر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گذرد, از نام و نسب او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مـن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tl/>
          <w:lang w:bidi="fa-IR"/>
        </w:rPr>
        <w:t xml:space="preserve"> سؤال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نام و نسب خود را گفتم , ناگاه بر من هجوم آوردند و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پاره پاره نمودند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خسته ام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پاسبان</w:t>
      </w:r>
      <w:r w:rsidRPr="00677CB5">
        <w:rPr>
          <w:rtl/>
          <w:lang w:bidi="fa-IR"/>
        </w:rPr>
        <w:t xml:space="preserve"> محل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بغداد نوشت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مـرااز</w:t>
      </w:r>
      <w:r w:rsidRPr="00677CB5">
        <w:rPr>
          <w:rtl/>
          <w:lang w:bidi="fa-IR"/>
        </w:rPr>
        <w:t xml:space="preserve"> آن جا حرکت داده به بغداد بردند.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آن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سرم هجوم آورده ,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بردند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که از کثرت ازدحام هلاک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که اهل قم و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را طلب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ازاو بپرسد.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ابن طاووس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همراه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او مردم را از اطراف من متفرق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فرمود: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مربوط به تو است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مرکبش فرود آمد و ران مرا برهنه نمود و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جراحت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از حال رفت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بـهـوش آمـد, دسـت مـرا گـرفت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کنان نزد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برادرو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مردم نزد من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از قـصـه ام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نقل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او اطبا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جراحت مراد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بودند, احضار نمود و گفت : جراحت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را معالجه و مداوا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جز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معالجه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و اگر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: اگر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شود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, چه مدت لازم است که گوشت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گفتند: دو ماه طول خواهد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 و مو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: جراحت او را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گفتند: ده روز قبل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به اطباء نشان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مانند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گرم</w:t>
      </w:r>
      <w:r w:rsidRPr="00677CB5">
        <w:rPr>
          <w:rtl/>
          <w:lang w:bidi="fa-IR"/>
        </w:rPr>
        <w:t xml:space="preserve"> ,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سالم است وه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جراحت در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کار, کار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کار شما نباشد, ما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کار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,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مرا به نزد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, که مستنصر بود,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قـضـ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ـه</w:t>
      </w:r>
      <w:r w:rsidRPr="00677CB5">
        <w:rPr>
          <w:rtl/>
          <w:lang w:bidi="fa-IR"/>
        </w:rPr>
        <w:t xml:space="preserve"> را نقل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دستور داد تا هزار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نار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اورند</w:t>
      </w:r>
      <w:r w:rsidRPr="00677CB5">
        <w:rPr>
          <w:rtl/>
          <w:lang w:bidi="fa-IR"/>
        </w:rPr>
        <w:t xml:space="preserve">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مبلغ را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سفر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قرار 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جرات ندارم که ذره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را بردارم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از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معامله را با من نمود و مرا شفا داد,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به من فرمود: از ابوجعفرچ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قبول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گفته ام ,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ناراحت شد و من هم از او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قبول نکرده ,خارج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هرقل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توسل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به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الرضا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شده است , لذا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توسل را هم ذکر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جاد</w:t>
      </w:r>
      <w:r w:rsidRPr="00677CB5">
        <w:rPr>
          <w:rtl/>
          <w:lang w:bidi="fa-IR"/>
        </w:rPr>
        <w:t xml:space="preserve"> شده بود که مرا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به اطباءمراجعه نمودم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آنها اقرار کردند که آن دمل علاج ناپذ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پـدرم</w:t>
      </w:r>
      <w:r w:rsidRPr="00677CB5">
        <w:rPr>
          <w:rtl/>
          <w:lang w:bidi="fa-IR"/>
        </w:rPr>
        <w:t xml:space="preserve"> بـا آن که از اطباء هند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تر بود,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آنان را از اطراف و اکناف هنداحضار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کدام از آنها که دمل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به عجز از درمان آن اعتراف نمود, تا آن که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دمل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فرو برد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دمل را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علاج کند و زخم آن به فلان </w:t>
      </w:r>
      <w:r w:rsidRPr="00677CB5">
        <w:rPr>
          <w:rtl/>
          <w:lang w:bidi="fa-IR"/>
        </w:rPr>
        <w:lastRenderedPageBreak/>
        <w:t>پرده سرا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تو را هلاک خواهد کرد و امروز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فردا است که به آن پرده برسد.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از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مضطرب شدم و تا شب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</w:t>
      </w:r>
      <w:r w:rsidRPr="00677CB5">
        <w:rPr>
          <w:rtl/>
          <w:lang w:bidi="fa-IR"/>
        </w:rPr>
        <w:t xml:space="preserve"> کـه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,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آورنـد, در 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نور از صورت مبارکشان به آسمان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مرا صدا زدند و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ضم</w:t>
      </w:r>
      <w:r w:rsidRPr="00677CB5">
        <w:rPr>
          <w:rtl/>
          <w:lang w:bidi="fa-IR"/>
        </w:rPr>
        <w:t xml:space="preserve"> و قادر بر آمدن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من ننمودند و دوباره فرمودند: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امتثال امر آن حضرت را نموده و خود را به حضور مبارکش رساندم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دست مبارکشان را به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که دمل داشت ,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عرضه</w:t>
      </w:r>
      <w:r w:rsidRPr="00677CB5">
        <w:rPr>
          <w:rtl/>
          <w:lang w:bidi="fa-IR"/>
        </w:rPr>
        <w:t xml:space="preserve"> داشتم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مشتاق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قبر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فرمودند: ان شاءاللّه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خـواب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ـدار</w:t>
      </w:r>
      <w:r w:rsidRPr="00677CB5">
        <w:rPr>
          <w:rtl/>
          <w:lang w:bidi="fa-IR"/>
        </w:rPr>
        <w:t xml:space="preserve"> شـدم , چـون بـه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نگاه کردم ,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زخم و دمل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جرات</w:t>
      </w:r>
      <w:r w:rsidRPr="00677CB5">
        <w:rPr>
          <w:rtl/>
          <w:lang w:bidi="fa-IR"/>
        </w:rPr>
        <w:t xml:space="preserve"> هم نـداشـتـم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حال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دانستند اظهار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که آنها قبول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من , منتشر شد و به سلطان هند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سلطان</w:t>
      </w:r>
      <w:r w:rsidRPr="00677CB5">
        <w:rPr>
          <w:rtl/>
          <w:lang w:bidi="fa-IR"/>
        </w:rPr>
        <w:t xml:space="preserve"> مرا احضارنموده و بعد از مطلع شدن از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خواب , مرا اکرام و احترام نمود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مقرر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تع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 که هر ساله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ناقل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آن مقرر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زمان مجاورتش در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به اوم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DB2E21" w:rsidP="002C0FA9">
      <w:pPr>
        <w:pStyle w:val="Heading2"/>
        <w:rPr>
          <w:rtl/>
        </w:rPr>
      </w:pPr>
      <w:r>
        <w:rPr>
          <w:rtl/>
        </w:rPr>
        <w:br w:type="page"/>
      </w:r>
      <w:bookmarkStart w:id="6" w:name="_Toc493414607"/>
      <w:r w:rsidR="00677CB5" w:rsidRPr="00677CB5">
        <w:rPr>
          <w:rtl/>
        </w:rPr>
        <w:lastRenderedPageBreak/>
        <w:t>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ملا احمد مقدس اردب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Fonts w:hint="cs"/>
          <w:rtl/>
        </w:rPr>
        <w:t>ی</w:t>
      </w:r>
      <w:bookmarkEnd w:id="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علام تفرش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شاگردان فاضل مقدس اردب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صحن مقدس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گذشته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به سمت حرم مطهر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سمت او رفتم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استاد ما ملا احمد اردب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خـود</w:t>
      </w:r>
      <w:r w:rsidRPr="00677CB5">
        <w:rPr>
          <w:rtl/>
          <w:lang w:bidi="fa-IR"/>
        </w:rPr>
        <w:t xml:space="preserve"> را از او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تا آن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حرم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بسته بود, بازشد و مقدس اردب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حرم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در حرم هم بسته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دنبال او براه افتادم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از نجف اشرف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به سمت کوفه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مسجد جامع کوفه شد و در محراب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شربت شهادت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اند, قرار گرفت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راجع به مساله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وزمان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به سمت نجف اشرف روانه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دنبالش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تا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مسجد حنانه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(مسجد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وارش</w:t>
      </w:r>
      <w:r w:rsidRPr="00677CB5">
        <w:rPr>
          <w:rtl/>
          <w:lang w:bidi="fa-IR"/>
        </w:rPr>
        <w:t xml:space="preserve"> خم شده است وعلت آن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جـنـازه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دفن در نجف اشرف , ازآن جا عبور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ارادت بـه آن حـضرت خم شد).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جاسرفه ام گرفت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نتوانستم خود را نگه 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سرفه مرا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متوجه من شد و فرمود: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علام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از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داخل حرم مطهر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تا الان با شمابودم , شـما را به حق صاحب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قبر (ام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قسم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, اتفاق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امشب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آمد, از اول تا آخر به من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شرط آن که تا زنده ام آن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قبول کردم و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عهد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ثاق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مطمئن شد, فرمود: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مسائل بر من مشکل شد و در آنها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ودر فکر بودم کـه نـاگاه به دلم افتاد به خدمت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بروم و آنها را ازحضرتش بپرسم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حـرم مطهر آن حضرت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مشاهده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گشوده و داخل شـدم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جـا بـه درگـاه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تضرع نمودم , تا آن حضرت جواب سؤالاتم را بدهند.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قبر مطهر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فرمود: به مسجد کوفه برو و مسائلت را از قائم بپرس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او امام زمـان تو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نزد محراب مسجد کوفه آمده و آنها را از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سؤال نمودم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کردند و الان هم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گردم </w:t>
      </w:r>
    </w:p>
    <w:p w:rsidR="00677CB5" w:rsidRPr="00677CB5" w:rsidRDefault="00DB2E21" w:rsidP="002C0FA9">
      <w:pPr>
        <w:pStyle w:val="Heading2"/>
        <w:rPr>
          <w:rtl/>
        </w:rPr>
      </w:pPr>
      <w:r>
        <w:rPr>
          <w:rtl/>
        </w:rPr>
        <w:br w:type="page"/>
      </w:r>
      <w:bookmarkStart w:id="7" w:name="_Toc493414608"/>
      <w:r w:rsidR="00677CB5" w:rsidRPr="00677CB5">
        <w:rPr>
          <w:rtl/>
        </w:rPr>
        <w:lastRenderedPageBreak/>
        <w:t>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در مسجد سهله</w:t>
      </w:r>
      <w:bookmarkEnd w:id="7"/>
      <w:r w:rsidR="00677CB5" w:rsidRPr="00677CB5">
        <w:rPr>
          <w:rtl/>
        </w:rPr>
        <w:t xml:space="preserve"> </w:t>
      </w:r>
    </w:p>
    <w:p w:rsidR="00677CB5" w:rsidRPr="00677CB5" w:rsidRDefault="00677CB5" w:rsidP="00DB2E2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آخوند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مـجلس درس فخر الش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علامه بحر 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در نجف اشرف نشسته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که عالم محقق جناب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ابوالقاسم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کتاب قوان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علامه وارد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سـال , سـال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ائمه عراق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آمده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مجلس درس حضور داشتند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صد نفر بودندمتفرق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فقط</w:t>
      </w:r>
      <w:r w:rsidRPr="00677CB5">
        <w:rPr>
          <w:rtl/>
          <w:lang w:bidi="fa-IR"/>
        </w:rPr>
        <w:t xml:space="preserve"> من با سه نفر از خواص اصحاب علامه , که در درجات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صلاح و ورع و اجتهاد بودند,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محقق</w:t>
      </w:r>
      <w:r w:rsidRPr="00677CB5">
        <w:rPr>
          <w:rtl/>
          <w:lang w:bidi="fa-IR"/>
        </w:rPr>
        <w:t xml:space="preserve">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کرد و گفت : شما به مقامات جسمان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(به خاطر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</w:t>
      </w:r>
      <w:r w:rsidRPr="00677CB5">
        <w:rPr>
          <w:rtl/>
          <w:lang w:bidi="fa-IR"/>
        </w:rPr>
        <w:t xml:space="preserve"> ) وروحان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قرب ظـاهـر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(مـجـاورت حـرم مـطـهـر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و باطن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نعمتها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نامتناه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ما تصدق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بدون تامل فرمود: شب گذشته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دو شب قبل [ترد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]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 نماز شـب بـه مسجد کوفه رفته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قصد, که صبح اول وقت به نجف اشرف برگردم , تا درسها تعط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[سالها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عادت علامه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lastRenderedPageBreak/>
        <w:t>]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مـسـجـد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در دلم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به مسجدسهله شوق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افتاد, اما خود رااز آن مـنـصـرف کردم , از ترس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نجف اشرف نرسم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لحظه به لحظه شوقم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قلبم به آن جا تما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هـمـان حـالـت 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بودم که ناگاه 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غبار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برخاست و مرا به طرف مسجد سهله حرکت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 که خود را کنار در مسجدسهله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مسجد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 و متردد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جز آن که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القدرمشغول مناجات با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الحاجات است آن هـم با جملات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قلب را منقلب وچشم را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حالم</w:t>
      </w:r>
      <w:r w:rsidRPr="00677CB5">
        <w:rPr>
          <w:rtl/>
          <w:lang w:bidi="fa-IR"/>
        </w:rPr>
        <w:t xml:space="preserve"> دگرگون و دلم از جا کنده شد و زانوها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مرتعش و اشکم از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آن جملات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جملات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که هرگز به گوشم نـخـورده و چشمم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لذا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مناجات کننده , آن کلمات را نه آن که از محفوظات خودبخواند, بلکه آنها را انشاء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مـکان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گوش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و از آنها لذت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بردم , تا از مناجات فارغ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رو به من کرد و به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رفتم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فرمود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اندک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توقف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 سوم دستور به جلو رفتن داد و فرمود: ادب در امتثال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 هر جا که گفتم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آن که به خاطر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ادب توقف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lastRenderedPageBreak/>
        <w:t>] من هم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رفتم تا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و دست من به آن جناب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فرمود.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آخـوند</w:t>
      </w:r>
      <w:r w:rsidRPr="00677CB5">
        <w:rPr>
          <w:rtl/>
          <w:lang w:bidi="fa-IR"/>
        </w:rPr>
        <w:t xml:space="preserve">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علامه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باره از سخن گفتن دست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ادامه نداد و شروع به جواب دادن محقق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راجع به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سؤال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بود, که چرا علامه باآن همه علم و استعداد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دارند, تـالـ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فاتشان</w:t>
      </w:r>
      <w:r w:rsidRPr="00677CB5">
        <w:rPr>
          <w:rtl/>
          <w:lang w:bidi="fa-IR"/>
        </w:rPr>
        <w:t xml:space="preserve"> کم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مساله دلا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کردند, اما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دوباره آن صحبت حضرت با علامه را سؤال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با دست خود اشاره کرد که از اسرار مکتومه است</w:t>
      </w:r>
    </w:p>
    <w:p w:rsidR="00677CB5" w:rsidRPr="00677CB5" w:rsidRDefault="008C5537" w:rsidP="002C0FA9">
      <w:pPr>
        <w:pStyle w:val="Heading2"/>
        <w:rPr>
          <w:rtl/>
        </w:rPr>
      </w:pPr>
      <w:r>
        <w:rPr>
          <w:rtl/>
        </w:rPr>
        <w:br w:type="page"/>
      </w:r>
      <w:bookmarkStart w:id="8" w:name="_Toc493414609"/>
      <w:r w:rsidR="00677CB5" w:rsidRPr="00677CB5">
        <w:rPr>
          <w:rtl/>
        </w:rPr>
        <w:lastRenderedPageBreak/>
        <w:t>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و صاحب مفتاح الکرامه</w:t>
      </w:r>
      <w:bookmarkEnd w:id="8"/>
      <w:r w:rsidR="00677CB5" w:rsidRPr="00677CB5">
        <w:rPr>
          <w:rtl/>
        </w:rPr>
        <w:t xml:space="preserve"> </w:t>
      </w:r>
    </w:p>
    <w:p w:rsidR="00677CB5" w:rsidRPr="00677CB5" w:rsidRDefault="00677CB5" w:rsidP="008C553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صاحب</w:t>
      </w:r>
      <w:r w:rsidRPr="00677CB5">
        <w:rPr>
          <w:rtl/>
          <w:lang w:bidi="fa-IR"/>
        </w:rPr>
        <w:t xml:space="preserve"> کتاب مفتاح الکرامه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جواد عامل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اسـتادم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از دروازه شهر نجف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و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دنبال اورفتم تا وارد مسجد کوفه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جناب به مقام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رفته و با امام زمان ارواحنافداه گفتگو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, از جمله از آن حضرت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فرمودند: در احکام 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شما عمل به ادله ظاهر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آنچه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ادله به دست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همان را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عمل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</w:p>
    <w:p w:rsidR="00677CB5" w:rsidRPr="00677CB5" w:rsidRDefault="008C5537" w:rsidP="002C0FA9">
      <w:pPr>
        <w:pStyle w:val="Heading2"/>
        <w:rPr>
          <w:rtl/>
        </w:rPr>
      </w:pPr>
      <w:r>
        <w:rPr>
          <w:rtl/>
        </w:rPr>
        <w:br w:type="page"/>
      </w:r>
      <w:bookmarkStart w:id="9" w:name="_Toc493414610"/>
      <w:r w:rsidR="00677CB5" w:rsidRPr="00677CB5">
        <w:rPr>
          <w:rtl/>
        </w:rPr>
        <w:lastRenderedPageBreak/>
        <w:t>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در سامرا</w:t>
      </w:r>
      <w:bookmarkEnd w:id="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آخوند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نقل نمود: در حـرم عـسـکـر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 جناب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نماز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خواست بعد از تشهد رکعت دوم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tl/>
          <w:lang w:bidi="fa-IR"/>
        </w:rPr>
        <w:t>,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 که اندک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توقف کرد و بعد برخاست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هـمـه</w:t>
      </w:r>
      <w:r w:rsidRPr="00677CB5">
        <w:rPr>
          <w:rtl/>
          <w:lang w:bidi="fa-IR"/>
        </w:rPr>
        <w:t xml:space="preserve"> ما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تعجب کرده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علت آن توقف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جرات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سـؤال کند, تا آن که به منزل برگشته و سفره غذا را انداختند.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ازسادات حاضر در مجلس به من اشاره کرد که علت توقف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نماز را سؤال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نه تو از ما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جناب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متوجه من شده و فرمود: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مـن که از همه جسارتم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بود, گفتم : آقا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خواهند سر آن حالت را که در نمازبرا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آمد, بدانند.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سلام کردن به پدر بزرگوارشان داخل حرم مطهر شدند, لذا از مـشـاهـده جـمـال نـورانـ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حـالـت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من دست داد, تاآن که از آن جا خارج شدند</w:t>
      </w:r>
    </w:p>
    <w:p w:rsidR="00677CB5" w:rsidRPr="00677CB5" w:rsidRDefault="008C5537" w:rsidP="002C0FA9">
      <w:pPr>
        <w:pStyle w:val="Heading2"/>
        <w:rPr>
          <w:rtl/>
        </w:rPr>
      </w:pPr>
      <w:r>
        <w:rPr>
          <w:rtl/>
        </w:rPr>
        <w:br w:type="page"/>
      </w:r>
      <w:bookmarkStart w:id="10" w:name="_Toc493414611"/>
      <w:r w:rsidR="00677CB5" w:rsidRPr="00677CB5">
        <w:rPr>
          <w:rtl/>
        </w:rPr>
        <w:lastRenderedPageBreak/>
        <w:t>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در حرم ام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رالمؤمن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10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جـنـاب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وارد حرم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خواند: ((چه خوش است صوت قرآن زتو دلربا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)).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سؤال کردم : علت خواندن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وارد حرم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شـدم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سرمطهر,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بلند, قرآن تلاوت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بزرگوار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خواندم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داخل حرم شدم ,حضرت قرائت قرآن را ترک نموده و از حرم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بردند</w:t>
      </w:r>
    </w:p>
    <w:p w:rsidR="00677CB5" w:rsidRPr="00677CB5" w:rsidRDefault="00CE5F02" w:rsidP="002C0FA9">
      <w:pPr>
        <w:pStyle w:val="Heading2"/>
        <w:rPr>
          <w:rtl/>
        </w:rPr>
      </w:pPr>
      <w:r>
        <w:rPr>
          <w:rtl/>
        </w:rPr>
        <w:br w:type="page"/>
      </w:r>
      <w:bookmarkStart w:id="11" w:name="_Toc493414612"/>
      <w:r w:rsidR="00677CB5" w:rsidRPr="00677CB5">
        <w:rPr>
          <w:rtl/>
        </w:rPr>
        <w:lastRenderedPageBreak/>
        <w:t>10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در سرداب مطهر</w:t>
      </w:r>
      <w:bookmarkEnd w:id="1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مـتـق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مرتض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خواهرزاده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را داشت و در سفر وحضر, همراه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مواظب خدمات داخل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خارج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بود, فرمود: در سـفـر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سـامـرا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حجره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علامه تنها در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حـجـره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داشـتـم کـه مـتصل به اتاق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 و کاملا مواظب بودم که شب و روزآن جناب را خدمت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شـبـهـا</w:t>
      </w:r>
      <w:r w:rsidRPr="00677CB5">
        <w:rPr>
          <w:rtl/>
          <w:lang w:bidi="fa-IR"/>
        </w:rPr>
        <w:t xml:space="preserve"> مـردم نزد آن مرحوم جمع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شدند, تا آن که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برحسب عادت خود نشست , و مردم نزد او جمع شدند,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شب حضورمردم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پسندد و دوسـت دارد خـلـوت کـند.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هرکس سخن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,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شدکه عجله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کم</w:t>
      </w:r>
      <w:r w:rsidRPr="00677CB5">
        <w:rPr>
          <w:rtl/>
          <w:lang w:bidi="fa-IR"/>
        </w:rPr>
        <w:t xml:space="preserve"> کم مردم رفـتند و جز من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امر فرمود که خارج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حجره خود رفتم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حالت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خواب ازچشمم رفته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صبر کردم , آنگاه مخف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تا از حالش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درب حجره اش بسته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شکاف در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چراغ به حال خودروشن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حجره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اتاق شدم و از وضع آن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امشب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لـذا</w:t>
      </w:r>
      <w:r w:rsidRPr="00677CB5">
        <w:rPr>
          <w:rtl/>
          <w:lang w:bidi="fa-IR"/>
        </w:rPr>
        <w:t xml:space="preserve"> بـه خـاطـر مـخف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برهنه در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براه افتادم , ابتدا داخل صحن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عـسـکر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بسته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اطراف و خارج حرم تفحص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اثـر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ـافـتم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صحن سرداب مقدس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درها بازاست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پله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آهسته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رفتم و مواظب بودم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خود بروز ندهم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از گوشه سرداب همهمه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,اما کلمات را تشخ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سه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چهار پله ماند و من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آهستگ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از آن جا بلند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مرتض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چرا از حجره ات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در جـا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خکوب</w:t>
      </w:r>
      <w:r w:rsidRPr="00677CB5">
        <w:rPr>
          <w:rtl/>
          <w:lang w:bidi="fa-IR"/>
        </w:rPr>
        <w:t xml:space="preserve"> شدم 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بودم که چه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که تا مرا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,برگردم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خـود گـفـتـم , چـطور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آمدنت را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را بدون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شناخته است , بـپوشان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لذا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 معذرت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دادم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پله ها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رفتم , تا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گوشه سرداب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تنها رو به قبله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که او باغا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از انظار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سخن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</w:t>
      </w:r>
    </w:p>
    <w:p w:rsidR="00677CB5" w:rsidRPr="00677CB5" w:rsidRDefault="00CE5F02" w:rsidP="00677C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77CB5" w:rsidRPr="00677CB5">
        <w:rPr>
          <w:rtl/>
          <w:lang w:bidi="fa-IR"/>
        </w:rPr>
        <w:lastRenderedPageBreak/>
        <w:t>11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تشرف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بحرالعلوم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آخوند</w:t>
      </w:r>
      <w:r w:rsidRPr="00677CB5">
        <w:rPr>
          <w:rtl/>
          <w:lang w:bidi="fa-IR"/>
        </w:rPr>
        <w:t>,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ناظر کارها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در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در مکه معظمه سکونت داشت , با آن که در شهر غربت بسر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 واز همه دوستان دور بود,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از بذل و بخشش کوتاه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کثرت مخارج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شدن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ها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بود, چگونگ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را خدمت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عرض کردم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نفرمود.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برنامه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صبح طواف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دور کعبه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به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در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مخصوص خودش بود,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ما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</w:t>
      </w:r>
      <w:r w:rsidR="00CE5F02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بعد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در اتـاق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و شاگردان از هر مذهب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 و او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روش مذهب خودشان درس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بودم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طواف برگشت , طبق معمول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حاضر کردم , اما ناگاه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شدت مضطرب شد وبه من گفت :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بردار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ببر.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خود با عجله برخاست و رفت و دررا باز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شخص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اعراب داخل شد و در اتاق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نشست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احترام و ادب دم در نشست و به من اشاره کرد که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نبرم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سـاعـت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آن شخص برخاست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باز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عجله از جا</w:t>
      </w:r>
      <w:r w:rsidR="00CE5F02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بلند شد و در خـانـه را بـاز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دستش</w:t>
      </w:r>
      <w:r w:rsidRPr="00677CB5">
        <w:rPr>
          <w:rtl/>
          <w:lang w:bidi="fa-IR"/>
        </w:rPr>
        <w:t xml:space="preserve">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بزرگوار را بر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کنار درخانه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سوار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رفـت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رنگ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برگشت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حواله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من داد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کاغذ,حواله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به مرد صراف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کوه صفا, نزد او برو و آنچه حواله شده ,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حـوالـه</w:t>
      </w:r>
      <w:r w:rsidRPr="00677CB5">
        <w:rPr>
          <w:rtl/>
          <w:lang w:bidi="fa-IR"/>
        </w:rPr>
        <w:t xml:space="preserve"> را گـرفـتـم و نزد همان مرد بردم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گرفت و در آن نظر کرد, کاغذ رابوس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 برو و چند حمال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رفتم و چهار حمال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صراف</w:t>
      </w:r>
      <w:r w:rsidRPr="00677CB5">
        <w:rPr>
          <w:rtl/>
          <w:lang w:bidi="fa-IR"/>
        </w:rPr>
        <w:t xml:space="preserve">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چهار نفر قدرت داشتند,پول فرانسه (هر پول فرانسه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پنج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عجم بود) آورد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برداشتندو به منزل آوردند.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آن صراف رفتم تا از او بپرسم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حواله از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بود,اما با کمال تـعـجـب نـه صـرافـ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نـه دکان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جا بود,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صراف با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خـصـوص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کجا است ؟ گفت :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هرگز صراف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مغازه </w:t>
      </w:r>
      <w:r w:rsidRPr="00677CB5">
        <w:rPr>
          <w:rFonts w:hint="eastAsia"/>
          <w:rtl/>
          <w:lang w:bidi="fa-IR"/>
        </w:rPr>
        <w:t>فلان</w:t>
      </w:r>
      <w:r w:rsidRPr="00677CB5">
        <w:rPr>
          <w:rtl/>
          <w:lang w:bidi="fa-IR"/>
        </w:rPr>
        <w:t xml:space="preserve"> شخص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دانستم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, از اسرار ملک علام وپروردگار متعال بوده است </w:t>
      </w:r>
    </w:p>
    <w:p w:rsidR="00677CB5" w:rsidRPr="00677CB5" w:rsidRDefault="00CE5F02" w:rsidP="002C0FA9">
      <w:pPr>
        <w:pStyle w:val="Heading2"/>
        <w:rPr>
          <w:rtl/>
        </w:rPr>
      </w:pPr>
      <w:r>
        <w:rPr>
          <w:rtl/>
        </w:rPr>
        <w:br w:type="page"/>
      </w:r>
      <w:bookmarkStart w:id="12" w:name="_Toc493414613"/>
      <w:r w:rsidR="00677CB5" w:rsidRPr="00677CB5">
        <w:rPr>
          <w:rtl/>
        </w:rPr>
        <w:lastRenderedPageBreak/>
        <w:t>12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زبان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بن طاووس</w:t>
      </w:r>
      <w:bookmarkEnd w:id="1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شخص موثق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اجازه نداده نامش را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نقل کرد: از خدا خواستم که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امام زمان خود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خـواب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فرمود: آن حضرت را در فلان وقت مشاهده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وقـت بـه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حرم مطهر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که صاحب آن صدا, حضرت امـام مـحـمـد تـقـ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صاحب صدا راقبل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دانـستم که آن بزرگوار است , اما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شناختم ,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, نخواستم بدون مقدمه خدمتشان مشرف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علت داخل حرم شده و سمت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همان بزرگوار,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که همراه او بود, از حرم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مهابت و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ادب مانع شد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بپرسم</w:t>
      </w:r>
    </w:p>
    <w:p w:rsidR="00677CB5" w:rsidRPr="00677CB5" w:rsidRDefault="00CE5F02" w:rsidP="002C0FA9">
      <w:pPr>
        <w:pStyle w:val="Heading2"/>
        <w:rPr>
          <w:rtl/>
        </w:rPr>
      </w:pPr>
      <w:r>
        <w:rPr>
          <w:rtl/>
        </w:rPr>
        <w:br w:type="page"/>
      </w:r>
      <w:bookmarkStart w:id="13" w:name="_Toc493414614"/>
      <w:r w:rsidR="00677CB5" w:rsidRPr="00677CB5">
        <w:rPr>
          <w:rtl/>
        </w:rPr>
        <w:lastRenderedPageBreak/>
        <w:t>13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حسن بن مثله جمکران</w:t>
      </w:r>
      <w:r w:rsidR="00677CB5" w:rsidRPr="00677CB5">
        <w:rPr>
          <w:rFonts w:hint="cs"/>
          <w:rtl/>
        </w:rPr>
        <w:t>ی</w:t>
      </w:r>
      <w:bookmarkEnd w:id="1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بزرگوار, حسن بن مثله جمکران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شب سه شنبه , هفدهم ماه مبارک رمضان سال نود و سه , در خانه ام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شب جـمع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در منزل آمدند و مرا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کرده و گفتند: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دعوت امام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اجابت کن که تو را خواسته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آماده شدم و به آنها گفتم : بگذار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راهنم</w:t>
      </w:r>
      <w:r w:rsidRPr="00677CB5">
        <w:rPr>
          <w:rtl/>
          <w:lang w:bidi="fa-IR"/>
        </w:rPr>
        <w:t xml:space="preserve"> را بپوشم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بلند شد: هو ما کان قم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صک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مال تو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خـواستم</w:t>
      </w:r>
      <w:r w:rsidRPr="00677CB5">
        <w:rPr>
          <w:rtl/>
          <w:lang w:bidi="fa-IR"/>
        </w:rPr>
        <w:t xml:space="preserve"> شلوار را بپوشم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آمد که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ذلک منک فخذ سراو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لک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شلوار, شلوار تو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شلوار</w:t>
      </w:r>
      <w:r w:rsidRPr="00677CB5">
        <w:rPr>
          <w:rtl/>
          <w:lang w:bidi="fa-IR"/>
        </w:rPr>
        <w:t xml:space="preserve"> خودت را بپوش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شلوار خودم را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خواستم</w:t>
      </w:r>
      <w:r w:rsidRPr="00677CB5">
        <w:rPr>
          <w:rtl/>
          <w:lang w:bidi="fa-IR"/>
        </w:rPr>
        <w:t xml:space="preserve"> به دنبال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خانه بگردم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آمد که الباب مفتوح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بازاست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منزل خارج شدم ,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بزرگان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جواب</w:t>
      </w:r>
      <w:r w:rsidRPr="00677CB5">
        <w:rPr>
          <w:rtl/>
          <w:lang w:bidi="fa-IR"/>
        </w:rPr>
        <w:t xml:space="preserve"> دادند وخوش آمد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مرا, تا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الان محل مسجد است , رساندند.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گذاشته شده و فرش نف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آن پهن است وبالشها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قـرار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جـوانـ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ساله بر آن تخت نشسته و به بالش تک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مـحـضـرش نشسته و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دارد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خواند,و حدود شصت مرد در آن مکان در اطراف او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خوانند: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لباس سبز به تن 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حضرت خضر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مرا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امام</w:t>
      </w:r>
      <w:r w:rsidRPr="00677CB5">
        <w:rPr>
          <w:rtl/>
          <w:lang w:bidi="fa-IR"/>
        </w:rPr>
        <w:t xml:space="preserve"> زمان ,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الاعظم ارواحنافداه مرا به نام خودم صدا زده و فرمودند: برو به حسن بن مسلم بگو, تو چند سال است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آباد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ما آن را خراب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پنج سال است که در آن کشت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امسال</w:t>
      </w:r>
      <w:r w:rsidRPr="00677CB5">
        <w:rPr>
          <w:rtl/>
          <w:lang w:bidi="fa-IR"/>
        </w:rPr>
        <w:t xml:space="preserve"> هم دو بـاره از سـر گـرفـتـه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مشغول آباد کردنش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اجازه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کـشـت کـن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هر استفاده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آن به دست آورده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محل 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بـسـازنـد.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حسن بن مسلم بگو,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برگز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بزرگ دانـسـته است ,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آن را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ملحق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علت ,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جـوان ازتو گرفت , اما متوجه نشد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اگر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دستور داده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انجام نده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تورا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فشار قرار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متوجه نشو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حـسـن</w:t>
      </w:r>
      <w:r w:rsidRPr="00677CB5">
        <w:rPr>
          <w:rtl/>
          <w:lang w:bidi="fa-IR"/>
        </w:rPr>
        <w:t xml:space="preserve"> بـن مـثـله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,عرض کردم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دنشانه</w:t>
      </w:r>
      <w:r w:rsidRPr="00677CB5">
        <w:rPr>
          <w:rtl/>
          <w:lang w:bidi="fa-IR"/>
        </w:rPr>
        <w:t xml:space="preserve"> و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مردم حرف بدون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قبول نخواهند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فرمودند: انا سنعلم هناک علامة (ما علامت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 تا شاهد صدق قول تو باشد).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تـو</w:t>
      </w:r>
      <w:r w:rsidRPr="00677CB5">
        <w:rPr>
          <w:rtl/>
          <w:lang w:bidi="fa-IR"/>
        </w:rPr>
        <w:t xml:space="preserve"> بـرو و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</w:t>
      </w:r>
      <w:r w:rsidRPr="00677CB5">
        <w:rPr>
          <w:rtl/>
          <w:lang w:bidi="fa-IR"/>
        </w:rPr>
        <w:t xml:space="preserve"> مـا را بـرسـان و بـه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بگو به همراه تو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مرد را حاضر کند و اسـتـفاده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چند 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برده است , از او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 و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بدهد, تا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را شروع کـنـنـد.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کسر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از رهق که در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اردهال و ملک مااست , آورده و مسجد را تمام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نـصـف رهق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وقف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که هر ساله پول آن را آورده , صرف ساختمان مسجد کـنـند.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مردم هم بگو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 رو آورده و آن را گرام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بدارند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چهار رکعت نماز بـخـوانـنـد,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که دو رکعت آن را به قصد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مسجد و در هر رکعت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حمد و هـفـت بارقل هو اللّه و در رکوع و سجود, هفت مرتبه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رکعت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نماز امـام صـاحـب الـزمان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بجا آورند,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که حمد را بخوانند,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</w:t>
      </w:r>
      <w:r w:rsidRPr="00677CB5">
        <w:rPr>
          <w:rtl/>
          <w:lang w:bidi="fa-IR"/>
        </w:rPr>
        <w:t xml:space="preserve"> نعبد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</w:t>
      </w:r>
      <w:r w:rsidRPr="00677CB5">
        <w:rPr>
          <w:rtl/>
          <w:lang w:bidi="fa-IR"/>
        </w:rPr>
        <w:t xml:space="preserve"> نـسـتـعـ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آن را صد بار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بعد از آن حمد را تا آخربخوانند.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رکعت</w:t>
      </w:r>
      <w:r w:rsidRPr="00677CB5">
        <w:rPr>
          <w:rtl/>
          <w:lang w:bidi="fa-IR"/>
        </w:rPr>
        <w:t xml:space="preserve"> دوم را هم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تـرت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عمل کنند و در رکوع و سجود هفت بارتسب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تمام شد, تهل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(لااله الا اللّه ) گـفـتـه و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حضرت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را بخوانند.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سر به سجده بگذارند و صـد بار بر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و آلش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صلوات بفرستند, فمن صل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فکانما 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العت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(هرکس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دورکعت نماز را بخواند,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دو رکعت نماز در خانه کعبه خوانده باشد).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حـسـن</w:t>
      </w:r>
      <w:r w:rsidRPr="00677CB5">
        <w:rPr>
          <w:rtl/>
          <w:lang w:bidi="fa-IR"/>
        </w:rPr>
        <w:t xml:space="preserve"> بـن مـثله جمکران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با خود گفتم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امحل</w:t>
      </w:r>
      <w:r w:rsidRPr="00677CB5">
        <w:rPr>
          <w:rtl/>
          <w:lang w:bidi="fa-IR"/>
        </w:rPr>
        <w:t xml:space="preserve"> مسجد همان است که حضرت در آن جا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من اشاره فرمودند که برو.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مـقـدار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را کـه آمدم , دوباره مرا خواستند و فرمودند: در گله جعفر کاشان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گله دار, 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را بخر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مردم روستا پولش را دادند, با پول آنهابخر, وگرنه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پول خود بـدهـ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فـردا</w:t>
      </w:r>
      <w:r w:rsidRPr="00677CB5">
        <w:rPr>
          <w:rtl/>
          <w:lang w:bidi="fa-IR"/>
        </w:rPr>
        <w:t xml:space="preserve"> شـب آن بـز را 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 و ذبح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روز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جدهم</w:t>
      </w:r>
      <w:r w:rsidRPr="00677CB5">
        <w:rPr>
          <w:rtl/>
          <w:lang w:bidi="fa-IR"/>
        </w:rPr>
        <w:t xml:space="preserve"> ماه مبارک رمضان گوشتش را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ماران</w:t>
      </w:r>
      <w:r w:rsidRPr="00677CB5">
        <w:rPr>
          <w:rtl/>
          <w:lang w:bidi="fa-IR"/>
        </w:rPr>
        <w:t xml:space="preserve"> و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مرض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دارند بده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را شفا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 ابلق (سف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)است و موها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هفت</w:t>
      </w:r>
      <w:r w:rsidRPr="00677CB5">
        <w:rPr>
          <w:rtl/>
          <w:lang w:bidi="fa-IR"/>
        </w:rPr>
        <w:t xml:space="preserve"> علامت در او هست : سه علامت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وچهارتا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شات</w:t>
      </w:r>
      <w:r w:rsidRPr="00677CB5">
        <w:rPr>
          <w:rtl/>
          <w:lang w:bidi="fa-IR"/>
        </w:rPr>
        <w:t xml:space="preserve"> , براه افتادم که بروم , اما باز مرا خواستند و فرمودند: ما تا هفتاد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اهفت</w:t>
      </w:r>
      <w:r w:rsidRPr="00677CB5">
        <w:rPr>
          <w:rtl/>
          <w:lang w:bidi="fa-IR"/>
        </w:rPr>
        <w:t xml:space="preserve"> روز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ـنـجا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(اگر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هفت روز,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است بر شب قدر,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سوم رمضان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هفتاد روز, شب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پنجم 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قعدة</w:t>
      </w:r>
      <w:r w:rsidRPr="00677CB5">
        <w:rPr>
          <w:rtl/>
          <w:lang w:bidi="fa-IR"/>
        </w:rPr>
        <w:t xml:space="preserve"> الحرام و روزبزرگ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حـسن</w:t>
      </w:r>
      <w:r w:rsidRPr="00677CB5">
        <w:rPr>
          <w:rtl/>
          <w:lang w:bidi="fa-IR"/>
        </w:rPr>
        <w:t xml:space="preserve"> بن مثله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به خانه برگشتم و همه شب را در فکر بودم , تا صبح شد و نمازخواندم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نـماز, سراغ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المنذر آمدم و اتفاقات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 تاجا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شب قبل مرا بـرده بـودند,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گفتم : به خدا قسم ,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را به من فرموده اند,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رها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سـپس</w:t>
      </w:r>
      <w:r w:rsidRPr="00677CB5">
        <w:rPr>
          <w:rtl/>
          <w:lang w:bidi="fa-IR"/>
        </w:rPr>
        <w:t xml:space="preserve"> به طرف منزل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الرضا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در منزلش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,خدمتگذاران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به من گفتند: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از اول صبح در انتظار تواست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اهل جمکران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بـلـ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نزد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رفتم و سلام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سلام مرابه نحو احسن داد و مرا گرام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آن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حسن بن مثله من خواب بـودم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گفت :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حسن بن مثله از جمکران نزد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چـه گـفـت سـخـن او را تـصد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کن و بر قولش اعتماد کن ,چون سخن او سخن ما است و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گفته اش را رد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تا الان منتظر تو بوده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حـسـن بن مثله وقا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را مشروحا به او گفت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همان وقت فرمود که اسبهارا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کـنـند بعد سوار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جعفر چوپان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گله رادر کنار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حـسن</w:t>
      </w:r>
      <w:r w:rsidRPr="00677CB5">
        <w:rPr>
          <w:rtl/>
          <w:lang w:bidi="fa-IR"/>
        </w:rPr>
        <w:t xml:space="preserve"> بن مثله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گله رفت و آن 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اوصافش را داده بودند, آخر گله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به طـرف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او هم آن بز را گرفت و خواست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متش</w:t>
      </w:r>
      <w:r w:rsidRPr="00677CB5">
        <w:rPr>
          <w:rtl/>
          <w:lang w:bidi="fa-IR"/>
        </w:rPr>
        <w:t xml:space="preserve"> را به جعفر بدهد.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جعفر</w:t>
      </w:r>
      <w:r w:rsidRPr="00677CB5">
        <w:rPr>
          <w:rtl/>
          <w:lang w:bidi="fa-IR"/>
        </w:rPr>
        <w:t xml:space="preserve"> سوگند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کرد کـه مـن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بـز را هـرگز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در گله من نبوده است , جز آن که امروز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هر طور خواسته ام آن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ممکن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تا الان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شما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بـز</w:t>
      </w:r>
      <w:r w:rsidRPr="00677CB5">
        <w:rPr>
          <w:rtl/>
          <w:lang w:bidi="fa-IR"/>
        </w:rPr>
        <w:t xml:space="preserve"> را هـمان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دستور داده بودند, به آن جا آوردند وکشتند.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در حضور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الرضا, حسن بن مسلم را حاضر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استفاده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از او گرفته و درآمد رهق را هم آورده و به آن اضافه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مسجد جمکران را ساخته و با چوب پوشاندند.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ابـوالـحـسـن الـرضـا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خها</w:t>
      </w:r>
      <w:r w:rsidRPr="00677CB5">
        <w:rPr>
          <w:rtl/>
          <w:lang w:bidi="fa-IR"/>
        </w:rPr>
        <w:t xml:space="preserve"> را به قم برد و در منزل خود گذاشت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ماران</w:t>
      </w:r>
      <w:r w:rsidRPr="00677CB5">
        <w:rPr>
          <w:rtl/>
          <w:lang w:bidi="fa-IR"/>
        </w:rPr>
        <w:t xml:space="preserve"> و دردمندان به منزلش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 و خود را به آن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آنان را به سرعت شفا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 و 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ابـوالـحـسـن</w:t>
      </w:r>
      <w:r w:rsidRPr="00677CB5">
        <w:rPr>
          <w:rtl/>
          <w:lang w:bidi="fa-IR"/>
        </w:rPr>
        <w:t xml:space="preserve"> مـحـمـد بـن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از چند نفر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الرضا درمحل مـوسـو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, در شـهـر قـم مدفون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فرزندانش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خواستند</w:t>
      </w:r>
      <w:r w:rsidRPr="00677CB5">
        <w:rPr>
          <w:rtl/>
          <w:lang w:bidi="fa-IR"/>
        </w:rPr>
        <w:t xml:space="preserve"> از همان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رها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بهره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صندوق را باز کردند, اماچ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</w:p>
    <w:p w:rsidR="00677CB5" w:rsidRPr="00677CB5" w:rsidRDefault="00864703" w:rsidP="00677C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77CB5" w:rsidRPr="00677CB5" w:rsidRDefault="00677CB5" w:rsidP="002C0FA9">
      <w:pPr>
        <w:pStyle w:val="Heading2"/>
        <w:rPr>
          <w:rtl/>
        </w:rPr>
      </w:pPr>
      <w:bookmarkStart w:id="14" w:name="_Toc493414615"/>
      <w:r w:rsidRPr="00677CB5">
        <w:rPr>
          <w:rtl/>
        </w:rPr>
        <w:t>14</w:t>
      </w:r>
      <w:r w:rsidR="00864703">
        <w:rPr>
          <w:rFonts w:hint="cs"/>
          <w:rtl/>
        </w:rPr>
        <w:t xml:space="preserve"> </w:t>
      </w:r>
      <w:r w:rsidRPr="00677CB5">
        <w:rPr>
          <w:rtl/>
        </w:rPr>
        <w:t>- تشرف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به نقل 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د</w:t>
      </w:r>
      <w:r w:rsidRPr="00677CB5">
        <w:rPr>
          <w:rtl/>
        </w:rPr>
        <w:t xml:space="preserve"> بن طاووس در روز 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کشنبه</w:t>
      </w:r>
      <w:bookmarkEnd w:id="14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شـخـصـ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ـکـشـنبه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آن حضرت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الـسـلام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الشجرة النبو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و الدوحة الهاشم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المض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ئة المثمرة بالنبوة المونقة بالامامة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ادم و نوح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تک</w:t>
      </w:r>
      <w:r w:rsidRPr="00677CB5">
        <w:rPr>
          <w:rtl/>
          <w:lang w:bidi="fa-IR"/>
        </w:rPr>
        <w:t xml:space="preserve"> الط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الملائکة المحدق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بک والحاف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بقبرک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وم</w:t>
      </w:r>
      <w:r w:rsidRPr="00677CB5">
        <w:rPr>
          <w:rtl/>
          <w:lang w:bidi="fa-IR"/>
        </w:rPr>
        <w:t xml:space="preserve"> الا</w:t>
      </w:r>
      <w:r w:rsidRPr="00677CB5">
        <w:rPr>
          <w:rFonts w:hint="eastAsia"/>
          <w:rtl/>
          <w:lang w:bidi="fa-IR"/>
        </w:rPr>
        <w:t>حد</w:t>
      </w:r>
      <w:r w:rsidRPr="00677CB5">
        <w:rPr>
          <w:rtl/>
          <w:lang w:bidi="fa-IR"/>
        </w:rPr>
        <w:t xml:space="preserve"> و هو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ومک</w:t>
      </w:r>
      <w:r w:rsidRPr="00677CB5">
        <w:rPr>
          <w:rtl/>
          <w:lang w:bidi="fa-IR"/>
        </w:rPr>
        <w:t xml:space="preserve"> و بـاسـمک و انا 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فک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وجارک فاضفن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اجرن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فانک 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تحب الض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افة</w:t>
      </w:r>
      <w:r w:rsidRPr="00677CB5">
        <w:rPr>
          <w:rtl/>
          <w:lang w:bidi="fa-IR"/>
        </w:rPr>
        <w:t xml:space="preserve"> و ماءمور بـالاجـارة فـافعل ما رغبت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رجوته منک بمنزلتک و ال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تک</w:t>
      </w:r>
      <w:r w:rsidRPr="00677CB5">
        <w:rPr>
          <w:rtl/>
          <w:lang w:bidi="fa-IR"/>
        </w:rPr>
        <w:t xml:space="preserve"> عنداللّه و منزلته عندکم و بـحـق ابن عمک رسول اللّه 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آله و سلم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کم</w:t>
      </w:r>
      <w:r w:rsidRPr="00677CB5">
        <w:rPr>
          <w:rtl/>
          <w:lang w:bidi="fa-IR"/>
        </w:rPr>
        <w:t xml:space="preserve"> اجمع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[روزها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کشنبه</w:t>
      </w:r>
      <w:r w:rsidRPr="00677CB5">
        <w:rPr>
          <w:rtl/>
          <w:lang w:bidi="fa-IR"/>
        </w:rPr>
        <w:t xml:space="preserve"> مـتـعـلـق به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وحضرت فاطمه زهرا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در کتاب مفات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الجنان ذکر شده است .] </w:t>
      </w:r>
    </w:p>
    <w:p w:rsidR="00677CB5" w:rsidRPr="00677CB5" w:rsidRDefault="00864703" w:rsidP="002C0FA9">
      <w:pPr>
        <w:pStyle w:val="Heading2"/>
        <w:rPr>
          <w:rtl/>
        </w:rPr>
      </w:pPr>
      <w:r>
        <w:rPr>
          <w:rtl/>
        </w:rPr>
        <w:br w:type="page"/>
      </w:r>
      <w:bookmarkStart w:id="15" w:name="_Toc493414616"/>
      <w:r w:rsidR="00677CB5" w:rsidRPr="00677CB5">
        <w:rPr>
          <w:rtl/>
        </w:rPr>
        <w:lastRenderedPageBreak/>
        <w:t>15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زهر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1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تلاش فراوان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داشتم , اما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خواسته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6470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بـه حـضور محمد بن عثمان عمرو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دوم حضرت در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صغر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خدمت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التماس کردم که مرا به محضرآن حضرت برساند.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قبول</w:t>
      </w:r>
      <w:r w:rsidRPr="00677CB5">
        <w:rPr>
          <w:rtl/>
          <w:lang w:bidi="fa-IR"/>
        </w:rPr>
        <w:t xml:space="preserve"> نکرد,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تضرع کردم , فرمود: فردا, اول روز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بـعـد, اول وقـت بـه نزد او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که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خوشرو و خوشبو درلباس تجار همراه او بود و جنس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خود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عمرو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جوان اشاره کرد,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آن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بـه حـضـور آن حـضـرت رفـتم و آنچه خواستم سؤال کردم و جواب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بعدحضرت</w:t>
      </w:r>
      <w:r w:rsidRPr="00677CB5">
        <w:rPr>
          <w:rtl/>
          <w:lang w:bidi="fa-IR"/>
        </w:rPr>
        <w:t xml:space="preserve"> , به درخـانه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مورد توجه نبود,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خواستند داخل آن خانه شوند که عمرو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اگر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بپرس ,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او را نخواه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رفـتـم</w:t>
      </w:r>
      <w:r w:rsidRPr="00677CB5">
        <w:rPr>
          <w:rtl/>
          <w:lang w:bidi="fa-IR"/>
        </w:rPr>
        <w:t xml:space="preserve"> که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بپرسم , اما حضرت گوش ندادند و داخل خانه شدند و فرمودند:((ملعون است , مـلـعـون است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نماز مغرب را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ستاره در آسمان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ادشود</w:t>
      </w:r>
      <w:r w:rsidRPr="00677CB5">
        <w:rPr>
          <w:rtl/>
          <w:lang w:bidi="fa-IR"/>
        </w:rPr>
        <w:t>,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اندازد. </w:t>
      </w:r>
    </w:p>
    <w:p w:rsidR="00864703" w:rsidRDefault="00677CB5" w:rsidP="0086470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ملعون</w:t>
      </w:r>
      <w:r w:rsidRPr="00677CB5">
        <w:rPr>
          <w:rtl/>
          <w:lang w:bidi="fa-IR"/>
        </w:rPr>
        <w:t xml:space="preserve"> است , ملعون است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نماز صبح را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ستاره ها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شوند,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اندازد))</w:t>
      </w:r>
    </w:p>
    <w:p w:rsidR="00677CB5" w:rsidRPr="00677CB5" w:rsidRDefault="00864703" w:rsidP="002C0FA9">
      <w:pPr>
        <w:pStyle w:val="Heading2"/>
        <w:rPr>
          <w:rtl/>
        </w:rPr>
      </w:pPr>
      <w:r>
        <w:rPr>
          <w:rtl/>
        </w:rPr>
        <w:br w:type="page"/>
      </w:r>
      <w:bookmarkStart w:id="16" w:name="_Toc493414617"/>
      <w:r w:rsidR="00677CB5" w:rsidRPr="00677CB5">
        <w:rPr>
          <w:rtl/>
        </w:rPr>
        <w:lastRenderedPageBreak/>
        <w:t>16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ازد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1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من مشغول طواف خانه خدا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شش</w:t>
      </w:r>
      <w:r w:rsidRPr="00677CB5">
        <w:rPr>
          <w:rtl/>
          <w:lang w:bidi="fa-IR"/>
        </w:rPr>
        <w:t xml:space="preserve"> دور رفتم و قصد داشتم دور هفتم را شروع کنم که ناگاه چشمم به حلقه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افتاد که در طرف راست کعبه بودند!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خوشرو و خوشبو با مهابت تمام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بهتر از سخن او و دلنش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 از گفتارش نشن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رفتم که با او صحبت کنم , اما ازدحام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مانع از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86470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 : پسر رسول خدا </w:t>
      </w:r>
      <w:r w:rsidR="00864703" w:rsidRPr="00864703">
        <w:rPr>
          <w:rStyle w:val="libAlaemChar"/>
          <w:rFonts w:eastAsiaTheme="minorHAnsi"/>
          <w:rtl/>
        </w:rPr>
        <w:t>صلى‌الله‌عليه‌وآله‌وسلم</w:t>
      </w:r>
      <w:r w:rsidRPr="00677CB5">
        <w:rPr>
          <w:rtl/>
          <w:lang w:bidi="fa-IR"/>
        </w:rPr>
        <w:t xml:space="preserve"> است , که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خواص (دوستان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خود ظاهر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مـطـلـب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خود را به او رسانده و عرض کردم : مولاجان ,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خدمت شما آمده ام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مرا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گفته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دست بردند و از سنگر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برداشتند و به من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نـگـاه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تکه طلا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رامشاهده کردم , براه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بزرگوار پشت سر من آمدند و به من فرمودند:حجت بر تو ثابت شد و حق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ظاهر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کور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چشم تو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مراشناخت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نه , نشناختم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منم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منم</w:t>
      </w:r>
      <w:r w:rsidRPr="00677CB5">
        <w:rPr>
          <w:rtl/>
          <w:lang w:bidi="fa-IR"/>
        </w:rPr>
        <w:t xml:space="preserve"> قائم زمان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منم</w:t>
      </w:r>
      <w:r w:rsidRPr="00677CB5">
        <w:rPr>
          <w:rtl/>
          <w:lang w:bidi="fa-IR"/>
        </w:rPr>
        <w:t xml:space="preserve"> آن که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پر از عدل و داد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ظلم و ستم پر شده باشد, به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حجت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نخواهد بودو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را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و سرگردان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رها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فرمودند: آنچه را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تو امانت است , آن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برادران مؤمنت نقل ک</w:t>
      </w:r>
      <w:r w:rsidR="00776CB5">
        <w:rPr>
          <w:rFonts w:hint="cs"/>
          <w:rtl/>
          <w:lang w:bidi="fa-IR"/>
        </w:rPr>
        <w:t>ن</w:t>
      </w:r>
    </w:p>
    <w:p w:rsidR="00677CB5" w:rsidRPr="00677CB5" w:rsidRDefault="00776CB5" w:rsidP="002C0FA9">
      <w:pPr>
        <w:pStyle w:val="Heading2"/>
        <w:rPr>
          <w:rtl/>
        </w:rPr>
      </w:pPr>
      <w:r>
        <w:rPr>
          <w:rtl/>
        </w:rPr>
        <w:br w:type="page"/>
      </w:r>
      <w:bookmarkStart w:id="17" w:name="_Toc493414618"/>
      <w:r w:rsidR="00677CB5" w:rsidRPr="00677CB5">
        <w:rPr>
          <w:rtl/>
        </w:rPr>
        <w:lastRenderedPageBreak/>
        <w:t>17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ابوسع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کابل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1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شاذان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بـه گـوشم خورده بود, که ابوسع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کابل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کتاب انج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صحت و حقان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مقدس اسلام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و لذا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شده است و از کابل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از اسلام خارج گشته , و به آن جا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در فکر بودم او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ملاقاتش کردم و از احوالش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نقل کرد: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محضرحضرت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زحمت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تا آن کـه وارد مـد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ـنـه</w:t>
      </w:r>
      <w:r w:rsidRPr="00677CB5">
        <w:rPr>
          <w:rtl/>
          <w:lang w:bidi="fa-IR"/>
        </w:rPr>
        <w:t xml:space="preserve"> مـنـوره گشته ,مدت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اقامت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با هرکس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مرا نه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کـه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هاشم به نام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بن محمد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ملاقات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گفت :آن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به دنبالش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آن جا 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خبر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طرف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براه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به دهل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راآب پاش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بـودنـد, وارد شـدم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غلام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مرا ازنشستن در آن جا نه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گفت :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بلند شو و برو.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قدر اصرار کرد, من قبول نکردم و گفتم :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به التماس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داخل خانه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لحظات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گفت : داخل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شدم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وسط خانه نشسته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نظرمبارک حضرت بر من افتاد, مرا به آن نام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کانم</w:t>
      </w:r>
      <w:r w:rsidRPr="00677CB5">
        <w:rPr>
          <w:rtl/>
          <w:lang w:bidi="fa-IR"/>
        </w:rPr>
        <w:t xml:space="preserve"> در کابل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دانستند, خواندند.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مولاجان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رفته است -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نبود -وقت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جـمله را از من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فرمودند: نه ,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ات هست , اما به خاطرا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دروغ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خواهد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عطا فرمودند و من هم برگشتم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آنچه با خود داشتم ,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به من عطا کرده بودند,ماند.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سال</w:t>
      </w:r>
      <w:r w:rsidRPr="00677CB5">
        <w:rPr>
          <w:rtl/>
          <w:lang w:bidi="fa-IR"/>
        </w:rPr>
        <w:t xml:space="preserve"> دوم هم به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مشرف شدم , اما آن خانه را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جانبود</w:t>
      </w:r>
    </w:p>
    <w:p w:rsidR="00677CB5" w:rsidRPr="00677CB5" w:rsidRDefault="00776CB5" w:rsidP="002C0FA9">
      <w:pPr>
        <w:pStyle w:val="Heading2"/>
        <w:rPr>
          <w:rtl/>
        </w:rPr>
      </w:pPr>
      <w:r>
        <w:rPr>
          <w:rtl/>
        </w:rPr>
        <w:br w:type="page"/>
      </w:r>
      <w:bookmarkStart w:id="18" w:name="_Toc493414619"/>
      <w:r w:rsidR="00677CB5" w:rsidRPr="00677CB5">
        <w:rPr>
          <w:rtl/>
        </w:rPr>
        <w:lastRenderedPageBreak/>
        <w:t>18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غانم هند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1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غانم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مـن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شهرها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هند (کشم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) بودم و دوستان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که چهل نفر بودند. </w:t>
      </w:r>
    </w:p>
    <w:p w:rsidR="00677CB5" w:rsidRPr="00677CB5" w:rsidRDefault="00677CB5" w:rsidP="00776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برکرس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کـه در طـرف راسـت سـلـطان بود,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همه کتب اربعه (تورات ,انج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زبور و صحف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) را خوانده , با آنها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مردم حکم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ومسائل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حلال و حرام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سلطان</w:t>
      </w:r>
      <w:r w:rsidRPr="00677CB5">
        <w:rPr>
          <w:rtl/>
          <w:lang w:bidi="fa-IR"/>
        </w:rPr>
        <w:t xml:space="preserve"> و رع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هم به ما رجوع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خصوص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, رسول اللّه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="00776CB5" w:rsidRPr="00776CB5">
        <w:rPr>
          <w:rFonts w:ascii="Traditional Arabic" w:eastAsiaTheme="minorHAnsi" w:hAnsi="Traditional Arabic" w:cs="Traditional Arabic"/>
          <w:rtl/>
        </w:rPr>
        <w:t xml:space="preserve"> </w:t>
      </w:r>
      <w:r w:rsidR="00776CB5" w:rsidRPr="00776CB5">
        <w:rPr>
          <w:rStyle w:val="libAlaemChar"/>
          <w:rFonts w:eastAsiaTheme="minorHAnsi"/>
          <w:rtl/>
        </w:rPr>
        <w:t>صلى‌الله‌عليه‌وآله‌وسلم</w:t>
      </w:r>
      <w:r w:rsidRPr="00677CB5">
        <w:rPr>
          <w:rtl/>
          <w:lang w:bidi="fa-IR"/>
        </w:rPr>
        <w:t>, صحبت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خودمان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که در کـتـابها نامش برده شده وضعش بر ما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پس واجب است که به دنبال او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آثارش را جستجو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مـجـلـس نـظـر تـمام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قرار گرفت که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جستجو خارج شده و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ـاحـت</w:t>
      </w:r>
      <w:r w:rsidRPr="00677CB5">
        <w:rPr>
          <w:rtl/>
          <w:lang w:bidi="fa-IR"/>
        </w:rPr>
        <w:t xml:space="preserve"> کـنـم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عزم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خود, مال و ثروت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برداشته بودم , از هندوستان , خارج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دوازده</w:t>
      </w:r>
      <w:r w:rsidRPr="00677CB5">
        <w:rPr>
          <w:rtl/>
          <w:lang w:bidi="fa-IR"/>
        </w:rPr>
        <w:t xml:space="preserve"> ماه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نمودم , تا آن که به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شهر کابل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ترکمن ها برخورد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مرا غارت و جراحات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وارد آوردند.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کابل وارد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حاکم</w:t>
      </w:r>
      <w:r w:rsidRPr="00677CB5">
        <w:rPr>
          <w:rtl/>
          <w:lang w:bidi="fa-IR"/>
        </w:rPr>
        <w:t xml:space="preserve"> کابل از حال من مطلع شد و مرا روانه بلخ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زمان , داوود بن عباس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الاسود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مطلع</w:t>
      </w:r>
      <w:r w:rsidRPr="00677CB5">
        <w:rPr>
          <w:rtl/>
          <w:lang w:bidi="fa-IR"/>
        </w:rPr>
        <w:t xml:space="preserve"> شد که من از هندوستان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اسـلام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ـرون</w:t>
      </w:r>
      <w:r w:rsidRPr="00677CB5">
        <w:rPr>
          <w:rtl/>
          <w:lang w:bidi="fa-IR"/>
        </w:rPr>
        <w:t xml:space="preserve"> آمده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با فقهاء و علماء علم کلام مناظره کرده ام و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آموخته ام , لذا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فرستاد و مرا در مجلس خود احضارکرد.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فقهاء</w:t>
      </w:r>
      <w:r w:rsidRPr="00677CB5">
        <w:rPr>
          <w:rtl/>
          <w:lang w:bidi="fa-IR"/>
        </w:rPr>
        <w:t xml:space="preserve"> را هم حاضر کرد و آنها با من مناظره نمودند و من هم به آنها خبر دادم که ازهند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نام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خارج شده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نام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باشد؟ گفتم : نام او محمد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ما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ـعـت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او سـؤال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تا 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آگاه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که محمد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است , اما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همان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به من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نزد او بـروم و از علائم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دارم ,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او همان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به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او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گفتند: ابوبکر.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, نام او را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عبداللّه بن عثمان و او از 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776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نسب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خود محمد </w:t>
      </w:r>
      <w:r w:rsidR="00776CB5" w:rsidRPr="00776CB5">
        <w:rPr>
          <w:rStyle w:val="libAlaemChar"/>
          <w:rFonts w:eastAsiaTheme="minorHAnsi"/>
          <w:rtl/>
        </w:rPr>
        <w:t>صلى‌الله‌عليه‌وآله‌وسلم</w:t>
      </w:r>
      <w:r w:rsidR="00776CB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را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نسب</w:t>
      </w:r>
      <w:r w:rsidRPr="00677CB5">
        <w:rPr>
          <w:rtl/>
          <w:lang w:bidi="fa-IR"/>
        </w:rPr>
        <w:t xml:space="preserve">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گـفـتـم</w:t>
      </w:r>
      <w:r w:rsidRPr="00677CB5">
        <w:rPr>
          <w:rtl/>
          <w:lang w:bidi="fa-IR"/>
        </w:rPr>
        <w:t xml:space="preserve"> : آن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ـغمبر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به دنبال او هستم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آن که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اوهستم , خـلـ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ـفـه</w:t>
      </w:r>
      <w:r w:rsidRPr="00677CB5">
        <w:rPr>
          <w:rtl/>
          <w:lang w:bidi="fa-IR"/>
        </w:rPr>
        <w:t xml:space="preserve"> اش برادر او در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پسرعمو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در نسب , شوهر دخترش در سبب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پدر اولاد او است و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در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اولاد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اولادخل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خود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آشوب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پا شد و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الام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از شرک خارج و وارد کفر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خون او حلال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, من 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و از آن دست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تا آن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بدست آورم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اوصاف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را در کتب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غمبران</w:t>
      </w:r>
      <w:r w:rsidRPr="00677CB5">
        <w:rPr>
          <w:rtl/>
          <w:lang w:bidi="fa-IR"/>
        </w:rPr>
        <w:t xml:space="preserve"> گذشته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ازشهر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و عزت و دولت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امدم</w:t>
      </w:r>
      <w:r w:rsidRPr="00677CB5">
        <w:rPr>
          <w:rtl/>
          <w:lang w:bidi="fa-IR"/>
        </w:rPr>
        <w:t xml:space="preserve"> , مگر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او,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مطابق با اوصاف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موعود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دست از سر من بردار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مـطلب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اسک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را که از اصحاب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بود, خواست و به او گفت :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مناظره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 : خدا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حفظ کند, فقهاء و علماء در محضر تو هستند و از من داناترو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ناترند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</w:t>
      </w:r>
      <w:r w:rsidRPr="00677CB5">
        <w:rPr>
          <w:rtl/>
          <w:lang w:bidi="fa-IR"/>
        </w:rPr>
        <w:t xml:space="preserve"> : نه , بلکه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خلوت با او مناظره کن و کمال ملاطفت رارعا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مرا به خلوت برده و با من مدارا نمود و گفت : آن کس که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محمد است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ـنـها</w:t>
      </w:r>
      <w:r w:rsidRPr="00677CB5">
        <w:rPr>
          <w:rtl/>
          <w:lang w:bidi="fa-IR"/>
        </w:rPr>
        <w:t xml:space="preserve"> گفتند.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بن عبد المطلب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است . </w:t>
      </w:r>
    </w:p>
    <w:p w:rsidR="00677CB5" w:rsidRPr="00677CB5" w:rsidRDefault="00677CB5" w:rsidP="00776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همسر فاطمه </w:t>
      </w:r>
      <w:r w:rsidR="00776CB5" w:rsidRPr="00776CB5">
        <w:rPr>
          <w:rStyle w:val="libAlaemChar"/>
          <w:rFonts w:eastAsiaTheme="minorHAnsi"/>
          <w:rtl/>
        </w:rPr>
        <w:t>عليها‌السلام</w:t>
      </w:r>
      <w:r w:rsidR="00776CB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- دختر آن حضرت - و پدر حسن و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- دو فرزندپ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-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غـانـم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: 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گفتم : اللّه اکبر,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همان است که من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خـواهـم , لذا به نزد داوود بن عباس آمدم 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الام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کس را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اشهد</w:t>
      </w:r>
      <w:r w:rsidRPr="00677CB5">
        <w:rPr>
          <w:rtl/>
          <w:lang w:bidi="fa-IR"/>
        </w:rPr>
        <w:t xml:space="preserve"> ان لااله الا اللّه و ان محمدا رسول 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داوود</w:t>
      </w:r>
      <w:r w:rsidRPr="00677CB5">
        <w:rPr>
          <w:rtl/>
          <w:lang w:bidi="fa-IR"/>
        </w:rPr>
        <w:t xml:space="preserve"> به من احسان و اکرام نمود و متوجه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 و گفت : مراقب حال او باش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هـمـراه</w:t>
      </w:r>
      <w:r w:rsidRPr="00677CB5">
        <w:rPr>
          <w:rtl/>
          <w:lang w:bidi="fa-IR"/>
        </w:rPr>
        <w:t xml:space="preserve"> 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رفتم و با او انس گرفتم و مسائل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را از او آموختم : نماز و روزه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واجـبـات را به من آموخت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گفتم : ما در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محمد خـاتـم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بعد از او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که کارها بعد از او با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وارث و خـل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با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در اعقاب و فرزندانش تا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امت</w:t>
      </w:r>
      <w:r w:rsidRPr="00677CB5">
        <w:rPr>
          <w:rtl/>
          <w:lang w:bidi="fa-IR"/>
        </w:rPr>
        <w:t xml:space="preserve">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بگو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؟ گـفـت : حسن و بعد از او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بعد از او پسران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خلاصه نام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ذکر کـرد, تـا آن کـه بـه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مرا از آنچه واقع گشته , خبر داد, لذا فکر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, مگر آن که به دنبال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براه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بـعـد</w:t>
      </w:r>
      <w:r w:rsidRPr="00677CB5">
        <w:rPr>
          <w:rtl/>
          <w:lang w:bidi="fa-IR"/>
        </w:rPr>
        <w:t xml:space="preserve"> از آن در سـال 264, غـانم به شهر قم آمد و با اهل قم و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امام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بود تا آن که بابرخ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روانه بغداد شد و با او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سنت بود که ابتداء هم مذهب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غـانـم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اخلاق آن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را نپسند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لذا از او جدا شده و سفرم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تا وارد سامرا شدم و از آن جا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(مسجد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عباس که حالامخروبه و معروف به خلفاء است و سابقا دارالحکومة بوده است )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نمازرا خوانده و درباره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قصد داشتم به فکر فرو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آمد و گفت : تو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مرا به آن اسم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هند داشتم , نام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بله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اجابت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همراهش روانه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کوچه 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من به دنبالش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وارد خانه و باغ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داخل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که نشسته اند و به من توجه کردند و به زبان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مرحبا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فلان (خوش آمد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), حالت چطور است ؟ حال فلان وفلان (تمام چهل نفر از دوستان مرا نام برد) چطور است ؟ و راجع به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جداگانه سؤال فرمود.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مرا به وقا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اتفاق افتاده بود, خبر داد و تمام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به زبان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اهل قم به حج 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مرو, امسال صبر کن و سال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برو.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نزدحضرتش بود, بـرداشت و به من مرحمت کرد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مخارجت بردار ودر بغداد بر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نام او را ذکر فرمود - وارد شو و او را بر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مطلع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غانم برگشت و به حج نرفت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قاصدها آمدند و خبر آوردند که حجاج در آن سال از عقبه (محل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برگشته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, علت منع حضرت از تشرف به حج , دانسته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غـانـم</w:t>
      </w:r>
      <w:r w:rsidRPr="00677CB5">
        <w:rPr>
          <w:rtl/>
          <w:lang w:bidi="fa-IR"/>
        </w:rPr>
        <w:t xml:space="preserve"> هـم بـه خـراسـان مراجعت کرده و در سال بعد به حج مشرف شد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فرستاد و برگشت بعد به خراسان رفته و همان جا توقف نمود, تا آن که وفات کرد</w:t>
      </w:r>
    </w:p>
    <w:p w:rsidR="00677CB5" w:rsidRPr="00677CB5" w:rsidRDefault="002C5E85" w:rsidP="002C0FA9">
      <w:pPr>
        <w:pStyle w:val="Heading2"/>
        <w:rPr>
          <w:rtl/>
        </w:rPr>
      </w:pPr>
      <w:r>
        <w:rPr>
          <w:rtl/>
        </w:rPr>
        <w:br w:type="page"/>
      </w:r>
      <w:bookmarkStart w:id="19" w:name="_Toc493414620"/>
      <w:r w:rsidR="00677CB5" w:rsidRPr="00677CB5">
        <w:rPr>
          <w:rtl/>
        </w:rPr>
        <w:lastRenderedPageBreak/>
        <w:t>19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س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بن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جوهر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1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سال 268, به قصد حج از شهر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خود خارج شدم و ضمنا قصد تشرف به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منوره را داشتم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حضرت به دست آمده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(منزل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کوفه و مکه ) خارج شدم ,م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خوردن ماه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خرما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وارد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شدم و برادران خود (ش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) را ملاقات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به ظهورآن حضرت در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بشارت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لـذا</w:t>
      </w:r>
      <w:r w:rsidRPr="00677CB5">
        <w:rPr>
          <w:rtl/>
          <w:lang w:bidi="fa-IR"/>
        </w:rPr>
        <w:t xml:space="preserve"> بـه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کاخ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مشاهده کردم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تعداد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بزماده , داخل قصر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توقف کرده و منتظر فرج بودم , تا آن که نمازمغرب و عشاء را خواندم و مـشـغـول دعـا و تضرع و التماس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بدر, خادم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صدا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صدا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تهل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با حمد و 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قصر براه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ـاط</w:t>
      </w:r>
      <w:r w:rsidRPr="00677CB5">
        <w:rPr>
          <w:rtl/>
          <w:lang w:bidi="fa-IR"/>
        </w:rPr>
        <w:t xml:space="preserve"> قصر وارد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سفره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پهن کرده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مرا بر آن سفره دعوت کرد و گفت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فرموده اند هر چه را در حال مرض دوست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),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سفره بخور.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با خود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برهان که مرا از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در دلم گذشته , خـبر بدهند, مرا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آن بزرگوار, امام زمان من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با خود گفتم : چطور بخورم و حال آن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هنوزند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؟ ناگاه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غذا بخور که مرا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سـفـره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آن ماه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تازه پخته هست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هنوز ازجوش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ـفـتـاده</w:t>
      </w:r>
      <w:r w:rsidRPr="00677CB5">
        <w:rPr>
          <w:rtl/>
          <w:lang w:bidi="fa-IR"/>
        </w:rPr>
        <w:t xml:space="preserve"> و خرما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آن گذاشته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خرما شب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خرماها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خودمان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خـرمـا,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فکر کردم که من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چطورم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خرما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بخورم ؟ نـاگـاه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صدا زدند: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آنچه گفته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مگر تو بهتر از ما منافع ومضرات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حضرت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استغفار نمودم و از تمام آنچه که در سفره بود, خوردم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که از هر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,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دستم را در آن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آن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برنداشته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غذا را از تمام آنچه در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خورده بودم , لذ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ذترم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قدر خوردم که خجالت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صدا زدند: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امکن</w:t>
      </w:r>
      <w:r w:rsidRPr="00677CB5">
        <w:rPr>
          <w:rtl/>
          <w:lang w:bidi="fa-IR"/>
        </w:rPr>
        <w:t xml:space="preserve"> و بخور,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غذا از غذاها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بهشت است و دست مخلوقات به آن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خوردم و هر قدر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خوردم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عرض</w:t>
      </w:r>
      <w:r w:rsidRPr="00677CB5">
        <w:rPr>
          <w:rtl/>
          <w:lang w:bidi="fa-IR"/>
        </w:rPr>
        <w:t xml:space="preserve">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مرابس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به نزد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: با دست نشسته چطور به حضور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مشرف شوم ؟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خود را از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بشو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غذا که آلودگ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دسـت</w:t>
      </w:r>
      <w:r w:rsidRPr="00677CB5">
        <w:rPr>
          <w:rtl/>
          <w:lang w:bidi="fa-IR"/>
        </w:rPr>
        <w:t xml:space="preserve"> خـود را بـو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مشک و کافور, خوشبوتر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نزد آن بزرگواررفتم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ظـاهـر شد که چشمم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شد و چنان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مرا گرفت که تصور کردم هوش از سرم رفته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بـزرگـوار مـلاطـفت کردند و فرمودند: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امکان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شودکه مرا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خاطر آن است که تکذ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کنندگان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امام شماکجا است ؟ و در چه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وجـود دارد؟ و چه وقت متولد شده ؟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طرف او به شما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؟ او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به شما خبر داده و چه معجزه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آورده 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آنـها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ما خود راگاه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اوقات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شما ظاهر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آن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سخنان , 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قلب شما راه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نکند, والا حکم و تقد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خدا بر آن است که تا زمان معلوم (ظهورحضرت )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را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آن فرمودند: واللّه , مردم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ترک نمودند و با او جنگ کردند,و آن قدر به آن حـضـرت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رنگ</w:t>
      </w:r>
      <w:r w:rsidRPr="00677CB5">
        <w:rPr>
          <w:rtl/>
          <w:lang w:bidi="fa-IR"/>
        </w:rPr>
        <w:t xml:space="preserve"> زدند تا او را کشتند.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پدران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کردند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نکردند و آنان را ساحر و کاهن دانستند و مرتبط با اجنه گفتند, پس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امور درباره من تازگ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سـپس</w:t>
      </w:r>
      <w:r w:rsidRPr="00677CB5">
        <w:rPr>
          <w:rtl/>
          <w:lang w:bidi="fa-IR"/>
        </w:rPr>
        <w:t xml:space="preserve">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دوستان ما را به آنچه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خبر ده , و مبادا دشمنانمان را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امور آگاه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مولاجان , دعا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خدا مرا بر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ثابت بدارد.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فـرمودند</w:t>
      </w:r>
      <w:r w:rsidRPr="00677CB5">
        <w:rPr>
          <w:rtl/>
          <w:lang w:bidi="fa-IR"/>
        </w:rPr>
        <w:t>: اگر خدا تو را ثابت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مرا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پس برو, چون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وبرهان که آن را ملاحظه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رشد و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حضرت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 را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نعمت شکر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خارج شدم </w:t>
      </w:r>
    </w:p>
    <w:p w:rsidR="002C5E85" w:rsidRDefault="002C5E85" w:rsidP="00677CB5">
      <w:pPr>
        <w:pStyle w:val="libNormal"/>
        <w:rPr>
          <w:rtl/>
          <w:lang w:bidi="fa-IR"/>
        </w:rPr>
      </w:pPr>
    </w:p>
    <w:p w:rsidR="00677CB5" w:rsidRPr="00677CB5" w:rsidRDefault="002C5E85" w:rsidP="002C0FA9">
      <w:pPr>
        <w:pStyle w:val="Heading2"/>
        <w:rPr>
          <w:rtl/>
        </w:rPr>
      </w:pPr>
      <w:r>
        <w:rPr>
          <w:rtl/>
        </w:rPr>
        <w:br w:type="page"/>
      </w:r>
      <w:bookmarkStart w:id="20" w:name="_Toc493414621"/>
      <w:r w:rsidR="00677CB5" w:rsidRPr="00677CB5">
        <w:rPr>
          <w:rtl/>
        </w:rPr>
        <w:lastRenderedPageBreak/>
        <w:t>20- تشرف حسن بن وجناء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2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ابومحمد</w:t>
      </w:r>
      <w:r w:rsidRPr="00677CB5">
        <w:rPr>
          <w:rtl/>
          <w:lang w:bidi="fa-IR"/>
        </w:rPr>
        <w:t xml:space="preserve"> حسن بن وجناء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پنجاه و چهارم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حج خود را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,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زاب</w:t>
      </w:r>
      <w:r w:rsidRPr="00677CB5">
        <w:rPr>
          <w:rtl/>
          <w:lang w:bidi="fa-IR"/>
        </w:rPr>
        <w:t xml:space="preserve"> (ناودان خانه کعبه ), بعد از نماز عشاء, در سجده بودم و دعا و تضرع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مراحرکت داد و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حسن بن وجناء,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سـر</w:t>
      </w:r>
      <w:r w:rsidRPr="00677CB5">
        <w:rPr>
          <w:rtl/>
          <w:lang w:bidi="fa-IR"/>
        </w:rPr>
        <w:t xml:space="preserve"> بـرداشتم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زرد و لاغر, به سن چهل سال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زن</w:t>
      </w:r>
      <w:r w:rsidRPr="00677CB5">
        <w:rPr>
          <w:rtl/>
          <w:lang w:bidi="fa-IR"/>
        </w:rPr>
        <w:t xml:space="preserve"> براه افتاد و من پشت سر او بدون آن که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روانه شدم . </w:t>
      </w:r>
    </w:p>
    <w:p w:rsidR="00677CB5" w:rsidRPr="00677CB5" w:rsidRDefault="00677CB5" w:rsidP="002C5E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به خانه حضرت خد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</w:t>
      </w:r>
      <w:r w:rsidR="002C5E85" w:rsidRPr="002C5E85">
        <w:rPr>
          <w:rStyle w:val="libAlaemChar"/>
          <w:rFonts w:eastAsiaTheme="minorHAnsi"/>
          <w:rtl/>
        </w:rPr>
        <w:t>عليها‌السلام</w:t>
      </w:r>
      <w:r w:rsidR="002C5E8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خـانـه</w:t>
      </w:r>
      <w:r w:rsidRPr="00677CB5">
        <w:rPr>
          <w:rtl/>
          <w:lang w:bidi="fa-IR"/>
        </w:rPr>
        <w:t xml:space="preserve"> , اتـاقـ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 که در آن وسط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بود و نردبان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گذاشته بودند که به طرف دراتاق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زن بالا رفت و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آمد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حسن بالا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رفتم و کناردر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موقع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فرمودند: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حسن بر من نترس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(کنا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چقدر به فکر من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؟) به خدا قسم در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حج مشرف نشد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,مگر آن که من با تو (و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تو)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از شدت اضطراب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tl/>
          <w:lang w:bidi="fa-IR"/>
        </w:rPr>
        <w:t xml:space="preserve"> شدم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ازدقا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خود آمدم و برخاستم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حسن در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ملازم خانه جعفر بن محمد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 و در خصوص آذوقه و پوشاک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به فکر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بلکه مشغول طاعت و عبادت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از آن دفتر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و صلوات بر خودشان بود, عطا کردند وفرمودند: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بـخـوان و همان طور بر من صلوات فرست و آن را به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دوستانم نده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که توف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در دست خدا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حسن</w:t>
      </w:r>
      <w:r w:rsidRPr="00677CB5">
        <w:rPr>
          <w:rtl/>
          <w:lang w:bidi="fa-IR"/>
        </w:rPr>
        <w:t xml:space="preserve"> بن وجناء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شما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نخواهم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حـسن , هر وقت خدا بخواهد,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مرا مرخص کردندو من هم مراجعت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ملازم خانه امام جعفر صادق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بودم و از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,مگر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وضو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خـواب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افطار.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افطار وارد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کاسه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گذاشته شده و هر غـذا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روز به آن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بودم ,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قرار داده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آن غذا به قدر کفا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لباس</w:t>
      </w:r>
      <w:r w:rsidRPr="00677CB5">
        <w:rPr>
          <w:rtl/>
          <w:lang w:bidi="fa-IR"/>
        </w:rPr>
        <w:t xml:space="preserve"> زمستان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تابستان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در وقت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طـرفـ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آب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آوردند و من آب را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غذا</w:t>
      </w:r>
      <w:r w:rsidRPr="00677CB5">
        <w:rPr>
          <w:rtl/>
          <w:lang w:bidi="fa-IR"/>
        </w:rPr>
        <w:t xml:space="preserve">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آوردند,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چـون احـتـ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نـداشـتـم , آن را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حالم اطلاع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دانکند</w:t>
      </w:r>
      <w:r w:rsidRPr="00677CB5">
        <w:rPr>
          <w:rtl/>
          <w:lang w:bidi="fa-IR"/>
        </w:rPr>
        <w:t>, تصدق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</w:t>
      </w:r>
    </w:p>
    <w:p w:rsidR="00677CB5" w:rsidRPr="00677CB5" w:rsidRDefault="007A42B6" w:rsidP="002C0FA9">
      <w:pPr>
        <w:pStyle w:val="Heading2"/>
        <w:rPr>
          <w:rtl/>
        </w:rPr>
      </w:pPr>
      <w:r>
        <w:rPr>
          <w:rtl/>
        </w:rPr>
        <w:br w:type="page"/>
      </w:r>
      <w:bookmarkStart w:id="21" w:name="_Toc493414622"/>
      <w:r w:rsidR="00677CB5" w:rsidRPr="00677CB5">
        <w:rPr>
          <w:rtl/>
        </w:rPr>
        <w:lastRenderedPageBreak/>
        <w:t>21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ابو راجح حمام</w:t>
      </w:r>
      <w:r w:rsidR="00677CB5" w:rsidRPr="00677CB5">
        <w:rPr>
          <w:rFonts w:hint="cs"/>
          <w:rtl/>
        </w:rPr>
        <w:t>ی</w:t>
      </w:r>
      <w:bookmarkEnd w:id="2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حـلـه بـه مـرجـان صغ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که حاکم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ناصب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خبر دادند ابو راجح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صحابه را سب و سرزنش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دسـتـور</w:t>
      </w:r>
      <w:r w:rsidRPr="00677CB5">
        <w:rPr>
          <w:rtl/>
          <w:lang w:bidi="fa-IR"/>
        </w:rPr>
        <w:t xml:space="preserve"> داد کـه او را حـاضر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حاضر شد,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زدند که مشرف به هـلاکـت شد و تمام بدن او خرد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قدر به صورتش زدند که دندانها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هـم زبان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آوردند و با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آهن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را هم سوراخ کردند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 داخـل سـوراخ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حاکم آن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سمان</w:t>
      </w:r>
      <w:r w:rsidRPr="00677CB5">
        <w:rPr>
          <w:rtl/>
          <w:lang w:bidi="fa-IR"/>
        </w:rPr>
        <w:t xml:space="preserve"> را به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سمان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 و به دست چند نفر از مامورانش سپرد و دستورداد او را با همان حال , در کوچه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حله بگردانند و بزنند.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آنـهـا</w:t>
      </w:r>
      <w:r w:rsidRPr="00677CB5">
        <w:rPr>
          <w:rtl/>
          <w:lang w:bidi="fa-IR"/>
        </w:rPr>
        <w:t xml:space="preserve"> هـم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کردند,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هلاکت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وضع</w:t>
      </w:r>
      <w:r w:rsidRPr="00677CB5">
        <w:rPr>
          <w:rtl/>
          <w:lang w:bidi="fa-IR"/>
        </w:rPr>
        <w:t xml:space="preserve"> او را به حاکم ملعون خبر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خب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دستور قتلش را صادر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حاضران</w:t>
      </w:r>
      <w:r w:rsidRPr="00677CB5">
        <w:rPr>
          <w:rtl/>
          <w:lang w:bidi="fa-IR"/>
        </w:rPr>
        <w:t xml:space="preserve"> گفتند: او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ـست</w:t>
      </w:r>
      <w:r w:rsidRPr="00677CB5">
        <w:rPr>
          <w:rtl/>
          <w:lang w:bidi="fa-IR"/>
        </w:rPr>
        <w:t xml:space="preserve"> و آن قدر جراحت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که همان جراحتها او را از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و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به اعدام ندارد, لذا خود را مسئول خون او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آن قدربا او صحبت کردند, تا دستور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ابوراجح را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بـسـتـگانش</w:t>
      </w:r>
      <w:r w:rsidRPr="00677CB5">
        <w:rPr>
          <w:rtl/>
          <w:lang w:bidi="fa-IR"/>
        </w:rPr>
        <w:t xml:space="preserve"> او را به خانه بردند و شک نداشتند که در همان شب خواهد مرد.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,مردم سراغ او رفتند,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سالم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مشغول نماز است ودندانها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خته</w:t>
      </w:r>
      <w:r w:rsidRPr="00677CB5">
        <w:rPr>
          <w:rtl/>
          <w:lang w:bidi="fa-IR"/>
        </w:rPr>
        <w:t xml:space="preserve"> او برگشته و جراحتها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خوب شده است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کنان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مـن بـه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مرگ را به چشم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نمانده بود که از خداچ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بـخـواهـم , لـذا در دل با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مناجات و به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استغاثه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حضرتش دست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خود را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وفرمود: از خانه خارج شو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 و بچه ات کار کن , چون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مرحمت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شـمس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محمد بن قارون (ناقل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به خدا قسم ابوراجح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انـدام و زرد رنـگ و بـدصـورت و کوسج (مرد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محاسن نداشته باشد) بود ومن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نـظـافـت به حمامش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آن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او را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خوش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tl/>
          <w:lang w:bidi="fa-IR"/>
        </w:rPr>
        <w:t xml:space="preserve"> شده بود در منزلش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 بلند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سرخ ,به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مثل جوان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و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تاوقت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, خبر به حاکم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هم ابوراجح را احضار کرد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تش</w:t>
      </w:r>
      <w:r w:rsidRPr="00677CB5">
        <w:rPr>
          <w:rtl/>
          <w:lang w:bidi="fa-IR"/>
        </w:rPr>
        <w:t xml:space="preserve"> را نسبت به قبل مشاهده کرد, رعب و وحشت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دست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حاکم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مـجلس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, پشت خود را به طرف قبله و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که در حله 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خودرا به سمت آن مقام کرده و با اهل حله 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مدارا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نـمـود و بعد از چند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درک واص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خب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تاث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</w:t>
      </w:r>
    </w:p>
    <w:p w:rsidR="00677CB5" w:rsidRPr="00677CB5" w:rsidRDefault="007A42B6" w:rsidP="002C0FA9">
      <w:pPr>
        <w:pStyle w:val="Heading2"/>
        <w:rPr>
          <w:rtl/>
        </w:rPr>
      </w:pPr>
      <w:r>
        <w:rPr>
          <w:rtl/>
        </w:rPr>
        <w:br w:type="page"/>
      </w:r>
      <w:bookmarkStart w:id="22" w:name="_Toc493414623"/>
      <w:r w:rsidR="00677CB5" w:rsidRPr="00677CB5">
        <w:rPr>
          <w:rtl/>
        </w:rPr>
        <w:lastRenderedPageBreak/>
        <w:t>22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بن مهز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ار</w:t>
      </w:r>
      <w:r w:rsidR="00677CB5" w:rsidRPr="00677CB5">
        <w:rPr>
          <w:rtl/>
        </w:rPr>
        <w:t xml:space="preserve"> اهواز</w:t>
      </w:r>
      <w:r w:rsidR="00677CB5" w:rsidRPr="00677CB5">
        <w:rPr>
          <w:rFonts w:hint="cs"/>
          <w:rtl/>
        </w:rPr>
        <w:t>ی</w:t>
      </w:r>
      <w:bookmarkEnd w:id="2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فرمود: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بار با قصد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خدمت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برسم , به حج مشرف شدم , اما در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کـدام از سفرها موفق نشدم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رختخواب خودخواب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ناگاه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پسر مهز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>, امسال به حج برو که امام خود را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شادان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شب را به عبادت سپر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صـبـحـگاهان</w:t>
      </w:r>
      <w:r w:rsidRPr="00677CB5">
        <w:rPr>
          <w:rtl/>
          <w:lang w:bidi="fa-IR"/>
        </w:rPr>
        <w:t xml:space="preserve"> , چند نفر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راه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, و به اتفاق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سفر شدم و پس ازچند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قـصـد حـج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خود وارد کوفه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گمشده ام نـمـودم , امـا خـبـر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نـشـد, لذا با جمع دوستان به عزم انجام حج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خود را به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رسـانـد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چـنـد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من از حال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مانند گـذشـتـه , خـبـر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چشمم به جمال آن بزرگوار منور نگرد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مغموم</w:t>
      </w:r>
      <w:r w:rsidRPr="00677CB5">
        <w:rPr>
          <w:rtl/>
          <w:lang w:bidi="fa-IR"/>
        </w:rPr>
        <w:t xml:space="preserve"> و محزون شدم و تـرسـ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آرزو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ـدار</w:t>
      </w:r>
      <w:r w:rsidRPr="00677CB5">
        <w:rPr>
          <w:rtl/>
          <w:lang w:bidi="fa-IR"/>
        </w:rPr>
        <w:t xml:space="preserve"> آن حـضـرت بـه دلم بماند.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مکه خارج شده و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اماآن جا هم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حج</w:t>
      </w:r>
      <w:r w:rsidRPr="00677CB5">
        <w:rPr>
          <w:rtl/>
          <w:lang w:bidi="fa-IR"/>
        </w:rPr>
        <w:t xml:space="preserve"> و عمره ام را ظرف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انجام دادم و تمام اوقات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مـتـفـکـرانـه در مسجد نشسته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ناگاه</w:t>
      </w:r>
      <w:r w:rsidRPr="00677CB5">
        <w:rPr>
          <w:rtl/>
          <w:lang w:bidi="fa-IR"/>
        </w:rPr>
        <w:t xml:space="preserve"> در کعبه گشوده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لاغر که با دوبرد (لباس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محرم بود, خارج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نشست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دل</w:t>
      </w:r>
      <w:r w:rsidRPr="00677CB5">
        <w:rPr>
          <w:rtl/>
          <w:lang w:bidi="fa-IR"/>
        </w:rPr>
        <w:t xml:space="preserve"> من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او آرام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نزدش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احترام من , برخاست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مرتبه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او را در طواف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اهل کجا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گفتم : اهل عراق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کدام عراق </w:t>
      </w:r>
      <w:r w:rsidRPr="007A42B6">
        <w:rPr>
          <w:rStyle w:val="libFootnotenumChar"/>
          <w:rtl/>
        </w:rPr>
        <w:t>((26))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؟</w:t>
      </w:r>
      <w:r w:rsidRPr="00677CB5">
        <w:rPr>
          <w:rtl/>
          <w:lang w:bidi="fa-IR"/>
        </w:rPr>
        <w:t xml:space="preserve"> گفتم : اهواز.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ابن خص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خدا او را رحمت کند, چقدر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به تهجد و عبادت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وعطا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و اشک چشم او فراوان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گفت : ابن مهز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ابن مهز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</w:t>
      </w:r>
      <w:r w:rsidRPr="00677CB5">
        <w:rPr>
          <w:rtl/>
          <w:lang w:bidi="fa-IR"/>
        </w:rPr>
        <w:t xml:space="preserve"> اللّه بالسلام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اباالحسن (خدا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حفظ کند).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با من مصافحه و معانقه نمود و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اباالحسن , کجاست آن امانت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تو و حضرت ابومحمد (امام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بود؟ گفتم : موجود است و دست به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برده , انگشتر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آن دو نام مقدس محمد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نـقش شده بود,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را خواند, آن قدر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 که لباس احرامش از اشک چشمش تر شد و گفت : خدا تو را رحمت کند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اابامحمد</w:t>
      </w:r>
      <w:r w:rsidRPr="00677CB5">
        <w:rPr>
          <w:rtl/>
          <w:lang w:bidi="fa-IR"/>
        </w:rPr>
        <w:t>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که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امت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پروردگارت</w:t>
      </w:r>
      <w:r w:rsidRPr="00677CB5">
        <w:rPr>
          <w:rtl/>
          <w:lang w:bidi="fa-IR"/>
        </w:rPr>
        <w:t xml:space="preserve"> تو را به امامت شرف داده و تاج علم و معرفت بر سرت نهاده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ما</w:t>
      </w:r>
      <w:r w:rsidRPr="00677CB5">
        <w:rPr>
          <w:rtl/>
          <w:lang w:bidi="fa-IR"/>
        </w:rPr>
        <w:t xml:space="preserve"> هم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من گفت : چه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طلب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اباالحسن ؟ گفتم : امام محجوب از عالم را.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او محجوب از شما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لکن اعمال بد شما او را پوشان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منزل خود برو و آمـاده باش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ستاره جوزا غروب و ستاره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آسمان درخشان شد, آن جا من در انتظار تو,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رکن و مقام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ابـن</w:t>
      </w:r>
      <w:r w:rsidRPr="00677CB5">
        <w:rPr>
          <w:rtl/>
          <w:lang w:bidi="fa-IR"/>
        </w:rPr>
        <w:t xml:space="preserve"> مـهـز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روحم آرام شد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تفضل فـرمـوده است , لذا به منزل رفته و منتظر وعده ملاقات بودم , تا آن که وقت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منزل خارج و 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خود سوار شدم , ناگاه متوجه شدم آن شخص مراصدا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اباالحسن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او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برادر, روانه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خودش براه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راط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گـاه از کـوه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به کوه طائف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ااباالحسن</w:t>
      </w:r>
      <w:r w:rsidRPr="00677CB5">
        <w:rPr>
          <w:rtl/>
          <w:lang w:bidi="fa-IR"/>
        </w:rPr>
        <w:t xml:space="preserve">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شو نماز شب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نماز شب و بعد هم نماز صبح راخواند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گفت : روانه شو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سوار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راهها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پست و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آن که بـه گـردنـه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گردنه بالا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 آن طرف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پهناورد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</w:t>
      </w:r>
      <w:r w:rsidRPr="00677CB5">
        <w:rPr>
          <w:rtl/>
          <w:lang w:bidi="fa-IR"/>
        </w:rPr>
        <w:t xml:space="preserve"> گشودم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غرق نور است و نور آن تلالو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به من گفت : نگاه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 که نورش تمام آسمان و صحرا را روشن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منتها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آرزوها در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</w:t>
      </w:r>
      <w:r w:rsidRPr="00677CB5">
        <w:rPr>
          <w:rtl/>
          <w:lang w:bidi="fa-IR"/>
        </w:rPr>
        <w:t xml:space="preserve"> تو روشن باد.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گردنه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 :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شو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هر چموش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ازمرکب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مهار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رها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آن را به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بسپارم ؟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حرم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داخل آن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جز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مهار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رها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روانه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:توقف کن , تا اجازه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شد و بعد از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کوتاه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گفت : خوشا به حالت که به تو اجازه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ـمـه</w:t>
      </w:r>
      <w:r w:rsidRPr="00677CB5">
        <w:rPr>
          <w:rtl/>
          <w:lang w:bidi="fa-IR"/>
        </w:rPr>
        <w:t xml:space="preserve"> شـدم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اربـاب عـالم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محبوب 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,حضرت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الاعـظـم , امام زمان مهربانم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اند </w:t>
      </w:r>
      <w:r w:rsidRPr="007A42B6">
        <w:rPr>
          <w:rStyle w:val="libFootnotenumChar"/>
          <w:rtl/>
        </w:rPr>
        <w:t>((27)</w:t>
      </w:r>
      <w:r w:rsidRPr="00677CB5">
        <w:rPr>
          <w:rtl/>
          <w:lang w:bidi="fa-IR"/>
        </w:rPr>
        <w:t>)نطع سرخ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نمد قرار داشت , و آن حضرت بر بالش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پوست تک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کرده بودند. سلام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بـهـتـر</w:t>
      </w:r>
      <w:r w:rsidRPr="00677CB5">
        <w:rPr>
          <w:rtl/>
          <w:lang w:bidi="fa-IR"/>
        </w:rPr>
        <w:t xml:space="preserve"> از سـلام من , جواب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چهره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کردم مثل ماه شب چهارده ,پ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گـشـاده با ابروها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وگشاده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, گونه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هموار و برن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,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حسن و جمال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 xml:space="preserve"> گونه راستش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مانند قطره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مشک که بر صفحه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نقره افتاده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عنبربو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که تا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نرمه گوش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ـخـتـه</w:t>
      </w:r>
      <w:r w:rsidRPr="00677CB5">
        <w:rPr>
          <w:rtl/>
          <w:lang w:bidi="fa-IR"/>
        </w:rPr>
        <w:t xml:space="preserve"> و از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ساطع بود مانند ستاره درخشان , نه قد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بلند و نه کوتاه , اما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به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را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و وقار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و حسن و جمال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,ا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احوال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آنها در دولت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عباس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مشقت و ذلت و خوار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ان شـاءاللّه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خـواهد آمد که شما مالک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عباس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دست شما ذل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گـردنـد.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فرمودند: پدرم از من عهد گرفته که جز, در جاها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ترو دورتر از چشم مـردم اسـت , سـکـونـت نکنم ,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آزار گمراهان در امان باشم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اجازه ظهور بفرما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</w:t>
      </w:r>
      <w:r w:rsidRPr="00677CB5">
        <w:rPr>
          <w:rtl/>
          <w:lang w:bidi="fa-IR"/>
        </w:rPr>
        <w:t xml:space="preserve"> به من فرموده است : فرزندم , خدا در شهرها و دسته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مخلوقاتش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حجت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داده است تا مردم از او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حجت بر خلق تمام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فرزندم</w:t>
      </w:r>
      <w:r w:rsidRPr="00677CB5">
        <w:rPr>
          <w:rtl/>
          <w:lang w:bidi="fa-IR"/>
        </w:rPr>
        <w:t xml:space="preserve"> , تو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اظهار حـق و مـحـو بـاطل و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بردن دشمنان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خاموش کردن چراغ گمراهان , ذخ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و آماده کـرده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در مکانها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پنهان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 و از شهرها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فاصله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پـنـهان بودن وحشت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باش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راکه</w:t>
      </w:r>
      <w:r w:rsidRPr="00677CB5">
        <w:rPr>
          <w:rtl/>
          <w:lang w:bidi="fa-IR"/>
        </w:rPr>
        <w:t xml:space="preserve"> دلها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طاعت , به تو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است , مثل مرغان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سـو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ـانـه</w:t>
      </w:r>
      <w:r w:rsidRPr="00677CB5">
        <w:rPr>
          <w:rtl/>
          <w:lang w:bidi="fa-IR"/>
        </w:rPr>
        <w:t xml:space="preserve"> پـرواز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دسته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 که به ظاهر در دست مخالفان خوار و ذل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اند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نزدخدا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ـنـان</w:t>
      </w:r>
      <w:r w:rsidRPr="00677CB5">
        <w:rPr>
          <w:rtl/>
          <w:lang w:bidi="fa-IR"/>
        </w:rPr>
        <w:t xml:space="preserve"> اهـل قـنـاعـت و متمسک به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عصمت و طهارت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تابع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دراحکام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شـر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ـعـت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بـاشـند.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دشمنان طبق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مدرک بحث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حجتهاو خاصان درگاه خـدا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صبر و تحمل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مخالفان مذهب و ملت چنان هستند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آنان را نمونه صبر و استقامت قرار داده است و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را تحمل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فرزندم</w:t>
      </w:r>
      <w:r w:rsidRPr="00677CB5">
        <w:rPr>
          <w:rtl/>
          <w:lang w:bidi="fa-IR"/>
        </w:rPr>
        <w:t xml:space="preserve"> , بر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و مشکلات صبر کن , تا آن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دولت تو را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کند و پـرچـمـها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زرد و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D209B2">
        <w:rPr>
          <w:rStyle w:val="libFootnotenumChar"/>
          <w:rtl/>
        </w:rPr>
        <w:t>((28))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زمزم بر سرت به اهتزاردرآورد و فوج فوج از اهل اخـلاص و تـقـو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نـزد حـجرالاسود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 که پاک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نتند</w:t>
      </w:r>
      <w:r w:rsidRPr="00677CB5">
        <w:rPr>
          <w:rtl/>
          <w:lang w:bidi="fa-IR"/>
        </w:rPr>
        <w:t xml:space="preserve">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قلبها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مستعد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قبول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دارند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فتنه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گمراهان بـازو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زمان است که باغها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ملت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بارور گردد و صبح حق درخشان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خـداونـد</w:t>
      </w:r>
      <w:r w:rsidRPr="00677CB5">
        <w:rPr>
          <w:rtl/>
          <w:lang w:bidi="fa-IR"/>
        </w:rPr>
        <w:t xml:space="preserve"> بـه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تو ظلم وطغ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اندازد و امن و امان را در سراسر جهان ظـاهـر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احکام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 و باران فتح و ظفر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ملت را سبز وخرم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سازد.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فرمودند: آنچه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مجلس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پنهان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اهل صدق و وفا وامانت اظهار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ابـن</w:t>
      </w:r>
      <w:r w:rsidRPr="00677CB5">
        <w:rPr>
          <w:rtl/>
          <w:lang w:bidi="fa-IR"/>
        </w:rPr>
        <w:t xml:space="preserve"> مهز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چند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خدمت آن بزرگوار ماندم و مسائل و مشکلات خود را سؤال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مرخص شدم تا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و خانواده خود برگردم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وقـت وداع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پنجاه هزار درهم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خود داشتم , به عنوان 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خدمت حضرت تقد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نموده و اصرار کردم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قبول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مـهـربـان تـبـسـم نموده و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مبلغ را که مربوط به ما است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ربرگشت</w:t>
      </w:r>
      <w:r w:rsidRPr="00677CB5">
        <w:rPr>
          <w:rtl/>
          <w:lang w:bidi="fa-IR"/>
        </w:rPr>
        <w:t xml:space="preserve"> استفاده کن و به طرف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برگرد, چون راه دور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آن حضرت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دعـا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خداحافظ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به طرف شهر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خود باز گشتم </w:t>
      </w:r>
    </w:p>
    <w:p w:rsidR="00677CB5" w:rsidRPr="00677CB5" w:rsidRDefault="00D209B2" w:rsidP="002C0FA9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 xml:space="preserve"> </w:t>
      </w:r>
      <w:bookmarkStart w:id="23" w:name="_Toc493414624"/>
      <w:r w:rsidR="00677CB5" w:rsidRPr="00677CB5">
        <w:rPr>
          <w:rtl/>
        </w:rPr>
        <w:t>23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جعفر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با پدر بزرگوار خود</w:t>
      </w:r>
      <w:bookmarkEnd w:id="2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جعفر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بـا پدرم - مرحوم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باقر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به مسجدسهله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مسجد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او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از مردم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شنوم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کس چهل شب چهارشنبه به مسجد سهله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اساس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پدرم</w:t>
      </w:r>
      <w:r w:rsidRPr="00677CB5">
        <w:rPr>
          <w:rtl/>
          <w:lang w:bidi="fa-IR"/>
        </w:rPr>
        <w:t xml:space="preserve"> غضبناک متوجه من شد و گفت : چرا اساس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باشد؟ فقط به خاطر آن که تو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هـر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اصل ندارد؟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سرزنش کرد,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گفته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مسجد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در آن جا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پدرم در وسط مسجد,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 دو رکعت نـمـاز اسـتـجاره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>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طرف مقام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متوجه او شد و از کنارش عبور نـمـود.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او سلام کرد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مصافحه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پدرم به من توجه کرد 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گفتم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؟ فرمود: پس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من به دنبال آن حضرت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نه در مسجد و نه در خارج آن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D209B2" w:rsidP="002C0FA9">
      <w:pPr>
        <w:pStyle w:val="Heading2"/>
        <w:rPr>
          <w:rtl/>
        </w:rPr>
      </w:pPr>
      <w:r>
        <w:rPr>
          <w:rtl/>
        </w:rPr>
        <w:br w:type="page"/>
      </w:r>
      <w:bookmarkStart w:id="24" w:name="_Toc493414625"/>
      <w:r w:rsidR="00677CB5" w:rsidRPr="00677CB5">
        <w:rPr>
          <w:rtl/>
        </w:rPr>
        <w:lastRenderedPageBreak/>
        <w:t>24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زن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صالحه از مازندران</w:t>
      </w:r>
      <w:bookmarkEnd w:id="2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صالحه , که معروف به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طهارت و از اهل آمل مازندران است , گفت : عـصـر پنج شنبه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اهل قبور, به مصل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در آمل ) رفتم وکنار قبر برادرم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ضعف بر من مستول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درنظرم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متوجه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امامزاده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همان جا است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نـاگاه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و کنار رودخانه از طرف آسمان انوار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 رنگها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مشاهده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نورها مواج بوده و بالا و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رفتم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نورها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آن مکان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و در حال سجده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گفتم ,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بزرگان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باشد و قبل از آن که برود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رابشناسم , لذا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رفته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, تا آن که نمازش تمام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و او جواب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توجه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نکرد.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اصرار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اسم من که ارتباط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قـسـم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که قسم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 و به خاندان عصمت و طهارت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,فرمود: من 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عرض</w:t>
      </w:r>
      <w:r w:rsidRPr="00677CB5">
        <w:rPr>
          <w:rtl/>
          <w:lang w:bidi="fa-IR"/>
        </w:rPr>
        <w:t xml:space="preserve"> کردم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خضر آمده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خضر کجا است ؟ فـرمـود: قـبرش آن جا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سمت بقعه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اشاره کرد,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 جا بود ومعروف است به قدمگاه خضر نب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, مردم در آن جا شمع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روشن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خضر هنوز زنده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خضر, آن خضر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,بلکه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خضر پسر 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و امامزاده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گـفـتم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مرد, مرد بزرگ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تا به خانه ماتشر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ما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لبها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به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متحرک بود,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برخاست که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من الـهام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هستند و چون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که آن حضرت بر گونه مـبـارک , خـالـ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و دنـدان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 گشاده است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امتحان وتصد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آن خطور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صـورت نـورانـ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دست راست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صورت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گذاشتند.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نشانه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فـورا</w:t>
      </w:r>
      <w:r w:rsidRPr="00677CB5">
        <w:rPr>
          <w:rtl/>
          <w:lang w:bidi="fa-IR"/>
        </w:rPr>
        <w:t xml:space="preserve"> دسـت مـبارک را به کنار بردند و تبسم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هر دو علامت رامشاهده کردم و خـال و دنـدان را آن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همان بزرگوار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مضطرب</w:t>
      </w:r>
      <w:r w:rsidRPr="00677CB5">
        <w:rPr>
          <w:rtl/>
          <w:lang w:bidi="fa-IR"/>
        </w:rPr>
        <w:t xml:space="preserve"> شـدم و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آن حضرت ظهور فرموده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عرض</w:t>
      </w:r>
      <w:r w:rsidRPr="00677CB5">
        <w:rPr>
          <w:rtl/>
          <w:lang w:bidi="fa-IR"/>
        </w:rPr>
        <w:t xml:space="preserve"> کردم : قربانت گردم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ظهور شما مطلع شد؟ فـرمود: نه , هنوز وقت ظهور نشده است . </w:t>
      </w:r>
    </w:p>
    <w:p w:rsidR="00677CB5" w:rsidRPr="00677CB5" w:rsidRDefault="00677CB5" w:rsidP="00D209B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براه افتاد.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شدت اضطراب دست و پا وسا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کار افتاد. 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چه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بخواهم , فقط توانستم عرض کنم : فدا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شوم , اجازه بـده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مبارکتان را ببوسم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را از کفش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آوردند و من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D209B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کف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هموار بود و مانند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پست و بلند نبود.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براه افتادند.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قدر فکر کردم که حاجاتم چه بود تا آنها را بخواهم , ازشدت اضطراب و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فرصت 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فقط</w:t>
      </w:r>
      <w:r w:rsidRPr="00677CB5">
        <w:rPr>
          <w:rtl/>
          <w:lang w:bidi="fa-IR"/>
        </w:rPr>
        <w:t xml:space="preserve"> عرض کردم : آقا آرزودارم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پنج فرزند بدهد تا به اسام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پنج تن آل عبا نام 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خود را به دعا بلند کرد و فرمود: ان شاءاللّه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هـر چه گفتم و التماس نمودم ,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نفرموند, تا داخل بقعه خضر شدند ومهابت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مانع از آن شد که داخل بقعه شوم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راه مرا بسته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وترس</w:t>
      </w:r>
      <w:r w:rsidRPr="00677CB5">
        <w:rPr>
          <w:rtl/>
          <w:lang w:bidi="fa-IR"/>
        </w:rPr>
        <w:t xml:space="preserve"> بر من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شد و از شـدت تـرس بـرخـود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که</w:t>
      </w:r>
      <w:r w:rsidRPr="00677CB5">
        <w:rPr>
          <w:rtl/>
          <w:lang w:bidi="fa-IR"/>
        </w:rPr>
        <w:t xml:space="preserve"> و تنها بر در آن بقعه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نداشت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منتظر بودم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اما توقفشان درآن جا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اتـفـاقا</w:t>
      </w:r>
      <w:r w:rsidRPr="00677CB5">
        <w:rPr>
          <w:rtl/>
          <w:lang w:bidi="fa-IR"/>
        </w:rPr>
        <w:t xml:space="preserve"> در آن اثناء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به قبرستان برود.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صدا زدم و گفتم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</w:t>
      </w:r>
      <w:r w:rsidRPr="00677CB5">
        <w:rPr>
          <w:rtl/>
          <w:lang w:bidi="fa-IR"/>
        </w:rPr>
        <w:t xml:space="preserve"> هم به بـقـعه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قبول</w:t>
      </w:r>
      <w:r w:rsidRPr="00677CB5">
        <w:rPr>
          <w:rtl/>
          <w:lang w:bidi="fa-IR"/>
        </w:rPr>
        <w:t xml:space="preserve"> کرد و با هم داخل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وداخل هر قدر نگاه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با آن که بقعه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راه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و خوارق عادات , حالم دگرگون شد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که غش کنم ,لذا مرا به خانه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ماه به برکت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حضرت , به فرزندم محمد حامله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,فاطمه و حسن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از 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حسن فوت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دلتنگ شدم و اصرار واستغاثه کردم , تا آن که حسن را بار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با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حمل , حامله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ازآن عباس هم به آنها اضافه ش</w:t>
      </w:r>
      <w:r w:rsidR="00D209B2">
        <w:rPr>
          <w:rFonts w:hint="cs"/>
          <w:rtl/>
          <w:lang w:bidi="fa-IR"/>
        </w:rPr>
        <w:t>د</w:t>
      </w:r>
    </w:p>
    <w:p w:rsidR="00677CB5" w:rsidRPr="00677CB5" w:rsidRDefault="00D209B2" w:rsidP="002C0FA9">
      <w:pPr>
        <w:pStyle w:val="Heading2"/>
        <w:rPr>
          <w:rtl/>
        </w:rPr>
      </w:pPr>
      <w:r>
        <w:rPr>
          <w:rtl/>
        </w:rPr>
        <w:br w:type="page"/>
      </w:r>
      <w:bookmarkStart w:id="25" w:name="_Toc493414626"/>
      <w:r w:rsidR="00677CB5" w:rsidRPr="00677CB5">
        <w:rPr>
          <w:rtl/>
        </w:rPr>
        <w:lastRenderedPageBreak/>
        <w:t>25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عبداللّه ملا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</w:t>
      </w:r>
      <w:r w:rsidR="00677CB5" w:rsidRPr="00677CB5">
        <w:rPr>
          <w:rFonts w:hint="cs"/>
          <w:rtl/>
        </w:rPr>
        <w:t>ی</w:t>
      </w:r>
      <w:bookmarkEnd w:id="2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ابوالقاسم ملا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مشهد مقدس است , از مرحوم پدرشان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عبداللّه ملا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که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نقل فرمودند: 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علم قصد کردم به خراسان بروم , از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وابستگ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صرف نظر نموده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براه افتاد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که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 برخورد نمودم , کـه سـابـقا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منصب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ارتش بود,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همراه او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احترام کرده و تا قم رساند.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قـم عالم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جواد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را, که از بزرگان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بود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مذاکرات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واقع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من خوشش آمد و در وقت خداحافظ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سفر تا تهران را به من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راه ,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تهران برخوردکردم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من درخواست نمود که در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او باشم و نزد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نروم ,لذا در تهران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هـر روز مـرا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قبل گرام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کثرت احترام او خجل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شوم , لذا به خانه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صدر اعظم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اصغرخان , رفتم که وضعم را اصلاح کند و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سفر تاخراسان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او نشسته و منتظر بودم که از اندرون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ظهر شد,مؤذن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رفـت تـا اذان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</w:t>
      </w:r>
      <w:r w:rsidRPr="00677CB5">
        <w:rPr>
          <w:rtl/>
          <w:lang w:bidi="fa-IR"/>
        </w:rPr>
        <w:t xml:space="preserve"> خود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مؤذن جز به دستور صدراعظم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اذان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خانه او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رود, و او هـم چـن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دستور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مگر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خودش را در نزد مردم , متعهد به اسـلام جـلـوه دهد, لذا به خود نه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زدم و گفتم :کسان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ارند</w:t>
      </w:r>
      <w:r w:rsidRPr="00677CB5">
        <w:rPr>
          <w:rtl/>
          <w:lang w:bidi="fa-IR"/>
        </w:rPr>
        <w:t>, خود را با نسبت دادن به اسلام نز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مردم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 و تو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خاطر انتساب به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نبوت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محترم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خانه اغ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آنان توقع کمک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 بـعـد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فـکـر بـا خـود قـرار گذاشتم که اظهار حالم را نزد صدراعظم ننما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اوچ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درخـواسـت نـکـنـم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معاهده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همه مردم به احترام او برخاستند.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کنار مجلس نشسته بودم و برنخاستم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به سمت من نظر انداخت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آمـد, امـا مـن اعـتـنـا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او ننمودم . </w:t>
      </w:r>
    </w:p>
    <w:p w:rsidR="00677CB5" w:rsidRPr="00677CB5" w:rsidRDefault="00677CB5" w:rsidP="001F326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سه مرتبه رفت و آمدکرد, اما من به حال خود بودم و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مـکـرر آمد و برگشت , خجالت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با خود گفتم :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بزرگ به من توجه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او نکنم , لذا در مرتبه آخر به احترام اوبرخاستم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 : آقا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گفتم : نه عرض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ممکن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حتما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تقاضا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تقاضا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هر امر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را حتما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چـون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دست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دارد, آنچه در ذهن داشتم اظهار نکردم و فقط گفتم : قصدمن , اشتغال بـه تـحـصـ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در مـدرسه است , حال اگر امر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lastRenderedPageBreak/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حجره درمدرسه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کنار حرم حضرت عبدالعظ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به من بدهند, ممنون خواهم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کاتبش گفت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صدر الحفاظ, - که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است</w:t>
      </w:r>
      <w:r w:rsidRPr="00677CB5">
        <w:rPr>
          <w:rtl/>
          <w:lang w:bidi="fa-IR"/>
        </w:rPr>
        <w:t xml:space="preserve"> مدرسه به دست او بود -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ماست , حجره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مذاکرات بااصرار مرا با خود به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تـرت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غذا و نهار داده شده بود,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صرف نهار, به خادمش امر کرد که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ـاورد</w:t>
      </w:r>
      <w:r w:rsidRPr="00677CB5">
        <w:rPr>
          <w:rtl/>
          <w:lang w:bidi="fa-IR"/>
        </w:rPr>
        <w:t xml:space="preserve"> و سـر 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مرا گرفت و پولها را در آن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چون تصرف در آنها را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اشکال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, پولها را نزد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امانت گذاشتم و به حرم حضرت عبدالعظ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بعدا</w:t>
      </w:r>
      <w:r w:rsidRPr="00677CB5">
        <w:rPr>
          <w:rtl/>
          <w:lang w:bidi="fa-IR"/>
        </w:rPr>
        <w:t xml:space="preserve"> از آن 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جواد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داده بود مصرف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, تا آن که پول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تمام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صـبـح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حـت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نان را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اشکال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ندارداز پول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مصرف کنم ,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برود و آن وجه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>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داخـل حـجـره ام شـدم و نفس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مخاطب ساخته 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بنده خدا از توسؤال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حجره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خودت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بگو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خدامعتقد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اگر بـه خـدا معتقد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پس معن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اشکال در مصرف کردن پول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و اگر معتقد به خدا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بگو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خدا را با چه اوصاف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در جـواب خود گفتم : من معتقد به </w:t>
      </w:r>
      <w:r w:rsidRPr="00677CB5">
        <w:rPr>
          <w:rtl/>
          <w:lang w:bidi="fa-IR"/>
        </w:rPr>
        <w:lastRenderedPageBreak/>
        <w:t>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هستم و او را مسبب الاسباب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,بدون آن کـه حـتـ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وسـ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داشته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مفتح الابواب به هر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خودش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حجره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, چون آنچه مقدر شده که واقع بشود, همان خواهد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حـجـره را بـه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بـسـتـم و هـمـان جا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حجره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منفذ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گـنجشک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شود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روز سوم هنگام ظهر همان جا بودم , اما فرج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سوم نماز ظهر و عصر را بجا آوردم و بعد از نماز سجده شکر کردم که اگربم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 با حال عزت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سـجده رفتم , حالت غش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ومشخص است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غش کند, حالش خوب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مگر بعد از آن که غذا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او برسد.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خود را نشسته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متوجه شدم شخص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مقابل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دراتاق نگاه کـردم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بـسته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در من تصرف کرده بود,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قدرت تکلم نداشتم و فـرمـود: فـلانـ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تجار تهران که اسمش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است ,ورشکسته شده و در حرم حضرت عـبـدالـعـظـ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متحصن گشته , اسم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قش</w:t>
      </w:r>
      <w:r w:rsidRPr="00677CB5">
        <w:rPr>
          <w:rtl/>
          <w:lang w:bidi="fa-IR"/>
        </w:rPr>
        <w:t xml:space="preserve"> هم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نفر در حجره ات نهار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با آنها غذا بخور.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روزد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تهران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کار او را اصلاح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فرمود, احساس کردم تمام وجودم چشم شده و به او نظرم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اما نـاگهان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نظرم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ندانستم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آسمان بالا رفت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فـرو رفـت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خارج 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دست خود را ازحسرت به دست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گـفـتم : مطلوب به دست من آمد,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دستم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حسرت خوردن نبود و چون حالت غش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بودم , گفتم :از حجره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تا 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وضو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مـثـل آدمها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مست داشتم و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نگاه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1F326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حجره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تابه وسط مـدرسـه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بر سکو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فروختند,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از کنار او بگذرم , گفت : آقا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مناسب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حجره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خودم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قند و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اجـازه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نزد شما نهار بخور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اگر تو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چه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اسـم تو را به من گفته است , اجازه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والا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اسم</w:t>
      </w:r>
      <w:r w:rsidRPr="00677CB5">
        <w:rPr>
          <w:rtl/>
          <w:lang w:bidi="fa-IR"/>
        </w:rPr>
        <w:t xml:space="preserve">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قش</w:t>
      </w:r>
      <w:r w:rsidRPr="00677CB5">
        <w:rPr>
          <w:rtl/>
          <w:lang w:bidi="fa-IR"/>
        </w:rPr>
        <w:t xml:space="preserve"> را هم که آن جا حاضر نبود, بـردم و گـفتم : اگر اسم او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است و باز سؤال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به من گـفـتـه , اجـازه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حجره ام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باز</w:t>
      </w:r>
      <w:r w:rsidRPr="00677CB5">
        <w:rPr>
          <w:rtl/>
          <w:lang w:bidi="fa-IR"/>
        </w:rPr>
        <w:t xml:space="preserve"> گفتم : اگر آمدن تو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جا, به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ورشکست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وگرنه مجاز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تعجبش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 و نزد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قش</w:t>
      </w:r>
      <w:r w:rsidRPr="00677CB5">
        <w:rPr>
          <w:rtl/>
          <w:lang w:bidi="fa-IR"/>
        </w:rPr>
        <w:t xml:space="preserve"> رفت و به او گـفـت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از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مشکل ما راه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داشته باشد, به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نـان</w:t>
      </w:r>
      <w:r w:rsidRPr="00677CB5">
        <w:rPr>
          <w:rtl/>
          <w:lang w:bidi="fa-IR"/>
        </w:rPr>
        <w:t xml:space="preserve"> و کباب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به حجره ام آمدند و نهار خوردند.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با آنها غذا خوردم وچون چند روز بـود کـه از شـدت 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خواب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, بعد از صرف غذاخواب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درست کرده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خوردند, سؤال کردند و اصرار داشتند که به آنها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چـه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کـارشـان اصلاح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:سه روز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تجار تهران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مشکل شما حل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سه روز تجار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تهران آمدند و کار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اصلاح کردند و باز گشتند.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دو نـفـر,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مـطلب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ذکر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به حجره من آمده و مرا به تهران بردند.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رفـتار آنها نسبت به قبل عوض شده است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پاشنه در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بوسند و با من معامله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مراد را دارند.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وضع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آنهاخارج شده و به طرف خراسان براه افتادم </w:t>
      </w:r>
    </w:p>
    <w:p w:rsidR="00677CB5" w:rsidRPr="00677CB5" w:rsidRDefault="001F3264" w:rsidP="002C0FA9">
      <w:pPr>
        <w:pStyle w:val="Heading2"/>
        <w:rPr>
          <w:rtl/>
        </w:rPr>
      </w:pPr>
      <w:r>
        <w:rPr>
          <w:rtl/>
        </w:rPr>
        <w:br w:type="page"/>
      </w:r>
      <w:bookmarkStart w:id="26" w:name="_Toc493414627"/>
      <w:r w:rsidR="00677CB5" w:rsidRPr="00677CB5">
        <w:rPr>
          <w:rtl/>
        </w:rPr>
        <w:lastRenderedPageBreak/>
        <w:t>26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ملا حب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</w:t>
      </w:r>
      <w:r w:rsidR="00677CB5" w:rsidRPr="00677CB5">
        <w:rPr>
          <w:rtl/>
        </w:rPr>
        <w:t xml:space="preserve"> اللّه و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صادق قم</w:t>
      </w:r>
      <w:r w:rsidR="00677CB5" w:rsidRPr="00677CB5">
        <w:rPr>
          <w:rFonts w:hint="cs"/>
          <w:rtl/>
        </w:rPr>
        <w:t>ی</w:t>
      </w:r>
      <w:bookmarkEnd w:id="2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مـلا</w:t>
      </w:r>
      <w:r w:rsidRPr="00677CB5">
        <w:rPr>
          <w:rtl/>
          <w:lang w:bidi="fa-IR"/>
        </w:rPr>
        <w:t xml:space="preserve"> حـب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, که از متق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مورد اعتماد است , مؤذن 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مرحوم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صادق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آن را تاس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عـادت مـن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بود,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قبل از طلوع فجر, به مسجد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و نافله شب رادر آن جا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خـوانـدم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هوا گرم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بر پشت بام مسجد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و بعد ازاداء نافله بر سطح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مـرتـفع مسجد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قبل از اذان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مناجات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صبح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اذان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بـرنامه را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سال اجرا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شبها که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و بادم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بنابر عـادت بـه مـسـجد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مسجد باز است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درآن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گمان</w:t>
      </w:r>
      <w:r w:rsidRPr="00677CB5">
        <w:rPr>
          <w:rtl/>
          <w:lang w:bidi="fa-IR"/>
        </w:rPr>
        <w:t xml:space="preserve"> کـردم خـادم , در مـسـجـد را نـبـسته و چراغ را خاموش نکرده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شدم که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لباس علماء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درمحراب مشغول نماز است و آن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چهره مبارک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ساطع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نه ازچراغ ! درباره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صورت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تفکر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نماز فارغ شد, رو به من نمود و مرا به اسم صدا زد و فرمود: به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(س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صادق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بگوب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بـدون</w:t>
      </w:r>
      <w:r w:rsidRPr="00677CB5">
        <w:rPr>
          <w:rtl/>
          <w:lang w:bidi="fa-IR"/>
        </w:rPr>
        <w:t xml:space="preserve"> تـامل امر او را اطاعت نمودم و رفتم که مرحوم حجة الاسلام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صادق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خبر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به خانه اش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را به آرام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آن مرحوم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عمامه خود را به سـر کرده , پشت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از خانه خارج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کرده و عرض کردم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است و شما را احضار نموده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نه , نشناختم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>! چقدر صورت او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,من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مدت عمرم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مرحوم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صادق به من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بودم , تا داخل مسجد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نسبت به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ادب 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خضوع کامل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برابر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نشست و با آن شخص مذاکره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مدت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مسجد خارج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کـه از خـضوع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تعجب کرده بودم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بود؟ و چرا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حدنسبت به او خضوع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رو به من نمود و فرمود: او را 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نه , از من تعهد گرفت که در مدت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اتش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بروز ندهم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فرمود:آن آقا,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 تو, حضرت صاحب العصر و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مـن بـه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بسته و مسجد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 و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سـخنان حضرت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جز آن که امر به اقامه نماز جماعت صبح در اول فجر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مـلا</w:t>
      </w:r>
      <w:r w:rsidRPr="00677CB5">
        <w:rPr>
          <w:rtl/>
          <w:lang w:bidi="fa-IR"/>
        </w:rPr>
        <w:t xml:space="preserve"> 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بروز نداد, مگر بعد از وفات حجة الاسلام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محمدصادق قم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 بر صدق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سه بار به قرآن 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قسم خورد</w:t>
      </w:r>
    </w:p>
    <w:p w:rsidR="00677CB5" w:rsidRPr="00677CB5" w:rsidRDefault="001F3264" w:rsidP="002C0FA9">
      <w:pPr>
        <w:pStyle w:val="Heading2"/>
        <w:rPr>
          <w:rtl/>
        </w:rPr>
      </w:pPr>
      <w:r>
        <w:rPr>
          <w:rtl/>
        </w:rPr>
        <w:br w:type="page"/>
      </w:r>
      <w:bookmarkStart w:id="27" w:name="_Toc493414628"/>
      <w:r w:rsidR="00677CB5" w:rsidRPr="00677CB5">
        <w:rPr>
          <w:rtl/>
        </w:rPr>
        <w:lastRenderedPageBreak/>
        <w:t>27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ملا ابوالقاسم قندهار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جمع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اهل سنت</w:t>
      </w:r>
      <w:bookmarkEnd w:id="2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فاضل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ملا ابوالقاسم قندهار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در سـال 1266, هـجر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شهر قندهار, خدمت ملا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(پسر مرحوم ملا 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افغان ) کتاب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و تجر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درس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گرفتم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دوکتاب از دروس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سابقا در حوزه خوانده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الان هم کم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آنها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خوانند).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عـصـر</w:t>
      </w:r>
      <w:r w:rsidRPr="00677CB5">
        <w:rPr>
          <w:rtl/>
          <w:lang w:bidi="fa-IR"/>
        </w:rPr>
        <w:t xml:space="preserve"> جـمـعه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پشت بام شبستان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او,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وقضات و خـوانـ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افـغان نشسته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مجلس , پشت به قبله و رو به مشرق ,جناب ملا غلام محمد قـاض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, سردار محمد علم خان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عالم عرب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علماء نشسته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بـنـده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که پزشک سردار محمد بود, و پسرها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مرحوم ملاحب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, پشت به شـمـال و پـسـر قـاضـ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و مفت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برعکس ما,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 به قبله و پشت به مشرق که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مجلس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به همراه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نشسته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سـخـن</w:t>
      </w:r>
      <w:r w:rsidRPr="00677CB5">
        <w:rPr>
          <w:rtl/>
          <w:lang w:bidi="fa-IR"/>
        </w:rPr>
        <w:t xml:space="preserve"> در مـذمـت و نکوهش مذهب تش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بود, تا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گفت : ((از خرافات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آن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[حضرت ] م ح م د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پسر[حضرت ]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[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] سال 255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سامرا متولد شده و در سال260 در سرداب خانه خود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تا زمان ما هم هن</w:t>
      </w:r>
      <w:r w:rsidRPr="00677CB5">
        <w:rPr>
          <w:rFonts w:hint="eastAsia"/>
          <w:rtl/>
          <w:lang w:bidi="fa-IR"/>
        </w:rPr>
        <w:t>وز</w:t>
      </w:r>
      <w:r w:rsidRPr="00677CB5">
        <w:rPr>
          <w:rtl/>
          <w:lang w:bidi="fa-IR"/>
        </w:rPr>
        <w:t xml:space="preserve"> زنده است و نظام عالم بسته به وجود او است )).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هـمـه</w:t>
      </w:r>
      <w:r w:rsidRPr="00677CB5">
        <w:rPr>
          <w:rtl/>
          <w:lang w:bidi="fa-IR"/>
        </w:rPr>
        <w:t xml:space="preserve"> اهل مجلس در سرزنش و ناسزا گفتن به عقا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هم زبان شدند, مگر عالم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قبل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همه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را سرزنش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خاموش بود و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سخن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به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عالم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((سـال فـلان , در مـسـجـد جـامـع طـولون ,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درس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حاضر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فلان</w:t>
      </w:r>
      <w:r w:rsidRPr="00677CB5">
        <w:rPr>
          <w:rtl/>
          <w:lang w:bidi="fa-IR"/>
        </w:rPr>
        <w:t xml:space="preserve"> فق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 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سـخـن</w:t>
      </w:r>
      <w:r w:rsidRPr="00677CB5">
        <w:rPr>
          <w:rtl/>
          <w:lang w:bidi="fa-IR"/>
        </w:rPr>
        <w:t xml:space="preserve"> به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[حضرت ]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[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]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قال</w:t>
      </w:r>
      <w:r w:rsidRPr="00677CB5">
        <w:rPr>
          <w:rtl/>
          <w:lang w:bidi="fa-IR"/>
        </w:rPr>
        <w:t xml:space="preserve"> و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برخاست و آشوب بپا شد. </w:t>
      </w:r>
      <w:r w:rsidRPr="00677CB5">
        <w:rPr>
          <w:rFonts w:hint="eastAsia"/>
          <w:rtl/>
          <w:lang w:bidi="fa-IR"/>
        </w:rPr>
        <w:t>نـاگـهـان</w:t>
      </w:r>
      <w:r w:rsidRPr="00677CB5">
        <w:rPr>
          <w:rtl/>
          <w:lang w:bidi="fa-IR"/>
        </w:rPr>
        <w:t xml:space="preserve"> هـمـه ساکت شدند,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همان شکل و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قدرت نگاه کردن به او رانداشتند)).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چـون</w:t>
      </w:r>
      <w:r w:rsidRPr="00677CB5">
        <w:rPr>
          <w:rtl/>
          <w:lang w:bidi="fa-IR"/>
        </w:rPr>
        <w:t xml:space="preserve"> سـخـن عـالـم مـصر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ساکت شد.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بنده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اهل مجلس ما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ساکت شـده انـد و نـظرها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افتاده است و عرق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رو به قبله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مجلس نشسته است 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حالم دگـرگـون شـد. </w:t>
      </w:r>
      <w:r w:rsidRPr="00677CB5">
        <w:rPr>
          <w:rFonts w:hint="eastAsia"/>
          <w:rtl/>
          <w:lang w:bidi="fa-IR"/>
        </w:rPr>
        <w:t>تـوانـا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رخسار مبارکشان رانداشتم و مانند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اهل جلسه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 و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ربع ساعت همه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بعد آهسته آهسته به خود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کس زودتر به حال طـب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 , بلند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همه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تدر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و بدون خداحافظ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آن شب را تا صبح هم شاد و هم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بودم : شاد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کرده ام , و اندوه به خاطر آن که نتوانستم بار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بر آن جمال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نظر کنم وشما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مبارکش را درست به ذهن بسپارم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روز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درس رفـتـم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مـلا</w:t>
      </w:r>
      <w:r w:rsidRPr="00677CB5">
        <w:rPr>
          <w:rtl/>
          <w:lang w:bidi="fa-IR"/>
        </w:rPr>
        <w:t xml:space="preserve"> عـبدالرح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مرا به کتابخانه خود خواست و درآن جا تنها نـشـست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چه شد؟ حضرت قائم آل محمد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 و چنان تـصـرفـ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اهـل مجلس نمودند که قدرت سخن گفتن و نگاه کردن را از آنها گرفته و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شرمنده و درهم 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شدند و بدون خدا 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دو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انکار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ترس , 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کرده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که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کنم آنـچه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نبوده است , لذا گفتم : من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اهل مجلس هم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مشاهده نکردم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</w:t>
      </w:r>
      <w:r w:rsidRPr="00677CB5">
        <w:rPr>
          <w:rtl/>
          <w:lang w:bidi="fa-IR"/>
        </w:rPr>
        <w:t xml:space="preserve"> : مطلب از آن روشن تر است که تو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انکار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و امروز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نوشتند. </w:t>
      </w:r>
      <w:r w:rsidRPr="00677CB5">
        <w:rPr>
          <w:rFonts w:hint="eastAsia"/>
          <w:rtl/>
          <w:lang w:bidi="fa-IR"/>
        </w:rPr>
        <w:t>برخ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آمدند و شفاها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نقل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بعد پزشک سردار محمد را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بود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گفت : چشم ما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کرامت روشن باد.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سردار</w:t>
      </w:r>
      <w:r w:rsidRPr="00677CB5">
        <w:rPr>
          <w:rtl/>
          <w:lang w:bidi="fa-IR"/>
        </w:rPr>
        <w:t xml:space="preserve"> محمد علم خان هم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سست شده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 او راش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روز بعد, اتفاقا پسر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پدرم تو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قدرعذر آوردم که نـروم , نـپـذ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ـرفت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ناچار</w:t>
      </w:r>
      <w:r w:rsidRPr="00677CB5">
        <w:rPr>
          <w:rtl/>
          <w:lang w:bidi="fa-IR"/>
        </w:rPr>
        <w:t xml:space="preserve"> با او به حضور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و آن عالم مـصـر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افـراد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حـضور 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سلام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با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چگونگ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مـجـلـس را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سکوت اهل مجلس و پراکنده شدن بدون خداحافظ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متوجه مطلب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حضور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بودند,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دروغ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چطورم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مجلس در روز روشن , همه حاضر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نند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ند؟</w:t>
      </w:r>
      <w:r w:rsidRPr="00677CB5">
        <w:rPr>
          <w:rtl/>
          <w:lang w:bidi="fa-IR"/>
        </w:rPr>
        <w:t xml:space="preserve"> قـاض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گفت : چون طالب علم است , دروغ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حضرت فقط</w:t>
      </w:r>
      <w:r w:rsidR="008F13C5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وجودش جلوه گر ساخته باشد, تا موجب رفع انکار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چون آن که مردم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زبان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اکانشان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بوده اند و از عقا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,اعتقاد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وجود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است , ممکن است او هم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اهـل</w:t>
      </w:r>
      <w:r w:rsidRPr="00677CB5">
        <w:rPr>
          <w:rtl/>
          <w:lang w:bidi="fa-IR"/>
        </w:rPr>
        <w:t xml:space="preserve"> مـجـلـس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اکراه و برخ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بدون آن , سخن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القضات را 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مطلب او را تحس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نمودند</w:t>
      </w:r>
    </w:p>
    <w:p w:rsidR="00677CB5" w:rsidRPr="00677CB5" w:rsidRDefault="008F13C5" w:rsidP="002C0FA9">
      <w:pPr>
        <w:pStyle w:val="Heading2"/>
        <w:rPr>
          <w:rtl/>
        </w:rPr>
      </w:pPr>
      <w:r>
        <w:rPr>
          <w:rtl/>
        </w:rPr>
        <w:br w:type="page"/>
      </w:r>
      <w:bookmarkStart w:id="28" w:name="_Toc493414629"/>
      <w:r w:rsidR="00677CB5" w:rsidRPr="00677CB5">
        <w:rPr>
          <w:rtl/>
        </w:rPr>
        <w:lastRenderedPageBreak/>
        <w:t>28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عباباف نجف</w:t>
      </w:r>
      <w:r w:rsidR="00677CB5" w:rsidRPr="00677CB5">
        <w:rPr>
          <w:rFonts w:hint="cs"/>
          <w:rtl/>
        </w:rPr>
        <w:t>ی</w:t>
      </w:r>
      <w:bookmarkEnd w:id="2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مـهـد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عـباباف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مداومت تشرف به مسجدسهله در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راداشت فرمود: شـب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به مسجدسهله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رکن قبله مسجد, طرف شرق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همان جا که مقام</w:t>
      </w:r>
      <w:r w:rsidRPr="008F13C5">
        <w:rPr>
          <w:rStyle w:val="libFootnotenumChar"/>
          <w:rtl/>
        </w:rPr>
        <w:t xml:space="preserve"> ((35))</w:t>
      </w:r>
      <w:r w:rsidRPr="00677CB5">
        <w:rPr>
          <w:rtl/>
          <w:lang w:bidi="fa-IR"/>
        </w:rPr>
        <w:t xml:space="preserve">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واقع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باشد</w:t>
      </w:r>
      <w:r w:rsidRPr="00677CB5">
        <w:rPr>
          <w:rtl/>
          <w:lang w:bidi="fa-IR"/>
        </w:rPr>
        <w:t xml:space="preserve">, روشن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محراب مشغول عبادت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معلوم</w:t>
      </w:r>
      <w:r w:rsidRPr="00677CB5">
        <w:rPr>
          <w:rtl/>
          <w:lang w:bidi="fa-IR"/>
        </w:rPr>
        <w:t xml:space="preserve"> شد آن 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چراغ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بلکه نور صورت مبارک آن سرور, در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را منور ساخته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برگشته و بـاز نـظـر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صفه </w:t>
      </w:r>
      <w:r w:rsidRPr="008F13C5">
        <w:rPr>
          <w:rStyle w:val="libFootnotenumChar"/>
          <w:rtl/>
        </w:rPr>
        <w:t>((36))</w:t>
      </w:r>
      <w:r w:rsidRPr="00677CB5">
        <w:rPr>
          <w:rtl/>
          <w:lang w:bidi="fa-IR"/>
        </w:rPr>
        <w:t xml:space="preserve"> را روشن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چراغ نوربخش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گذارده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هـمان حال سابق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بزرگوار امام ابرار و سلاله ائمه اطهار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آن حضرت همه ما را گرفت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مانند چوب از حس وحرکت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جز مـن کـه چند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جلوتر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خواستم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شوم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در خود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خاطرم آمد و عرض کردم : لطفا استخاره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دست مبارک خود را باز نموده و با آن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مشغول به ذکر بودند,مشت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گرفته و بـعـد از حـساب کردن در جواب به من فرمودند: ((خوب است )).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هم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خود را به سـو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مـا انـداخـتـه و نظر پر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لحظات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ماادامه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انتظار داشت که حاجت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آخرت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از درگاه لطف وعطا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درخواست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سعادت و استعداد, ما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 و قفل خاموش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دهان ما را بست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سـپـس</w:t>
      </w:r>
      <w:r w:rsidRPr="00677CB5">
        <w:rPr>
          <w:rtl/>
          <w:lang w:bidi="fa-IR"/>
        </w:rPr>
        <w:t xml:space="preserve"> بـه سـمـت در مـسجد روانه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چون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 قدرت در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افته</w:t>
      </w:r>
      <w:r w:rsidRPr="00677CB5">
        <w:rPr>
          <w:rtl/>
          <w:lang w:bidi="fa-IR"/>
        </w:rPr>
        <w:t xml:space="preserve"> به دنبالش روانه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از در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رود, دوباره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مقدس خود را به طرف ما نـمـود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چند نفر بدون حس وحرکت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قدرت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کـه بـالاخره از مسجد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فاصله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در بود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از در دوم خـارج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مجردخروج حضرت قوت و شعور ما بازگشت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و با سرعت هر 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بـه سـمـت دردوم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چـشـم بـهـم زدنـ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در دوم خـارج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و نظر به اطراف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ـابـان</w:t>
      </w:r>
      <w:r w:rsidRPr="00677CB5">
        <w:rPr>
          <w:rtl/>
          <w:lang w:bidi="fa-IR"/>
        </w:rPr>
        <w:t xml:space="preserve"> انـداخـتـ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به اطراف و اکناف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وجه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معلوم شد که به مجرد خروج از در دوم , حضرت از نظر ما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دست دادن فرصت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ذکر حاجاتمان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آمده بود, افسوس خورده و متاثر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8F13C5" w:rsidP="002C0FA9">
      <w:pPr>
        <w:pStyle w:val="Heading2"/>
        <w:rPr>
          <w:rtl/>
        </w:rPr>
      </w:pPr>
      <w:r>
        <w:rPr>
          <w:rtl/>
        </w:rPr>
        <w:br w:type="page"/>
      </w:r>
      <w:bookmarkStart w:id="29" w:name="_Toc493414630"/>
      <w:r w:rsidR="00677CB5" w:rsidRPr="00677CB5">
        <w:rPr>
          <w:rtl/>
        </w:rPr>
        <w:lastRenderedPageBreak/>
        <w:t>29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جده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تبر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</w:t>
      </w:r>
      <w:r w:rsidR="00677CB5" w:rsidRPr="00677CB5">
        <w:rPr>
          <w:rFonts w:hint="cs"/>
          <w:rtl/>
        </w:rPr>
        <w:t>ی</w:t>
      </w:r>
      <w:bookmarkEnd w:id="2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فاضل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مـادربـزرگ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>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واسطه عارضه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غم و اندوه فرو رفته ومشغول به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توسل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اتاقها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است و دائما در آن اقـامه عزا و ماتم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درخت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مانند قند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تمام آن شب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تمام خانه و خانه همسا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گان</w:t>
      </w:r>
      <w:r w:rsidRPr="00677CB5">
        <w:rPr>
          <w:rtl/>
          <w:lang w:bidi="fa-IR"/>
        </w:rPr>
        <w:t xml:space="preserve"> را نورم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سحر</w:t>
      </w:r>
      <w:r w:rsidRPr="00677CB5">
        <w:rPr>
          <w:rtl/>
          <w:lang w:bidi="fa-IR"/>
        </w:rPr>
        <w:t xml:space="preserve"> همان شب ,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مکرمه ظاهر شدند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فرمودند که از برکت آن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رات</w:t>
      </w:r>
      <w:r w:rsidRPr="00677CB5">
        <w:rPr>
          <w:rtl/>
          <w:lang w:bidi="fa-IR"/>
        </w:rPr>
        <w:t xml:space="preserve"> و برکات بر او و بر نسل اورو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و به مکه و مشهد مشرف شده و ثروتمند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8F13C5" w:rsidRDefault="00677CB5" w:rsidP="008F13C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3</w:t>
      </w:r>
    </w:p>
    <w:p w:rsidR="00677CB5" w:rsidRPr="00677CB5" w:rsidRDefault="008F13C5" w:rsidP="002C0FA9">
      <w:pPr>
        <w:pStyle w:val="Heading2"/>
        <w:rPr>
          <w:rtl/>
        </w:rPr>
      </w:pPr>
      <w:r>
        <w:rPr>
          <w:rtl/>
        </w:rPr>
        <w:br w:type="page"/>
      </w:r>
      <w:bookmarkStart w:id="30" w:name="_Toc493414631"/>
      <w:r w:rsidR="00677CB5" w:rsidRPr="00677CB5">
        <w:rPr>
          <w:rtl/>
        </w:rPr>
        <w:lastRenderedPageBreak/>
        <w:t>30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مؤذن و خادم مدرسه سامرا</w:t>
      </w:r>
      <w:bookmarkEnd w:id="3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آقـا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از مؤذن و خادم مدرسه سامرا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چندسال که در جوار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به سر برده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معجزه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؟گفت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 اذان صبح به پشت بام حرم مطهر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نفر را در آن 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گـفتن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ساکت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تمام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ذکر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الان حال مساعد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سر فرصت آن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بود و چند مرتبه از او درخواست اتمام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همان جواب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شب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دوم ماه صفر سال 1335, در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مقابل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به او گفتم :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بگو.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تا به حال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پنج</w:t>
      </w:r>
      <w:r w:rsidRPr="00677CB5">
        <w:rPr>
          <w:rtl/>
          <w:lang w:bidi="fa-IR"/>
        </w:rPr>
        <w:t xml:space="preserve"> سال قبل شب جمعه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صحن مـطهر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پله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بام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قفل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باز کردم و از پله ها بالا رفتم تا به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پـشت بام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درفلان</w:t>
      </w:r>
      <w:r w:rsidRPr="00677CB5">
        <w:rPr>
          <w:rtl/>
          <w:lang w:bidi="fa-IR"/>
        </w:rPr>
        <w:t xml:space="preserve"> محل , هفت نفر از سادات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رو به قبله نشسته اند و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عمامه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بر سر مبارک دارد, مانند امام جماعت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آنهانشسته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پشت سرا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قرار گرفته بودم . </w:t>
      </w:r>
    </w:p>
    <w:p w:rsidR="00677CB5" w:rsidRPr="00677CB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سؤال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ستند؟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و نماز صبح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اقتدام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ابوالقاسم گفت : من از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نام مبارک آن حضرت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ماندن نداشتم , لذاروانه سمت مـقـابـل گشته , بالا رفتم . </w:t>
      </w:r>
    </w:p>
    <w:p w:rsidR="008F13C5" w:rsidRDefault="00677CB5" w:rsidP="008F13C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که طالع شد, اذان گفتم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آمدم درفضا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8F13C5" w:rsidP="002C0FA9">
      <w:pPr>
        <w:pStyle w:val="Heading2"/>
        <w:rPr>
          <w:rtl/>
        </w:rPr>
      </w:pPr>
      <w:r>
        <w:rPr>
          <w:rtl/>
        </w:rPr>
        <w:br w:type="page"/>
      </w:r>
      <w:bookmarkStart w:id="31" w:name="_Toc493414632"/>
      <w:r w:rsidR="00677CB5" w:rsidRPr="00677CB5">
        <w:rPr>
          <w:rtl/>
        </w:rPr>
        <w:lastRenderedPageBreak/>
        <w:t>31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صد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ق</w:t>
      </w:r>
      <w:r w:rsidR="00677CB5" w:rsidRPr="00677CB5">
        <w:rPr>
          <w:rtl/>
        </w:rPr>
        <w:t xml:space="preserve"> الذاکر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تهران</w:t>
      </w:r>
      <w:r w:rsidR="00677CB5" w:rsidRPr="00677CB5">
        <w:rPr>
          <w:rFonts w:hint="cs"/>
          <w:rtl/>
        </w:rPr>
        <w:t>ی</w:t>
      </w:r>
      <w:bookmarkEnd w:id="3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سلمه اللّه , به نقل از مؤمن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الذاکر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به فرموده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ـرزا</w:t>
      </w:r>
      <w:r w:rsidRPr="00677CB5">
        <w:rPr>
          <w:rtl/>
          <w:lang w:bidi="fa-IR"/>
        </w:rPr>
        <w:t xml:space="preserve"> هـاد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چـنـد سـال است که مجاور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 کمال رفاقت را با من دارد,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بعد از نماز جماعت من در جوار آن حضرت , با حال خوش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ذکر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در همه جا اهم حوائج او فرج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, گفت :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سال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به کربلا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مرکب</w:t>
      </w:r>
      <w:r w:rsidRPr="00677CB5">
        <w:rPr>
          <w:rtl/>
          <w:lang w:bidi="fa-IR"/>
        </w:rPr>
        <w:t xml:space="preserve"> من قاطر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راهوار وملک خودم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مبالغ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طلا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کمر بسته و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اسباب لازم همراهم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هر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قافله توقف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شبانه ذکر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لذاوضعم خوب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منزل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که مـسـ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است , قافله سحرگاه حرکت کرد و ما هم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اسب سوار با من 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مشغول</w:t>
      </w:r>
      <w:r w:rsidRPr="00677CB5">
        <w:rPr>
          <w:rtl/>
          <w:lang w:bidi="fa-IR"/>
        </w:rPr>
        <w:t xml:space="preserve"> صحبت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قافله جلو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 مرد عرب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دزدها قصد مارا دارند. </w:t>
      </w:r>
    </w:p>
    <w:p w:rsidR="00677CB5" w:rsidRPr="00677CB5" w:rsidRDefault="00677CB5" w:rsidP="00BA5AC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راگفت و اسب را دوان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همراه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همان جا ماندم . </w:t>
      </w:r>
      <w:r w:rsidRPr="00677CB5">
        <w:rPr>
          <w:rFonts w:hint="eastAsia"/>
          <w:rtl/>
          <w:lang w:bidi="fa-IR"/>
        </w:rPr>
        <w:t>دزدها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وفورا مرا هدف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ـزه</w:t>
      </w:r>
      <w:r w:rsidRPr="00677CB5">
        <w:rPr>
          <w:rtl/>
          <w:lang w:bidi="fa-IR"/>
        </w:rPr>
        <w:t xml:space="preserve"> و گـرز و خـنجر خود قرار دادند. </w:t>
      </w: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افتادم و از هوش رفتم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هوش آمـدم ,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درباره تقس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پولها نزاع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ازمن حرکت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دانستند که زنده ام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اذبحوه (سرش را از بدن </w:t>
      </w:r>
      <w:r w:rsidRPr="00677CB5">
        <w:rPr>
          <w:rtl/>
          <w:lang w:bidi="fa-IR"/>
        </w:rPr>
        <w:lastRenderedPageBreak/>
        <w:t>جداکن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).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باره متوجه من شدند و خنجر را بر گـلـو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مـرگ را مـشاهده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حال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tl/>
          <w:lang w:bidi="fa-IR"/>
        </w:rPr>
        <w:t xml:space="preserve"> و انقطاع , توجه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کـارخـانه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ناموس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, جسته و فقط با ارتباط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نه زبان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حضرت کمک خواستم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در کمتر از چشم بهم زدن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نور است که از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آسـمـان بـالا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دور آن قطعه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مثل کوه طور محل تجل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نورالانوارگرد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اسـت . </w:t>
      </w:r>
    </w:p>
    <w:p w:rsidR="00677CB5" w:rsidRPr="00677CB5" w:rsidRDefault="00677CB5" w:rsidP="00BA5AC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دلربا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معشوق ماسو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شد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آن که سر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کرم</w:t>
      </w:r>
      <w:r w:rsidRPr="00677CB5">
        <w:rPr>
          <w:rtl/>
          <w:lang w:bidi="fa-IR"/>
        </w:rPr>
        <w:t xml:space="preserve"> مجروح بود و مشرف به موت بودم و خون از جراحاتم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برکت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آن جان جهان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بخش ارواح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تازه در جسم وجان من دم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بستر مرگ برخاستم . </w:t>
      </w:r>
    </w:p>
    <w:p w:rsidR="00677CB5" w:rsidRPr="00677CB5" w:rsidRDefault="00677CB5" w:rsidP="00BA5AC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قبر جد بزرگوارم , روانه شو. </w:t>
      </w:r>
      <w:r w:rsidRPr="00677CB5">
        <w:rPr>
          <w:rFonts w:hint="eastAsia"/>
          <w:rtl/>
          <w:lang w:bidi="fa-IR"/>
        </w:rPr>
        <w:t>نـگـاه</w:t>
      </w:r>
      <w:r w:rsidRPr="00677CB5">
        <w:rPr>
          <w:rtl/>
          <w:lang w:bidi="fa-IR"/>
        </w:rPr>
        <w:t xml:space="preserve"> کـردم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چراغها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گلدسته ها و گنبد مطهر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داست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اعراب واسباب و اثـاثـ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همه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را فراموش کرده , راحت راه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خود را در کـوچـه بـاغها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کربلا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هوا روشن شده بود گفتم :برا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به کربلا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رسم . </w:t>
      </w:r>
      <w:r w:rsidRPr="00677CB5">
        <w:rPr>
          <w:rFonts w:hint="eastAsia"/>
          <w:rtl/>
          <w:lang w:bidi="fa-IR"/>
        </w:rPr>
        <w:t>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مم</w:t>
      </w:r>
      <w:r w:rsidRPr="00677CB5">
        <w:rPr>
          <w:rtl/>
          <w:lang w:bidi="fa-IR"/>
        </w:rPr>
        <w:t xml:space="preserve"> کرده ,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خوانم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نشستم وت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مم</w:t>
      </w:r>
      <w:r w:rsidRPr="00677CB5">
        <w:rPr>
          <w:rtl/>
          <w:lang w:bidi="fa-IR"/>
        </w:rPr>
        <w:t xml:space="preserve"> کردم , احساس ضعف و درد نموده , دو رکـعت نماز رابه طور نشسته و به هزارزحمت خواندم و همان جا از هوش رفتم و چشم باز نکردم مگر در خانه مرحوم آقاش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فرزند حجة الاسلام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معلوم</w:t>
      </w:r>
      <w:r w:rsidRPr="00677CB5">
        <w:rPr>
          <w:rtl/>
          <w:lang w:bidi="fa-IR"/>
        </w:rPr>
        <w:t xml:space="preserve"> شد 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از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بغداد وارد کربلا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شوند, مرا با خود حمل نموده و به خانه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آورده انـد.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مرا زنده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گفت : غم مخور, شهداء کربلاهفتاد و سه نفر شدند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چـنـد</w:t>
      </w:r>
      <w:r w:rsidRPr="00677CB5">
        <w:rPr>
          <w:rtl/>
          <w:lang w:bidi="fa-IR"/>
        </w:rPr>
        <w:t xml:space="preserve"> مـاهـ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زخـمها رامعالجه کردم تا از برکت نفس مبارک حضرت صاحب الزمان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سلامت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</w:t>
      </w:r>
    </w:p>
    <w:p w:rsidR="00677CB5" w:rsidRPr="00677CB5" w:rsidRDefault="00BA5AC3" w:rsidP="002C0FA9">
      <w:pPr>
        <w:pStyle w:val="Heading2"/>
        <w:rPr>
          <w:rtl/>
        </w:rPr>
      </w:pPr>
      <w:r>
        <w:rPr>
          <w:rtl/>
        </w:rPr>
        <w:br w:type="page"/>
      </w:r>
      <w:bookmarkStart w:id="32" w:name="_Toc493414633"/>
      <w:r w:rsidR="00677CB5" w:rsidRPr="00677CB5">
        <w:rPr>
          <w:rtl/>
        </w:rPr>
        <w:lastRenderedPageBreak/>
        <w:t>32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عمه مکرمه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صدرالد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3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صدرالد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علو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مکرمه عمه شان نقل فرمودند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 : در سرداب مقدس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, مشرف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مشغول نماز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ازنور به شکل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انسان کامل نمودار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لکن جسم و جسد او رانم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خواستم</w:t>
      </w:r>
      <w:r w:rsidRPr="00677CB5">
        <w:rPr>
          <w:rtl/>
          <w:lang w:bidi="fa-IR"/>
        </w:rPr>
        <w:t xml:space="preserve"> نماز را بهم زنم و خـود را به حضرتش برسانم ,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ازشکستن نماز ناراحت شوند.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کـه اگـر نـماز را تمام کنم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ببرند, لذا با عجله نماز را تمام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مجرد سلام دادن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غم و اندوه , سراسر وجودم را در خود گرفت </w:t>
      </w:r>
    </w:p>
    <w:p w:rsidR="00677CB5" w:rsidRPr="00677CB5" w:rsidRDefault="00BA5AC3" w:rsidP="002C0FA9">
      <w:pPr>
        <w:pStyle w:val="Heading2"/>
        <w:rPr>
          <w:rtl/>
        </w:rPr>
      </w:pPr>
      <w:r>
        <w:rPr>
          <w:rtl/>
        </w:rPr>
        <w:br w:type="page"/>
      </w:r>
      <w:bookmarkStart w:id="33" w:name="_Toc493414634"/>
      <w:r w:rsidR="00677CB5" w:rsidRPr="00677CB5">
        <w:rPr>
          <w:rtl/>
        </w:rPr>
        <w:lastRenderedPageBreak/>
        <w:t>33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ابن هشام</w:t>
      </w:r>
      <w:bookmarkEnd w:id="3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ابوالقاسم</w:t>
      </w:r>
      <w:r w:rsidRPr="00677CB5">
        <w:rPr>
          <w:rtl/>
          <w:lang w:bidi="fa-IR"/>
        </w:rPr>
        <w:t xml:space="preserve"> جعفر بن محمد قولو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مـن در سـال 337, هـجر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کبر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(همان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قرامطه ,حجرالاسود را به مـسجد الحرام برگردانده بودند) به عزم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, وارد بغدادشدم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هدفم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کـه حجرالاسود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نص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در کتابها خوانده بودم که آن را از جـا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کـنـده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ـرون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بـرنـد و پس از آوردن ,حجت زمان و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رحمان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ارواحـنافداه آن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نصب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[چنانچه در زمان حجاج لعنة اللّه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کنده شـد و هر کس خواست آن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نصب کند ممکن نشد تا آن که امام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الساجد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دست مبارک خود, آن را بر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قرار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] در بغداد سخت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</w:t>
      </w:r>
      <w:r w:rsidRPr="00677CB5">
        <w:rPr>
          <w:rtl/>
          <w:lang w:bidi="fa-IR"/>
        </w:rPr>
        <w:t xml:space="preserve"> شدم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خود را در شرف مرگ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لذا از آن مقصد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(تـشـرف بـه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)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به ابن هشام مشهور بود از جانب خود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نـمودم ,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به مهر به او سپردم و در آن از مدت عمر خود سؤال کرده بودم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و به اوگفتم : عمده هدف من آن است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رقعه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حجرالاسود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خودنصب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برسان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جوابش را از او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من تو را فقط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ابـن</w:t>
      </w:r>
      <w:r w:rsidRPr="00677CB5">
        <w:rPr>
          <w:rtl/>
          <w:lang w:bidi="fa-IR"/>
        </w:rPr>
        <w:t xml:space="preserve"> هـشـام گفت 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مکه معظمه وارد شدم و خواستند, حجرالاسود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نصب نـمـا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خدام دادم تا بتوانم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سنگ را بر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قرارم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چند</w:t>
      </w:r>
      <w:r w:rsidRPr="00677CB5">
        <w:rPr>
          <w:rtl/>
          <w:lang w:bidi="fa-IR"/>
        </w:rPr>
        <w:t xml:space="preserve"> نـفـر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نزد خود نگاه داشتم , تا مرا از ازدحام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حفظ</w:t>
      </w:r>
      <w:r w:rsidR="00BA5AC3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هرکس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حجرالاسود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نصب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سنگ اضطراب داشت و بر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قرار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گندمگون وخوشرو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آمد و حجر را بر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گذارد.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سنگ</w:t>
      </w:r>
      <w:r w:rsidRPr="00677CB5">
        <w:rPr>
          <w:rtl/>
          <w:lang w:bidi="fa-IR"/>
        </w:rPr>
        <w:t xml:space="preserve"> در آن جا, قرارگرفت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اصلا و ابدا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برداشته نشده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مـشـاهـده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,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بلند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جوان پس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از در مسجد الحرام خارج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دنبال او رفتم و مردم را از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خوددور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راه را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آنها گمان کردند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هستم و راه را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</w:t>
      </w:r>
      <w:r w:rsidRPr="00677CB5">
        <w:rPr>
          <w:rtl/>
          <w:lang w:bidi="fa-IR"/>
        </w:rPr>
        <w:t xml:space="preserve"> از آن جوان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تا آن که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مردم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با وجود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با سرعت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با کمال 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باز به او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تا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جز من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 که او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توقف</w:t>
      </w:r>
      <w:r w:rsidRPr="00677CB5">
        <w:rPr>
          <w:rtl/>
          <w:lang w:bidi="fa-IR"/>
        </w:rPr>
        <w:t xml:space="preserve"> نمود و فرمود: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همراه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رقعه</w:t>
      </w:r>
      <w:r w:rsidRPr="00677CB5">
        <w:rPr>
          <w:rtl/>
          <w:lang w:bidi="fa-IR"/>
        </w:rPr>
        <w:t xml:space="preserve"> را به او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بدون</w:t>
      </w:r>
      <w:r w:rsidRPr="00677CB5">
        <w:rPr>
          <w:rtl/>
          <w:lang w:bidi="fa-IR"/>
        </w:rPr>
        <w:t xml:space="preserve"> آن که آن را باز و نگاه کند, فرمود: به صاحب رقعه بگو, او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فوت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بلکه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خواهد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هشام گفت : آنگاه چنان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غلبه کرد که قادر بر حرکت کردن نبودم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جوان</w:t>
      </w:r>
      <w:r w:rsidRPr="00677CB5">
        <w:rPr>
          <w:rtl/>
          <w:lang w:bidi="fa-IR"/>
        </w:rPr>
        <w:t xml:space="preserve"> مرا به همان حال گذاشت و رفت , تا آن که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ابوالقاسم</w:t>
      </w:r>
      <w:r w:rsidRPr="00677CB5">
        <w:rPr>
          <w:rtl/>
          <w:lang w:bidi="fa-IR"/>
        </w:rPr>
        <w:t xml:space="preserve"> بن قولو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ابن هشام بعد از مراجعت از حج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واقعه را به من خبر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نـاقـل</w:t>
      </w:r>
      <w:r w:rsidRPr="00677CB5">
        <w:rPr>
          <w:rtl/>
          <w:lang w:bidi="fa-IR"/>
        </w:rPr>
        <w:t xml:space="preserve"> اصل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پس از آن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 از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گذشت , ابن قولو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در صـدد تـه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آخرت خود برآمد: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نامه خود را نوشت و کفن خود را آماده کرد و محل قبر خود را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گفتند: چرا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خداوند تفضل کرده و تو راعاف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جواب</w:t>
      </w:r>
      <w:r w:rsidRPr="00677CB5">
        <w:rPr>
          <w:rtl/>
          <w:lang w:bidi="fa-IR"/>
        </w:rPr>
        <w:t xml:space="preserve"> داد: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همان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که خبر فوت مرا در آن داده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سال , و با همان مرض وفات کرد و به رحمت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</w:p>
    <w:p w:rsidR="00677CB5" w:rsidRPr="00677CB5" w:rsidRDefault="00BA5AC3" w:rsidP="002C0FA9">
      <w:pPr>
        <w:pStyle w:val="Heading2"/>
        <w:rPr>
          <w:rtl/>
        </w:rPr>
      </w:pPr>
      <w:r>
        <w:rPr>
          <w:rtl/>
        </w:rPr>
        <w:br w:type="page"/>
      </w:r>
      <w:bookmarkStart w:id="34" w:name="_Toc493414635"/>
      <w:r w:rsidR="00677CB5" w:rsidRPr="00677CB5">
        <w:rPr>
          <w:rtl/>
        </w:rPr>
        <w:lastRenderedPageBreak/>
        <w:t>34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ان</w:t>
      </w:r>
      <w:r w:rsidR="00677CB5" w:rsidRPr="00677CB5">
        <w:rPr>
          <w:rtl/>
        </w:rPr>
        <w:t xml:space="preserve"> صالح اهل ب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ت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34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صالح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سـالـ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قـصـد تـشرف به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, براه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سال , گرما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دبود</w:t>
      </w:r>
      <w:r w:rsidRPr="00677CB5">
        <w:rPr>
          <w:rtl/>
          <w:lang w:bidi="fa-IR"/>
        </w:rPr>
        <w:t xml:space="preserve"> و بادها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سموم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قافله عقب ماندم و راه را گم کردم , ازشدت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عـطـش از پـا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درآمـده و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افتادم و مشرف به مرگ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هه</w:t>
      </w:r>
      <w:r w:rsidRPr="00677CB5">
        <w:rPr>
          <w:rtl/>
          <w:lang w:bidi="fa-IR"/>
        </w:rPr>
        <w:t xml:space="preserve">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گوشم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, 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چشم باز کردم ,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خوشرو و خوشبو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بر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شهبا (خاکستر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رنگ ) سـوار بـود.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داد, آن را آشام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ازبرف خنک تر و از عسل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آب مرااز هلاکت نجات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لطف را نسبت به من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فـرمود: منم حجت خدا بر بندگانش و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(باق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رات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در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منم</w:t>
      </w:r>
      <w:r w:rsidRPr="00677CB5">
        <w:rPr>
          <w:rtl/>
          <w:lang w:bidi="fa-IR"/>
        </w:rPr>
        <w:t xml:space="preserve"> 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از عدل و داد پر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ظلم و ستم پر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منم</w:t>
      </w:r>
      <w:r w:rsidRPr="00677CB5">
        <w:rPr>
          <w:rtl/>
          <w:lang w:bidi="fa-IR"/>
        </w:rPr>
        <w:t xml:space="preserve"> فرزند حسن بـن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ابن محمد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بن محمد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ببند.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رابستم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بگشا, گشودم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, خود را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قافله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آن حضرت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</w:t>
      </w:r>
    </w:p>
    <w:p w:rsidR="00677CB5" w:rsidRPr="00677CB5" w:rsidRDefault="00BA5AC3" w:rsidP="002C0FA9">
      <w:pPr>
        <w:pStyle w:val="Heading2"/>
        <w:rPr>
          <w:rtl/>
        </w:rPr>
      </w:pPr>
      <w:r>
        <w:rPr>
          <w:rtl/>
        </w:rPr>
        <w:br w:type="page"/>
      </w:r>
      <w:bookmarkStart w:id="35" w:name="_Toc493414636"/>
      <w:r w:rsidR="00677CB5" w:rsidRPr="00677CB5">
        <w:rPr>
          <w:rtl/>
        </w:rPr>
        <w:lastRenderedPageBreak/>
        <w:t>35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حمود بغداد</w:t>
      </w:r>
      <w:r w:rsidR="00677CB5" w:rsidRPr="00677CB5">
        <w:rPr>
          <w:rFonts w:hint="cs"/>
          <w:rtl/>
        </w:rPr>
        <w:t>ی</w:t>
      </w:r>
      <w:bookmarkEnd w:id="3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بغداد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حمود بن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حسون بغداد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و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در کمال 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عفت نفس و بلند نـظـر, بـود و بـا آن کـه مـبتلا به شعار صالح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فقر بود,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جهت تشرف به خدمت حـضرت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 که چهل شب </w:t>
      </w:r>
      <w:r w:rsidRPr="00677CB5">
        <w:rPr>
          <w:rFonts w:hint="eastAsia"/>
          <w:rtl/>
          <w:lang w:bidi="fa-IR"/>
        </w:rPr>
        <w:t>جمعه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بغداد به کربلا, برود.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نموده و متحمل مخارج آن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وقـتـهـا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زاد توکل و توشه توسل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حق</w:t>
      </w:r>
      <w:r w:rsidRPr="00677CB5">
        <w:rPr>
          <w:rtl/>
          <w:lang w:bidi="fa-IR"/>
        </w:rPr>
        <w:t xml:space="preserve"> تـعـال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چنان محبت آن بزرگوار را در قلوب مردم انداخته بود که اهل محمود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که اغلب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اهل سنت و جماعتند,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انتظار آمدن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بوده ,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به راه , به مجرد ورودش , گرد او جمع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 و 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نموده , آب و غذا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 و علوفه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مرکبش م</w:t>
      </w: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اهل</w:t>
      </w:r>
      <w:r w:rsidRPr="00677CB5">
        <w:rPr>
          <w:rtl/>
          <w:lang w:bidi="fa-IR"/>
        </w:rPr>
        <w:t xml:space="preserve"> اسکندر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که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متعصب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 هم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برخورد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چله آن بزرگوار به اتمام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در آخر, مردد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, شب چهلم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شب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نهم , و آن شب مصادف با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مخصوصه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نـجف اشرف شده و شب چهارشنبه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به مسجد سهله مشرف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تا آن که روز چهارشنبه به سمت کربلا روانه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اعمال</w:t>
      </w:r>
      <w:r w:rsidRPr="00677CB5">
        <w:rPr>
          <w:rtl/>
          <w:lang w:bidi="fa-IR"/>
        </w:rPr>
        <w:t xml:space="preserve"> مسجدسهله را بجاآورده با جماعت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صع صعه مشرف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آن جا دو رکعت نماز گذاردندو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نوشته شده بر تابلو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به سجده رفتند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سجده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خودش به سجده رفـت و بـه رفقا گفت : شمادعا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سجده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چون سواد نداشتند و خط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سنگ هم ناخوانا بود, نتوانستند درست بخوانند.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تند مزاج بود, برآشفت و به رفقا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چه وضع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؟ نـاگـهـان شعاع انوار کبر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 لمعات جمال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مسجد را چون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مقدس طور و 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 نور و 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روح افزا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, چون ندا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رب 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گوش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رفـقا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فرمود: ولد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حمود انا اتمم لک الدعاء (فرزندم حمود من دعا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خـوانـم ) و شروع به قرائت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سجده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در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مسجد به همراه او قرائت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کـردنـد و تـمام 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حاضر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انوار و اسرار و قرائت اذکار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لکن , شخص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بزرگوار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سر از سجده بردارد و به دامان آن مسجود ملائکه دست توسل برآورد,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عـقـل او را منع کرد و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امام را, که تمام کردن دعا بود, به خاطر آورد.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به هزار آرزو و انـتـظـار, سر از سجده بلند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جمال دل آرا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امام مهربان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تمام مسجد را مثل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نورش به آسمان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, نورافشان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حضرت , با زبان گهربار خـود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فرمود: شکر اللّه 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(خدا قبول کند).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اشاره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مداومت بر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تو قبول باد و به مقصود خود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گشت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رافرمود و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آن نور هم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افـراد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هـمـراه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بودند, دوان دوان به اطراف و اکناف رفتند,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صحرارا نگاه کردند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سهله بودند, از جمله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مصنف کتاب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الانام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همان جا انوار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رااز مسجد صعصعه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به دنبال آن ماه تابان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دوند, لذا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تبرک قطعه قطعه کردند و بردند, مگرقبا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که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حمود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شب جمعه کربلا را ترک نکرد و بر آن مواظبت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که وفات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</w:t>
      </w:r>
    </w:p>
    <w:p w:rsidR="00677CB5" w:rsidRPr="00677CB5" w:rsidRDefault="00D23102" w:rsidP="002C0FA9">
      <w:pPr>
        <w:pStyle w:val="Heading2"/>
        <w:rPr>
          <w:rtl/>
        </w:rPr>
      </w:pPr>
      <w:r>
        <w:rPr>
          <w:rtl/>
        </w:rPr>
        <w:br w:type="page"/>
      </w:r>
      <w:bookmarkStart w:id="36" w:name="_Toc493414637"/>
      <w:r w:rsidR="00677CB5" w:rsidRPr="00677CB5">
        <w:rPr>
          <w:rtl/>
        </w:rPr>
        <w:lastRenderedPageBreak/>
        <w:t>36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محمد بن اب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الرواد و ابن جعفر دهان</w:t>
      </w:r>
      <w:bookmarkEnd w:id="3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محمد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الرواد رواس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مـاه رجـب , بـا مـحـمـد بن جعفر دهان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مسجدسهله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محمد</w:t>
      </w:r>
      <w:r w:rsidR="00D23102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گـفـت : مـرا به مسجد صعصعه ببر.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ائمه اطهار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</w:t>
      </w:r>
      <w:r w:rsidR="00D23102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نماز خوانده و قدمها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خود را در آن جا گذاشته اند, لذا مسجد با برکت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.]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مسجد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در حال نماز خواندن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مرد شتر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شتر خود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 و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عقال کرد (زانو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بست 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داخل مسجد شدو دو رکعت نماز خواند,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دو رکـعت را طول داد بعد هم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بلندکرد و گفت : اللهم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ذا المنن السابغه ...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آخـر دعا.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در کتب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اعمال ماه رجب و اعمال مسجد صعصعه , معروف است ] آنگاه برخاست و نزد شتر خودرفت و بر آن سوار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محمد</w:t>
      </w:r>
      <w:r w:rsidRPr="00677CB5">
        <w:rPr>
          <w:rtl/>
          <w:lang w:bidi="fa-IR"/>
        </w:rPr>
        <w:t xml:space="preserve"> بن جعفر دهان به من گفت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برنخ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تاسؤال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مـن قبول کردم , لذا برخاسته و به نزد او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تو را به خداوند قسم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ما بگو که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فرمود: شما را به خداوند قسم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,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باشم ؟ ابن جعفر دهان گفت : فکر کردم خضر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شـخـص بـه من فرمود: تو هم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تصور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من هم فکر کردم که خضر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واللّه مـن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هـسـتم که خضر محتاج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منم امام زمان شما</w:t>
      </w:r>
    </w:p>
    <w:p w:rsidR="00677CB5" w:rsidRPr="00677CB5" w:rsidRDefault="00D23102" w:rsidP="002C0FA9">
      <w:pPr>
        <w:pStyle w:val="Heading2"/>
        <w:rPr>
          <w:rtl/>
        </w:rPr>
      </w:pPr>
      <w:r>
        <w:rPr>
          <w:rtl/>
        </w:rPr>
        <w:br w:type="page"/>
      </w:r>
      <w:bookmarkStart w:id="37" w:name="_Toc493414638"/>
      <w:r w:rsidR="00677CB5" w:rsidRPr="00677CB5">
        <w:rPr>
          <w:rtl/>
        </w:rPr>
        <w:lastRenderedPageBreak/>
        <w:t>37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عطوه علو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حسن</w:t>
      </w:r>
      <w:r w:rsidR="00677CB5" w:rsidRPr="00677CB5">
        <w:rPr>
          <w:rFonts w:hint="cs"/>
          <w:rtl/>
        </w:rPr>
        <w:t>ی</w:t>
      </w:r>
      <w:bookmarkEnd w:id="3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باقر بن عطوه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پدرم - عطوه -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مذهب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مرضش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اطباء ازعلاج آن عاجز بـودند.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ضمن از ما - پسران خود - به جهت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دوازده امام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آزرده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مکرر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 : من شما را 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به مذهبتان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آورم , مگر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صاحب شما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نجات 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اتـفـاقـا</w:t>
      </w:r>
      <w:r w:rsidRPr="00677CB5">
        <w:rPr>
          <w:rtl/>
          <w:lang w:bidi="fa-IR"/>
        </w:rPr>
        <w:t xml:space="preserve">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وقـت نـماز عشاء, ما همه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جا جمع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پدر 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: بشتاب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سرعت به نزدش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 : بدو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صاحب خود را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مـا</w:t>
      </w:r>
      <w:r w:rsidRPr="00677CB5">
        <w:rPr>
          <w:rtl/>
          <w:lang w:bidi="fa-IR"/>
        </w:rPr>
        <w:t xml:space="preserve"> هـر قدر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سؤال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 :شخص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نزد من آمد و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عطوه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فرمود: من صاحب الزمان و امام پسرانت هستم , آمده ام تو را شفابدهم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دست دراز کرد و بر موضع درد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چون به خود نگاه کردم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D23102" w:rsidRDefault="00677CB5" w:rsidP="00D2310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عطوه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زنده بود و با قوت و توانا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</w:p>
    <w:p w:rsidR="00677CB5" w:rsidRPr="00677CB5" w:rsidRDefault="00D23102" w:rsidP="002C0FA9">
      <w:pPr>
        <w:pStyle w:val="Heading2"/>
        <w:rPr>
          <w:rtl/>
        </w:rPr>
      </w:pPr>
      <w:r>
        <w:rPr>
          <w:rtl/>
        </w:rPr>
        <w:br w:type="page"/>
      </w:r>
      <w:r w:rsidR="00677CB5" w:rsidRPr="00677CB5">
        <w:rPr>
          <w:rtl/>
        </w:rPr>
        <w:lastRenderedPageBreak/>
        <w:t xml:space="preserve"> </w:t>
      </w:r>
      <w:bookmarkStart w:id="38" w:name="_Toc493414639"/>
      <w:r w:rsidR="00677CB5" w:rsidRPr="00677CB5">
        <w:rPr>
          <w:rtl/>
        </w:rPr>
        <w:t>38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ابن اب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الجواد نعمان</w:t>
      </w:r>
      <w:r w:rsidR="00677CB5" w:rsidRPr="00677CB5">
        <w:rPr>
          <w:rFonts w:hint="cs"/>
          <w:rtl/>
        </w:rPr>
        <w:t>ی</w:t>
      </w:r>
      <w:bookmarkEnd w:id="3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الجواد نعمان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- به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بزرگان - به حضور حضرت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عـصـر ارواحـنافداه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و در آن جا به حضرت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مقام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نعمان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مقام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حله است , چه اوقات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دومکان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فـرمودند: در شب و روز سه شنبه در نعمان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و شب و روز جمعه در حله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, امااهل حله به آداب مـقـام من , رفتار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به مقام من واردشود و به آداب آن عمل کند,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و ائمه اطهار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سلام کند و دوازده بارصلوات بفرستد بعد هم دو رکعت نماز با دو سوره بخواند و در آن دو رکعت با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مناجات کند, مگر آن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را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به او عطام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مولاجان , آن مناجات را به من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اللهم قد اخذالتاءد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مـسـنـ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الـضر و انت ارحم الراحم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ان کان ما اقترفته من الذنوب استحق به اضعاف ما ادبتن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 انت حل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ذو انات تعفو عن کث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سبق</w:t>
      </w:r>
      <w:r w:rsidRPr="00677CB5">
        <w:rPr>
          <w:rtl/>
          <w:lang w:bidi="fa-IR"/>
        </w:rPr>
        <w:t xml:space="preserve"> عفوک و رحمتک عذابک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سه مرتبه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بر من تکرار فرمود, تا حفظشدم </w:t>
      </w:r>
    </w:p>
    <w:p w:rsidR="00677CB5" w:rsidRPr="00677CB5" w:rsidRDefault="00D23102" w:rsidP="002C0FA9">
      <w:pPr>
        <w:pStyle w:val="Heading2"/>
        <w:rPr>
          <w:rtl/>
        </w:rPr>
      </w:pPr>
      <w:r>
        <w:rPr>
          <w:rtl/>
        </w:rPr>
        <w:br w:type="page"/>
      </w:r>
      <w:bookmarkStart w:id="39" w:name="_Toc493414640"/>
      <w:r w:rsidR="00677CB5" w:rsidRPr="00677CB5">
        <w:rPr>
          <w:rtl/>
        </w:rPr>
        <w:lastRenderedPageBreak/>
        <w:t>39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محمد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تاجر</w:t>
      </w:r>
      <w:bookmarkEnd w:id="3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تاجر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بـازار بـودم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تجار بود,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سؤال کرد: اهل کجا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گفتم : اهل دزفول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اسـم دزفـول را از من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مصافحه و معانقه و اظهار محبت کردن به من را گذاشت و گفت : امشب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صرف غذا به منزل من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بدون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سابقه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منزل او بروم , لذا تامل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حال من , مطلب را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لذا گفت : اگر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هر کس را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مانع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وعده دادم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را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به آن جا رفتم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فات</w:t>
      </w:r>
      <w:r w:rsidRPr="00677CB5">
        <w:rPr>
          <w:rtl/>
          <w:lang w:bidi="fa-IR"/>
        </w:rPr>
        <w:t xml:space="preserve"> وتدارکات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بجا آورده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گفت : سبب اظهار محبت من نسبت به شما آن هم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آن است که من از دزفـول شـمـا 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برده ام , لذا چون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شما از اهل آن جا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,خواستم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تلاف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من ثروت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اولاد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مـحزون بودم و غصه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خوردم , تا آن که به کربلا ونجف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از اهل علم سؤال کردم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حاجات مهم , چه توسل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مؤثر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گـفتند</w:t>
      </w:r>
      <w:r w:rsidRPr="00677CB5">
        <w:rPr>
          <w:rtl/>
          <w:lang w:bidi="fa-IR"/>
        </w:rPr>
        <w:t xml:space="preserve">: ((به تجربه ثابت شده است , که اعمال مسجدسهله در شب چهارشنبه , موجب توجه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شود)).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مـن</w:t>
      </w:r>
      <w:r w:rsidRPr="00677CB5">
        <w:rPr>
          <w:rtl/>
          <w:lang w:bidi="fa-IR"/>
        </w:rPr>
        <w:t xml:space="preserve"> مـدت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را به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اعمالش را آن گونه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گرفته بودم , بجا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کـه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خواب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فرمود: جواب مشکل تو نزدمشهد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نـساج (بافنده ) در شهر دزفول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تا آن روز, اسم دزفول رانشن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لذا از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افراد, نام و راه آن جا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 به آن طرف حرکت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صبح به نوکر خـود گـفـتـم :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شهر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کنم تو در منزل بمان اگر 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شد, به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خودم برگردم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خانه خارج شدم , اما تا عصر در هر کوچه و محله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رفتم و سراغ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نساج را گرفتم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 , تا آن که آخرالامر به کوچه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مغازه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بافنده کجا است ؟ گفت : سر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کوچه دکان او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دکان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و در همان جا هم نشسته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 آن که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فرمود: حاج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خداوند</w:t>
      </w:r>
      <w:r w:rsidRPr="00677CB5">
        <w:rPr>
          <w:rtl/>
          <w:lang w:bidi="fa-IR"/>
        </w:rPr>
        <w:t xml:space="preserve"> چند اولادپسر به تو مرحمت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تعداد آنها را گفت که الان به همان تعداد, اولاد پسردارم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تعجب کردم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بدون سابقه مرا شناخت و مقصد مرا هم گفت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دکان او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دانست</w:t>
      </w:r>
      <w:r w:rsidRPr="00677CB5">
        <w:rPr>
          <w:rtl/>
          <w:lang w:bidi="fa-IR"/>
        </w:rPr>
        <w:t xml:space="preserve"> که من غذا نخورده ام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کاسه چوب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که در آن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مـاسـت و دو تـا نـان جو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خوردم و نماز خواندم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گفتم :من امشب مهمان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است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روانداز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اکتفا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اجازه ماندن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شب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اول مغرب اذان گفت و نماز مغرب و عشا را 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هم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کاسه را با ماست و چهار دانه نان جو آورد, و بعد از صرف غذا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ومن هم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اول</w:t>
      </w:r>
      <w:r w:rsidRPr="00677CB5">
        <w:rPr>
          <w:rtl/>
          <w:lang w:bidi="fa-IR"/>
        </w:rPr>
        <w:t xml:space="preserve"> اذان صبح برخاست و اذان گفت و نماز خواند و سر کار خود نشست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شما اسم و مقصد مرا از کجا دانست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مقصد خود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اصرار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[از دور خانه مجلل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شد].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منزل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اشـراف لـر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سال پنج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شش ماه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چند سرباز به همراه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 در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سـربـازها,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لاغر اندام بود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آمدو گفت : تو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نان خود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اول سال به اندازه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 دانه نان جو که لازم دارم , جو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خرم و آردم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از آن آرد, هر روز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نان بپزند.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ممکن است من هم پول بدهم و همان قدر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جو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نان مراتام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قبول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هر روز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چهار دانه نان جو از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ظهر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رفتم</w:t>
      </w:r>
      <w:r w:rsidRPr="00677CB5">
        <w:rPr>
          <w:rtl/>
          <w:lang w:bidi="fa-IR"/>
        </w:rPr>
        <w:t xml:space="preserve"> و از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امروز کسالت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و در مسجد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مسجد رفتم , تا او را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حالش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گفت : من امروز درفلان ساعت از دنـ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کفن من فلان جا است و تو در دکان خود مواظب باش هر کس آمد و تو را خواست , اطاعت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هم از جو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, خودت بردار.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دکـان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شب گذشت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مرا صدا زد.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بااو و چند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که همراهش بودند, به مسجد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جـوان</w:t>
      </w:r>
      <w:r w:rsidRPr="00677CB5">
        <w:rPr>
          <w:rtl/>
          <w:lang w:bidi="fa-IR"/>
        </w:rPr>
        <w:t xml:space="preserve"> از دنـ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رفته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دستور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 و او را با کفن برداشت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شهرنزد چشمه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غسل و کفن کرده , به خاک سپرد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رفتند من هم بدون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دکان خود برگشتم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ماه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صدا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 گشودم , آن شخص فرمود: تو را خواسته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شهر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درصحرا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آقـا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دور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نشسته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صحرادر آن موقع روشن بود و صفا داشت که به وصف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آقـا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آنها از همه محترم تر بودند, به من فرمودند: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تو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سرباز به پاداش خدمت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او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(در امر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نان او را کمک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نصب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چون اصل مطلب را متوجه نشده بودم , عرض کردم : من کجا از عهده سرباز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تازه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چـه کـار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باشد منصب سلطان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[آن هم که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ندارد.]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تو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آمده بودم ,فرمود: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حضرتش عرض کردم : سمعا و طاعة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تو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گماشتم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باش هر زمان به تو فرمان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,انجام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برگشتم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فرمانها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به تو دادم </w:t>
      </w:r>
    </w:p>
    <w:p w:rsidR="00677CB5" w:rsidRPr="00677CB5" w:rsidRDefault="00BB1860" w:rsidP="002C0FA9">
      <w:pPr>
        <w:pStyle w:val="Heading2"/>
        <w:rPr>
          <w:rtl/>
        </w:rPr>
      </w:pPr>
      <w:r>
        <w:rPr>
          <w:rtl/>
        </w:rPr>
        <w:br w:type="page"/>
      </w:r>
      <w:bookmarkStart w:id="40" w:name="_Toc493414641"/>
      <w:r w:rsidR="00677CB5" w:rsidRPr="00677CB5">
        <w:rPr>
          <w:rtl/>
        </w:rPr>
        <w:lastRenderedPageBreak/>
        <w:t>40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وسف</w:t>
      </w:r>
      <w:r w:rsidR="00677CB5" w:rsidRPr="00677CB5">
        <w:rPr>
          <w:rtl/>
        </w:rPr>
        <w:t xml:space="preserve"> بن احمد جعفر</w:t>
      </w:r>
      <w:r w:rsidR="00677CB5" w:rsidRPr="00677CB5">
        <w:rPr>
          <w:rFonts w:hint="cs"/>
          <w:rtl/>
        </w:rPr>
        <w:t>ی</w:t>
      </w:r>
      <w:bookmarkEnd w:id="4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بن احمد جعفر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سـال 306 بـه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مشرف شدم و سه سال در مکه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طرف شام بـراه افـتادم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نماز صبحم قضا شد,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ازمحمل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تا آمـاده نـمـاز شـوم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نـاگـهـان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, چهار نفر بر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محمل سوارند!تعجب کرده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آنها به من گفت : از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تعجب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نمازت قضا شد؟ گفتم : از کجا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زمان خود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چهار نفر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محمل سوار بودند, اشاره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مساله , دلائل و علامتها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لازم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دلـ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باشد؟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محمل و هر که در آن است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آسمان بالا رود؟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محمل به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بالا رود؟ گفتم :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امر واقع شود, قبول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محمل با آن چهار نفر به طرف آسمان بالا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آن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اواشاره شد,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گـنـدمگون که رنگ مبارکش از زرد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درم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دو چشم او اثر سجده بود</w:t>
      </w:r>
    </w:p>
    <w:p w:rsidR="00677CB5" w:rsidRPr="00677CB5" w:rsidRDefault="00BB1860" w:rsidP="002C0FA9">
      <w:pPr>
        <w:pStyle w:val="Heading2"/>
        <w:rPr>
          <w:rtl/>
        </w:rPr>
      </w:pPr>
      <w:r>
        <w:rPr>
          <w:rtl/>
        </w:rPr>
        <w:br w:type="page"/>
      </w:r>
      <w:bookmarkStart w:id="41" w:name="_Toc493414642"/>
      <w:r w:rsidR="00677CB5" w:rsidRPr="00677CB5">
        <w:rPr>
          <w:rtl/>
        </w:rPr>
        <w:lastRenderedPageBreak/>
        <w:t>41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جنگجو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غزوه صف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4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خاندان عصمت و طهارت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پدرم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با او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گفتن ,خواب بر او غلبه کرد و عمامه از سرش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اثر</w:t>
      </w:r>
      <w:r w:rsidRPr="00677CB5">
        <w:rPr>
          <w:rtl/>
          <w:lang w:bidi="fa-IR"/>
        </w:rPr>
        <w:t xml:space="preserve"> زخم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سرش ظاهر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اوسؤال کردم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جراحت که به ضربات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از ضربه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در جنگ صف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تعجب کرده به او گفتند: جنگ صف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مربوط به قرنها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است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تودر آن زمان نبوده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چطور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امکان دارد؟ گـفـت : بله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مصر سفر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ـفه</w:t>
      </w:r>
      <w:r w:rsidRPr="00677CB5">
        <w:rPr>
          <w:rtl/>
          <w:lang w:bidi="fa-IR"/>
        </w:rPr>
        <w:t xml:space="preserve"> غره با من همراه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 از جنگ صف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گفت : اگر من در آن جا حاضر بودم ,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خود رااز خون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اصحابش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گفتم : اگر من حاضر بودم ,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خود را از خون معاو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ارانش</w:t>
      </w:r>
      <w:r w:rsidRPr="00677CB5">
        <w:rPr>
          <w:rtl/>
          <w:lang w:bidi="fa-IR"/>
        </w:rPr>
        <w:t xml:space="preserve"> رنگ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گفت :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معاو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آن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اران</w:t>
      </w:r>
      <w:r w:rsidRPr="00677CB5">
        <w:rPr>
          <w:rtl/>
          <w:lang w:bidi="fa-IR"/>
        </w:rPr>
        <w:t xml:space="preserve"> که الان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 تو که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اران</w:t>
      </w:r>
      <w:r w:rsidRPr="00677CB5">
        <w:rPr>
          <w:rtl/>
          <w:lang w:bidi="fa-IR"/>
        </w:rPr>
        <w:t xml:space="preserve">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حق خـود را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</w:t>
      </w:r>
      <w:r w:rsidRPr="00677CB5">
        <w:rPr>
          <w:rtl/>
          <w:lang w:bidi="fa-IR"/>
        </w:rPr>
        <w:t xml:space="preserve">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روح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از خود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 و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از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خارج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خود را از غلاف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گردرآو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واقع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مرد ضربه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فرق سرم وارد کرد که افتادم واز هوش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ندانستم که چه اتفاق افتاد, مگر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با ته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خود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ـدار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چون چشم گشودم ,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 سر بال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اسب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جراحت و زخم من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دست اودارو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 که فورا آن را بهبود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ضربه را خوب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صبر کن تا برگردم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بر اسب خود سوار شد و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مراجعت نمودو سر آن مرد را کـه بـه من ضربه زده بود,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در دست داشت و اسب او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مرا باخود آورد. </w:t>
      </w:r>
    </w:p>
    <w:p w:rsidR="00677CB5" w:rsidRPr="00677CB5" w:rsidRDefault="00677CB5" w:rsidP="00BB186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سر, سر دشمن تو است , چون تو ما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ما هم تو 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BB1860" w:rsidRPr="00BB1860">
        <w:rPr>
          <w:rStyle w:val="libAlaemChar"/>
          <w:rFonts w:hint="cs"/>
          <w:rtl/>
        </w:rPr>
        <w:t>(</w:t>
      </w:r>
      <w:r w:rsidR="00BB1860" w:rsidRPr="00BB1860">
        <w:rPr>
          <w:rStyle w:val="libAieChar"/>
          <w:rtl/>
        </w:rPr>
        <w:t>وَلَيَنصُرَنَّ اللَّـهُ مَن يَنصُرُهُ</w:t>
      </w:r>
      <w:r w:rsidR="00BB1860" w:rsidRPr="00BB1860">
        <w:rPr>
          <w:rStyle w:val="libAlaemChar"/>
          <w:rFonts w:hint="cs"/>
          <w:rtl/>
        </w:rPr>
        <w:t>)</w:t>
      </w:r>
      <w:r w:rsidR="00BB1860"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t>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مسرور گشته و عرض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فـرمـود: مـن م ح م د ابن الحسن , صاحب الزمان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فرمودند: اگر راجع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زخم از تو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: بگو آن را در جنگ صف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سرم زده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را فرمود و ازنظرم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</w:t>
      </w:r>
    </w:p>
    <w:p w:rsidR="00677CB5" w:rsidRPr="00677CB5" w:rsidRDefault="00BB1860" w:rsidP="002C0FA9">
      <w:pPr>
        <w:pStyle w:val="Heading2"/>
        <w:rPr>
          <w:rtl/>
        </w:rPr>
      </w:pPr>
      <w:r>
        <w:rPr>
          <w:rtl/>
        </w:rPr>
        <w:br w:type="page"/>
      </w:r>
      <w:bookmarkStart w:id="42" w:name="_Toc493414643"/>
      <w:r w:rsidR="00677CB5" w:rsidRPr="00677CB5">
        <w:rPr>
          <w:rtl/>
        </w:rPr>
        <w:lastRenderedPageBreak/>
        <w:t>42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مادر عثمان در حله</w:t>
      </w:r>
      <w:bookmarkEnd w:id="4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شمس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دربـار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سـلاطـ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, به نام معمر بن شمس بود که او را مذور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برس را که در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حله است , اجاره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روستاوقف علو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(سادات )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که غله آن جا را جمع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نامش ابن الخط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الخط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غلام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عثمان داشت که مسئول مخارج او بود. </w:t>
      </w:r>
    </w:p>
    <w:p w:rsidR="00677CB5" w:rsidRPr="00677CB5" w:rsidRDefault="00677CB5" w:rsidP="00BB186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الخط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از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و صلاح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عثمان برخلاف او و از اهل سنت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درباره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بحث و مجادله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اتـفـاقا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نزد مقام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برس ,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تل نمرود بود, حاضر شـدنـد.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جـا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عوام حاضر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الخط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به عثمان گفت : الان حق را واضح و آشکار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کف دست خود نام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که دوست دارم (عل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حسن و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سم</w:t>
      </w:r>
      <w:r w:rsidRPr="00677CB5">
        <w:rPr>
          <w:rtl/>
          <w:lang w:bidi="fa-IR"/>
        </w:rPr>
        <w:t xml:space="preserve"> تو هم بر دست خود نام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دوست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(فلان و فلان و فلان )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, آنگاه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نوشته شده مان را با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 آتش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هر کس که سوخت , او بر باطل است و هر کس دستش سالم ماند, بر حق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عثمان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قبول نکرد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علت رع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عوام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جا حـاضـر بـودند, عثمان را سرزنش کردند و گفتند: اگر مذهب تو حق است ,چرا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مـادر عثمان که شاهد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بود, در حما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پسر خود مردم را لعن کرد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راتهد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نمود و ترسان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 خلاصه در اظهار دشمن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نس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مبالغه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همان لحظه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کور شد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خود مشاهده کرد,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صدا زد.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اتاقش رفتند,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چـشمها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سالم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لذا دست او راگرفته و از اتاق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آوردند و بـه حله بردند.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خبر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دوستانش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اطبا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حله و بغداد آوردند تا چشم او را مـعـالـجـه کـنـند, اما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زنان مؤمنه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شـنـاختند و دوستان اوبودند, به نزدش آمدند و گفتند: 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 را کور کرد, حضرت صـاحـب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دوست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دشمنانش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ماضامن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برکت آن حضرت تو را شفا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وگرنه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بلا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راه خلاص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زن 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امر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چون شب جمعه فرا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او را برداشتند و به مقام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حله بردند و بعد هم زن را داخل مقام نموده خودشان کنار در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ربع شب گذشت , آن زن با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از مقام خارج و به طرف زنها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مؤمنه آمد, در 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آنها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 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رنگ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را به آنها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شاد شدند و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حمد و سپاس گفتند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مرا داخل مقام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دست من خورد و شـخص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شفا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است و ازبرکت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دست , کور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رفع شد و مقام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پر از نور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درآن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فرمود: منم محمد بن الحسن و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زنها برخاستند و به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برگشتند.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عثمان پسر او هم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شهرت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 و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شان به وجود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نـظـ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, در سال 1317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اتفاق افتاد,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مجاورام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نجف اشرف بودم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مورد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سنت بود که کورشده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به مقام حضرت مـهـد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الـسلام بردند و به محض توسل به آن بزرگوار در همان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شد</w:t>
      </w:r>
    </w:p>
    <w:p w:rsidR="00677CB5" w:rsidRPr="00677CB5" w:rsidRDefault="006E3670" w:rsidP="002C0FA9">
      <w:pPr>
        <w:pStyle w:val="Heading2"/>
        <w:rPr>
          <w:rtl/>
        </w:rPr>
      </w:pPr>
      <w:r>
        <w:rPr>
          <w:rtl/>
        </w:rPr>
        <w:br w:type="page"/>
      </w:r>
      <w:bookmarkStart w:id="43" w:name="_Toc493414644"/>
      <w:r w:rsidR="00677CB5" w:rsidRPr="00677CB5">
        <w:rPr>
          <w:rtl/>
        </w:rPr>
        <w:lastRenderedPageBreak/>
        <w:t>43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اخو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آقا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داماد</w:t>
      </w:r>
      <w:bookmarkEnd w:id="4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مرحوم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داماد فرمود: اوقات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پرکنه هندوستان بودم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منزل نشسته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زن مجلله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,وارد حجره مـن شد و بدون مقدمه چادر خود را کنار زد و صورتش را به من نشان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جوان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حسن و جمال که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لاغر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زن گفت : علت لاغر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گرفتار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اجنه شده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رسانده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خودم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جز آن که به شما متوسل شوم ,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دودمان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صحبتها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زن به او دستور دادم هر وقت آن جن نزد تو ظاهر شدآ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قرائت کن , او از تو فرار خواهد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بلد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زحمت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تا بالاخره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او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چند روز آمد و اظهار تشکر کرد که به 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مبارکه , هر وقت او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آن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خوانم , از شرش خلاص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مانند قورباغه به سقف اتاق مسکون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چـسـبـ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و کم کم رو به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بزرگ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تا آن که به سطح اتاق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است که من ازد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دنش</w:t>
      </w:r>
      <w:r w:rsidRPr="00677CB5">
        <w:rPr>
          <w:rtl/>
          <w:lang w:bidi="fa-IR"/>
        </w:rPr>
        <w:t xml:space="preserve"> به وحشت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رسا و با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خشونت به من گفت : تو به خاطرتعل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محبوبه ام او را از من جدا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بالاخره تو را خواهم کشت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شـروع به خواندن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tl/>
          <w:lang w:bidi="fa-IR"/>
        </w:rPr>
        <w:t xml:space="preserve">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کم کم کوچک شد, تابه صورت اول برگشت و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مرتبه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سروقت من آمده و قصد کشتنم را نمود, اما من باخواندن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شر او نجات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از شهر خارج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جنگل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جنگل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ناگاه اژدها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الجثه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درختان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مـن هـمان جن هستم و الان تو را هلاک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آن که تو را از چنگ من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بخشد؟ تـا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کـلام را از او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فـورا ملهم شده و متوسل به ,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چارگان</w:t>
      </w:r>
      <w:r w:rsidRPr="00677CB5">
        <w:rPr>
          <w:rtl/>
          <w:lang w:bidi="fa-IR"/>
        </w:rPr>
        <w:t xml:space="preserve"> و نجات دهنده درمـانـدگـان , حـضرت صاحب العصر و الزمان ارواحنافداه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آن جن گفتم :حضرت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مرا نجات خواهد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جمله از دهانم خارج شد, جوان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عمامه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سبز بر سر و تبر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دردست داشت , مقابل 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آقا تبر خود را به من داد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اژدها رابکش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, از تـرس و وحشت در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رمق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چه رسدبه آن که بتوانم تبر را به کار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رفته و به ضرب تبر سر آن اژدها را درهم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درک فرستاد.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هم فرمود: برو که از شر او خلاص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کردم : شما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فرمودند: تو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کمک 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که متوسل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منم حجت وقت و امام زمان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خداوند متعال را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نعمت بزرگ ,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شکر نمودم </w:t>
      </w:r>
    </w:p>
    <w:p w:rsidR="00677CB5" w:rsidRPr="00677CB5" w:rsidRDefault="0048520F" w:rsidP="002C0FA9">
      <w:pPr>
        <w:pStyle w:val="Heading2"/>
        <w:rPr>
          <w:rtl/>
        </w:rPr>
      </w:pPr>
      <w:r>
        <w:rPr>
          <w:rtl/>
        </w:rPr>
        <w:br w:type="page"/>
      </w:r>
      <w:bookmarkStart w:id="44" w:name="_Toc493414645"/>
      <w:r w:rsidR="00677CB5" w:rsidRPr="00677CB5">
        <w:rPr>
          <w:rtl/>
        </w:rPr>
        <w:lastRenderedPageBreak/>
        <w:t>44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زاهد کوف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 جعف</w:t>
      </w:r>
      <w:r w:rsidR="00677CB5" w:rsidRPr="00677CB5">
        <w:rPr>
          <w:rFonts w:hint="cs"/>
          <w:rtl/>
        </w:rPr>
        <w:t>ی</w:t>
      </w:r>
      <w:bookmarkEnd w:id="4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حمزه اقساس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خانه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در کـوفـه گـازر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(کـس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شغلش لباسشو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) بود که به زهد مشهور و از اهل عبادت به حساب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طالب اخبار و آثار خوب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اتـفـاقا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آن شخص ملاقات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او با پدرم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 گفت :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جعف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مساجد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کوفه بود,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خلوت کرده و عبادت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نـاگاه</w:t>
      </w:r>
      <w:r w:rsidRPr="00677CB5">
        <w:rPr>
          <w:rtl/>
          <w:lang w:bidi="fa-IR"/>
        </w:rPr>
        <w:t xml:space="preserve"> سه نفر داخل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صحن مسجد نشست و دست چپ خودرا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شد و از آن آب وضو گرفت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دو نفر اشاره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با آن آب وضو گرفتند.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جلوتر از آن دو نفر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مشغول نماز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به او اقتداء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سـلام نـماز, موضوع ظاهر کردن آب به نظر من بزرگ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دو نفرکه طرف دست راست من نشسته بود,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 : او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پسر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خدمت آن حضرت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وعرض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 رسول اللّه راجع به عمر بن حمزه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برحق است ؟ فرمود: نه , اما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, مگر آن که قبل از فوتش مرا خواهد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حمزه اقساس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جالب و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عمر بن حمزه وفات 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حضرت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وملاقات نموده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کـه اتـفاقا در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(گازر) را ملاقات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مجددا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ذکر آن , ما انکار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مگر نگفته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حضرت فرمودند: عمر بن حمزه در آخر کار مرا خواهد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چرا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تو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؟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تو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بـعـد از آن بـا ابـوالـمـناقب (پسر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حمزه ) ملاقات کردم و راجع به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پدرش گفتگو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فوت پدرش را گفت , که اواخر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, نزد پدرم نشسته بودم در آن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پدرم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بود و مرض هم شدت داشت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تحل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رفته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ضـعـ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</w:t>
      </w:r>
      <w:r w:rsidRPr="00677CB5">
        <w:rPr>
          <w:rtl/>
          <w:lang w:bidi="fa-IR"/>
        </w:rPr>
        <w:t xml:space="preserve"> شـده بـود.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را هم بسته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ما حاضر شد که از مهابت و عظمت او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بر خود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داخل شدنش از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بسته تعجب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او, مـا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راجـع به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داخل شدنش از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بسته سؤال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غافل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پـدرم نشست و با اومشغول صحبت شد و پدرم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برخاست و از نظر ما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پـدرم</w:t>
      </w:r>
      <w:r w:rsidRPr="00677CB5">
        <w:rPr>
          <w:rtl/>
          <w:lang w:bidi="fa-IR"/>
        </w:rPr>
        <w:t xml:space="preserve"> بـا سـنـگـ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حـرکت نمود و به جانب من نگر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گفت : مرا بنشان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باز کرد و گفت : 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من بود کجا رفت ؟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از همان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آمده بود, رفت 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="0048520F">
        <w:rPr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اطـراف خـانـه جـسـتـجـو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درها را بسته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اصلا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شخص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پدرم را از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بسته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</w:t>
      </w:r>
      <w:r w:rsidRPr="00677CB5">
        <w:rPr>
          <w:rtl/>
          <w:lang w:bidi="fa-IR"/>
        </w:rPr>
        <w:t xml:space="preserve"> او خبر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بود؟ گفت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حضرت صاحب الزمان ارواحنا فداه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ماجرا, مرض او شدت کرد و دار فان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وداع گفت</w:t>
      </w:r>
    </w:p>
    <w:p w:rsidR="00677CB5" w:rsidRPr="00677CB5" w:rsidRDefault="0048520F" w:rsidP="002C0FA9">
      <w:pPr>
        <w:pStyle w:val="Heading2"/>
        <w:rPr>
          <w:rtl/>
        </w:rPr>
      </w:pPr>
      <w:r>
        <w:rPr>
          <w:rtl/>
        </w:rPr>
        <w:br w:type="page"/>
      </w:r>
      <w:bookmarkStart w:id="45" w:name="_Toc493414646"/>
      <w:r w:rsidR="00677CB5" w:rsidRPr="00677CB5">
        <w:rPr>
          <w:rtl/>
        </w:rPr>
        <w:lastRenderedPageBreak/>
        <w:t>45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مدلل</w:t>
      </w:r>
      <w:bookmarkEnd w:id="4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شـخـصـ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کـه مـورد اطـم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نقل کرد که نزد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اهل نجف اشرف مشهور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الان (سال 789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در آن ساکنم , ملک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ازاهل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صلاح بود که به او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مدلل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منزل از سمت غرب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وشمال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قبر مطهر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صحن مقدس متصل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صاحب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فرزند بود که مبتلا به فلج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قدرت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</w:t>
      </w:r>
      <w:r w:rsidRPr="00677CB5">
        <w:rPr>
          <w:rtl/>
          <w:lang w:bidi="fa-IR"/>
        </w:rPr>
        <w:t xml:space="preserve"> نداشت , لذا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</w:t>
      </w:r>
      <w:r w:rsidRPr="00677CB5">
        <w:rPr>
          <w:rtl/>
          <w:lang w:bidi="fa-IR"/>
        </w:rPr>
        <w:t xml:space="preserve"> و اطـفـالش در وقت حاجت او را حمل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مدت مـرض , خـود و خانواده اش در شدت و فشار افتادند و به فقر وتنگدست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مبتلا و محتاج خلق شده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سال</w:t>
      </w:r>
      <w:r w:rsidRPr="00677CB5">
        <w:rPr>
          <w:rtl/>
          <w:lang w:bidi="fa-IR"/>
        </w:rPr>
        <w:t xml:space="preserve"> 720,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, بعد از آن که ربع شب گذشته بود, پسر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او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دارشدند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کـه از خـانه و بام نور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چشم را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: چه خبر است ؟ گفت :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نزد من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 و فرمودند: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آقاجان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دسـت</w:t>
      </w:r>
      <w:r w:rsidRPr="00677CB5">
        <w:rPr>
          <w:rtl/>
          <w:lang w:bidi="fa-IR"/>
        </w:rPr>
        <w:t xml:space="preserve"> مـرا گرفت و از جا بلند کرد.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لحظه مرض من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خوب شدم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ساباط (طاقها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ساباط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) راه من است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جدم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. </w:t>
      </w:r>
      <w:r w:rsidRPr="00677CB5">
        <w:rPr>
          <w:rFonts w:hint="eastAsia"/>
          <w:rtl/>
          <w:lang w:bidi="fa-IR"/>
        </w:rPr>
        <w:t>درب</w:t>
      </w:r>
      <w:r w:rsidRPr="00677CB5">
        <w:rPr>
          <w:rtl/>
          <w:lang w:bidi="fa-IR"/>
        </w:rPr>
        <w:t xml:space="preserve"> آن را هر </w:t>
      </w:r>
      <w:r w:rsidRPr="00677CB5">
        <w:rPr>
          <w:rtl/>
          <w:lang w:bidi="fa-IR"/>
        </w:rPr>
        <w:lastRenderedPageBreak/>
        <w:t xml:space="preserve">شب ببند.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اطاعت کردم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آن حضرت برخاسته و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رفتند. </w:t>
      </w:r>
    </w:p>
    <w:p w:rsidR="0048520F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آن ساباط, به ساباط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مدلل مشهور شد.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مردم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نذرهام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به برکت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به مراد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رسند</w:t>
      </w:r>
    </w:p>
    <w:p w:rsidR="00677CB5" w:rsidRPr="00677CB5" w:rsidRDefault="0048520F" w:rsidP="002C0FA9">
      <w:pPr>
        <w:pStyle w:val="Heading2"/>
        <w:rPr>
          <w:rtl/>
        </w:rPr>
      </w:pPr>
      <w:r>
        <w:rPr>
          <w:rtl/>
        </w:rPr>
        <w:br w:type="page"/>
      </w:r>
      <w:bookmarkStart w:id="46" w:name="_Toc493414647"/>
      <w:r w:rsidR="00677CB5" w:rsidRPr="00677CB5">
        <w:rPr>
          <w:rtl/>
        </w:rPr>
        <w:lastRenderedPageBreak/>
        <w:t>46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مشهد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اکبر تهران</w:t>
      </w:r>
      <w:r w:rsidR="00677CB5" w:rsidRPr="00677CB5">
        <w:rPr>
          <w:rFonts w:hint="cs"/>
          <w:rtl/>
        </w:rPr>
        <w:t>ی</w:t>
      </w:r>
      <w:bookmarkEnd w:id="4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- خادم مسجد جمکران -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سـال وبا (سال 1322) بعد از گذشتن مرض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جمکران رفتم 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نشسته است . </w:t>
      </w:r>
      <w:r w:rsidRPr="00677CB5">
        <w:rPr>
          <w:rFonts w:hint="eastAsia"/>
          <w:rtl/>
          <w:lang w:bidi="fa-IR"/>
        </w:rPr>
        <w:t>احوال</w:t>
      </w:r>
      <w:r w:rsidRPr="00677CB5">
        <w:rPr>
          <w:rtl/>
          <w:lang w:bidi="fa-IR"/>
        </w:rPr>
        <w:t xml:space="preserve"> او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مـن سـاکـن تهران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و اسمم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تهران کاسب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فـروش دخان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داشتم , اما پس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تمام شد, چون به مردم نس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داده بودم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وبـا آمـد آنـهـا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رفتتند و دست من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لذا به قم آمدم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اوصاف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را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هم آمدم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بمانم , تا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حاجتم را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سه ماه در مسجد جمکران ماند و مشغول عبادت شد. 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: 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عبادت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کردن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من گفت :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کارم اصلاح شده , اما هنوز به اتمام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کربلام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از شهر به طرف مسجد جمکران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کربلا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  <w:r w:rsidRPr="00677CB5">
        <w:rPr>
          <w:rFonts w:hint="eastAsia"/>
          <w:rtl/>
          <w:lang w:bidi="fa-IR"/>
        </w:rPr>
        <w:t>شـش</w:t>
      </w:r>
      <w:r w:rsidRPr="00677CB5">
        <w:rPr>
          <w:rtl/>
          <w:lang w:bidi="fa-IR"/>
        </w:rPr>
        <w:t xml:space="preserve"> مـاه سـفر او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شش ماه , باز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همان شخص را که از کربلا برگشته بود, در همان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مشاهده کردم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 تعارف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سر صحبت باز شد.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گفت : در کربلا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معلوم شدکه حاجتم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جمکران داده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لذا برگشتم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هم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دو سه ماه ماند و مشغول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و عبادت بود.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که پنجم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ششم ماه مبارک رمضان شد.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به تهران برود.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به منزل بردم و شب را آن جا </w:t>
      </w:r>
      <w:r w:rsidRPr="00677CB5">
        <w:rPr>
          <w:rtl/>
          <w:lang w:bidi="fa-IR"/>
        </w:rPr>
        <w:lastRenderedPageBreak/>
        <w:t xml:space="preserve">ماند.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اثناء صبحت گفت : حاجتم برآورده شد.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چطور؟ گفت : چون تو خادم 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حال آن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نقل نکرده ام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جمکران قرار گذاشته بودم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نان جو به من بدهد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شد پولش را بدهم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 نان رفتم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تو نان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مـساله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نگفتم و تا چهار روز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که بخورم مگر آن که ازعلف کنار جـو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خـوردم , بـه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مبتلا به اسهال شدم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باعث شد که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شوم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قدرت برخاستن را نداشتم , مگر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عبادت که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. </w:t>
      </w:r>
      <w:r w:rsidRPr="00677CB5">
        <w:rPr>
          <w:rFonts w:hint="eastAsia"/>
          <w:rtl/>
          <w:lang w:bidi="fa-IR"/>
        </w:rPr>
        <w:t>نـصـف</w:t>
      </w:r>
      <w:r w:rsidRPr="00677CB5">
        <w:rPr>
          <w:rtl/>
          <w:lang w:bidi="fa-IR"/>
        </w:rPr>
        <w:t xml:space="preserve">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وقت عبادتم بود فرا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سمت کوه دو برادران (نام دو کوه دراطراف مسجد جمکران ) روشن است و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جا ساطع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تمام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منور شد. </w:t>
      </w:r>
      <w:r w:rsidRPr="00677CB5">
        <w:rPr>
          <w:rFonts w:hint="eastAsia"/>
          <w:rtl/>
          <w:lang w:bidi="fa-IR"/>
        </w:rPr>
        <w:t>نـاگهان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پشت در اتاقم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کوبد (منزلم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ازحجرات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مسجد بود) با حال ضعف برخاستم و در را باز کردم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باجلالت و عظمت پشت در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سـلام کـردم , اما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گرفت ونتوانستم 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بزنم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آمده و نزد من نشستند و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کردن راگذاشتند, و فرمودند: جـده ام فـاطمه </w:t>
      </w:r>
      <w:r w:rsidR="0048520F" w:rsidRPr="0048520F">
        <w:rPr>
          <w:rStyle w:val="libAlaemChar"/>
          <w:rFonts w:eastAsiaTheme="minorHAnsi"/>
          <w:rtl/>
        </w:rPr>
        <w:t>عليها‌السلام</w:t>
      </w:r>
      <w:r w:rsidR="0048520F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نزد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</w:t>
      </w:r>
      <w:r w:rsidR="0048520F" w:rsidRPr="0048520F">
        <w:rPr>
          <w:rStyle w:val="libAlaemChar"/>
          <w:rFonts w:eastAsiaTheme="minorHAnsi"/>
          <w:rtl/>
        </w:rPr>
        <w:t>صلى‌الله‌عليه‌وآله‌وسلم</w:t>
      </w:r>
      <w:r w:rsidR="0048520F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شفاعت کرده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حاجتت را برآورند.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جدم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من حواله نموده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برو</w:t>
      </w:r>
      <w:r w:rsidRPr="00677CB5">
        <w:rPr>
          <w:rtl/>
          <w:lang w:bidi="fa-IR"/>
        </w:rPr>
        <w:t xml:space="preserve"> به وطن که کار تو 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48520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</w:t>
      </w:r>
      <w:r w:rsidR="0048520F" w:rsidRPr="0048520F">
        <w:rPr>
          <w:rStyle w:val="libAlaemChar"/>
          <w:rFonts w:eastAsiaTheme="minorHAnsi"/>
          <w:rtl/>
        </w:rPr>
        <w:t>صلى‌الله‌عليه‌وآله‌وسلم</w:t>
      </w:r>
      <w:r w:rsidR="0048520F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فرموده اند: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برو که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الت</w:t>
      </w:r>
      <w:r w:rsidRPr="00677CB5">
        <w:rPr>
          <w:rtl/>
          <w:lang w:bidi="fa-IR"/>
        </w:rPr>
        <w:t xml:space="preserve"> منتظر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 و بر آنها سخت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مـن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خـود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باشد, لذا عرض کردم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خادم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شده است شما شفا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9D13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صلاح او همان است که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بماند.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فرمودند: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مسجد نمازبخوان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بـرخـاسـتـم</w:t>
      </w:r>
      <w:r w:rsidRPr="00677CB5">
        <w:rPr>
          <w:rtl/>
          <w:lang w:bidi="fa-IR"/>
        </w:rPr>
        <w:t xml:space="preserve"> و با حضرت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به 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درب مسجدم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حضرت با او صحبت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که من آن را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صحن مسجد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مسجد خارج شد. </w:t>
      </w:r>
      <w:r w:rsidRPr="00677CB5">
        <w:rPr>
          <w:rFonts w:hint="eastAsia"/>
          <w:rtl/>
          <w:lang w:bidi="fa-IR"/>
        </w:rPr>
        <w:t>ظرف</w:t>
      </w:r>
      <w:r w:rsidRPr="00677CB5">
        <w:rPr>
          <w:rtl/>
          <w:lang w:bidi="fa-IR"/>
        </w:rPr>
        <w:t xml:space="preserve">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دستش بود که آن را به حضرت داد.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وضو گرفتند و به من هم فرمودند: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آب وضو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آن آب وضو گرفتم و داخل مسجد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 رسول اللّه چه وقت ظهور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حضرت با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تو چه کار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سؤالها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اوران</w:t>
      </w:r>
      <w:r w:rsidRPr="00677CB5">
        <w:rPr>
          <w:rtl/>
          <w:lang w:bidi="fa-IR"/>
        </w:rPr>
        <w:t xml:space="preserve"> شما باشم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اما تو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سؤال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ناگهان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شدند, اما 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حـضـرت را از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قدمگاه در صفه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و پنجره چوب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و داخل مسجد است ,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فرمودند: برو به وطن که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الت</w:t>
      </w:r>
      <w:r w:rsidRPr="00677CB5">
        <w:rPr>
          <w:rtl/>
          <w:lang w:bidi="fa-IR"/>
        </w:rPr>
        <w:t xml:space="preserve"> منتظر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اظهار داشت که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الم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</w:t>
      </w:r>
    </w:p>
    <w:p w:rsidR="00677CB5" w:rsidRPr="00677CB5" w:rsidRDefault="009D1315" w:rsidP="002C0FA9">
      <w:pPr>
        <w:pStyle w:val="Heading2"/>
        <w:rPr>
          <w:rtl/>
        </w:rPr>
      </w:pPr>
      <w:r>
        <w:rPr>
          <w:rtl/>
        </w:rPr>
        <w:br w:type="page"/>
      </w:r>
      <w:bookmarkStart w:id="47" w:name="_Toc493414648"/>
      <w:r w:rsidR="00677CB5" w:rsidRPr="00677CB5">
        <w:rPr>
          <w:rtl/>
        </w:rPr>
        <w:lastRenderedPageBreak/>
        <w:t>47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جعفر بن زهدر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شفا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پا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او</w:t>
      </w:r>
      <w:bookmarkEnd w:id="4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عبدالرحمن</w:t>
      </w:r>
      <w:r w:rsidRPr="00677CB5">
        <w:rPr>
          <w:rtl/>
          <w:lang w:bidi="fa-IR"/>
        </w:rPr>
        <w:t xml:space="preserve"> قبا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جعفر بن زهدر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فلج مبتلا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قادر نبود از جا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مادربزرگش</w:t>
      </w:r>
      <w:r w:rsidRPr="00677CB5">
        <w:rPr>
          <w:rtl/>
          <w:lang w:bidi="fa-IR"/>
        </w:rPr>
        <w:t xml:space="preserve"> بعد از فـوت پـدر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, به انواع معالجات متوسل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اطبا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بغداد را آوردند.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مدت</w:t>
      </w:r>
      <w:r w:rsidRPr="00677CB5">
        <w:rPr>
          <w:rtl/>
          <w:lang w:bidi="fa-IR"/>
        </w:rPr>
        <w:t xml:space="preserve">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معالجه کردند, باز هم سود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لذا به مادر بزرگش گفتند: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را به مقام و قـبه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حله ببر وبخوابان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بلا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بخشد و بـلـکـه حضرت صاحب الامر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آن جا عبور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به او نظر مرحمت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, مرضش خوب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مادر</w:t>
      </w:r>
      <w:r w:rsidRPr="00677CB5">
        <w:rPr>
          <w:rtl/>
          <w:lang w:bidi="fa-IR"/>
        </w:rPr>
        <w:t xml:space="preserve"> بزرگ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جعفر بن زهدر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توجه کرد و او را به آن مکان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را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بلند کردند و فلج را از او مرتفع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عبدالرحمان</w:t>
      </w:r>
      <w:r w:rsidRPr="00677CB5">
        <w:rPr>
          <w:rtl/>
          <w:lang w:bidi="fa-IR"/>
        </w:rPr>
        <w:t xml:space="preserve"> قبا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بعد از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من و او رفاقت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جاد</w:t>
      </w:r>
      <w:r w:rsidRPr="00677CB5">
        <w:rPr>
          <w:rtl/>
          <w:lang w:bidi="fa-IR"/>
        </w:rPr>
        <w:t xml:space="preserve">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ازشدت ارتباط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گاه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جدا نشو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که در آن جا,شخص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حله و جوانان و اولاد بزرگان شهر جمع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خـودم قـض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جعفر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گفت : من مفلوج بودم و اطباء از معالجه مرض من نـاتـوان شـدنـد.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</w:t>
      </w:r>
      <w:r w:rsidRPr="00677CB5">
        <w:rPr>
          <w:rtl/>
          <w:lang w:bidi="fa-IR"/>
        </w:rPr>
        <w:t xml:space="preserve">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نقل کرد تا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آن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جده ام مرا در مقام خوابان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به من فرمودند: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چند سال است که قدرت برخاستن را ندارم . </w:t>
      </w:r>
    </w:p>
    <w:p w:rsidR="00677CB5" w:rsidRPr="00677CB5" w:rsidRDefault="00677CB5" w:rsidP="009D1315">
      <w:pPr>
        <w:pStyle w:val="libNormal"/>
        <w:tabs>
          <w:tab w:val="center" w:pos="3829"/>
        </w:tabs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اذن خدا. </w:t>
      </w:r>
      <w:r w:rsidR="009D1315">
        <w:rPr>
          <w:rtl/>
          <w:lang w:bidi="fa-IR"/>
        </w:rPr>
        <w:tab/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مرا در برخاستن کمک کردند. </w:t>
      </w:r>
    </w:p>
    <w:p w:rsidR="00677CB5" w:rsidRPr="00677CB5" w:rsidRDefault="00677CB5" w:rsidP="009D13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بـلـنـد شدم , اثر فلج را در خود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مردم هجوم آوردند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مرابکشند.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تبرک ,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تکه تکه کرده و بردند و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تن من پوشان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خانه خود رفتم و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خودشان ,فرستادم </w:t>
      </w:r>
    </w:p>
    <w:p w:rsidR="00677CB5" w:rsidRPr="00677CB5" w:rsidRDefault="009D1315" w:rsidP="002C0FA9">
      <w:pPr>
        <w:pStyle w:val="Heading2"/>
        <w:rPr>
          <w:rtl/>
        </w:rPr>
      </w:pPr>
      <w:r>
        <w:rPr>
          <w:rtl/>
        </w:rPr>
        <w:br w:type="page"/>
      </w:r>
      <w:bookmarkStart w:id="48" w:name="_Toc493414649"/>
      <w:r w:rsidR="00677CB5" w:rsidRPr="00677CB5">
        <w:rPr>
          <w:rtl/>
        </w:rPr>
        <w:lastRenderedPageBreak/>
        <w:t>48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پ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رزن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کن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زان</w:t>
      </w:r>
      <w:r w:rsidR="00677CB5" w:rsidRPr="00677CB5">
        <w:rPr>
          <w:rtl/>
        </w:rPr>
        <w:t xml:space="preserve"> حضرت</w:t>
      </w:r>
      <w:bookmarkEnd w:id="4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عقوب</w:t>
      </w:r>
      <w:r w:rsidRPr="00677CB5">
        <w:rPr>
          <w:rtl/>
          <w:lang w:bidi="fa-IR"/>
        </w:rPr>
        <w:t xml:space="preserve"> بن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سال 281, با گروه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اصفهان , که از اهل سنت بودند, به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مـکـه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در کوچه سوق الل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به نام دار خد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و دارالرضا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معروف بود,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خانه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وارد خانه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از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را دارالرضا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ند؟</w:t>
      </w:r>
      <w:r w:rsidRPr="00677CB5">
        <w:rPr>
          <w:rtl/>
          <w:lang w:bidi="fa-IR"/>
        </w:rPr>
        <w:t xml:space="preserve"> و تو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چه ارتباط و مناسبت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, ملک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و من هم از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خانواده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9D13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گذشته حضرت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خدمت کرده ام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منزل داده اند.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مطلب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با او انس گرفتم , اما موضوع را از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که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بودند, پنهان کردم . </w:t>
      </w:r>
      <w:r w:rsidRPr="00677CB5">
        <w:rPr>
          <w:rFonts w:hint="eastAsia"/>
          <w:rtl/>
          <w:lang w:bidi="fa-IR"/>
        </w:rPr>
        <w:t>برنامه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شبها هر وقت از طواف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خانه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در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سنگ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پشت درم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مدت , شبها 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مشعل بود و مشاهده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در منزل بدون آن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خانه آن را باز کند, گشوده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کـه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 قد متوسط, گندمگون ,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به زرد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آثار سجود بود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و لـبـاس نـازک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در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بود, باصورتها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وارد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به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محل سکونت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بود,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اتاق دختر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, لذا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اجازه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بالا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آن 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شبها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مرد از پله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, درپله و چون داخـل اتـاق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 در غـرفـه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بدون آن که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9D13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رفقاهم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انات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گمان داشتند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مرد, عجوزه را متعه کرده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رفت و آمد دارد.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بـا خـود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گـفـتـنـد: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جمع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هستند و متعه راحلال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دانند,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9D13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بـاز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, آن مـرد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خانه خارج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داخل منزل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گردد, سنگ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خانه هم در وقت خروج و ورود آن مرد باز و بسته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گردد, اماکس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را بگشا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ببندد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امور را مشاهده کردم , دلم از جا کنده شد و عظمت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روحم اثر گذاشت , لذا با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ملاطفت را گذاشتم , تا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آن مرد رابدانم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گفتم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من از تو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آن را در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>, بپرسم و از تو تقاضا دارم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تنها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غرفه خودپا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آمده به درخواست من گوش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خواهش مرا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گفت : من هم خواستم به تو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حضور همراهان مانع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چه مطلب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(نام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ذکر نکرد و فقط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غام</w:t>
      </w:r>
      <w:r w:rsidRPr="00677CB5">
        <w:rPr>
          <w:rtl/>
          <w:lang w:bidi="fa-IR"/>
        </w:rPr>
        <w:t xml:space="preserve"> رساند) باآن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تو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هستند, مخلوط نشو, و در کارها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مداخله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آنها مدارا نما و برحذر باش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دشمنان تو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مهابت او مانع شد,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نتوانستم دوباره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از او سؤال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:کدام جمع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(گمان کردم منظورش همراهانم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گـفت : نه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بلکه آن شرکا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 شهر خود,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درخانه با تو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عقوب</w:t>
      </w:r>
      <w:r w:rsidRPr="00677CB5">
        <w:rPr>
          <w:rtl/>
          <w:lang w:bidi="fa-IR"/>
        </w:rPr>
        <w:t xml:space="preserve"> بن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(صاحب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من و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ذکر کرد, راجع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بحث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واقع شده بود, لذا آنها سعا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مرا نزد حاکم برده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من فرار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آهسته به من گفت , با خود گفتم راجع به امام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ازاو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تو را به خدا قسم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به چشم خودد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گـفت : برادر, من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مرا بشارت داد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او را در آخـر عـمـر خـود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به من فرمود: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خدمت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 خدمت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لذا سالها است که من در مصر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و الان آمده ام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حضرتش مرا با فرستادن نامه و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سفر توسط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eastAsia"/>
          <w:rtl/>
          <w:lang w:bidi="fa-IR"/>
        </w:rPr>
        <w:t>اسان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دعوت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مبلغ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نار</w:t>
      </w:r>
      <w:r w:rsidRPr="00677CB5">
        <w:rPr>
          <w:rtl/>
          <w:lang w:bidi="fa-IR"/>
        </w:rPr>
        <w:t xml:space="preserve"> است و به من امر کرده بود که امسال به حج مشرف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آمده ام به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که او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را گفت , در دل من افتاد که آن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شبها رفت و آمددارد,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خود آن حضرت باشد, لذا ده عدد درهم را که به نام </w:t>
      </w:r>
      <w:r w:rsidRPr="00677CB5">
        <w:rPr>
          <w:rtl/>
          <w:lang w:bidi="fa-IR"/>
        </w:rPr>
        <w:lastRenderedPageBreak/>
        <w:t xml:space="preserve">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 وبا خود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انداختن در مقام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آورده بودم , به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دادم و با خود گفتم :دادن به اولاد فاطمه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افضل است از آن که در مقام انداخته شود و ثواب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اولاد فاطمه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بده که مستحق باشد. </w:t>
      </w:r>
    </w:p>
    <w:p w:rsidR="00677CB5" w:rsidRPr="00677CB5" w:rsidRDefault="00677CB5" w:rsidP="009D63A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آن مرد همان حضرت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درهمها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به او خواهد داد. </w:t>
      </w:r>
      <w:r w:rsidRPr="00677CB5">
        <w:rPr>
          <w:rFonts w:hint="eastAsia"/>
          <w:rtl/>
          <w:lang w:bidi="fa-IR"/>
        </w:rPr>
        <w:t>درهمها</w:t>
      </w:r>
      <w:r w:rsidRPr="00677CB5">
        <w:rPr>
          <w:rtl/>
          <w:lang w:bidi="fa-IR"/>
        </w:rPr>
        <w:t xml:space="preserve"> را گرفت و بالا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 و گفت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نهاحق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بلکه آنها را در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نذر کرده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لکن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درهمها را که به نام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به ما بده و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درهمها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در مقام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آن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فـرموده بود, عمل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من نسخه توق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قاسم بن علاء راکه در آذربـا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ـجـان</w:t>
      </w:r>
      <w:r w:rsidRPr="00677CB5">
        <w:rPr>
          <w:rtl/>
          <w:lang w:bidi="fa-IR"/>
        </w:rPr>
        <w:t xml:space="preserve"> صادر شده بود, به همراه خود داشتم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عات</w:t>
      </w:r>
      <w:r w:rsidRPr="00677CB5">
        <w:rPr>
          <w:rtl/>
          <w:lang w:bidi="fa-IR"/>
        </w:rPr>
        <w:t xml:space="preserve"> امام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شناسد, عرضه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آن را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گمان</w:t>
      </w:r>
      <w:r w:rsidRPr="00677CB5">
        <w:rPr>
          <w:rtl/>
          <w:lang w:bidi="fa-IR"/>
        </w:rPr>
        <w:t xml:space="preserve"> کردم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بخواند, لذا نسخه را به او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گـرفـت</w:t>
      </w:r>
      <w:r w:rsidRPr="00677CB5">
        <w:rPr>
          <w:rtl/>
          <w:lang w:bidi="fa-IR"/>
        </w:rPr>
        <w:t xml:space="preserve"> و گـفت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بخوانم و با خود بالا برد.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برگشت و گفت :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سـپـس</w:t>
      </w:r>
      <w:r w:rsidRPr="00677CB5">
        <w:rPr>
          <w:rtl/>
          <w:lang w:bidi="fa-IR"/>
        </w:rPr>
        <w:t xml:space="preserve"> فرمود: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(باز اسم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نبرد)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خودصلوات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گـفتم ,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: اللهم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محمد و آل محمد و بارک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و آل محمد و ار حم محمدا و آل محمد بافضل ما صل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بارکت و ترحمت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آل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ان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صلوات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نامشان را هم ذکر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خواهم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ـرزن</w:t>
      </w:r>
      <w:r w:rsidRPr="00677CB5">
        <w:rPr>
          <w:rtl/>
          <w:lang w:bidi="fa-IR"/>
        </w:rPr>
        <w:t xml:space="preserve"> رفـت و آمـد, در 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دفـتر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همراهش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هروقت بر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غمبرت</w:t>
      </w:r>
      <w:r w:rsidRPr="00677CB5">
        <w:rPr>
          <w:rtl/>
          <w:lang w:bidi="fa-IR"/>
        </w:rPr>
        <w:t xml:space="preserve"> صلوات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 او و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ائش</w:t>
      </w:r>
      <w:r w:rsidRPr="00677CB5">
        <w:rPr>
          <w:rtl/>
          <w:lang w:bidi="fa-IR"/>
        </w:rPr>
        <w:t xml:space="preserve"> صلوات فرست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دفتر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دفتر را گرفته , نسخه نمودم و به آن عمل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عقوب</w:t>
      </w:r>
      <w:r w:rsidRPr="00677CB5">
        <w:rPr>
          <w:rtl/>
          <w:lang w:bidi="fa-IR"/>
        </w:rPr>
        <w:t xml:space="preserve"> بن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آن مرد را شبها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غرفه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آن نورهم با او بود و از خـانـه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, لذا پشت سرش از خانه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درآن</w:t>
      </w:r>
      <w:r w:rsidRPr="00677CB5">
        <w:rPr>
          <w:rtl/>
          <w:lang w:bidi="fa-IR"/>
        </w:rPr>
        <w:t xml:space="preserve"> جا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اما شخص حضرت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مسجد الحرام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مـردم شـهـرهـا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مـخـتلف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با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کهنه به در آن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 و نوشته 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به آنها نامه 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مکالمه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که در چه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برگشت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بغداد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امـا صـلـوات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توسط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خود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عقوب</w:t>
      </w:r>
      <w:r w:rsidRPr="00677CB5">
        <w:rPr>
          <w:rtl/>
          <w:lang w:bidi="fa-IR"/>
        </w:rPr>
        <w:t xml:space="preserve"> بن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اللهم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خاتم النب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,المنتجب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ثاق</w:t>
      </w:r>
      <w:r w:rsidRPr="00677CB5">
        <w:rPr>
          <w:rtl/>
          <w:lang w:bidi="fa-IR"/>
        </w:rPr>
        <w:t xml:space="preserve"> , المصطف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الظلال المطهر من کل افة , البر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ء من کل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المو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tl/>
          <w:lang w:bidi="fa-IR"/>
        </w:rPr>
        <w:t xml:space="preserve"> للنجاة المرتج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للشفاعة , المفوض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اللهم</w:t>
      </w:r>
      <w:r w:rsidRPr="00677CB5">
        <w:rPr>
          <w:rtl/>
          <w:lang w:bidi="fa-IR"/>
        </w:rPr>
        <w:t xml:space="preserve"> شرف بن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و عظم برهانه , افلح حجته و ارفع درجته و ضوءنوره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وجهه و اعطه الفضل و الـفـضـ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ـلـة</w:t>
      </w:r>
      <w:r w:rsidRPr="00677CB5">
        <w:rPr>
          <w:rtl/>
          <w:lang w:bidi="fa-IR"/>
        </w:rPr>
        <w:t xml:space="preserve"> و الـوسـ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و الدرجة الرف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عة</w:t>
      </w:r>
      <w:r w:rsidRPr="00677CB5">
        <w:rPr>
          <w:rtl/>
          <w:lang w:bidi="fa-IR"/>
        </w:rPr>
        <w:t xml:space="preserve"> و ابعثه مقاما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غبطه</w:t>
      </w:r>
      <w:r w:rsidRPr="00677CB5">
        <w:rPr>
          <w:rtl/>
          <w:lang w:bidi="fa-IR"/>
        </w:rPr>
        <w:t xml:space="preserve"> به الاولون و الاخرون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قائد الغر المحجل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الحسن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امـام الـمـؤمـنـ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امام الـمؤمن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</w:t>
      </w:r>
      <w:r w:rsidRPr="00677CB5">
        <w:rPr>
          <w:rFonts w:hint="eastAsia"/>
          <w:rtl/>
          <w:lang w:bidi="fa-IR"/>
        </w:rPr>
        <w:t>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جعفر بن محمدامام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الـعالم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صـل عـل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بـن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امـام الـمؤمن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محمدامام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الحسن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وارث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الخلف الهاد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وا</w:t>
      </w:r>
      <w:r w:rsidRPr="00677CB5">
        <w:rPr>
          <w:rFonts w:hint="eastAsia"/>
          <w:rtl/>
          <w:lang w:bidi="fa-IR"/>
        </w:rPr>
        <w:t>رث</w:t>
      </w:r>
      <w:r w:rsidRPr="00677CB5">
        <w:rPr>
          <w:rtl/>
          <w:lang w:bidi="fa-IR"/>
        </w:rPr>
        <w:t xml:space="preserve"> المرسل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حجة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الـلـهم</w:t>
      </w:r>
      <w:r w:rsidRPr="00677CB5">
        <w:rPr>
          <w:rtl/>
          <w:lang w:bidi="fa-IR"/>
        </w:rPr>
        <w:t xml:space="preserve">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</w:t>
      </w:r>
      <w:r w:rsidRPr="00677CB5">
        <w:rPr>
          <w:rtl/>
          <w:lang w:bidi="fa-IR"/>
        </w:rPr>
        <w:t xml:space="preserve"> الهاد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الائمة العلماء و الصادق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والاوص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المرض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دعائم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و ارکان توح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</w:t>
      </w:r>
      <w:r w:rsidRPr="00677CB5">
        <w:rPr>
          <w:rtl/>
          <w:lang w:bidi="fa-IR"/>
        </w:rPr>
        <w:t xml:space="preserve"> و ترجمة 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حجتک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خلقک و خلف ائک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ارضک ,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 اخـتـرتـهـم لـنـفسک </w:t>
      </w:r>
      <w:r w:rsidRPr="00677CB5">
        <w:rPr>
          <w:rtl/>
          <w:lang w:bidi="fa-IR"/>
        </w:rPr>
        <w:lastRenderedPageBreak/>
        <w:t>و اصطف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تهم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</w:t>
      </w:r>
      <w:r w:rsidRPr="00677CB5">
        <w:rPr>
          <w:rtl/>
          <w:lang w:bidi="fa-IR"/>
        </w:rPr>
        <w:t xml:space="preserve"> و ار تض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تهم</w:t>
      </w:r>
      <w:r w:rsidRPr="00677CB5">
        <w:rPr>
          <w:rtl/>
          <w:lang w:bidi="fa-IR"/>
        </w:rPr>
        <w:t xml:space="preserve"> 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و خصصتهم بمعرفتک و خـلـ</w:t>
      </w:r>
      <w:r w:rsidRPr="00677CB5">
        <w:rPr>
          <w:rFonts w:hint="eastAsia"/>
          <w:rtl/>
          <w:lang w:bidi="fa-IR"/>
        </w:rPr>
        <w:t>فـتـهـم</w:t>
      </w:r>
      <w:r w:rsidRPr="00677CB5">
        <w:rPr>
          <w:rtl/>
          <w:lang w:bidi="fa-IR"/>
        </w:rPr>
        <w:t xml:space="preserve"> بـکـرامتک وغش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تهم</w:t>
      </w:r>
      <w:r w:rsidRPr="00677CB5">
        <w:rPr>
          <w:rtl/>
          <w:lang w:bidi="fa-IR"/>
        </w:rPr>
        <w:t xml:space="preserve"> برح متک و غذ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تهم</w:t>
      </w:r>
      <w:r w:rsidRPr="00677CB5">
        <w:rPr>
          <w:rtl/>
          <w:lang w:bidi="fa-IR"/>
        </w:rPr>
        <w:t xml:space="preserve"> بحک متک و البستهم من نورک و 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تهم بنعمتک ورفعتهم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ملکوتک و خصصتهم بملائکتک و شرفتهم بنب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الـلهم</w:t>
      </w:r>
      <w:r w:rsidRPr="00677CB5">
        <w:rPr>
          <w:rtl/>
          <w:lang w:bidi="fa-IR"/>
        </w:rPr>
        <w:t xml:space="preserve">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صلوة کث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رة</w:t>
      </w:r>
      <w:r w:rsidRPr="00677CB5">
        <w:rPr>
          <w:rtl/>
          <w:lang w:bidi="fa-IR"/>
        </w:rPr>
        <w:t xml:space="preserve">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بة</w:t>
      </w:r>
      <w:r w:rsidRPr="00677CB5">
        <w:rPr>
          <w:rtl/>
          <w:lang w:bidi="fa-IR"/>
        </w:rPr>
        <w:t xml:space="preserve">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</w:t>
      </w:r>
      <w:r w:rsidRPr="00677CB5">
        <w:rPr>
          <w:rtl/>
          <w:lang w:bidi="fa-IR"/>
        </w:rPr>
        <w:t xml:space="preserve"> بها الا ان ت و 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سعهاالا</w:t>
      </w:r>
      <w:r w:rsidRPr="00677CB5">
        <w:rPr>
          <w:rtl/>
          <w:lang w:bidi="fa-IR"/>
        </w:rPr>
        <w:t xml:space="preserve"> علمک و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احد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, المح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سنتک , القائم بامرک , الداع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الدل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حـجـتک و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فتک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ارضک و شاهدک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عبادک , اعزز نصره و مد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عمره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الارض </w:t>
      </w:r>
      <w:r w:rsidRPr="00677CB5">
        <w:rPr>
          <w:rFonts w:hint="eastAsia"/>
          <w:rtl/>
          <w:lang w:bidi="fa-IR"/>
        </w:rPr>
        <w:t>بطول</w:t>
      </w:r>
      <w:r w:rsidRPr="00677CB5">
        <w:rPr>
          <w:rtl/>
          <w:lang w:bidi="fa-IR"/>
        </w:rPr>
        <w:t xml:space="preserve"> بقائه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الـلـهـم</w:t>
      </w:r>
      <w:r w:rsidRPr="00677CB5">
        <w:rPr>
          <w:rtl/>
          <w:lang w:bidi="fa-IR"/>
        </w:rPr>
        <w:t xml:space="preserve"> اکـفـه بـغـ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الـحاسد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اعذه من شر الکائد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ازجر عند ارادة الظالم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وخلصه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الجبار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الـلـهـم</w:t>
      </w:r>
      <w:r w:rsidRPr="00677CB5">
        <w:rPr>
          <w:rtl/>
          <w:lang w:bidi="fa-IR"/>
        </w:rPr>
        <w:t xml:space="preserve"> اره 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ـتـه</w:t>
      </w:r>
      <w:r w:rsidRPr="00677CB5">
        <w:rPr>
          <w:rtl/>
          <w:lang w:bidi="fa-IR"/>
        </w:rPr>
        <w:t xml:space="preserve"> و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ـعـته</w:t>
      </w:r>
      <w:r w:rsidRPr="00677CB5">
        <w:rPr>
          <w:rtl/>
          <w:lang w:bidi="fa-IR"/>
        </w:rPr>
        <w:t xml:space="preserve"> و خاصته و عامته و عدوه و جم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اهل الدن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ما تقر به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و تستر[تسر] به نفسه و بلغه افضل امله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الاخرة انک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ء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</w:t>
      </w:r>
      <w:r w:rsidRPr="00677CB5">
        <w:rPr>
          <w:rtl/>
          <w:lang w:bidi="fa-IR"/>
        </w:rPr>
        <w:t xml:space="preserve"> هـم جدد به ما مح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و 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ما بدل من کتابک اظهر به ما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حکمتک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عود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غضا 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خالصا مخلصا[مخلصا] لا شک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لا شبهة معه و لا باطل عنده و لا بدعة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اللهم</w:t>
      </w:r>
      <w:r w:rsidRPr="00677CB5">
        <w:rPr>
          <w:rtl/>
          <w:lang w:bidi="fa-IR"/>
        </w:rPr>
        <w:t xml:space="preserve"> نور بنوره کل ظلمة و هد برکنه کل بدعة و اهدم بقوته کل ضلال و اقصم به کل جبار و اخمد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کل نار و اهلک بعدله کل جائر و اجر حکمه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حکم و اذل بسلطانه کل سلطان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الـلهم</w:t>
      </w:r>
      <w:r w:rsidRPr="00677CB5">
        <w:rPr>
          <w:rtl/>
          <w:lang w:bidi="fa-IR"/>
        </w:rPr>
        <w:t xml:space="preserve"> اذل من ناواه و اهلک من عاداه و ام کر بمن کاداه و استاءصل من جحد حقه واستهزء بامره و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اطفاء نوره و اراد اخماد ذکره . </w:t>
      </w:r>
    </w:p>
    <w:p w:rsidR="009D63AF" w:rsidRDefault="00677CB5" w:rsidP="009D63A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الـلهم</w:t>
      </w:r>
      <w:r w:rsidRPr="00677CB5">
        <w:rPr>
          <w:rtl/>
          <w:lang w:bidi="fa-IR"/>
        </w:rPr>
        <w:t xml:space="preserve">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المصطف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المرتض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فاطمة الزهراء وعل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الحسن الرضا و عـل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الصف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الاوص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, مصاب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الدج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اعلام الهد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سناد التق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العروة الوثق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الحبل المت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الصراطالمستق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صل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ولاة الائمة من ولده القا</w:t>
      </w:r>
      <w:r w:rsidRPr="00677CB5">
        <w:rPr>
          <w:rFonts w:hint="eastAsia"/>
          <w:rtl/>
          <w:lang w:bidi="fa-IR"/>
        </w:rPr>
        <w:t>ئم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بامره و مد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اعمارهم و زد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اجالهم و بلغ هم امالهم </w:t>
      </w:r>
    </w:p>
    <w:p w:rsidR="00677CB5" w:rsidRPr="00677CB5" w:rsidRDefault="009D63AF" w:rsidP="002C0FA9">
      <w:pPr>
        <w:pStyle w:val="Heading2"/>
        <w:rPr>
          <w:rtl/>
        </w:rPr>
      </w:pPr>
      <w:r>
        <w:rPr>
          <w:rtl/>
        </w:rPr>
        <w:br w:type="page"/>
      </w:r>
      <w:bookmarkStart w:id="49" w:name="_Toc493414650"/>
      <w:r w:rsidR="00677CB5" w:rsidRPr="00677CB5">
        <w:rPr>
          <w:rtl/>
        </w:rPr>
        <w:lastRenderedPageBreak/>
        <w:t>49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تق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4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عبدالجواد محلات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اهل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مجاور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نجف اشرف بود,فرمود: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مـحـمـد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در مدرسه صدر منزل داشت و از نظر علم و عمل و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زهد 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نـظـ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بـود, دائمـا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از خدا دارم و در حرم مطهرام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خواسته 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خدمت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عصر,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, مشرف شده و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مـبـارک آن حـضـرت را بـبـوسم و در کمال عجز و با دل شکستگ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اللهم ارن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الطلعة الرش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دة</w:t>
      </w:r>
      <w:r w:rsidRPr="00677CB5">
        <w:rPr>
          <w:rtl/>
          <w:lang w:bidi="fa-IR"/>
        </w:rPr>
        <w:t xml:space="preserve"> و الغرة 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دة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مبتلا به مرض سل شد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فق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ازمند</w:t>
      </w:r>
      <w:r w:rsidRPr="00677CB5">
        <w:rPr>
          <w:rtl/>
          <w:lang w:bidi="fa-IR"/>
        </w:rPr>
        <w:t xml:space="preserve"> بود,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عزت نفس راداشت و حال خود را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مـدت</w:t>
      </w:r>
      <w:r w:rsidRPr="00677CB5">
        <w:rPr>
          <w:rtl/>
          <w:lang w:bidi="fa-IR"/>
        </w:rPr>
        <w:t xml:space="preserve">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ـجـده</w:t>
      </w:r>
      <w:r w:rsidRPr="00677CB5">
        <w:rPr>
          <w:rtl/>
          <w:lang w:bidi="fa-IR"/>
        </w:rPr>
        <w:t xml:space="preserve"> سال , در جوار حرم مطهر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, موفق به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علم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مرض</w:t>
      </w:r>
      <w:r w:rsidRPr="00677CB5">
        <w:rPr>
          <w:rtl/>
          <w:lang w:bidi="fa-IR"/>
        </w:rPr>
        <w:t xml:space="preserve"> او طـول 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سرفه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در وقت سرفه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خون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سبب از حجره اش به انبار مدرسه منتقل شد, تا اطراف حجره به خون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دفع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آلوده نشود.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مـکـان بود و خون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دفع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همه از او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شدند وکس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گمان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شفا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چـنـد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گـذشـت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در کـمـال صـحت و سلامت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حالت وسلامت او شـگـفـت زده شـدند, بخاطر آن شدت و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 و خون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9D63A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به</w:t>
      </w:r>
      <w:r w:rsidRPr="00677CB5">
        <w:rPr>
          <w:rtl/>
          <w:lang w:bidi="fa-IR"/>
        </w:rPr>
        <w:t xml:space="preserve"> هـرحـال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هـمه سؤال بود که چگونه ناگهان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سلامت خود را باز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. </w:t>
      </w:r>
      <w:r w:rsidR="009D63AF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نبوده مگر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واسطه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لذا از سبب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گـفت</w:t>
      </w:r>
      <w:r w:rsidRPr="00677CB5">
        <w:rPr>
          <w:rtl/>
          <w:lang w:bidi="fa-IR"/>
        </w:rPr>
        <w:t xml:space="preserve"> :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شبها, حال من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حس و حرکت وشعور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بـاق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نماند. </w:t>
      </w:r>
      <w:r w:rsidRPr="00677CB5">
        <w:rPr>
          <w:rFonts w:hint="eastAsia"/>
          <w:rtl/>
          <w:lang w:bidi="fa-IR"/>
        </w:rPr>
        <w:t>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فجر بود,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سقف انبار شکافته شد و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صندل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همراهش بـود, فـرود آمـد و آن را در مـقابل من گذاشت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اوشخص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فرود آمد و بر آن صندل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نـشـسـت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حالت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من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توجه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فرمود و از حال من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حاجت مهم من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و رفع فقرم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اما مرض , که از آن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آن آرزو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دارم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در حرم مطهر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از خدام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که مستجاب شود, چطور؟ فـرمود: فردا قبل از طلوع آفتاب به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رفته و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متوجه به جاده و راه کـربـلا بـاشـ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فرزندم صاحب العصر و الزمان از </w:t>
      </w:r>
      <w:r w:rsidRPr="00677CB5">
        <w:rPr>
          <w:rFonts w:hint="eastAsia"/>
          <w:rtl/>
          <w:lang w:bidi="fa-IR"/>
        </w:rPr>
        <w:t>کربلا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نفر از اصحاب او همراهش هستند.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سلام کن و هر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روند,همراهشان باش . </w:t>
      </w:r>
    </w:p>
    <w:p w:rsidR="00677CB5" w:rsidRPr="00677CB5" w:rsidRDefault="00677CB5" w:rsidP="009D63A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هـنگام حواسم برگشت و به هوش آمدم ,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ـالات</w:t>
      </w:r>
      <w:r w:rsidRPr="00677CB5">
        <w:rPr>
          <w:rtl/>
          <w:lang w:bidi="fa-IR"/>
        </w:rPr>
        <w:t xml:space="preserve"> مـال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بود, اما پس از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گذشت , سرفه نکردم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وجه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ـافـتـه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کردم و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باور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افته</w:t>
      </w:r>
      <w:r w:rsidRPr="00677CB5">
        <w:rPr>
          <w:rtl/>
          <w:lang w:bidi="fa-IR"/>
        </w:rPr>
        <w:t xml:space="preserve"> باشم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شب شد و اصلا سـرفـه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من دست نداد.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اگر آنچه که وعده فرموده اند فردا واقع شود, صورت گرفت و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مشرف شدم , بدون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شک و شبهه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بزرگتر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سعادتها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 xml:space="preserve">ام . </w:t>
      </w:r>
      <w:r w:rsidRPr="00677CB5">
        <w:rPr>
          <w:rFonts w:hint="eastAsia"/>
          <w:rtl/>
          <w:lang w:bidi="fa-IR"/>
        </w:rPr>
        <w:t>صـبـح</w:t>
      </w:r>
      <w:r w:rsidRPr="00677CB5">
        <w:rPr>
          <w:rtl/>
          <w:lang w:bidi="fa-IR"/>
        </w:rPr>
        <w:t xml:space="preserve"> شـد.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tl/>
          <w:lang w:bidi="fa-IR"/>
        </w:rPr>
        <w:t xml:space="preserve"> طلوع آفتاب , به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امر فرموده بودند, رفتم و آن جا نشستم ورو به جاده کـربـلا نمودم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سه نفر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جلوتر و با کمال وقار و آرامش بود و دو نفر پشت سر او مثل مجسمه متحرک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دو نفر لباسشان ازپشم و به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شوکت آن بزرگوار مرا گرفت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چون نزد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جز سلام کردن قادر به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کـار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سلام مرا دادند و از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نشسته بودم , بالا آمدند و از پشت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شهروارد 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, شدند و حضرت در اتـاقـ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آن مـقـام اسـت , نـشـسـتند و آن دو نفر کنار در اتاق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آنـهـاا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دو نفر ساکت بودند و اصلا صحبت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روز بلندشد و آفـتـاب بالا آمد و صبر من هم تمام شد.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داخل اتاق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و به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گردم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پا در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اتاق گذاردم ,ه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نـظـرم تـار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شد و تا شب در کنار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نجف , خود را به خاک و گل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داشتم که خود را ازنها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غصه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بودم , هلاک کنم , اما فکر کردم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بود: اللهم ارن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الطلعة الرش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دة</w:t>
      </w:r>
      <w:r w:rsidRPr="00677CB5">
        <w:rPr>
          <w:rtl/>
          <w:lang w:bidi="fa-IR"/>
        </w:rPr>
        <w:t xml:space="preserve"> و الغرة 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دة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حضرت را به من نشان بده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هم که مستجاب شد.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که خود را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ببرم , لذا به محل خود برگشتم و تا به حال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نگفته بودم </w:t>
      </w:r>
    </w:p>
    <w:p w:rsidR="002052F3" w:rsidRDefault="009D63AF" w:rsidP="002052F3">
      <w:pPr>
        <w:pStyle w:val="Heading1"/>
        <w:rPr>
          <w:rtl/>
        </w:rPr>
      </w:pPr>
      <w:r>
        <w:rPr>
          <w:rtl/>
        </w:rPr>
        <w:br w:type="page"/>
      </w:r>
      <w:bookmarkStart w:id="50" w:name="_Toc493414651"/>
      <w:r w:rsidR="002052F3">
        <w:rPr>
          <w:rFonts w:hint="cs"/>
          <w:rtl/>
        </w:rPr>
        <w:lastRenderedPageBreak/>
        <w:t>بخش اول:قسمت دوم (</w:t>
      </w:r>
      <w:r w:rsidR="002052F3" w:rsidRPr="002052F3">
        <w:rPr>
          <w:rtl/>
        </w:rPr>
        <w:t xml:space="preserve"> </w:t>
      </w:r>
      <w:r w:rsidR="002052F3" w:rsidRPr="00677CB5">
        <w:rPr>
          <w:rtl/>
        </w:rPr>
        <w:t>تشرفات</w:t>
      </w:r>
      <w:r w:rsidR="002052F3" w:rsidRPr="00677CB5">
        <w:rPr>
          <w:rFonts w:hint="cs"/>
          <w:rtl/>
        </w:rPr>
        <w:t>ی</w:t>
      </w:r>
      <w:r w:rsidR="002052F3" w:rsidRPr="00677CB5">
        <w:rPr>
          <w:rtl/>
        </w:rPr>
        <w:t xml:space="preserve"> که صاحبان آنها در همان وقت حضرت رانشناخته اند ول</w:t>
      </w:r>
      <w:r w:rsidR="002052F3" w:rsidRPr="00677CB5">
        <w:rPr>
          <w:rFonts w:hint="cs"/>
          <w:rtl/>
        </w:rPr>
        <w:t>ی</w:t>
      </w:r>
      <w:r w:rsidR="002052F3" w:rsidRPr="00677CB5">
        <w:rPr>
          <w:rtl/>
        </w:rPr>
        <w:t xml:space="preserve"> بعدا از قرائن</w:t>
      </w:r>
      <w:r w:rsidR="002052F3" w:rsidRPr="00677CB5">
        <w:rPr>
          <w:rFonts w:hint="cs"/>
          <w:rtl/>
        </w:rPr>
        <w:t>ی</w:t>
      </w:r>
      <w:r w:rsidR="002052F3" w:rsidRPr="00677CB5">
        <w:rPr>
          <w:rtl/>
        </w:rPr>
        <w:t xml:space="preserve"> متوجه شده اند که امام عصر</w:t>
      </w:r>
      <w:r w:rsidR="002052F3" w:rsidRPr="00AC01CA">
        <w:rPr>
          <w:rStyle w:val="libAlaemChar"/>
          <w:rtl/>
        </w:rPr>
        <w:t xml:space="preserve">عليه‌السلام </w:t>
      </w:r>
      <w:r w:rsidR="002052F3" w:rsidRPr="00677CB5">
        <w:rPr>
          <w:rtl/>
        </w:rPr>
        <w:t xml:space="preserve"> را ملاقات کرده اند</w:t>
      </w:r>
      <w:r w:rsidR="002052F3">
        <w:rPr>
          <w:rFonts w:hint="cs"/>
          <w:rtl/>
        </w:rPr>
        <w:t>)</w:t>
      </w:r>
      <w:bookmarkEnd w:id="50"/>
    </w:p>
    <w:p w:rsidR="00677CB5" w:rsidRPr="00677CB5" w:rsidRDefault="002052F3" w:rsidP="002C0FA9">
      <w:pPr>
        <w:pStyle w:val="Heading2"/>
        <w:rPr>
          <w:rtl/>
        </w:rPr>
      </w:pPr>
      <w:bookmarkStart w:id="51" w:name="_Toc493414652"/>
      <w:r>
        <w:rPr>
          <w:rFonts w:hint="cs"/>
          <w:rtl/>
        </w:rPr>
        <w:t>1</w:t>
      </w:r>
      <w:r w:rsidR="008C5F73">
        <w:rPr>
          <w:rFonts w:hint="cs"/>
          <w:rtl/>
        </w:rPr>
        <w:t xml:space="preserve"> </w:t>
      </w:r>
      <w:r w:rsidR="00677CB5" w:rsidRPr="00677CB5">
        <w:rPr>
          <w:rtl/>
        </w:rPr>
        <w:t>- تشرف آقا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شب 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فطر</w:t>
      </w:r>
      <w:bookmarkEnd w:id="51"/>
      <w:r w:rsidR="00677CB5" w:rsidRPr="00677CB5">
        <w:rPr>
          <w:rtl/>
        </w:rPr>
        <w:t xml:space="preserve"> </w:t>
      </w:r>
    </w:p>
    <w:p w:rsidR="00677CB5" w:rsidRPr="00677CB5" w:rsidRDefault="00677CB5" w:rsidP="008C5F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کامل ,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فطر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(شب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فطر) وارد کربلا شدم و در شب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, که احتمال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آن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 ,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غروب , 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اگر بنا بود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 باشد, درآن وقت هلال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در حرم مطهر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مقدس بودم . </w:t>
      </w:r>
      <w:r w:rsidRPr="00677CB5">
        <w:rPr>
          <w:rFonts w:hint="eastAsia"/>
          <w:rtl/>
          <w:lang w:bidi="fa-IR"/>
        </w:rPr>
        <w:t>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سؤال کرد: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امشب , شب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بـاشـد؟ و مـقـصودش آن بود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امشب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است و ماه ناقص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تا آن که اعمال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بجا آورد,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شب آخر ماه رمضان است . </w:t>
      </w:r>
    </w:p>
    <w:p w:rsidR="00677CB5" w:rsidRPr="00677CB5" w:rsidRDefault="00677CB5" w:rsidP="008C5F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در جـواب گـفـتم : احتمال دارد امشب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معلوم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دثابت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بزرگان عرب بود, با مهابت وجلالت نزد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اسـت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 دو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که در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جلالت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ممتاز بودند, در آن جا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به زبان فص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که از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اعصارو زمانها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سابقه است , در جواب سؤال کننده فرمود: نعم هذه الل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الز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ارة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امشب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شب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از او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بدون تزلزل و 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اعلام فرمود, به او گفتم :ع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بودن امـشـب را از کـجا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گفته منجم و تقو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اعتماد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اعتنا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نکرد, مگر </w:t>
      </w:r>
      <w:r w:rsidRPr="00677CB5">
        <w:rPr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که فرمود: اقول لک هذه الل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الز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ارة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امشب شب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 و با آن دو نفر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حرم براه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جدا شدند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الان به خود آمده باشم , با خود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جلالت و مهابت معمولا از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نشده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مکالمه و خبر دادنها از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از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ربزرگان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اهل اسرار انـجـام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لذا با عجله هر چه تمام تر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دنبال کردم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اما آنها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خـدام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کنار در بودند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سه نفرکه فلان لباس و فلان شکل را داشتند و الان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آمدند کجا رفتند؟ گـفـتـند: ما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وجود آن که معمولا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زوار, مـخـصـوصـا اگر امت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داشته باشد, داخل صحن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ارواق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حرم شود و خدام او را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نند</w:t>
      </w:r>
      <w:r w:rsidRPr="00677CB5">
        <w:rPr>
          <w:rtl/>
          <w:lang w:bidi="fa-IR"/>
        </w:rPr>
        <w:t>, بلکه غالبا آنها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دانند که اهل کجا و چه کاره اندو از منازل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اطلاع دارند و حـتـ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ورود اشراف و بزرگان به حرم , مطلع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دانند که چه وقت و از کجا وارد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شـونـد.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چـنانکه</w:t>
      </w:r>
      <w:r w:rsidRPr="00677CB5">
        <w:rPr>
          <w:rtl/>
          <w:lang w:bidi="fa-IR"/>
        </w:rPr>
        <w:t xml:space="preserve"> هرکس بر عادت خدام اطلاع داشته باشد,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بعلاوه</w:t>
      </w:r>
      <w:r w:rsidRPr="00677CB5">
        <w:rPr>
          <w:rtl/>
          <w:lang w:bidi="fa-IR"/>
        </w:rPr>
        <w:t xml:space="preserve">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نگذشته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بـالاخـره</w:t>
      </w:r>
      <w:r w:rsidRPr="00677CB5">
        <w:rPr>
          <w:rtl/>
          <w:lang w:bidi="fa-IR"/>
        </w:rPr>
        <w:t xml:space="preserve"> از در خـارج شـدم و از خدام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رواق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الباب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بودند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همان جواب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و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, اما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نشد,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زوار ناگز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بگذرند.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بـاز</w:t>
      </w:r>
      <w:r w:rsidRPr="00677CB5">
        <w:rPr>
          <w:rtl/>
          <w:lang w:bidi="fa-IR"/>
        </w:rPr>
        <w:t xml:space="preserve"> بـرگـشتم و رواق و حجره ها را گردش نمودم و از ساکن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ملازم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آنها,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قراءقرآن و خدام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همان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سه نفر بدست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طـرفـ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اواخر آن شب و روز بعد معلوم شد که شب , شب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بوده است 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امور و 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به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آن بزرگوار,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نبوده است </w:t>
      </w:r>
    </w:p>
    <w:p w:rsidR="00677CB5" w:rsidRPr="00677CB5" w:rsidRDefault="00677CB5" w:rsidP="002C0FA9">
      <w:pPr>
        <w:pStyle w:val="Heading2"/>
        <w:rPr>
          <w:rtl/>
        </w:rPr>
      </w:pPr>
      <w:bookmarkStart w:id="52" w:name="_Toc493414653"/>
      <w:r w:rsidRPr="00677CB5">
        <w:rPr>
          <w:rtl/>
        </w:rPr>
        <w:t>2</w:t>
      </w:r>
      <w:r w:rsidR="008C5F73">
        <w:rPr>
          <w:rFonts w:hint="cs"/>
          <w:rtl/>
        </w:rPr>
        <w:t xml:space="preserve"> </w:t>
      </w:r>
      <w:r w:rsidRPr="00677CB5">
        <w:rPr>
          <w:rtl/>
        </w:rPr>
        <w:t>- تشرف آقا 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د</w:t>
      </w:r>
      <w:r w:rsidRPr="00677CB5">
        <w:rPr>
          <w:rtl/>
        </w:rPr>
        <w:t xml:space="preserve"> مهد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قزو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ن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و جمع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د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گر</w:t>
      </w:r>
      <w:r w:rsidRPr="00677CB5">
        <w:rPr>
          <w:rtl/>
        </w:rPr>
        <w:t xml:space="preserve"> در حله</w:t>
      </w:r>
      <w:bookmarkEnd w:id="52"/>
      <w:r w:rsidRPr="00677CB5">
        <w:rPr>
          <w:rtl/>
        </w:rPr>
        <w:t xml:space="preserve"> </w:t>
      </w:r>
    </w:p>
    <w:p w:rsidR="00677CB5" w:rsidRPr="00677CB5" w:rsidRDefault="00677CB5" w:rsidP="008C5F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القدر, مرحوم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صلحاء وابرار حله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صـبـح از خـانه خود به قصد منزل شما خارج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راه , گذرم به مقام معروف به قبر امامزاده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الدمعه افتاد.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او, از خارج ,شخص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چهره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داشـت , صـورت مـبارک او درخشان و مشغول قرائت فاتحة الکتاب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او تامل کردم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حله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گـفتم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است و به صاحب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قبر توجه کرده و کنارش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فاتحه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از کنار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فاتحه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لذا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فاتحه و توح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خواندم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فارغ شدم , سلام کردم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جواب سلام مرا داد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(نام ناقل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با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مـقـدار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هم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خاطر ضرر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تووارد شده است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نـبـاش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</w:t>
      </w:r>
      <w:r w:rsidRPr="00677CB5">
        <w:rPr>
          <w:rtl/>
          <w:lang w:bidi="fa-IR"/>
        </w:rPr>
        <w:t xml:space="preserve"> تـو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 را بر توواجب کرده بود. (ظاهرا 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در گـذشـتـه بـا </w:t>
      </w:r>
      <w:r w:rsidRPr="00677CB5">
        <w:rPr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که مستط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بوده , به حج مشرف نشده و ضرر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جنبه تنب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داشته است .) اما مال و منال , آن هم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باز به تو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گردد.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آن سال به من ضرر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که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آن مطلع نشده بود,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خـودم از تـرس شـهرت به ورشکستگ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موجب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رفتن اعتبار تجاراست , پنهان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8C5F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غـمـگـ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شدم و گفتم : سبحان اللّه , ورشکستگ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شده که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هم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>, در جواب او گفتم : الحمدللّه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حال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آنـچـه دارا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دست تو رفته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گردد و پس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به حال اول خود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پرداخت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سـاکت شدم و در سخن او تفکر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تا آن که به در خانه شما (س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)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C5F73">
      <w:pPr>
        <w:pStyle w:val="libNormal"/>
        <w:tabs>
          <w:tab w:val="center" w:pos="3829"/>
        </w:tabs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, او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="008C5F73">
        <w:rPr>
          <w:rtl/>
          <w:lang w:bidi="fa-IR"/>
        </w:rPr>
        <w:tab/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داخل شو, چون من از اهل خانه ام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تو داخل شو که انا صاحب الدار,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منم صاحب خانه . (صاحب الدار ازالقاب حضرت است ) از وارد شـدن امـتـناع کردم , اما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دست مرا گرفت و به داخل خانه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خودفرستاد. </w:t>
      </w: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مـنـزل کـه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تعداد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طلبه نشسته اند و منتظر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 شمااز اندرون هستند, تا درس را شـروع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طبعا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نشستن شما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به خاطر احترام به شما ننشسته بود و فقط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گذاشته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شـخص رفت و در آن محل (محل نشستن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) نشست . </w:t>
      </w:r>
    </w:p>
    <w:p w:rsidR="00677CB5" w:rsidRPr="00677CB5" w:rsidRDefault="00677CB5" w:rsidP="008C5F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کتاب رابرداشت و باز کرد. </w:t>
      </w:r>
      <w:r w:rsidRPr="00677CB5">
        <w:rPr>
          <w:rFonts w:hint="eastAsia"/>
          <w:rtl/>
          <w:lang w:bidi="fa-IR"/>
        </w:rPr>
        <w:t>کـتـاب</w:t>
      </w:r>
      <w:r w:rsidRPr="00677CB5">
        <w:rPr>
          <w:rtl/>
          <w:lang w:bidi="fa-IR"/>
        </w:rPr>
        <w:t xml:space="preserve"> شرا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تال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محقق بود.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اوراق کتاب , چندجزوه که به دست خط شما بود,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آورد. (خط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ناخوانا بود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هرکس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آن را بخواند) با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, آن </w:t>
      </w:r>
      <w:r w:rsidRPr="00677CB5">
        <w:rPr>
          <w:rtl/>
          <w:lang w:bidi="fa-IR"/>
        </w:rPr>
        <w:lastRenderedPageBreak/>
        <w:t>شـخـص شـروع به خواندن جزوات نمود و به طلاب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مسائل تعجب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جزوه ها از اجزاءکتاب مواهب الافهام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بود که در شرح شرا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الاسلام است و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در </w:t>
      </w:r>
      <w:r w:rsidRPr="00677CB5">
        <w:rPr>
          <w:rFonts w:hint="eastAsia"/>
          <w:rtl/>
          <w:lang w:bidi="fa-IR"/>
        </w:rPr>
        <w:t>فن</w:t>
      </w:r>
      <w:r w:rsidRPr="00677CB5">
        <w:rPr>
          <w:rtl/>
          <w:lang w:bidi="fa-IR"/>
        </w:rPr>
        <w:t xml:space="preserve">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اما جز شش جلد آن نوشته نشده که از اول طهارت تا احکام اموات است )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اندرون خانه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آن مرد را که درجا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نشسته بود,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برخاست و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او رابه نشستن در آن مکان ملزم نمودم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 منظر,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باچهره</w:t>
      </w:r>
      <w:r w:rsidRPr="00677CB5">
        <w:rPr>
          <w:rtl/>
          <w:lang w:bidi="fa-IR"/>
        </w:rPr>
        <w:t xml:space="preserve"> و در لباس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بها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 چهره گشاده و صورت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متبسم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رو کردم تا از حالشان سؤال کنم و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کردم بپرسم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وطنش کجا است ؟ بعد هم در مساله خودمان شروع به بحث نـمـودم 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هـم در هـمـان مـساله به کلام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مانند مروار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دغلطان</w:t>
      </w:r>
      <w:r w:rsidRPr="00677CB5">
        <w:rPr>
          <w:rtl/>
          <w:lang w:bidi="fa-IR"/>
        </w:rPr>
        <w:t xml:space="preserve"> بود,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سخنانش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مرا مبهوت کرد.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گفت : ساکت شو. </w:t>
      </w: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چکار؟ آن مرد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وساکت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بحث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گفتم : از کجا به حله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از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جا خارج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روز گذشته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خارج نشدم مگروقت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نـجـ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پاشا فاتحانه وارد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شد و با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قهر آن جا را گرفت واحمد پاشا را که در آن جـا سـرکـشـ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کـرد, دستگ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نمود و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عبداللّه پاشابرادرش را نشاند. (احمد پاشا در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اطاعت دولت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وخود مدع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سلطنت شده بود) مـرحـوم آقـا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خبر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فتح به حکام حله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, مـتفکر ماندم , اما به ذهنم خطور نکرد که از او بپرسم چطور گفته است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از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خار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شدم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حله و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ده روزاست آن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تندرو.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سـپـس</w:t>
      </w:r>
      <w:r w:rsidRPr="00677CB5">
        <w:rPr>
          <w:rtl/>
          <w:lang w:bidi="fa-IR"/>
        </w:rPr>
        <w:t xml:space="preserve"> آن شخص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خدام خانه دستور داد که آب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ظرف را گرفت که از خم آب بردارد. </w:t>
      </w: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نکن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در آن ظرف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در آن ظرف نگاه کرد,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مارمولک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افتاده و مرده است , لذا در ظرف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آورد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را آشام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برخاست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احترام او برخاستم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 من خـداحـافـظ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 و از خانه خارج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, من به طلاب گفتم : چرا خبر او را در مورد فتح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رد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آنها گفتند: شما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حاج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(که در اول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صحبت از او بود) مرا به آنچه در راه واقع شده بود, خبر داد. </w:t>
      </w:r>
      <w:r w:rsidRPr="00677CB5">
        <w:rPr>
          <w:rFonts w:hint="eastAsia"/>
          <w:rtl/>
          <w:lang w:bidi="fa-IR"/>
        </w:rPr>
        <w:t>اهل</w:t>
      </w:r>
      <w:r w:rsidRPr="00677CB5">
        <w:rPr>
          <w:rtl/>
          <w:lang w:bidi="fa-IR"/>
        </w:rPr>
        <w:t xml:space="preserve"> مجلس هم مرا به آنچه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آمدنم واقع شده بود, خبردادند,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آن جزوه ها نظر نمود و آنها را با وجود ناخوانا بودن , خواند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مسائل موجود در آن تعجب کرد! من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گمان ندارم که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واللّه</w:t>
      </w:r>
      <w:r w:rsidRPr="00677CB5">
        <w:rPr>
          <w:rtl/>
          <w:lang w:bidi="fa-IR"/>
        </w:rPr>
        <w:t xml:space="preserve"> حضرت صاحب الامرروح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بود.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طلاب</w:t>
      </w:r>
      <w:r w:rsidRPr="00677CB5">
        <w:rPr>
          <w:rtl/>
          <w:lang w:bidi="fa-IR"/>
        </w:rPr>
        <w:t xml:space="preserve"> با عجله به دنبال آن جناب متفرق شدند,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>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آسمان بالا رفت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فرو شد. </w:t>
      </w:r>
      <w:r w:rsidRPr="00677CB5">
        <w:rPr>
          <w:rFonts w:hint="eastAsia"/>
          <w:rtl/>
          <w:lang w:bidi="fa-IR"/>
        </w:rPr>
        <w:t>مـا</w:t>
      </w:r>
      <w:r w:rsidRPr="00677CB5">
        <w:rPr>
          <w:rtl/>
          <w:lang w:bidi="fa-IR"/>
        </w:rPr>
        <w:t xml:space="preserve"> تـار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آن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از فتح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خبر داده بود, ضبط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ده روز,خبر بشارت فـتـح سـلـ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حله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حکام حله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اعلام کردند ودستور دادند توپ بزنند. (چنانچه مرسوم است که در خبر فتوحات توپ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زنند)</w:t>
      </w:r>
    </w:p>
    <w:p w:rsidR="00677CB5" w:rsidRPr="00677CB5" w:rsidRDefault="000D44F6" w:rsidP="002C0FA9">
      <w:pPr>
        <w:pStyle w:val="Heading2"/>
        <w:rPr>
          <w:rtl/>
        </w:rPr>
      </w:pPr>
      <w:r>
        <w:rPr>
          <w:rtl/>
        </w:rPr>
        <w:br w:type="page"/>
      </w:r>
      <w:bookmarkStart w:id="53" w:name="_Toc493414654"/>
      <w:r w:rsidR="00677CB5" w:rsidRPr="00677CB5"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راه کربلا</w:t>
      </w:r>
      <w:bookmarkEnd w:id="5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روز چهاردهم ماه شعبان , از حله به قصد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عبداللّه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شط هند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(شعبه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از رود فرات که بعد از منطقه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جدا و به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معتبر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شط است که طو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نام دارد ودر راه حله به سمت کربلا واقع شده است ) از سـمـت غـرب شط عبور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زوار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حله و اطراف آن و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از نجف اشرف و حوال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شده بودند,تماما در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, از عشا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هند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محصور شده اند و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کربلان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زه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فرود آمده و راه عبور و مرور زوار را قطع کرده بودند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گذاشتند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کربلا خارج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داخل شهر شود.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هرکس</w:t>
      </w:r>
      <w:r w:rsidRPr="00677CB5">
        <w:rPr>
          <w:rtl/>
          <w:lang w:bidi="fa-IR"/>
        </w:rPr>
        <w:t xml:space="preserve">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اورا غارت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نزد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فرود آمدم و نماز ظهر و عصر را بجا آوردم و نشستم . </w:t>
      </w:r>
      <w:r w:rsidRPr="00677CB5">
        <w:rPr>
          <w:rFonts w:hint="eastAsia"/>
          <w:rtl/>
          <w:lang w:bidi="fa-IR"/>
        </w:rPr>
        <w:t>منتظر</w:t>
      </w:r>
      <w:r w:rsidRPr="00677CB5">
        <w:rPr>
          <w:rtl/>
          <w:lang w:bidi="fa-IR"/>
        </w:rPr>
        <w:t xml:space="preserve"> بودم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کار زوار به کـجـا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انجامد. </w:t>
      </w:r>
      <w:r w:rsidRPr="00677CB5">
        <w:rPr>
          <w:rFonts w:hint="eastAsia"/>
          <w:rtl/>
          <w:lang w:bidi="fa-IR"/>
        </w:rPr>
        <w:t>آسمان</w:t>
      </w:r>
      <w:r w:rsidRPr="00677CB5">
        <w:rPr>
          <w:rtl/>
          <w:lang w:bidi="fa-IR"/>
        </w:rPr>
        <w:t xml:space="preserve"> هم ابر داشت و باران کم کم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که نشسته بودم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تـمـام زوار از خانه ها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آمدند و به سمت کربلا متوجه شدند.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من بود, گفتم : برو سؤال کن چه خبر است ؟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و برگشت گفت :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با اسلحه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و متعهد شده اندکه زوار را به کربلا برسانند, هر چند کار به جنگ با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بکشد.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آنها که با من بودند,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واقع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ندارد,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قـدرت ندارند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با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مقابله کنند. </w:t>
      </w:r>
      <w:r w:rsidRPr="00677CB5">
        <w:rPr>
          <w:rFonts w:hint="eastAsia"/>
          <w:rtl/>
          <w:lang w:bidi="fa-IR"/>
        </w:rPr>
        <w:t>گمان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زوار را از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کنند,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آنها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سنگ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شده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زوار برگشتند و معلوم شد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همان است که من گفته ام . </w:t>
      </w:r>
      <w:r w:rsidRPr="00677CB5">
        <w:rPr>
          <w:rFonts w:hint="eastAsia"/>
          <w:rtl/>
          <w:lang w:bidi="fa-IR"/>
        </w:rPr>
        <w:t>زوار</w:t>
      </w:r>
      <w:r w:rsidRPr="00677CB5">
        <w:rPr>
          <w:rtl/>
          <w:lang w:bidi="fa-IR"/>
        </w:rPr>
        <w:t xml:space="preserve"> داخـل خانه ها شده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در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آنها نشستند. </w:t>
      </w:r>
      <w:r w:rsidRPr="00677CB5">
        <w:rPr>
          <w:rFonts w:hint="eastAsia"/>
          <w:rtl/>
          <w:lang w:bidi="fa-IR"/>
        </w:rPr>
        <w:t>آسمان</w:t>
      </w:r>
      <w:r w:rsidRPr="00677CB5">
        <w:rPr>
          <w:rtl/>
          <w:lang w:bidi="fa-IR"/>
        </w:rPr>
        <w:t xml:space="preserve"> را ابر گرفته بود. </w:t>
      </w:r>
      <w:r w:rsidRPr="00677CB5">
        <w:rPr>
          <w:rFonts w:hint="eastAsia"/>
          <w:rtl/>
          <w:lang w:bidi="fa-IR"/>
        </w:rPr>
        <w:t>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 دلم به خاطر آنها شکست , لذا به خداوند تبارک و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شدم و به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و آل او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گـشـتم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را از آن بلا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به آن مبتلاشده اند, خواستم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بر اسب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مانند آهو که مثل آن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سوار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دست او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بود و آست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را بالا زده و اسب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جا بودم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خانه ,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 بود که اطرافش رابالا زده بودند. </w:t>
      </w: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 و ما جواب او را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مولانا (اسم را برد),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تو 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رسانند مرا بدنبال تو فرستادند.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گنج مـحـمـد آغـا و صفر آغا هستند (دو نفر از صاحب منصبان ارتش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حتما زوار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که ما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دور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لشکر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 پشت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جاده منتظر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تو با ما تا پشت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سـاعـت</w:t>
      </w:r>
      <w:r w:rsidRPr="00677CB5">
        <w:rPr>
          <w:rtl/>
          <w:lang w:bidi="fa-IR"/>
        </w:rPr>
        <w:t xml:space="preserve"> را از 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دو ساعت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روز مانده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اسب مرا حـاضر کردند.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عرب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در خانه اش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من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:مولانا, جان خود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زوار را به خطر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امشب</w:t>
      </w:r>
      <w:r w:rsidRPr="00677CB5">
        <w:rPr>
          <w:rtl/>
          <w:lang w:bidi="fa-IR"/>
        </w:rPr>
        <w:t xml:space="preserve"> را نزد ما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مطلب معلوم شود.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او گـفـتم : به خاطر درک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مخصوصه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شب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شعبان ,چاره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سوار شدن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زوار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ما سوار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و سواره پشت سر ما حرکت کردند. </w:t>
      </w:r>
      <w:r w:rsidRPr="00677CB5">
        <w:rPr>
          <w:rFonts w:hint="eastAsia"/>
          <w:rtl/>
          <w:lang w:bidi="fa-IR"/>
        </w:rPr>
        <w:t>براه</w:t>
      </w:r>
      <w:r w:rsidRPr="00677CB5">
        <w:rPr>
          <w:rtl/>
          <w:lang w:bidi="fa-IR"/>
        </w:rPr>
        <w:t xml:space="preserve">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آن سـوار, مـانـنـد </w:t>
      </w:r>
      <w:r w:rsidRPr="00677CB5">
        <w:rPr>
          <w:rtl/>
          <w:lang w:bidi="fa-IR"/>
        </w:rPr>
        <w:lastRenderedPageBreak/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ما پشت سر اوم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تپه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سـوار</w:t>
      </w:r>
      <w:r w:rsidRPr="00677CB5">
        <w:rPr>
          <w:rtl/>
          <w:lang w:bidi="fa-IR"/>
        </w:rPr>
        <w:t xml:space="preserve"> از آن جـا بالا رفت و از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آمد و ما هم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تپه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آن جا نـظـر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با کمال تعجب از آن سوار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آسمان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رفته باشد. 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لشکر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نه فرمانده لشکر.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من بودند گفتم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شک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اند؟ گفتند: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در آن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جناب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تامل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حضرتش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اما به خاطرم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ما جدا شد,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آمد او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در حله به منزل من آمده و مرا به واقعه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خبر داد. (شرح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قبلا گذشت . ) و اما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اصلا در منزلها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نبود که سؤال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جز آن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غبار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وسط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بلند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آن اسـبها ما را به سرعت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بردند تا به دروازه شهر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لشکر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قلعه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گـفتند</w:t>
      </w:r>
      <w:r w:rsidRPr="00677CB5">
        <w:rPr>
          <w:rtl/>
          <w:lang w:bidi="fa-IR"/>
        </w:rPr>
        <w:t>: از کجا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چگونه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بعد هم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و کثرت آنها نظر کردندو گفتند: سبحان اللّه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صحرا از زوار پر شده است , پس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کجارفته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گفتم : شما در شهر خود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حقوق خودتان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لمکة رب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رعاها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مکه پروردگار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آن را حفظ و حراست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lastRenderedPageBreak/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, مضمون سخن حضرت عبدالمطلب است در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گرفتن شتران خود به نزد ابرهه سلطان حبشه رفت , در آن جـا ابـرهـه گفت : چرا از من نخواست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از خراب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کعبه بکشم ؟ فرمود: من صاحب شتران خودم هستم و مکه هم صاحب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دارد). </w:t>
      </w:r>
    </w:p>
    <w:p w:rsidR="00677CB5" w:rsidRPr="00677CB5" w:rsidRDefault="00677CB5" w:rsidP="000D44F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داخل شهر کربلا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گنج آغا بر تخت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دروازه نشسته است . </w:t>
      </w: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احترام من برخاست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تو را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افتخار بس , که نامت بر زبان آن حضرت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من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نقل کردم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آقاجان , من از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که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قاصد بفرستم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و لشکر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انم</w:t>
      </w:r>
      <w:r w:rsidRPr="00677CB5">
        <w:rPr>
          <w:rtl/>
          <w:lang w:bidi="fa-IR"/>
        </w:rPr>
        <w:t xml:space="preserve"> پـانـزده روز اسـت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شهر محاصره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ترس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قدرت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 را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آنها کجا رفتند؟ گفتم :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, جز آن که غبار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وسط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غبار کوچ کردن آنها باشد.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صحبتها ساعت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روز مانده و تمام زمان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شده است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منزلها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تا کربلا سه فرسخ راه است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حال شب را در کربلا به سر برد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صبح شد, سراغ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کشاورزان که در باغها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کربلا بود, خبر داد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در منزل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خودبودند.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ظاهر شد که بر اسب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کو</w:t>
      </w:r>
      <w:r w:rsidRPr="00677CB5">
        <w:rPr>
          <w:rtl/>
          <w:lang w:bidi="fa-IR"/>
        </w:rPr>
        <w:t xml:space="preserve"> و فربه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آمده بود و در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و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آنها را صدا زد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,بدان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اجل و مرگ حتم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شما اسـت . </w:t>
      </w:r>
      <w:r w:rsidRPr="00677CB5">
        <w:rPr>
          <w:rFonts w:hint="eastAsia"/>
          <w:rtl/>
          <w:lang w:bidi="fa-IR"/>
        </w:rPr>
        <w:t>ارتـش</w:t>
      </w:r>
      <w:r w:rsidRPr="00677CB5">
        <w:rPr>
          <w:rtl/>
          <w:lang w:bidi="fa-IR"/>
        </w:rPr>
        <w:t xml:space="preserve"> دولـت عـثـمان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سوارها وپ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رو به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پشت سر من در راهند. </w:t>
      </w:r>
      <w:r w:rsidRPr="00677CB5">
        <w:rPr>
          <w:rFonts w:hint="eastAsia"/>
          <w:rtl/>
          <w:lang w:bidi="fa-IR"/>
        </w:rPr>
        <w:t>کوچ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فکرنم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از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جان سالم </w:t>
      </w:r>
      <w:r w:rsidRPr="00677CB5">
        <w:rPr>
          <w:rtl/>
          <w:lang w:bidi="fa-IR"/>
        </w:rPr>
        <w:lastRenderedPageBreak/>
        <w:t>بدر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ترس و ذلت بر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مسلط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افراد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خود را به خاطر عجله و ترس رها کرده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 و لذا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تمام آنها کوچ کرده و رو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آوردند.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آن کشاورز گفتم : اوصاف سوار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نمود,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با ما بود</w:t>
      </w:r>
    </w:p>
    <w:p w:rsidR="00677CB5" w:rsidRPr="00677CB5" w:rsidRDefault="00410867" w:rsidP="002C0FA9">
      <w:pPr>
        <w:pStyle w:val="Heading2"/>
        <w:rPr>
          <w:rtl/>
        </w:rPr>
      </w:pPr>
      <w:r>
        <w:rPr>
          <w:rtl/>
        </w:rPr>
        <w:br w:type="page"/>
      </w:r>
      <w:bookmarkStart w:id="54" w:name="_Toc493414655"/>
      <w:r w:rsidR="00677CB5" w:rsidRPr="00677CB5"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مزار قاسم بن موس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الکاظم </w:t>
      </w:r>
      <w:r w:rsidR="00AC01CA" w:rsidRPr="00410867">
        <w:rPr>
          <w:rStyle w:val="libAlaemChar"/>
          <w:rtl/>
        </w:rPr>
        <w:t>عليه‌السلام</w:t>
      </w:r>
      <w:bookmarkEnd w:id="54"/>
      <w:r w:rsidR="00AC01CA" w:rsidRPr="00410867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صالح , فرزند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زبان پدر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مـن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ارشاد و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مذهب تش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جنوب حـلـه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دجله و فرات است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چون همه آنها اهل سنت بودند والحمدللّه همه مذهب تش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را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کردند و به همان مذهب هم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 وتعدادشان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ده هزار نفر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جـز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ـره</w:t>
      </w:r>
      <w:r w:rsidRPr="00677CB5">
        <w:rPr>
          <w:rtl/>
          <w:lang w:bidi="fa-IR"/>
        </w:rPr>
        <w:t xml:space="preserve"> مـزار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کـه معروف به قبر حمزه فرزند حضرت 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ومردم او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کرامات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نقل شده است . </w:t>
      </w:r>
      <w:r w:rsidRPr="00677CB5">
        <w:rPr>
          <w:rFonts w:hint="eastAsia"/>
          <w:rtl/>
          <w:lang w:bidi="fa-IR"/>
        </w:rPr>
        <w:t>اطراف</w:t>
      </w:r>
      <w:r w:rsidRPr="00677CB5">
        <w:rPr>
          <w:rtl/>
          <w:lang w:bidi="fa-IR"/>
        </w:rPr>
        <w:t xml:space="preserve"> آن ,روستا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حدودا صد خانوار در آن ساکن هستند.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ـشـه</w:t>
      </w:r>
      <w:r w:rsidRPr="00677CB5">
        <w:rPr>
          <w:rtl/>
          <w:lang w:bidi="fa-IR"/>
        </w:rPr>
        <w:t xml:space="preserve"> به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از آن جا عبور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اما آن قبر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, چون صـح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در نزد من , آن بود که حمزة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حضرت عبدالعظ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مدفون است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بـار طبق عادت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رفتم و نزد اهل آن روستا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آنهادرخواست</w:t>
      </w:r>
      <w:r w:rsidRPr="00677CB5">
        <w:rPr>
          <w:rtl/>
          <w:lang w:bidi="fa-IR"/>
        </w:rPr>
        <w:t xml:space="preserve"> کردند کـه مـن مـرقـد مـزبور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امتناع</w:t>
      </w:r>
      <w:r w:rsidRPr="00677CB5">
        <w:rPr>
          <w:rtl/>
          <w:lang w:bidi="fa-IR"/>
        </w:rPr>
        <w:t xml:space="preserve"> کردم و گفتم : من مزار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گفته من , رغبت مردم به آن جا کم شد وکمتر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حرکت کردم و شب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سادات ماندم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tl/>
          <w:lang w:bidi="fa-IR"/>
        </w:rPr>
        <w:t xml:space="preserve"> سحر شد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نـافـله شب برخاستم و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شب را خواندم , به انتظار طلوع فجر و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تـعق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نماز,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به صلاح وتقو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و از سادات آن جا بود, بر من وارد شد و سلام کرد و نشست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فرمود</w:t>
      </w:r>
      <w:r w:rsidRPr="00677CB5">
        <w:rPr>
          <w:rtl/>
          <w:lang w:bidi="fa-IR"/>
        </w:rPr>
        <w:t>:مولانا,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اهل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حمزه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چرا؟ گـفـتـم :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</w:t>
      </w:r>
      <w:r w:rsidRPr="00677CB5">
        <w:rPr>
          <w:rtl/>
          <w:lang w:bidi="fa-IR"/>
        </w:rPr>
        <w:t xml:space="preserve"> من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حمزة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در 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مدفون است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رب مشهور لا اصل له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مشهور شده اما اساس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  <w:r w:rsidRPr="00677CB5">
        <w:rPr>
          <w:rFonts w:hint="eastAsia"/>
          <w:rtl/>
          <w:lang w:bidi="fa-IR"/>
        </w:rPr>
        <w:t>قبر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است , قبر پسر امام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هر چند معروف شده است , بلکه قبر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حـمـزة بن قاسم العلو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از نوادگان حضرت ابوالفضل العباس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و اهل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علم رجال در کتابها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ذکر کرده اند و به علم و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ورع توص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نموده اند.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بـا خود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از عوام سادات است و از اهل اطلاع در علم رجال وحد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لابـد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مطلب را از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علماء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برخاستم تا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طلوع فجر شده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هـم بـرخـاست و رفت , اما من غفلت کردم که سؤال کنم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از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چون فجر طالع شده بود, به نماز صبح مشغول شدم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خواندم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نشستم , تا آفتاب طلوع کرد. </w:t>
      </w: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</w:t>
      </w:r>
      <w:r w:rsidR="0041086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کتب رجال همراه من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آنها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مطلب همان است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ذکرنموده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, اهل روستا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آمدند.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 بود.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توکه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فـجر به نزد من آمد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مرا از قبر حمزه , که او ابو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حمزة بن قاسم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خبر 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از کجا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واللّه مـن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از فجر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نبوده ام و شما را قبل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ساعت اصلا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شب گـذشته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روستا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کرده بودم و چون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شما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,امروز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خـدمـت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, به اهل </w:t>
      </w:r>
      <w:r w:rsidRPr="00677CB5">
        <w:rPr>
          <w:rtl/>
          <w:lang w:bidi="fa-IR"/>
        </w:rPr>
        <w:lastRenderedPageBreak/>
        <w:t>آن ده گفتم : الان لازم شد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حمزه برگردم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است . </w:t>
      </w:r>
    </w:p>
    <w:p w:rsidR="00677CB5" w:rsidRPr="00677CB5" w:rsidRDefault="00677CB5" w:rsidP="004108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همراه</w:t>
      </w:r>
      <w:r w:rsidRPr="00677CB5">
        <w:rPr>
          <w:rtl/>
          <w:lang w:bidi="fa-IR"/>
        </w:rPr>
        <w:t xml:space="preserve"> تمام اهل آن روستا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آن وقت مزار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موردتوجه واقع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زن و مرد از راهها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آن عالم بزرگوارم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</w:p>
    <w:p w:rsidR="00677CB5" w:rsidRPr="00677CB5" w:rsidRDefault="00410867" w:rsidP="002C0FA9">
      <w:pPr>
        <w:pStyle w:val="Heading2"/>
        <w:rPr>
          <w:rtl/>
        </w:rPr>
      </w:pPr>
      <w:r>
        <w:rPr>
          <w:rtl/>
        </w:rPr>
        <w:br w:type="page"/>
      </w:r>
      <w:bookmarkStart w:id="55" w:name="_Toc493414656"/>
      <w:r w:rsidR="00677CB5" w:rsidRPr="00677CB5">
        <w:rPr>
          <w:rtl/>
        </w:rPr>
        <w:lastRenderedPageBreak/>
        <w:t>5-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در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مد اصفهان</w:t>
      </w:r>
      <w:r w:rsidR="00677CB5" w:rsidRPr="00677CB5">
        <w:rPr>
          <w:rFonts w:hint="cs"/>
          <w:rtl/>
        </w:rPr>
        <w:t>ی</w:t>
      </w:r>
      <w:bookmarkEnd w:id="5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مدرس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مـواقـعـ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به حضور مقدس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مشرف شدم و آن مولا را نشناختم ,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اصفهان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سرد شد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پنجاه روز آفتاب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مدام برف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سرما</w:t>
      </w:r>
      <w:r w:rsidRPr="00677CB5">
        <w:rPr>
          <w:rtl/>
          <w:lang w:bidi="fa-IR"/>
        </w:rPr>
        <w:t xml:space="preserve">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که نهرها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بسته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وقـتـهـا من در مدرسه باقر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(درب کوشک ) حجره داشتم و حجره ام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نهر واقع شده بود. </w:t>
      </w:r>
      <w:r w:rsidRPr="00677CB5">
        <w:rPr>
          <w:rFonts w:hint="eastAsia"/>
          <w:rtl/>
          <w:lang w:bidi="fa-IR"/>
        </w:rPr>
        <w:t>مقابل</w:t>
      </w:r>
      <w:r w:rsidRPr="00677CB5">
        <w:rPr>
          <w:rtl/>
          <w:lang w:bidi="fa-IR"/>
        </w:rPr>
        <w:t xml:space="preserve"> حجره مثل کوه , برف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جمع شده بود.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و شدت سرما,راه تردد از روستاها به شهر قطع شده و طلاب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فوق العاده در مض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وسخت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پدرم , با کمال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شهر آمد تا بنده را به سده (محل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اطراف اصفهان )نزد خودشان بـبـرد, چون وسا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در آن جا فراهم بود. </w:t>
      </w: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هوا وبارش برف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شد و مانع از رفتن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دست آوردن خاکه و ذغال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نکرده بودند, مشکل و بـلـکـه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ممکن بود.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قضا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,نفت چراغ تمام و 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سرد شد. </w:t>
      </w:r>
      <w:r w:rsidRPr="00677CB5">
        <w:rPr>
          <w:rFonts w:hint="eastAsia"/>
          <w:rtl/>
          <w:lang w:bidi="fa-IR"/>
        </w:rPr>
        <w:t>مدرسه</w:t>
      </w:r>
      <w:r w:rsidRPr="00677CB5">
        <w:rPr>
          <w:rtl/>
          <w:lang w:bidi="fa-IR"/>
        </w:rPr>
        <w:t xml:space="preserve"> هم از طلاب خـال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خادم , اول شب در مدرسه را بست و به خانه اش رفت . </w:t>
      </w:r>
      <w:r w:rsidRPr="00677CB5">
        <w:rPr>
          <w:rFonts w:hint="eastAsia"/>
          <w:rtl/>
          <w:lang w:bidi="fa-IR"/>
        </w:rPr>
        <w:t>فقط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طلبه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مـدرسـه درحجره اش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لذا پدرم شروع به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چقدر ما و خودت را به زحمت انداخته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فعلا</w:t>
      </w:r>
      <w:r w:rsidRPr="00677CB5">
        <w:rPr>
          <w:rtl/>
          <w:lang w:bidi="fa-IR"/>
        </w:rPr>
        <w:t xml:space="preserve"> که درس و مباحثه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کار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چرا در مدرسه مانده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منزل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تا ما و خودت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مـن جـوابـ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سکوت و راز دل با خدا گفتن نداشتم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شدت سرما خواب از چشم ما رفته و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شب هم از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گذشته بود.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مدرسه بلند شد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محکم در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به شدت در زد. </w:t>
      </w:r>
      <w:r w:rsidRPr="00677CB5">
        <w:rPr>
          <w:rFonts w:hint="eastAsia"/>
          <w:rtl/>
          <w:lang w:bidi="fa-IR"/>
        </w:rPr>
        <w:t>مـا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حساب </w:t>
      </w:r>
      <w:r w:rsidRPr="00677CB5">
        <w:rPr>
          <w:rtl/>
          <w:lang w:bidi="fa-IR"/>
        </w:rPr>
        <w:lastRenderedPageBreak/>
        <w:t>که اگر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لحاف و پوست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گرم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ازجواب دادن خوددار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چنان در را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تمام مدرسه به حرکت در آمد. </w:t>
      </w:r>
      <w:r w:rsidRPr="00677CB5">
        <w:rPr>
          <w:rFonts w:hint="eastAsia"/>
          <w:rtl/>
          <w:lang w:bidi="fa-IR"/>
        </w:rPr>
        <w:t>خود</w:t>
      </w:r>
      <w:r w:rsidRPr="00677CB5">
        <w:rPr>
          <w:rtl/>
          <w:lang w:bidi="fa-IR"/>
        </w:rPr>
        <w:t xml:space="preserve"> را مجبور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که در را باز کنم 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حجره را بازکردم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برف آمده که از لبه ازاره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(د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واره</w:t>
      </w:r>
      <w:r w:rsidRPr="00677CB5">
        <w:rPr>
          <w:rtl/>
          <w:lang w:bidi="fa-IR"/>
        </w:rPr>
        <w:t xml:space="preserve"> کوتاه آن ) بالاتر رفته است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 را در برف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زانو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بالاتر فرو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زحـمـت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خود را به دهل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(دالان ) مدرسه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گفتم :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شب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مدرسه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بنده</w:t>
      </w:r>
      <w:r w:rsidRPr="00677CB5">
        <w:rPr>
          <w:rtl/>
          <w:lang w:bidi="fa-IR"/>
        </w:rPr>
        <w:t xml:space="preserve"> را به اسم و مشخصات صدا زدند و فرمودند: شما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. </w:t>
      </w:r>
      <w:r w:rsidRPr="00677CB5">
        <w:rPr>
          <w:rFonts w:hint="eastAsia"/>
          <w:rtl/>
          <w:lang w:bidi="fa-IR"/>
        </w:rPr>
        <w:t>بدنم</w:t>
      </w:r>
      <w:r w:rsidRPr="00677CB5">
        <w:rPr>
          <w:rtl/>
          <w:lang w:bidi="fa-IR"/>
        </w:rPr>
        <w:t xml:space="preserve">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خود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شب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آشنا, آن هم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 از پشت در بشناسد, بـاعـث خـجالت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فکر عذر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بتراشم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برود ورفع مزاحمت و خجالت شود.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خادم در را بسته و به خانه رفته است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در را باز کنم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سوراخ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چاقو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از فلان محل باز کن . </w:t>
      </w:r>
      <w:r w:rsidRPr="00677CB5">
        <w:rPr>
          <w:rFonts w:hint="eastAsia"/>
          <w:rtl/>
          <w:lang w:bidi="fa-IR"/>
        </w:rPr>
        <w:t>فوق</w:t>
      </w:r>
      <w:r w:rsidRPr="00677CB5">
        <w:rPr>
          <w:rtl/>
          <w:lang w:bidi="fa-IR"/>
        </w:rPr>
        <w:t xml:space="preserve"> العاده تعجب کردم !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رمز را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دو سه نفر از اهل مدرسه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 . </w:t>
      </w:r>
      <w:r w:rsidRPr="00677CB5">
        <w:rPr>
          <w:rFonts w:hint="eastAsia"/>
          <w:rtl/>
          <w:lang w:bidi="fa-IR"/>
        </w:rPr>
        <w:t>چاقو</w:t>
      </w:r>
      <w:r w:rsidRPr="00677CB5">
        <w:rPr>
          <w:rtl/>
          <w:lang w:bidi="fa-IR"/>
        </w:rPr>
        <w:t xml:space="preserve"> را گرفته و در را باز کردم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مدرسه روشن بود اگر چه اول شب چراغ برق جلو مدرسه را روشـن کـرده بـودند,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وقت آن چراغ خاموش بود و من متوجه نبودم 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شکل شوفرها,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کلاه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گوشه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چشم گذاشته بود شال پشم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دورگردن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را بسته بود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نـوع لـباس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تنه ) که داخل آن پشم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به تن کرده و دستکش چرم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داش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با مچ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محکم بسته بود. </w:t>
      </w:r>
      <w:r w:rsidRPr="00677CB5">
        <w:rPr>
          <w:rFonts w:hint="eastAsia"/>
          <w:rtl/>
          <w:lang w:bidi="fa-IR"/>
        </w:rPr>
        <w:t>سـلامـ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جواب سلام مرا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خوب دادند.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دقت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</w:t>
      </w:r>
      <w:r w:rsidRPr="00677CB5">
        <w:rPr>
          <w:rtl/>
          <w:lang w:bidi="fa-IR"/>
        </w:rPr>
        <w:lastRenderedPageBreak/>
        <w:t>که از صدا,ا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بـشـنـاسـم و بفهمم کدام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 است که از تمام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حال ما</w:t>
      </w:r>
      <w:r w:rsidR="00636DE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 مدرسه با اطلاع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لحظات دستشان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آوردند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بند انگشت تا آخر دست , همه دوقران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سـکـه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است که آنها را در دست من گذاشتند و چاقو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راگرفتند و فرمودند: فردا صـبـح خاکه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آورم . </w:t>
      </w:r>
      <w:r w:rsidRPr="00677CB5">
        <w:rPr>
          <w:rFonts w:hint="eastAsia"/>
          <w:rtl/>
          <w:lang w:bidi="fa-IR"/>
        </w:rPr>
        <w:t>اعتقاد</w:t>
      </w:r>
      <w:r w:rsidRPr="00677CB5">
        <w:rPr>
          <w:rtl/>
          <w:lang w:bidi="fa-IR"/>
        </w:rPr>
        <w:t xml:space="preserve"> شما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نهاباشد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پدرتان بگو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غرغر نکن , ما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بنده خوشحال شدم و تعارف را گرم گرفتم که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پدرم تقص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رندارد</w:t>
      </w:r>
      <w:r w:rsidRPr="00677CB5">
        <w:rPr>
          <w:rtl/>
          <w:lang w:bidi="fa-IR"/>
        </w:rPr>
        <w:t>, چون وسا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گرم کننده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نفت چراغ هم تمام شده است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آن شمع گچ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بر طاقچه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صندوقخانه است , روشن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آقا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چه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؟ فرمودند: مال شما است و خرج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 کردن , متوجه شدم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عجله دارند ضمنا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, اصلا سرما را احساس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خواستم</w:t>
      </w:r>
      <w:r w:rsidRPr="00677CB5">
        <w:rPr>
          <w:rtl/>
          <w:lang w:bidi="fa-IR"/>
        </w:rPr>
        <w:t xml:space="preserve"> در را ببندم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آمداز نام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فشان</w:t>
      </w:r>
      <w:r w:rsidRPr="00677CB5">
        <w:rPr>
          <w:rtl/>
          <w:lang w:bidi="fa-IR"/>
        </w:rPr>
        <w:t xml:space="preserve"> بپرسم , لذا در را گـشـودم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آن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هر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به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شـده اسـت , لذا به دنبال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, چون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وقت , پشت در,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برفها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باشد,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دآثار</w:t>
      </w:r>
      <w:r w:rsidRPr="00677CB5">
        <w:rPr>
          <w:rtl/>
          <w:lang w:bidi="fa-IR"/>
        </w:rPr>
        <w:t xml:space="preserve"> قدمش در برف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برفها سنگ و رد پا و آمد و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درآنها نبود.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</w:t>
      </w:r>
      <w:r w:rsidRPr="00677CB5">
        <w:rPr>
          <w:rtl/>
          <w:lang w:bidi="fa-IR"/>
        </w:rPr>
        <w:t xml:space="preserve"> من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پدرم با وحشت مرا از در حجره صدا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هرکس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باشد.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آن شخص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شدم و بار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 را بستم و به حجره آمدم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پدرم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قـبـل شـده اسـت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گـفت 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سرد که زبان با لب و دهان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با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اتفاقا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هم بود.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آمدن به اتاق در </w:t>
      </w:r>
      <w:r w:rsidRPr="00677CB5">
        <w:rPr>
          <w:rtl/>
          <w:lang w:bidi="fa-IR"/>
        </w:rPr>
        <w:lastRenderedPageBreak/>
        <w:t>طاقچه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فرموده بودند, دست بردم شمع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دو سال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آن جا گذاشته بودم و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رفته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آوردم و روشن کردم 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پولها</w:t>
      </w:r>
      <w:r w:rsidRPr="00677CB5">
        <w:rPr>
          <w:rtl/>
          <w:lang w:bidi="fa-IR"/>
        </w:rPr>
        <w:t xml:space="preserve"> را هم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ختم</w:t>
      </w:r>
      <w:r w:rsidRPr="00677CB5">
        <w:rPr>
          <w:rtl/>
          <w:lang w:bidi="fa-IR"/>
        </w:rPr>
        <w:t xml:space="preserve"> و قصه را به پدرم گفتم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دست دادکه شرحش گفتن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کـه اصلا احساس سرما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منوال تا صبح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پدرم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پشت در مدرسه رفتند. </w:t>
      </w:r>
      <w:r w:rsidRPr="00677CB5">
        <w:rPr>
          <w:rFonts w:hint="eastAsia"/>
          <w:rtl/>
          <w:lang w:bidi="fa-IR"/>
        </w:rPr>
        <w:t>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حضرت نبود. </w:t>
      </w:r>
      <w:r w:rsidRPr="00677CB5">
        <w:rPr>
          <w:rFonts w:hint="eastAsia"/>
          <w:rtl/>
          <w:lang w:bidi="fa-IR"/>
        </w:rPr>
        <w:t>هنوز</w:t>
      </w:r>
      <w:r w:rsidRPr="00677CB5">
        <w:rPr>
          <w:rtl/>
          <w:lang w:bidi="fa-IR"/>
        </w:rPr>
        <w:t xml:space="preserve"> مشغول 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نمازصبح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دوستان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ذغال و خاکه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طلاب مدرسه فرستاد که تاپا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سرد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زمستان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</w:t>
      </w:r>
    </w:p>
    <w:p w:rsidR="00677CB5" w:rsidRPr="00677CB5" w:rsidRDefault="00636DE7" w:rsidP="002C0FA9">
      <w:pPr>
        <w:pStyle w:val="Heading2"/>
        <w:rPr>
          <w:rtl/>
        </w:rPr>
      </w:pPr>
      <w:r>
        <w:rPr>
          <w:rtl/>
        </w:rPr>
        <w:br w:type="page"/>
      </w:r>
      <w:bookmarkStart w:id="56" w:name="_Toc493414657"/>
      <w:r w:rsidR="00677CB5" w:rsidRPr="00677CB5">
        <w:rPr>
          <w:rtl/>
        </w:rPr>
        <w:lastRenderedPageBreak/>
        <w:t>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قض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ه</w:t>
      </w:r>
      <w:r w:rsidR="00677CB5" w:rsidRPr="00677CB5">
        <w:rPr>
          <w:rtl/>
        </w:rPr>
        <w:t xml:space="preserve"> تکان دهنده آقا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حسن کاظم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5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سال 1224,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طالب تشرف خدمت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بودم و به اندازه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عشق و علاقه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 که از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باز ماندم و ناچار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دکان عطار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سمسار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جـمـعه بعد از غسل جمعه , لباس احرام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مشغول ذکـر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شـمـشـ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دکان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معلق بود)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روز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فروش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منتظر ظهور امام 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جمعه ها مشغول به ذکر بودم که سه نفر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صورتم ظاهر و به در دکان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فرما شدند.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نفر از آنها کامل مرد بودند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حدود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وچهار ساله که در وسط آن دو آقـا قرار داشت و فوق العاده صورت مبارکشان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جلب توجه مرا نمودند که از ذکر باز ماندم و محو جمال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شدم وآرزو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داخل دکان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آرام</w:t>
      </w:r>
      <w:r w:rsidRPr="00677CB5">
        <w:rPr>
          <w:rtl/>
          <w:lang w:bidi="fa-IR"/>
        </w:rPr>
        <w:t xml:space="preserve"> آرام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وقار آمدند تا به در دکان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جـواب</w:t>
      </w:r>
      <w:r w:rsidRPr="00677CB5">
        <w:rPr>
          <w:rtl/>
          <w:lang w:bidi="fa-IR"/>
        </w:rPr>
        <w:t xml:space="preserve"> دادند و فرمودند: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, گل گاوزبان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(و اسم دارو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بردندکه ته دکان بود و الان اسمش در نظرم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) فـورا عـرض کـردم : بـل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. </w:t>
      </w: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آن که روز جمعه من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فروش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جواب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عـرض</w:t>
      </w:r>
      <w:r w:rsidRPr="00677CB5">
        <w:rPr>
          <w:rtl/>
          <w:lang w:bidi="fa-IR"/>
        </w:rPr>
        <w:t xml:space="preserve"> کـردم : چـشم و به ته دکان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 آن دارو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فرمودند, رفتم و آن را آوردم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برگشتم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دکان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دکان قرار دارد.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عصا, عصا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 که در دست آن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عصا</w:t>
      </w:r>
      <w:r w:rsidRPr="00677CB5">
        <w:rPr>
          <w:rtl/>
          <w:lang w:bidi="fa-IR"/>
        </w:rPr>
        <w:t xml:space="preserve"> رابوس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عقب دکان گذاشتم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هر چه از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اطراف بودند,سؤال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سه نفر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دکان من بودند, کجا رفتند؟ گفتند: 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ـوانه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دکان برگشتم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متفکر و مهموم بودم که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اق</w:t>
      </w:r>
      <w:r w:rsidRPr="00677CB5">
        <w:rPr>
          <w:rtl/>
          <w:lang w:bidi="fa-IR"/>
        </w:rPr>
        <w:t xml:space="preserve"> ,به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مـولا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نشناختم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اثناء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مجروح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پـنـبـه گـذاشـتـه اند و به حرم مطهر حضرت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را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گفتم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شما را 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را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به دکان آوردند.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رو به قبله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عقب دکان بود و روزها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خواباندم 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رکعت نماز حاجت خواندم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داشتم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حـضـرت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که به دکان من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آورده , خـواسـتم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خاطر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قلبم خطور دادم که اگرآن آقا,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است 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عـصـا را بـر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رد شد, بلافاصله شفا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حاصل و جـراحـات بـدنش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شود, لذاعصا را از سر تا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الفور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و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جراحات بدن او برطرف شد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عصا گوشت تازه رو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از شوق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دکان من گذاشت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قبول نکردم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گمان کرد آن وجه کـم اسـت کـه قـبول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دکان به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جست و از شوق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گذاشت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دنبال او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گـفتم : من پول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و او 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کم است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به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پول را رد کرده و به دکان برگشتم و اشک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ختم</w:t>
      </w:r>
      <w:r w:rsidRPr="00677CB5">
        <w:rPr>
          <w:rtl/>
          <w:lang w:bidi="fa-IR"/>
        </w:rPr>
        <w:t xml:space="preserve"> که آن حضرت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و نشناختم 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دکان برگشتم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عصا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کثرت هموم و غموم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نشناختن آن حضرت و نبودن عصا به من رو داد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هر کس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دوست دارد,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تصدق سر آن حضرت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از دکان من ببرد. </w:t>
      </w: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باز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</w:t>
      </w:r>
      <w:r w:rsidRPr="00677CB5">
        <w:rPr>
          <w:rtl/>
          <w:lang w:bidi="fa-IR"/>
        </w:rPr>
        <w:t xml:space="preserve">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اگر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هر چه هست در بازار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فقط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چهار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قبلا جمع کرده بودم , برداشتم و دکان را رها کردم و به خانه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اولاد را جمع کرده و گفتم : من عازم مشهد مقدس هستم . </w:t>
      </w:r>
    </w:p>
    <w:p w:rsidR="00677CB5" w:rsidRPr="00677CB5" w:rsidRDefault="00677CB5" w:rsidP="00636D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که ازشما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دارد, با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همراه من آمدند مگر پسر بزرگم محمد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عـتبه بوس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(آستان بوس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و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هاکه</w:t>
      </w:r>
      <w:r w:rsidRPr="00677CB5">
        <w:rPr>
          <w:rtl/>
          <w:lang w:bidi="fa-IR"/>
        </w:rPr>
        <w:t xml:space="preserve"> مانده بود,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سکو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صحن مقدس به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مهر 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هـر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و از چهره او خوشم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, در ضمن دامنم را به دامن او گره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و او را به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قسم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شما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خجالت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من خاک قدم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حرم مشرف شدم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به شانه اش زدم و گفتم : آقاجان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چطور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نکنم و حال آن که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بم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فعلا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پنج قران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اموراتت را اداره کن , بعد برگرد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جا, چون قصدمعامله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تو 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اصرار کرد چه معامله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انجام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من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؟ گـفـتـم :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هر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خانه در بهشت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دربهشت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که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در بهشت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اما چون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ضـمـنـا</w:t>
      </w:r>
      <w:r w:rsidRPr="00677CB5">
        <w:rPr>
          <w:rtl/>
          <w:lang w:bidi="fa-IR"/>
        </w:rPr>
        <w:t xml:space="preserve"> مـن چهل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کرده بودم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خانه بخرم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وجه را آوردم و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خانه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آخرتم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رفت و برگشت و کاغذ و دوات و قلم آورد و نوشت که فروختم در حضورشاهد عادل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دارد من در بهشت دارم به مبلغ چهل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پولها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است و پول را تحو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گرفتم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گفتم : بگو بعت (فروختم 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گفت</w:t>
      </w:r>
      <w:r w:rsidRPr="00677CB5">
        <w:rPr>
          <w:rtl/>
          <w:lang w:bidi="fa-IR"/>
        </w:rPr>
        <w:t xml:space="preserve"> : بعت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اشتر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(خر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), و وجه را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وجه را گرفت و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 خود رفت و من هم ورقه را گرفتم و به خانه صب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مراجعت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دخترم</w:t>
      </w:r>
      <w:r w:rsidRPr="00677CB5">
        <w:rPr>
          <w:rtl/>
          <w:lang w:bidi="fa-IR"/>
        </w:rPr>
        <w:t xml:space="preserve"> گفت : پدرجان چه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آبها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درختها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سبز و خرم داردو همه نوع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جات در آن باغ موجود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کردند که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مسرور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دخترم</w:t>
      </w:r>
      <w:r w:rsidRPr="00677CB5">
        <w:rPr>
          <w:rtl/>
          <w:lang w:bidi="fa-IR"/>
        </w:rPr>
        <w:t xml:space="preserve"> گفت : شما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را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ما را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اول آن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همسا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چه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آمد و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به خانه حضرت خاتم النب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1D77B5" w:rsidRPr="001D77B5">
        <w:rPr>
          <w:rStyle w:val="libAlaemChar"/>
          <w:rFonts w:eastAsiaTheme="minorHAnsi"/>
          <w:rtl/>
        </w:rPr>
        <w:t>صلى‌الله‌عليه‌وآله‌وسلم</w:t>
      </w:r>
      <w:r w:rsidR="001D77B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 xml:space="preserve">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طـرف بـه خـانه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به خانه حضرت امام حسن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به خانه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محدود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حدود چهارگانه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من چه کرده ام 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چه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که هرگز خراب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خانواده ام نشسته بودم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سلام کردم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مرا به اسم خطاب نمودند و فرمودند: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فرزند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را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راخجالت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به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آن حضرت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به دامن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عرض کردم : قربانتان شوم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شما خودتان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فرمودند: من امام زمان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بلکه فرستاده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دستم را گرفته و به گوشه صحن مطهر بردند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قلب من چند علامت و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اطـلاع نداشت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نمودند.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جمله فرمودند: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تو آن کس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دجله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قفه (جا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نسبتا بلند) نشسته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آب را حرکت داد و غرق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موقع متوسل به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نجات داد؟ من متمسک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شدم و عرض کردم : آقاجان شما خودتان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>: نـه , مـن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علامتها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نموده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فـرمودند: تو آن کس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دکان عطار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عصا (که گذشت ) را نقل فرمودند و گفتند: آورنده عصا و برنده آن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حوائجت را بگو.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عـرض کـردم : حوائجم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سه حاجت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اول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بدانم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خواهم رفت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دوم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بدانم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اوران</w:t>
      </w:r>
      <w:r w:rsidRPr="00677CB5">
        <w:rPr>
          <w:rtl/>
          <w:lang w:bidi="fa-IR"/>
        </w:rPr>
        <w:t xml:space="preserve">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هستم و معامله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دکرده</w:t>
      </w:r>
      <w:r w:rsidRPr="00677CB5">
        <w:rPr>
          <w:rtl/>
          <w:lang w:bidi="fa-IR"/>
        </w:rPr>
        <w:t xml:space="preserve"> ام درست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نه ؟ سوم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بدانم چه وقت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؟ آن آقـا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مـوقـر خـداحافظ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بردند و به قدر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قدم که برداشتند ازنظرم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منتظر خبر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موقع عصرمجددا چشمم به جـمـال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روشن شد دست مرا گرفتند و باز در گوشه صحن مطهر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خلوت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برده و فـرمودند: سلام تو را به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ابلاغ کردم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به تو سلام رسانده و فرمودند: خاطرت جمع باشد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اوران</w:t>
      </w:r>
      <w:r w:rsidRPr="00677CB5">
        <w:rPr>
          <w:rtl/>
          <w:lang w:bidi="fa-IR"/>
        </w:rPr>
        <w:t xml:space="preserve"> ما هم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اسم تو در زمره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اوران</w:t>
      </w:r>
      <w:r w:rsidRPr="00677CB5">
        <w:rPr>
          <w:rtl/>
          <w:lang w:bidi="fa-IR"/>
        </w:rPr>
        <w:t xml:space="preserve"> ما ثبت شده است و معامله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دکرده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امـا</w:t>
      </w:r>
      <w:r w:rsidRPr="00677CB5">
        <w:rPr>
          <w:rtl/>
          <w:lang w:bidi="fa-IR"/>
        </w:rPr>
        <w:t xml:space="preserve"> هـر وقت زمان فوت تو برسد علامتش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هفته در عالم خواب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دو ورقه از عالم بالا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نازل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نوشته شده است : لااله الا اللّه محمدا رسول اللّه و در ورقـه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نوشته شده :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حقا حقا و طلوع فجر جمعه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هفته به رحمت خدا واصل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مـجـرد گفتن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رحمت خدا واصل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گشت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منتظر وعده شدم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ناقل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مسرت و خوشحال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حرم حضرت رضا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طرف منزل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 . </w:t>
      </w: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کردم :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! امروز شما را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مسرور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؟ گفت : 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شما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هر طور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مهمان نواز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شـبـهـا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هـفته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 نداشت مگر روزها که خواب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لوله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ومضطرب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شد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در حرم مطهر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در منزل مشغول دعا خواندن بود.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روز پنج شنبه هـمـان هـفته که حنا گرفت و پاک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خودرا برداشته و به حمام رفت خود را کاملا شستشو داده و محاسن و دست و پا راخضاب نمود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حمام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 و شـب را غـذا نـخـورد چون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هفته کلا روزه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خارج شدن ازحمام به حرم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دو ساعت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شب جمعه گذشته بود که از حرم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به طرف منزل روانه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من فرمود: تمام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بچه ها را جمع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را حاضر نمودم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آنها صحبت کرده و مزاح نمود و فرمود: مرا حلال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دصحبت</w:t>
      </w:r>
      <w:r w:rsidRPr="00677CB5">
        <w:rPr>
          <w:rtl/>
          <w:lang w:bidi="fa-IR"/>
        </w:rPr>
        <w:t xml:space="preserve"> من با شـمـا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مرا نخواه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با شما خداحافظ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بچه</w:t>
      </w:r>
      <w:r w:rsidRPr="00677CB5">
        <w:rPr>
          <w:rtl/>
          <w:lang w:bidi="fa-IR"/>
        </w:rPr>
        <w:t xml:space="preserve"> ها و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مرخص نمود و فرمود: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خدا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سپارم . </w:t>
      </w:r>
      <w:r w:rsidRPr="00677CB5">
        <w:rPr>
          <w:rFonts w:hint="eastAsia"/>
          <w:rtl/>
          <w:lang w:bidi="fa-IR"/>
        </w:rPr>
        <w:t>تـمام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بچه ها از اتاق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رفتند بعد به من فرمود: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امشب مرا تنهانگذار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به شرط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زودتر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بنده</w:t>
      </w:r>
      <w:r w:rsidRPr="00677CB5">
        <w:rPr>
          <w:rtl/>
          <w:lang w:bidi="fa-IR"/>
        </w:rPr>
        <w:t xml:space="preserve"> (س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که خوابم نبرد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دائما مشغول دعا خواندن بودند. </w:t>
      </w:r>
      <w:r w:rsidRPr="00677CB5">
        <w:rPr>
          <w:rFonts w:hint="eastAsia"/>
          <w:rtl/>
          <w:lang w:bidi="fa-IR"/>
        </w:rPr>
        <w:t>چـون</w:t>
      </w:r>
      <w:r w:rsidRPr="00677CB5">
        <w:rPr>
          <w:rtl/>
          <w:lang w:bidi="fa-IR"/>
        </w:rPr>
        <w:t xml:space="preserve"> خـوابم نبرد برخاستم و گفتم : شما چرا استراحت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الات</w:t>
      </w:r>
      <w:r w:rsidRPr="00677CB5">
        <w:rPr>
          <w:rtl/>
          <w:lang w:bidi="fa-IR"/>
        </w:rPr>
        <w:t xml:space="preserve"> نداشته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شما که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اقلا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صورت من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فرمود: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 که استراحت کنم و اگر چه من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ام بـاز هـم وصـ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اشهد ان لااله الا اللّه و اشهد ان محمدا رسول اللّه </w:t>
      </w:r>
      <w:r w:rsidR="001D77B5" w:rsidRPr="001D77B5">
        <w:rPr>
          <w:rStyle w:val="libAlaemChar"/>
          <w:rFonts w:eastAsiaTheme="minorHAnsi"/>
          <w:rtl/>
        </w:rPr>
        <w:t>صلى‌الله‌عليه‌وآله‌وسلم</w:t>
      </w:r>
      <w:r w:rsidR="001D77B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و اشهد ان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اولاده الـمـعصوم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حجج اللّه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بدان</w:t>
      </w:r>
      <w:r w:rsidRPr="00677CB5">
        <w:rPr>
          <w:rtl/>
          <w:lang w:bidi="fa-IR"/>
        </w:rPr>
        <w:t xml:space="preserve"> که مرگ حق است و سؤال نک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حق و ان اللّه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بعث</w:t>
      </w:r>
      <w:r w:rsidRPr="00677CB5">
        <w:rPr>
          <w:rtl/>
          <w:lang w:bidi="fa-IR"/>
        </w:rPr>
        <w:t xml:space="preserve"> من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الـقـبـور (خدا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آن که را در قبرهاباشد زنده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زاند</w:t>
      </w:r>
      <w:r w:rsidRPr="00677CB5">
        <w:rPr>
          <w:rtl/>
          <w:lang w:bidi="fa-IR"/>
        </w:rPr>
        <w:t xml:space="preserve">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</w:t>
      </w:r>
      <w:r w:rsidRPr="00677CB5">
        <w:rPr>
          <w:rtl/>
          <w:lang w:bidi="fa-IR"/>
        </w:rPr>
        <w:t xml:space="preserve">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دارم که مـعـاد حـق اسـت و صراط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حق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اما بعد قرض ندارم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درهم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رکعت از نمازها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واجب من در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قضا نشده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روزه ام را قضا نکرده ام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درهم ازمظالم بـنـدگـان خدا به گردن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نگذاشته ام مگر دو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که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من است آن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غسال و حق دفن م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مختصرمجلس ترح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تشک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همه شما را به خدا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سپارم والسلام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حالا به بعد با من صحبت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آنـچـه در کـفـنـم هست با من دفن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وورقه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گرفته ام در کفن من بگذار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اتبع الهد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به اذکار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 مشغول شد و به عادت هر شب نماز شب را خواند بعد ازنماز شب 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 نشست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منتظر مرگ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مـرتـبه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جا بلند شد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خضوع و خشوع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تعارف کرد وشمردم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زده</w:t>
      </w:r>
      <w:r w:rsidRPr="00677CB5">
        <w:rPr>
          <w:rtl/>
          <w:lang w:bidi="fa-IR"/>
        </w:rPr>
        <w:t xml:space="preserve"> مـرتـبـه بـلند شد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ادب تعارف کرد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مثل مرغ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بال بزند خود را به سمت در اتاق پرتاب کرد و از دل نعره زد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اصاحب</w:t>
      </w:r>
      <w:r w:rsidRPr="00677CB5">
        <w:rPr>
          <w:rtl/>
          <w:lang w:bidi="fa-IR"/>
        </w:rPr>
        <w:t xml:space="preserve"> الزمان و صورت خود را چند </w:t>
      </w:r>
      <w:r w:rsidRPr="00677CB5">
        <w:rPr>
          <w:rFonts w:hint="eastAsia"/>
          <w:rtl/>
          <w:lang w:bidi="fa-IR"/>
        </w:rPr>
        <w:t>دق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بر عتبه در گذاشت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بلند شدم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بغل او را گرفتم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بعد گفتم : شما را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چه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اسکت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(ساکت باش ) و به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چهارده نور مبارک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با خود گفتم : از بس عاشق چهارده معصوم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به نظرش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دفکر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 سـکرات باشد و آنها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داشته باشند چون حالش خوب بود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گونه درد و مرض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و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حالش هم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فاصله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از جا حرکت کرد و سه مرتبه گفت : خوش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قابض الارواح و آن وقت صورت را اطراف حجره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گذاشته بـود و عـرض کـرد: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رسول اللّه اجازه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بعد عرض کرد: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اجازه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تمام چهارده نور مطهر را سلام عرض نمود و اجازه طلب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عرض کرد: دستم به دامنتان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وقـت رو بـه قـبله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سه مرتبه عرض کرد: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اللّه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چهارده نور مقدس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ملافه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صـورت خـود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دستها را پهلو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گذاشت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ملافه را کنارزدم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است . </w:t>
      </w:r>
    </w:p>
    <w:p w:rsidR="00677CB5" w:rsidRPr="00677CB5" w:rsidRDefault="00677CB5" w:rsidP="001D77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بچه</w:t>
      </w:r>
      <w:r w:rsidRPr="00677CB5">
        <w:rPr>
          <w:rtl/>
          <w:lang w:bidi="fa-IR"/>
        </w:rPr>
        <w:t xml:space="preserve"> ها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صبح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کرده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ازگر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مطلب را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صـبح</w:t>
      </w:r>
      <w:r w:rsidRPr="00677CB5">
        <w:rPr>
          <w:rtl/>
          <w:lang w:bidi="fa-IR"/>
        </w:rPr>
        <w:t xml:space="preserve"> جنازه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با تش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کنندگان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برداشته و در غسالخانه قتلگاه غسل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بدن مطهرش را شب در دارالسعاده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دفن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رحمة</w:t>
      </w:r>
      <w:r w:rsidRPr="00677CB5">
        <w:rPr>
          <w:rtl/>
          <w:lang w:bidi="fa-IR"/>
        </w:rPr>
        <w:t xml:space="preserve"> اللّه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</w:t>
      </w:r>
    </w:p>
    <w:p w:rsidR="00677CB5" w:rsidRPr="00677CB5" w:rsidRDefault="001D77B5" w:rsidP="002C0FA9">
      <w:pPr>
        <w:pStyle w:val="Heading2"/>
        <w:rPr>
          <w:rtl/>
        </w:rPr>
      </w:pPr>
      <w:r>
        <w:rPr>
          <w:rtl/>
        </w:rPr>
        <w:br w:type="page"/>
      </w:r>
      <w:bookmarkStart w:id="57" w:name="_Toc493414658"/>
      <w:r w:rsidR="00677CB5" w:rsidRPr="00677CB5">
        <w:rPr>
          <w:rtl/>
        </w:rPr>
        <w:lastRenderedPageBreak/>
        <w:t>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ملا هاشم صلوات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سده</w:t>
      </w:r>
      <w:r w:rsidR="00677CB5" w:rsidRPr="00677CB5">
        <w:rPr>
          <w:rFonts w:hint="cs"/>
          <w:rtl/>
        </w:rPr>
        <w:t>ی</w:t>
      </w:r>
      <w:bookmarkEnd w:id="5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ملا هاشم صلوات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سفرها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به حج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قافله عقب ماندم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نتوانستم خـود را 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برسانم و در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(صاحب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اسم آن جا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ناقل فراموش کـرده است ) گم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چه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زنگ قافله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قدرت نداشتم که خود را به آنها برسانم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در آن شب گرفتار خارها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لان</w:t>
      </w:r>
      <w:r w:rsidRPr="00677CB5">
        <w:rPr>
          <w:rtl/>
          <w:lang w:bidi="fa-IR"/>
        </w:rPr>
        <w:t xml:space="preserve"> هم شدم . </w:t>
      </w:r>
    </w:p>
    <w:p w:rsidR="00677CB5" w:rsidRPr="00677CB5" w:rsidRDefault="00677CB5" w:rsidP="00E520F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لباسها</w:t>
      </w:r>
      <w:r w:rsidRPr="00677CB5">
        <w:rPr>
          <w:rtl/>
          <w:lang w:bidi="fa-IR"/>
        </w:rPr>
        <w:t xml:space="preserve"> و کفشها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پاره و دست وپا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مجروح شد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قدرت حرکت نداشتم . </w:t>
      </w:r>
      <w:r w:rsidR="00E520F4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هزار زحمت کنار بوته خار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,دست از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شستم و بر زمـ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نـشستم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بس خون از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آمده بود, خسته شده بودم و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حالت خشک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کـرده بودند.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عادت داشتن به اذکار و اوراد,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اذان صبح که ماه با نور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طلوع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اندک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ظاهر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در همان حال بودم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گوشم خورد و گمان کردم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عـربـهـا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, که به قصد قتل و اسارت و سرقت اموال باز ماندگان قافله آمده است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تـرس سـکوت کردم و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بوته خار خود را از سوار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اما او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سرم آمد و به زبان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قم . </w:t>
      </w:r>
    </w:p>
    <w:p w:rsidR="00677CB5" w:rsidRPr="00677CB5" w:rsidRDefault="00677CB5" w:rsidP="00E520F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ترس جواب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. 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به کف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گذاشت و به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فرمود:هاشم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سـرم</w:t>
      </w:r>
      <w:r w:rsidRPr="00677CB5">
        <w:rPr>
          <w:rtl/>
          <w:lang w:bidi="fa-IR"/>
        </w:rPr>
        <w:t xml:space="preserve"> را بـلـنـد نمودم و سلام کردم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سلام مرا دادند و فرمودند: چراخواب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چه ذکر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کاملا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شرح دادم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تا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مولانا, من مانده ام و </w:t>
      </w:r>
      <w:r w:rsidRPr="00677CB5">
        <w:rPr>
          <w:rtl/>
          <w:lang w:bidi="fa-IR"/>
        </w:rPr>
        <w:lastRenderedPageBreak/>
        <w:t>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خارها مجروح شده که قدرت برحرکت ندارم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زخمها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هم خوب شده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کردم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قدم با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برهنه راه رفتم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پشت سر من سوار شو.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اسب بلند و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هموار بود, اظهار عجز نمودم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رکاب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بگذار و سوار شو. </w:t>
      </w:r>
      <w:r w:rsidRPr="00677CB5">
        <w:rPr>
          <w:rFonts w:hint="eastAsia"/>
          <w:rtl/>
          <w:lang w:bidi="fa-IR"/>
        </w:rPr>
        <w:t>پـا</w:t>
      </w:r>
      <w:r w:rsidRPr="00677CB5">
        <w:rPr>
          <w:rtl/>
          <w:lang w:bidi="fa-IR"/>
        </w:rPr>
        <w:t xml:space="preserve"> بـر رکـاب گـذاشـتم و دستش را گرفتم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تماس دستش , لذت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احساس نمودم که دردها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گـذشـتـه را فـراموش کردم و از عبا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استشمام نمودم که دلم زنده شد, اما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حجاج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که با من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سفر بوده است ,چون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صحبت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راه و حالات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مسافر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هـنـگـام آثار طلوع فجر ظاهر شد.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مقابل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و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است . </w:t>
      </w:r>
      <w:r w:rsidRPr="00677CB5">
        <w:rPr>
          <w:rFonts w:hint="eastAsia"/>
          <w:rtl/>
          <w:lang w:bidi="fa-IR"/>
        </w:rPr>
        <w:t>اسم</w:t>
      </w:r>
      <w:r w:rsidRPr="00677CB5">
        <w:rPr>
          <w:rtl/>
          <w:lang w:bidi="fa-IR"/>
        </w:rPr>
        <w:t xml:space="preserve"> صاحب قهوه خانه را هم فرمود و ادامه داد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قهوه خانه آبـ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دست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جامه ات را از تن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 و نمازت را بخوان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باش تا همراهانت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و دست بر زانوها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, تا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آثار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جراحت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وحالم بهتر شده کـه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 از سـوار غافل ماندم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او شدم ,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قهوه خانه آمدم و صاحب آن را به اسم صدا کردم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تعجب کرد! مـن شرح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گفتم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متاثر شد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 و خدمتها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نسبت به من انـجام داد.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جامه ام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, خون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اما زخم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 فقط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پوست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زخم خوب شده , مانده بود. </w:t>
      </w:r>
      <w:r w:rsidRPr="00677CB5">
        <w:rPr>
          <w:rFonts w:hint="eastAsia"/>
          <w:rtl/>
          <w:lang w:bidi="fa-IR"/>
        </w:rPr>
        <w:t>عـصـر</w:t>
      </w:r>
      <w:r w:rsidRPr="00677CB5">
        <w:rPr>
          <w:rtl/>
          <w:lang w:bidi="fa-IR"/>
        </w:rPr>
        <w:t xml:space="preserve"> فـردا, کاروان حجاج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همراهان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از زنده بودن من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تـعجب کردند و گفتند: ما همه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ابانها</w:t>
      </w:r>
      <w:r w:rsidRPr="00677CB5">
        <w:rPr>
          <w:rtl/>
          <w:lang w:bidi="fa-IR"/>
        </w:rPr>
        <w:t xml:space="preserve"> مانده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دست عربها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کشته شده </w:t>
      </w:r>
      <w:r w:rsidRPr="00677CB5">
        <w:rPr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قهوه 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داستان آمدن مرا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کرد.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قصه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دنم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توجهشان به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</w:t>
      </w:r>
    </w:p>
    <w:p w:rsidR="00677CB5" w:rsidRPr="00677CB5" w:rsidRDefault="00E520F4" w:rsidP="002C0FA9">
      <w:pPr>
        <w:pStyle w:val="Heading2"/>
        <w:rPr>
          <w:rtl/>
        </w:rPr>
      </w:pPr>
      <w:r>
        <w:rPr>
          <w:rtl/>
        </w:rPr>
        <w:br w:type="page"/>
      </w:r>
      <w:bookmarkStart w:id="58" w:name="_Toc493414659"/>
      <w:r w:rsidR="00677CB5" w:rsidRPr="00677CB5">
        <w:rPr>
          <w:rtl/>
        </w:rPr>
        <w:lastRenderedPageBreak/>
        <w:t>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ملا هاشم صلوات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کنار کشت</w:t>
      </w:r>
      <w:r w:rsidR="00677CB5" w:rsidRPr="00677CB5">
        <w:rPr>
          <w:rFonts w:hint="cs"/>
          <w:rtl/>
        </w:rPr>
        <w:t>ی</w:t>
      </w:r>
      <w:bookmarkEnd w:id="58"/>
      <w:r w:rsidR="00677CB5" w:rsidRPr="00677CB5">
        <w:rPr>
          <w:rtl/>
        </w:rPr>
        <w:t xml:space="preserve"> </w:t>
      </w:r>
    </w:p>
    <w:p w:rsidR="00677CB5" w:rsidRPr="00677CB5" w:rsidRDefault="00677CB5" w:rsidP="00E520F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ملا هاشم صلوات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که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قبل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شد, فرمود: سـفـر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به حج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, در بوشهر,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 جواز, به دفتر صاحب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رفـتـم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tl/>
          <w:lang w:bidi="fa-IR"/>
        </w:rPr>
        <w:t xml:space="preserve"> تنگ و مسافر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موقع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حمل حجاج حاضر بود و عـده مسافر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تکم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بلکه اضافه بر ظرف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بود, لذا جوازهاتمام شد و به ما ندادند اصرار هم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رفقا به حالت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نشسته و به طرف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نردبانها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نصب شد و حجاج به نوبت بالا رفتند.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بالا رفتم تا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گذرنامه نداشتم , نگهبان و بازرس , به زور مرا از سر نردبان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فرستاد.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دل شـکـسـتـه و حال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گفتم : اگر نگذار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سوار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, خود را در آب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اندازم . </w:t>
      </w:r>
      <w:r w:rsidRPr="00677CB5">
        <w:rPr>
          <w:rFonts w:hint="eastAsia"/>
          <w:rtl/>
          <w:lang w:bidi="fa-IR"/>
        </w:rPr>
        <w:t>بازرسها</w:t>
      </w:r>
      <w:r w:rsidRPr="00677CB5">
        <w:rPr>
          <w:rtl/>
          <w:lang w:bidi="fa-IR"/>
        </w:rPr>
        <w:t xml:space="preserve">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نکردند. </w:t>
      </w:r>
      <w:r w:rsidRPr="00677CB5">
        <w:rPr>
          <w:rFonts w:hint="eastAsia"/>
          <w:rtl/>
          <w:lang w:bidi="fa-IR"/>
        </w:rPr>
        <w:t>عـده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همراهان که در راه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سابقه حالم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دانستند, ناظر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انات</w:t>
      </w:r>
      <w:r w:rsidRPr="00677CB5">
        <w:rPr>
          <w:rtl/>
          <w:lang w:bidi="fa-IR"/>
        </w:rPr>
        <w:t xml:space="preserve"> بودند,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آنان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ـوانه</w:t>
      </w:r>
      <w:r w:rsidRPr="00677CB5">
        <w:rPr>
          <w:rtl/>
          <w:lang w:bidi="fa-IR"/>
        </w:rPr>
        <w:t xml:space="preserve"> وار گفتم : 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خود را در آب انداختم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چه مقدار آب از سرم گذشت و از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شدم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وقت بهوش آمدم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تر است و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شـنـها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ساحل افتاده ام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جوان در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اعراب ,فص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مل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معطر و خوشبو, با کمال ملاطفت بازوها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ماساژ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افتادن در آب را سؤال فرمود.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عرض کردم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نباش که ما تو را به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مقصد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مهمان دار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چون ما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طناب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tl/>
          <w:lang w:bidi="fa-IR"/>
        </w:rPr>
        <w:t xml:space="preserve"> بالا برو.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پـهـلو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هستم و طناب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طناب</w:t>
      </w:r>
      <w:r w:rsidRPr="00677CB5">
        <w:rPr>
          <w:rtl/>
          <w:lang w:bidi="fa-IR"/>
        </w:rPr>
        <w:t xml:space="preserve"> را گرفتم و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دهم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بـازو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گرفت و کمکم کرد تا بالا رفتم و </w:t>
      </w:r>
      <w:r w:rsidRPr="00677CB5">
        <w:rPr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هنوز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مسافر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ننشسته است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گشتم و عرشه را پسند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نشستم وخوابم برد.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بـه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شودحرکت کرد. </w:t>
      </w:r>
      <w:r w:rsidRPr="00677CB5">
        <w:rPr>
          <w:rFonts w:hint="eastAsia"/>
          <w:rtl/>
          <w:lang w:bidi="fa-IR"/>
        </w:rPr>
        <w:t>شاهزاده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tl/>
          <w:lang w:bidi="fa-IR"/>
        </w:rPr>
        <w:t xml:space="preserve"> کنارم بود پـرسـ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: از کـجـا بـه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شماهمان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آب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هر چه ملاحان گشتند شما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افتند؟</w:t>
      </w:r>
      <w:r w:rsidRPr="00677CB5">
        <w:rPr>
          <w:rtl/>
          <w:lang w:bidi="fa-IR"/>
        </w:rPr>
        <w:t xml:space="preserve"> گفتم : چرا, و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نجات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گفتم . </w:t>
      </w:r>
      <w:r w:rsidRPr="00677CB5">
        <w:rPr>
          <w:rFonts w:hint="eastAsia"/>
          <w:rtl/>
          <w:lang w:bidi="fa-IR"/>
        </w:rPr>
        <w:t>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 و بر حالم غبطه خورد بعد هم گفت :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شما مهمان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پاسبان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معروف به عبداللّه کافر بود,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گذرنامه ها آمد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آنها را بـررسـ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کـرد. </w:t>
      </w:r>
      <w:r w:rsidRPr="00677CB5">
        <w:rPr>
          <w:rFonts w:hint="eastAsia"/>
          <w:rtl/>
          <w:lang w:bidi="fa-IR"/>
        </w:rPr>
        <w:t>شـاهـزاده</w:t>
      </w:r>
      <w:r w:rsidRPr="00677CB5">
        <w:rPr>
          <w:rtl/>
          <w:lang w:bidi="fa-IR"/>
        </w:rPr>
        <w:t xml:space="preserve"> گفت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صندوق من , که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بگذرد, چون جواز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جواز من از شما قو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تراست</w:t>
      </w:r>
      <w:r w:rsidRPr="00677CB5">
        <w:rPr>
          <w:rtl/>
          <w:lang w:bidi="fa-IR"/>
        </w:rPr>
        <w:t xml:space="preserve"> و هرگز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 مامور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ما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گذرنامه خواستند. </w:t>
      </w: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را باز کردم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کـشـتـ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مـن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نداد. </w:t>
      </w:r>
      <w:r w:rsidRPr="00677CB5">
        <w:rPr>
          <w:rFonts w:hint="eastAsia"/>
          <w:rtl/>
          <w:lang w:bidi="fa-IR"/>
        </w:rPr>
        <w:t>خواستند</w:t>
      </w:r>
      <w:r w:rsidRPr="00677CB5">
        <w:rPr>
          <w:rtl/>
          <w:lang w:bidi="fa-IR"/>
        </w:rPr>
        <w:t xml:space="preserve"> به اجبار مرا از عرشه جدا کنند که به آنها پرخاش کردم و گفتم : شما اول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راهه</w:t>
      </w:r>
      <w:r w:rsidRPr="00677CB5">
        <w:rPr>
          <w:rtl/>
          <w:lang w:bidi="fa-IR"/>
        </w:rPr>
        <w:t xml:space="preserve"> مرابه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ـاهـو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از اطراف به صدا آمدند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او را ازنردبان رد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خودش را در آب انداخت و ملاحان او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عـبـداللّه از قـض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آگاه شد, چون قسمت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خودش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از ماگذشت , اما طـولـ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صاحب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کاپ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تانها</w:t>
      </w:r>
      <w:r w:rsidRPr="00677CB5">
        <w:rPr>
          <w:rtl/>
          <w:lang w:bidi="fa-IR"/>
        </w:rPr>
        <w:t xml:space="preserve"> نزد ما آمدند و 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خواستند</w:t>
      </w:r>
      <w:r w:rsidRPr="00677CB5">
        <w:rPr>
          <w:rtl/>
          <w:lang w:bidi="fa-IR"/>
        </w:rPr>
        <w:t xml:space="preserve"> از من پـذ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کنند مخصوصا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صاحبان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مسلمان بود</w:t>
      </w:r>
      <w:r w:rsidR="00E520F4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به عنوان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شاهد صدق دارد,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شاهزاده مانع شد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نجات دهنده , دستورض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را قبلا به </w:t>
      </w:r>
      <w:r w:rsidRPr="00677CB5">
        <w:rPr>
          <w:rtl/>
          <w:lang w:bidi="fa-IR"/>
        </w:rPr>
        <w:lastRenderedPageBreak/>
        <w:t xml:space="preserve">من فرموده است . </w:t>
      </w:r>
      <w:r w:rsidRPr="00677CB5">
        <w:rPr>
          <w:rFonts w:hint="eastAsia"/>
          <w:rtl/>
          <w:lang w:bidi="fa-IR"/>
        </w:rPr>
        <w:t>انـصـافـا</w:t>
      </w:r>
      <w:r w:rsidRPr="00677CB5">
        <w:rPr>
          <w:rtl/>
          <w:lang w:bidi="fa-IR"/>
        </w:rPr>
        <w:t xml:space="preserve"> شـرط پـذ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کـامـلا بـجا آورد و در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جا کوتاه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نکرد, تا به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محبت را از حد گذران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خدا</w:t>
      </w:r>
      <w:r w:rsidRPr="00677CB5">
        <w:rPr>
          <w:rtl/>
          <w:lang w:bidi="fa-IR"/>
        </w:rPr>
        <w:t xml:space="preserve"> به او جزا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دهد</w:t>
      </w:r>
    </w:p>
    <w:p w:rsidR="00677CB5" w:rsidRPr="00677CB5" w:rsidRDefault="00E520F4" w:rsidP="002C0FA9">
      <w:pPr>
        <w:pStyle w:val="Heading2"/>
        <w:rPr>
          <w:rtl/>
        </w:rPr>
      </w:pPr>
      <w:r>
        <w:rPr>
          <w:rtl/>
        </w:rPr>
        <w:br w:type="page"/>
      </w:r>
      <w:bookmarkStart w:id="59" w:name="_Toc493414660"/>
      <w:r w:rsidR="00677CB5" w:rsidRPr="00677CB5">
        <w:rPr>
          <w:rtl/>
        </w:rPr>
        <w:lastRenderedPageBreak/>
        <w:t>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تاجر اصفهان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ط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الارض با جناب هالو</w:t>
      </w:r>
      <w:bookmarkEnd w:id="5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آقا جمال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فرمودند: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ظهر و عصر به مسجد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لطف اللّه , که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دان</w:t>
      </w:r>
      <w:r w:rsidRPr="00677CB5">
        <w:rPr>
          <w:rtl/>
          <w:lang w:bidi="fa-IR"/>
        </w:rPr>
        <w:t xml:space="preserve"> شاه اصفهان واقع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مـسجد, جنازه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 و چند نفر ازحمالها و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همراه او هـسـتـنـد.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بزرگان تجار هم که ازآشنا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من است پشت سر آن جنازه بود و به شدت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اشک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تعجب کردم چون اگر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بستگان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تـاجـر اسـت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پس 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مختصر و اهـانـت آمـ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tl/>
          <w:lang w:bidi="fa-IR"/>
        </w:rPr>
        <w:t xml:space="preserve"> او راتـشـ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اگر با او ارتباط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ندارد, پس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کند؟ تا آن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 و گفت : آقا به تش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جنازه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حق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باشن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کـلام , از رفتن به مسجد و نماز جماعت منصرف شدم و به همراه آن جنازه تا سر چشمه پاقلعه در اصـفـهـان رفـتم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محل سابقا غسالخانه مهم شهر بود)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از دور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و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خـسـتـه شده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ناراحت بودم که چه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که نماز اول وقت و جـمـاعـت را تـرک کـردم و تـحـمـل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رانمودم آن هم به خاطر حرف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حال افـسـردگـ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فـکر بودم که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من آمد و گفت : شما نپرس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جنازه از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گفتم : بگو.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امسال من به حج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مسافرتم چون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کربلا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,آن بسته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کـه هـمـه پـول و مـخارج سفر با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لوازم من در آن بود, دزد برد ودر کربلا هم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آشـنـا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نـداشـتـم کـه از او پـول قرض کنم .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تصور</w:t>
      </w:r>
      <w:r w:rsidRPr="00677CB5">
        <w:rPr>
          <w:rtl/>
          <w:lang w:bidi="fa-IR"/>
        </w:rPr>
        <w:t xml:space="preserve">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دارا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داشته ام و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 محروم شده باشم ,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اندازه مرا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وافسرده کرده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فـکـر بودم که چه کنم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شب را به مسجد کوفه رفتم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که تنها و از غم و غصه سـرم را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انداخته بودم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اوصاف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وجودمبارک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شده , در برابرم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شده و فرمودند: چراا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افسرده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مسافرم و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سفر دارم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اگر علت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دارد, بگو؟ با اصرار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شرح حالم را عرض کردم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صدا زدند: هالو.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ناگهان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لباس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و با لباس نمد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شد. (در اصفهان دربازار,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حـجـره مـا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هالو بود) در آن لحظه که آن شخص حاضر شد, خوب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همان هالو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فرمودند:اثاث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دزد برده به او برسان و او را به مکه ببر و خود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به من گفت : در ساعت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و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ات را به توبرسانم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حاضر شدم , او هم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 و بسته پول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را به دستم داد وفرمود: درست نگاه کن و قفل آن را باز کن و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تمام است ؟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کم نشده است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برو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خود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بسپار و فلان وقت و فلان جا حاضر باش تا تو را به مکه برسانم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سر موعد حاضر شدم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حاضر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پشت سر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به</w:t>
      </w:r>
      <w:r w:rsidRPr="00677CB5">
        <w:rPr>
          <w:rtl/>
          <w:lang w:bidi="fa-IR"/>
        </w:rPr>
        <w:t xml:space="preserve"> همراه او رفتم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tl/>
          <w:lang w:bidi="fa-IR"/>
        </w:rPr>
        <w:t xml:space="preserve">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مسافت که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مکه هستم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بعد از اعمال حج در فلان مکان حاضر شو تا تو را برگردانم و به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خودبگو با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آمده ام , تا متوجه نشوند. </w:t>
      </w: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آن شخص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رفتن و برگشتن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صحبتها را با من به طور ملا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هـر وقـت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خـواستم بپرسم شما هالو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اومانع از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اعمال حج , در مکان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حاضر شدم و مرا, به همان صورت به کربلابرگرداند.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موقع فرمود: حق محبت من بر گردن تو ثابت شد؟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تقاضا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تو دارم که موقع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تو خواستم انجام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رفت 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کـه بـه اصـفـهان آمدم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آمد مردم نشستم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اول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هالووارد شد. </w:t>
      </w:r>
      <w:r w:rsidRPr="00677CB5">
        <w:rPr>
          <w:rFonts w:hint="eastAsia"/>
          <w:rtl/>
          <w:lang w:bidi="fa-IR"/>
        </w:rPr>
        <w:t>خواستم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و به خاطر مقام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او را احترام کنم اشاره فرمود که مطلب را اظهار نکنم , و رفت در قهوه خانه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خادمها نشست و درآن جا مانند همان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برود نزد من آمد و آهسته فرمود: آن مطلب که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اسـت : در فلان روز دو ساعت به ظهر مانده , من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هشت تومان پول با کفنم در صندوق منزل من هست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مرا با آنها دفن کن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تاجر فرمود: آن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جناب هالو فرموده بود, امروز است که رفتم و او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بود و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جمع شده بودند.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صندوق او, همان طورکه خودش فرمود, هشت تومان پول با کفن او بود.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را برداشتم و الان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دفن اوآمده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آن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آقا!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اوصاف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اءاللّه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فوت اوگر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تاسف ندارد</w:t>
      </w:r>
    </w:p>
    <w:p w:rsidR="00677CB5" w:rsidRPr="00677CB5" w:rsidRDefault="00FA650E" w:rsidP="002C0FA9">
      <w:pPr>
        <w:pStyle w:val="Heading2"/>
        <w:rPr>
          <w:rtl/>
        </w:rPr>
      </w:pPr>
      <w:r>
        <w:rPr>
          <w:rtl/>
        </w:rPr>
        <w:br w:type="page"/>
      </w:r>
      <w:bookmarkStart w:id="60" w:name="_Toc493414661"/>
      <w:r w:rsidR="00677CB5" w:rsidRPr="00677CB5">
        <w:rPr>
          <w:rtl/>
        </w:rPr>
        <w:lastRenderedPageBreak/>
        <w:t>10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انصار</w:t>
      </w:r>
      <w:r w:rsidR="00677CB5" w:rsidRPr="00677CB5">
        <w:rPr>
          <w:rFonts w:hint="cs"/>
          <w:rtl/>
        </w:rPr>
        <w:t>ی</w:t>
      </w:r>
      <w:bookmarkEnd w:id="6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حسن آشت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جمله شاگردان فاضل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است فرمود: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در خدمت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به حرم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دخول به حرم مطهر,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ما برخورد و بر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سلام کرد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مصافحه و بـوسـ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جلو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همراهان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شخص به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عرض کردند: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نامش فلان و در جفر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رمل ماهر است و ضم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اشخاص را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چـون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متبسم شد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امتحان , به آن شخص فرمود: من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ضم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گذراندم اگر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آن شـخص بعد از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تامل , عرض کرد: تو در ذهن خود گذرانده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احضرت</w:t>
      </w:r>
      <w:r w:rsidRPr="00677CB5">
        <w:rPr>
          <w:rtl/>
          <w:lang w:bidi="fa-IR"/>
        </w:rPr>
        <w:t xml:space="preserve">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انـصار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وق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حالت تعجب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ظاهر گشت , اگر چه صر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حا</w:t>
      </w:r>
      <w:r w:rsidRPr="00677CB5">
        <w:rPr>
          <w:rtl/>
          <w:lang w:bidi="fa-IR"/>
        </w:rPr>
        <w:t xml:space="preserve"> او را تصد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نفرمود.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عرض کرد: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ضم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شما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گفتم ؟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ساکت شد و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نفرمود.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شـخص اصرار کرد که درست گفتم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اقرار کرد و فرمود: خوب , بگو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آن شخص عرض کرد: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دو مرتبه به خدمت آن حضرت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در سرداب مطهر و بار دوم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چـون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سـخـن را از او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, مثل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نخواهد مطلب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ظاهرشود, براه افتاد</w:t>
      </w:r>
    </w:p>
    <w:p w:rsidR="00677CB5" w:rsidRPr="00677CB5" w:rsidRDefault="00FA650E" w:rsidP="002C0FA9">
      <w:pPr>
        <w:pStyle w:val="Heading2"/>
        <w:rPr>
          <w:rtl/>
        </w:rPr>
      </w:pPr>
      <w:r>
        <w:rPr>
          <w:rtl/>
        </w:rPr>
        <w:br w:type="page"/>
      </w:r>
      <w:bookmarkStart w:id="61" w:name="_Toc493414662"/>
      <w:r w:rsidR="00677CB5" w:rsidRPr="00677CB5">
        <w:rPr>
          <w:rtl/>
        </w:rPr>
        <w:lastRenderedPageBreak/>
        <w:t>11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حجة الاسلام آقا نجف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اصفهان</w:t>
      </w:r>
      <w:r w:rsidR="00677CB5" w:rsidRPr="00677CB5">
        <w:rPr>
          <w:rFonts w:hint="cs"/>
          <w:rtl/>
        </w:rPr>
        <w:t>ی</w:t>
      </w:r>
      <w:bookmarkEnd w:id="61"/>
      <w:r w:rsidR="00677CB5" w:rsidRPr="00677CB5">
        <w:rPr>
          <w:rtl/>
        </w:rPr>
        <w:t xml:space="preserve">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حجة الاسلام , آقا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کتاب خود مرقوم فرموده است : مـرتـبـه اول کـه بـه محضر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مشرف شدم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بودم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آهسته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امواج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همچون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هموارم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اثناء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امـر عـجـ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, به خاطرم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 خطور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به ذهنم آن بزرگوار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مـرتـبـه</w:t>
      </w:r>
      <w:r w:rsidRPr="00677CB5">
        <w:rPr>
          <w:rtl/>
          <w:lang w:bidi="fa-IR"/>
        </w:rPr>
        <w:t xml:space="preserve"> بـعد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تشرفم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اداء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و نوافل , از مسجد الحرام به سمت منزل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که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رفت و آمد بود,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من نشان دادند و فرمودند: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مـحـمـد تـق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انت فق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اصفهان (تو فق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عالم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استماع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روح افـزا جانم تازه و شاد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اندازه گشت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ماندم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تار,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از شهر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را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شناسد وچه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 و حال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متعجب بودم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کجا علم و موقع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داند! در دل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و ناموس دهر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فـرجـه الـشـر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</w:t>
      </w:r>
      <w:r w:rsidRPr="00677CB5">
        <w:rPr>
          <w:rtl/>
          <w:lang w:bidi="fa-IR"/>
        </w:rPr>
        <w:t xml:space="preserve"> بـوده بـاشـد, چون نظر کردم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دانستم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قابل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تشرف به خدمت آن سرور را نداشته ام </w:t>
      </w:r>
    </w:p>
    <w:p w:rsidR="00677CB5" w:rsidRPr="00677CB5" w:rsidRDefault="00FA650E" w:rsidP="002C0FA9">
      <w:pPr>
        <w:pStyle w:val="Heading2"/>
        <w:rPr>
          <w:rtl/>
        </w:rPr>
      </w:pPr>
      <w:r>
        <w:rPr>
          <w:rtl/>
        </w:rPr>
        <w:br w:type="page"/>
      </w:r>
      <w:bookmarkStart w:id="62" w:name="_Toc493414663"/>
      <w:r w:rsidR="00677CB5" w:rsidRPr="00677CB5">
        <w:rPr>
          <w:rtl/>
        </w:rPr>
        <w:lastRenderedPageBreak/>
        <w:t>12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علامه حل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راه کربلا</w:t>
      </w:r>
      <w:bookmarkEnd w:id="62"/>
      <w:r w:rsidR="00677CB5" w:rsidRPr="00677CB5">
        <w:rPr>
          <w:rtl/>
        </w:rPr>
        <w:t xml:space="preserve"> </w:t>
      </w:r>
    </w:p>
    <w:p w:rsidR="00677CB5" w:rsidRPr="00677CB5" w:rsidRDefault="00677CB5" w:rsidP="00FA650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آقـا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محمد, صاحب مفات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الاصول و مناهل الفقه , از خط علامه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درحواش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کتبش آورده ,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عـلامـه 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جمعه تنها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قبر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عبداللّه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بود و تاز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راندن آن به دست داشت . </w:t>
      </w: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در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در لباس اعراب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برخورد کرد و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همراه شد.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شخص عرب مساله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مطرح کرد. </w:t>
      </w: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 ,مرد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عالم و با اطلاع بلکه کم مانند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لذا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مشکلات خود را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 تا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چه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دارد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حلال مشکلات و معضلات و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معماها است 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مـسـائل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بر خود مشکل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بود,سؤال نمود و از شخص عرب جواب گرفت و خلاصه متوجه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علامه دهر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تا به حال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مثل خود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 هم در آن مسائل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در اثناء سؤالها, مساله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مطرح شد که آن شخص در آن مساله به خلاف نظر علامه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فتوا داد.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قبول نکرد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فتوا بر خلاف اصل و قاعده است و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مستند آن شود,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جناب فرمود: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حکم که من گفتم ,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طوس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کتاب تهذ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نوشته است . </w:t>
      </w: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گفت :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تهذ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ندارم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باشم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طوس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او نقل کرده باشند.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فرمود: آن نسخه از کتاب تهذ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را که تو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ابتدا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فلان مقدار ورق بشمار در فلان صفحه و فلان سطر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با خود گفت :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که در رکاب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فـداه </w:t>
      </w:r>
      <w:r w:rsidRPr="00677CB5">
        <w:rPr>
          <w:rtl/>
          <w:lang w:bidi="fa-IR"/>
        </w:rPr>
        <w:lastRenderedPageBreak/>
        <w:t>بـاشـد, لـذا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واقع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امر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معلوم شود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از دستش افتاد,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ملاقات با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امکان دارد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آن شـخـص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خم شد و تاز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را برداشت و با دست با کفا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در دست عـلامـه گـذاشـت و در جواب فرمود: چطور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حال آن که الان دست او در دست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باشد؟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علامه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کلام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خود را از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آن سوار بودبر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امام مهربان , انداخت تا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مبارکشان را ببوسد و از کثرت شوق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بهوش آمد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افسرده و ملول 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که به خانه خودرجوع نمود, کتاب تهذ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را ملاحظه کرد و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را در همان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آن بزرگوار فرموده بود, مشاهده کرد در حاش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کتاب تهذ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نوشت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مرا به آن خبر دادند و حضرتش به من فرمودند:در فلان ورق و فلا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صفحه و فلان سطر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آقـا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محمد, صاحب مفات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الاصول فرمود: من همان کتاب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در حاش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آن کتاب به خط علامه , مضمون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مشاهده کردم </w:t>
      </w:r>
    </w:p>
    <w:p w:rsidR="00677CB5" w:rsidRPr="00677CB5" w:rsidRDefault="000C7DFB" w:rsidP="002C0FA9">
      <w:pPr>
        <w:pStyle w:val="Heading2"/>
        <w:rPr>
          <w:rtl/>
        </w:rPr>
      </w:pPr>
      <w:r>
        <w:rPr>
          <w:rtl/>
        </w:rPr>
        <w:br w:type="page"/>
      </w:r>
      <w:bookmarkStart w:id="63" w:name="_Toc493414664"/>
      <w:r w:rsidR="00677CB5" w:rsidRPr="00677CB5">
        <w:rPr>
          <w:rtl/>
        </w:rPr>
        <w:lastRenderedPageBreak/>
        <w:t>13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علامه حل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کتاب عالم سن</w:t>
      </w:r>
      <w:r w:rsidR="00677CB5" w:rsidRPr="00677CB5">
        <w:rPr>
          <w:rFonts w:hint="cs"/>
          <w:rtl/>
        </w:rPr>
        <w:t>ی</w:t>
      </w:r>
      <w:bookmarkEnd w:id="63"/>
      <w:r w:rsidR="00677CB5" w:rsidRPr="00677CB5">
        <w:rPr>
          <w:rtl/>
        </w:rPr>
        <w:t xml:space="preserve">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ثالث , قاض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نوراللّه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معروف است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سنت , که در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فنون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,استاد علامه 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اسـت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رد مذهب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امام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نوشت و در مجالس ومحافل آن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خـوانـد و آنـان را گمراه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tl/>
          <w:lang w:bidi="fa-IR"/>
        </w:rPr>
        <w:t>, و از ترس آن که مبادا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کتاب او را رد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آن را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 که نسخه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بردارد. </w:t>
      </w:r>
      <w:r w:rsidRPr="00677CB5">
        <w:rPr>
          <w:rFonts w:hint="eastAsia"/>
          <w:rtl/>
          <w:lang w:bidi="fa-IR"/>
        </w:rPr>
        <w:t>عـلامه</w:t>
      </w:r>
      <w:r w:rsidRPr="00677CB5">
        <w:rPr>
          <w:rtl/>
          <w:lang w:bidi="fa-IR"/>
        </w:rPr>
        <w:t xml:space="preserve">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دنبال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کتاب را به دست آورد و رد کند. </w:t>
      </w:r>
      <w:r w:rsidRPr="00677CB5">
        <w:rPr>
          <w:rFonts w:hint="eastAsia"/>
          <w:rtl/>
          <w:lang w:bidi="fa-IR"/>
        </w:rPr>
        <w:t>ناگز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رابطه استاد و شاگرد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قرار داد و از عالم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درخواست نمود که کتاب را به اوامانت دهد.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چون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که دست رد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علامه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بزند, گفت : سوگند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ادکرده</w:t>
      </w:r>
      <w:r w:rsidRPr="00677CB5">
        <w:rPr>
          <w:rtl/>
          <w:lang w:bidi="fa-IR"/>
        </w:rPr>
        <w:t xml:space="preserve"> ام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نگذارم . </w:t>
      </w: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علامه همان مدت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شمرد. </w:t>
      </w:r>
      <w:r w:rsidRPr="00677CB5">
        <w:rPr>
          <w:rFonts w:hint="eastAsia"/>
          <w:rtl/>
          <w:lang w:bidi="fa-IR"/>
        </w:rPr>
        <w:t>کتاب</w:t>
      </w:r>
      <w:r w:rsidRPr="00677CB5">
        <w:rPr>
          <w:rtl/>
          <w:lang w:bidi="fa-IR"/>
        </w:rPr>
        <w:t xml:space="preserve"> را از او گرفت و به خانه برد که در آن شب تا جـا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از آن نسخه بردارد.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نوشتن مشغول شد و شب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آن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خواب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غلبه نمود.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لحظه حضرت صاحب الامر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وارواح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لتراب مقدمه الفداء حاضر شدند و به او فرمودند: کتاب را به من واگذار و توبخواب . </w:t>
      </w:r>
      <w:r w:rsidRPr="00677CB5">
        <w:rPr>
          <w:rFonts w:hint="eastAsia"/>
          <w:rtl/>
          <w:lang w:bidi="fa-IR"/>
        </w:rPr>
        <w:t>عـلامـه</w:t>
      </w:r>
      <w:r w:rsidRPr="00677CB5">
        <w:rPr>
          <w:rtl/>
          <w:lang w:bidi="fa-IR"/>
        </w:rPr>
        <w:t xml:space="preserve">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شد, نسخه کتاب از کرامت و لطف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تمام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الـبته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صورتها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کرده اند, از جمله در کتاب قصص العلماء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آمده است که : عـلامـه 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کتاب را توسط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شاگردان خود که نزد آن عالم مخالف درس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به عنوان عار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دست آورد و مشغول نسخه بردار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شد.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نصف شب گذشت , علامه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به خواب رفت و قلم از دستش افتاد.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صبح شد و وضع را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اندوهناک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 راملاحظه کرد,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تمامش نوشته و نسخه بردار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است و در آخـر آن نـسخه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نوشته شده : کتبه م ح م د بن الحسن العسکر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الزمان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نسخه راحجة بن الحسن العسکر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نوشته است ). </w:t>
      </w: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آن حضرت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آورده و نسخه را به خط مبارک خود تمام نموده اند</w:t>
      </w:r>
    </w:p>
    <w:p w:rsidR="00677CB5" w:rsidRPr="00677CB5" w:rsidRDefault="000C7DFB" w:rsidP="002C0FA9">
      <w:pPr>
        <w:pStyle w:val="Heading2"/>
        <w:rPr>
          <w:rtl/>
        </w:rPr>
      </w:pPr>
      <w:r>
        <w:rPr>
          <w:rtl/>
        </w:rPr>
        <w:br w:type="page"/>
      </w:r>
      <w:bookmarkStart w:id="64" w:name="_Toc493414665"/>
      <w:r w:rsidR="00677CB5" w:rsidRPr="00677CB5">
        <w:rPr>
          <w:rtl/>
        </w:rPr>
        <w:lastRenderedPageBreak/>
        <w:t>14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شه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ثان</w:t>
      </w:r>
      <w:r w:rsidR="00677CB5" w:rsidRPr="00677CB5">
        <w:rPr>
          <w:rFonts w:hint="cs"/>
          <w:rtl/>
        </w:rPr>
        <w:t>ی</w:t>
      </w:r>
      <w:bookmarkEnd w:id="6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در مـنـزل رمـلـه (نـام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به مسجد آن جا, که معروف به جامع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است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غار آن جا مدفونند, رفتم 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مسجد قفل است و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خود را بر قفل گذاشته و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باز شد و من وارد غار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مشغول نـمـاز و دعـا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توجه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که از حرکت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همراهش بودم , فراموش کردم . </w:t>
      </w:r>
      <w:r w:rsidRPr="00677CB5">
        <w:rPr>
          <w:rFonts w:hint="eastAsia"/>
          <w:rtl/>
          <w:lang w:bidi="fa-IR"/>
        </w:rPr>
        <w:t>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جـا نشستم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داخل شهر شدم و بعد هم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مکان قافله رفتم ,اما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آنها رفته اند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نمانده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کار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وبه فکر فرو رفتم , چون بـا پـا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کـه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به قافله ملحق شوم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مرا همراه خود برده بـودنـد. </w:t>
      </w:r>
      <w:r w:rsidRPr="00677CB5">
        <w:rPr>
          <w:rFonts w:hint="eastAsia"/>
          <w:rtl/>
          <w:lang w:bidi="fa-IR"/>
        </w:rPr>
        <w:t>بناچار</w:t>
      </w:r>
      <w:r w:rsidRPr="00677CB5">
        <w:rPr>
          <w:rtl/>
          <w:lang w:bidi="fa-IR"/>
        </w:rPr>
        <w:t xml:space="preserve"> تنها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دنبال آنها براه افتادم تا آن که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خسته شدم و به قافله هم نـرسـ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حـت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دور هم کاروان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که در تنگ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مشقت افتاده بودم 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رو به طرف من آمد,او بر استر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بود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فرمود: پشت سر من بر استر سوار شو.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سـوار</w:t>
      </w:r>
      <w:r w:rsidRPr="00677CB5">
        <w:rPr>
          <w:rtl/>
          <w:lang w:bidi="fa-IR"/>
        </w:rPr>
        <w:t xml:space="preserve"> شـدم . </w:t>
      </w:r>
      <w:r w:rsidRPr="00677CB5">
        <w:rPr>
          <w:rFonts w:hint="eastAsia"/>
          <w:rtl/>
          <w:lang w:bidi="fa-IR"/>
        </w:rPr>
        <w:t>مـانند</w:t>
      </w:r>
      <w:r w:rsidRPr="00677CB5">
        <w:rPr>
          <w:rtl/>
          <w:lang w:bidi="fa-IR"/>
        </w:rPr>
        <w:t xml:space="preserve"> برق راه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قافله ملحق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مرا از استر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کرد و فرمود: به نزد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برو.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داخل قافله شدم . 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در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بودم که او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اما اصلا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قبل از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</w:t>
      </w:r>
    </w:p>
    <w:p w:rsidR="00677CB5" w:rsidRPr="00677CB5" w:rsidRDefault="000C7DFB" w:rsidP="002C0FA9">
      <w:pPr>
        <w:pStyle w:val="Heading2"/>
        <w:rPr>
          <w:rtl/>
        </w:rPr>
      </w:pPr>
      <w:r>
        <w:rPr>
          <w:rtl/>
        </w:rPr>
        <w:br w:type="page"/>
      </w:r>
      <w:bookmarkStart w:id="65" w:name="_Toc493414666"/>
      <w:r w:rsidR="00677CB5" w:rsidRPr="00677CB5">
        <w:rPr>
          <w:rtl/>
        </w:rPr>
        <w:lastRenderedPageBreak/>
        <w:t>15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و ارزش گر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ه</w:t>
      </w:r>
      <w:r w:rsidR="00677CB5" w:rsidRPr="00677CB5">
        <w:rPr>
          <w:rtl/>
        </w:rPr>
        <w:t xml:space="preserve"> بر امام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65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به قصد تشرف به سامرا تنها براه افتاد.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راجع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مساله , که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بـر امـام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گناهان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آمرزد,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متوجه شد که شخص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سـوار بـر اسـب اسـت بـه او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سلام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جناب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درباره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فکر فرو رفته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در چه 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اگر مساله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هم اهل باشم ؟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بـحرالعلوم فرمود: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چطور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ثواب به زائر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کنندگان بر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مثلا در هرقدم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راه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بـرمـ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دارد, ثواب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حج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عمره در نامه عملش نوشته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قطره اشک تمام گناهان صغ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و 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اش آمرز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شود؟ آن سوار عرب فرمود: تعجب نکن !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مثال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آورم تا مشکل حل شود.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سـلـطـانـ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همراه دربار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 به شکار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شکارگاه از همراه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انش</w:t>
      </w:r>
      <w:r w:rsidRPr="00677CB5">
        <w:rPr>
          <w:rtl/>
          <w:lang w:bidi="fa-IR"/>
        </w:rPr>
        <w:t xml:space="preserve"> دور افتاد و به سـخـت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فوق العاده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گرسنه شد.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وارد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چـادر,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 پسرش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آنان</w:t>
      </w:r>
      <w:r w:rsidRPr="00677CB5">
        <w:rPr>
          <w:rtl/>
          <w:lang w:bidi="fa-IR"/>
        </w:rPr>
        <w:t xml:space="preserve"> در گوشه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 (بز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رده</w:t>
      </w:r>
      <w:r w:rsidRPr="00677CB5">
        <w:rPr>
          <w:rtl/>
          <w:lang w:bidi="fa-IR"/>
        </w:rPr>
        <w:t xml:space="preserve"> ) و از راه مصرف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بز,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گرداندند.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سلطان وارد شد, او را نشناختند,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مهمان , آن بز را سربر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کباب کردند,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نداشتند. </w:t>
      </w:r>
      <w:r w:rsidRPr="00677CB5">
        <w:rPr>
          <w:rFonts w:hint="eastAsia"/>
          <w:rtl/>
          <w:lang w:bidi="fa-IR"/>
        </w:rPr>
        <w:t>سلطان</w:t>
      </w:r>
      <w:r w:rsidRPr="00677CB5">
        <w:rPr>
          <w:rtl/>
          <w:lang w:bidi="fa-IR"/>
        </w:rPr>
        <w:t xml:space="preserve"> شب را همان جا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روز بعد,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جدا شد و به هر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بود خود را به دربار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اطراف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نقل کرد.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نـهـا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کرد: اگر بخواهم </w:t>
      </w:r>
      <w:r w:rsidRPr="00677CB5">
        <w:rPr>
          <w:rtl/>
          <w:lang w:bidi="fa-IR"/>
        </w:rPr>
        <w:lastRenderedPageBreak/>
        <w:t>پاداش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نواز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و فرزندش راداده باشم , چه عمل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انجام بدهم 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حضار گفت : به او صد گوسفند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وزراء بود, گفت : صد گوسفند و صد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گفت : فلان مزرعه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سـلطان</w:t>
      </w:r>
      <w:r w:rsidRPr="00677CB5">
        <w:rPr>
          <w:rtl/>
          <w:lang w:bidi="fa-IR"/>
        </w:rPr>
        <w:t xml:space="preserve"> گفت : هر چه بدهم کم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اگر سلطنت و تاج و تختم را هم بدهم آن وقت مقابله به مثل کرده ام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آنها هر چه را که داشتند به من دادند.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هرچه را که دارم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بدهم تا سر به سر شود.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سوار عرب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فرمود: حالا جناب بحرالعلوم ,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هرچه از مال و منال و اهـل و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</w:t>
      </w:r>
      <w:r w:rsidRPr="00677CB5">
        <w:rPr>
          <w:rtl/>
          <w:lang w:bidi="fa-IR"/>
        </w:rPr>
        <w:t xml:space="preserve"> و پـسر و برادر و دختر و خواهر و سر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کر</w:t>
      </w:r>
      <w:r w:rsidRPr="00677CB5">
        <w:rPr>
          <w:rtl/>
          <w:lang w:bidi="fa-IR"/>
        </w:rPr>
        <w:t xml:space="preserve"> داشت همه را در راه خدا داد پس اگر خـداونـد بـه زائر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کنندگان آن همه اجر و ثواب بدهد,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تعجب نمود, چون خدا که خـدائ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بدهد, پس هر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تواند,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صـرف نظر از مقامات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 , به زوار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کنندگان آن حضرت , درجات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0C7DF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را جزا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کامل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حضرت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شخص عرب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را فرمود, از نظر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</w:t>
      </w:r>
    </w:p>
    <w:p w:rsidR="00677CB5" w:rsidRPr="00677CB5" w:rsidRDefault="000C7DFB" w:rsidP="002C0FA9">
      <w:pPr>
        <w:pStyle w:val="Heading2"/>
        <w:rPr>
          <w:rtl/>
        </w:rPr>
      </w:pPr>
      <w:r>
        <w:rPr>
          <w:rtl/>
        </w:rPr>
        <w:br w:type="page"/>
      </w:r>
      <w:bookmarkStart w:id="66" w:name="_Toc493414667"/>
      <w:r w:rsidR="00677CB5" w:rsidRPr="00677CB5">
        <w:rPr>
          <w:rtl/>
        </w:rPr>
        <w:lastRenderedPageBreak/>
        <w:t>16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آخوند ملا محمود عراق</w:t>
      </w:r>
      <w:r w:rsidR="00677CB5" w:rsidRPr="00677CB5">
        <w:rPr>
          <w:rFonts w:hint="cs"/>
          <w:rtl/>
        </w:rPr>
        <w:t>ی</w:t>
      </w:r>
      <w:bookmarkEnd w:id="6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معاصر, آخوند ملا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فرمود: مـن در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جـوانـ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بروجرد در مدرسه شاهزاده , مشغول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علم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شهر مـعتدل است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نوروز باغات و اراض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سبز و خرم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وآثار زمستان و برف و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هـوا از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فرسخ از شهر که به سمت اراک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بلکه کمتر از دو فرسخ , زمستان غالبا تا اول خرداد ثابت و برقراراست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فـرورد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چون هوا را معتدل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درسها هم به خاطر رسومات نوروزتعط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بود, با خود گـفـتـم قـبـر امـامزاده سهل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که در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آستانه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205220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(آستانه از روسـتـاهـا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کزاز است و کزاز از بخشها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اراک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امامزاده در هشت فرسخ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بروجرد واقع شده است . )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هم بعد از اطلاع از قصد من , همراه من شدند و با لباس و کفش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مناسب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بـروجـرد بـود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تا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گردنه , که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شهر واقع است راه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گـردنـه بـرف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آن که در کوهستان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تابستان هم برف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ماند,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گردنه بالا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صحرا را هم پر از برف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جاده کـوبـ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 آفتاب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تا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مقصد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شش فرسخ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بود, براه خود ادامـه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حـسـاب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دو فرسخ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گررا</w:t>
      </w:r>
      <w:r w:rsidRPr="00677CB5">
        <w:rPr>
          <w:rtl/>
          <w:lang w:bidi="fa-IR"/>
        </w:rPr>
        <w:t xml:space="preserve"> در آن روز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شب را که شب چـهـارشـنـبـه بود,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روستاها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فقط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همراهان از همان جا بـرگـشـت . </w:t>
      </w:r>
      <w:r w:rsidRPr="00677CB5">
        <w:rPr>
          <w:rFonts w:hint="eastAsia"/>
          <w:rtl/>
          <w:lang w:bidi="fa-IR"/>
        </w:rPr>
        <w:t>عصر</w:t>
      </w:r>
      <w:r w:rsidRPr="00677CB5">
        <w:rPr>
          <w:rtl/>
          <w:lang w:bidi="fa-IR"/>
        </w:rPr>
        <w:t xml:space="preserve"> به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آن جا توقف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شب را </w:t>
      </w:r>
      <w:r w:rsidRPr="00677CB5">
        <w:rPr>
          <w:rtl/>
          <w:lang w:bidi="fa-IR"/>
        </w:rPr>
        <w:lastRenderedPageBreak/>
        <w:t>همان جا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بـرخـاست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برف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راه را بسته و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نموده است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وآفتاب طلوع کرد, آماده رفتن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صـاحـب</w:t>
      </w:r>
      <w:r w:rsidRPr="00677CB5">
        <w:rPr>
          <w:rtl/>
          <w:lang w:bidi="fa-IR"/>
        </w:rPr>
        <w:t xml:space="preserve"> مـنزل مطلع شد و ممانعت نمود و گفت : 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از آن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برف تازه , همه راهها را بسته است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هوا خوب است و روستاها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متصل هستند 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راه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لذا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نکرده و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 را هم با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عـصـر</w:t>
      </w:r>
      <w:r w:rsidRPr="00677CB5">
        <w:rPr>
          <w:rtl/>
          <w:lang w:bidi="fa-IR"/>
        </w:rPr>
        <w:t xml:space="preserve"> وارد روسـتـا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از آن جا تا مقصد,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کمتر از دو فرسخ مسافت بود.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را در خانه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خوبان , به نام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مراد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هوا به شدت سرد شده و برف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شب گذشته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اما ابر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نـمـاز</w:t>
      </w:r>
      <w:r w:rsidRPr="00677CB5">
        <w:rPr>
          <w:rtl/>
          <w:lang w:bidi="fa-IR"/>
        </w:rPr>
        <w:t xml:space="preserve"> صبح را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چون مقصد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شب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, شب جمعه و مناسب باز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 عبادت بود و در وقت خروج , هدف ما درک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بود, باز</w:t>
      </w:r>
      <w:r w:rsidR="00205220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</w:t>
      </w:r>
      <w:r w:rsidR="00205220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حساب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 و مـقـصد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متعلق به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ازبستگان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 اگر هم نتوانست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امام</w:t>
      </w:r>
      <w:r w:rsidRPr="00677CB5">
        <w:rPr>
          <w:rFonts w:hint="eastAsia"/>
          <w:rtl/>
          <w:lang w:bidi="fa-IR"/>
        </w:rPr>
        <w:t>زاده</w:t>
      </w:r>
      <w:r w:rsidRPr="00677CB5">
        <w:rPr>
          <w:rtl/>
          <w:lang w:bidi="fa-IR"/>
        </w:rPr>
        <w:t xml:space="preserve"> بـرسـ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,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آن روستاتوقف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من صله رحم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منزل قصد ما را فـهـمـ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, مـا را از حرکت باز داشت و گفت : احتمال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رفتن شما وجود دارد,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: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تا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بستگان ما مسافت چندان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گردنه فاصله نـدار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طرف هم که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فقط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 از راه برف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 راه هم ترس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20522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بـه</w:t>
      </w:r>
      <w:r w:rsidRPr="00677CB5">
        <w:rPr>
          <w:rtl/>
          <w:lang w:bidi="fa-IR"/>
        </w:rPr>
        <w:t xml:space="preserve"> هـر حال از او اصرار و از ما انکار و بالاخره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اصرار کردن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گفت :پس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صبر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برگردم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 و رفت و در اتاق را بست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,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مصلحت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تا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باز هم ممانعت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لذا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خارج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بسته است . </w:t>
      </w:r>
      <w:r w:rsidRPr="00677CB5">
        <w:rPr>
          <w:rFonts w:hint="eastAsia"/>
          <w:rtl/>
          <w:lang w:bidi="fa-IR"/>
        </w:rPr>
        <w:t>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مرد مـؤمـن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کـه از رفتن ما جلوگ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بکاربرده و در را بسته است , لذا مجبور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همان جا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لحظات طفل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کاسه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دارد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از کوزه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جا بود, آب ببرد به او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در را باز کن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هـم 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خبر از موضوع در را باز کرد.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سرعت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ازآن که از اتاق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tl/>
          <w:lang w:bidi="fa-IR"/>
        </w:rPr>
        <w:t>, که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داشت ,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صاحب منزل ,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انداختن برف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رفته بود, ما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صدا زد: آقا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>, نرو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تلف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هر قدر اصرار کرد که حالا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و ما اعتنانم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اصـرار را 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صدا زد راه بسته و ناپ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است و شروع به نشان دادن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نـمـود که از فلان مکان و فلان طرف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تا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ما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مـسـافت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آن روستا دور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راه را که کاملا بسته بود,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خود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گاه</w:t>
      </w:r>
      <w:r w:rsidRPr="00677CB5">
        <w:rPr>
          <w:rtl/>
          <w:lang w:bidi="fa-IR"/>
        </w:rPr>
        <w:t xml:space="preserve"> تا کـمر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به گودالها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برف آنها را هموار کرده بود فرو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بدتر از هـمـه آن کـه , رشته قنات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بود که برف و بوران اثرچاهها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بسته بود و ترس افـتـادن در آن چـاهـهـا را هـم داشـتـ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بـعلاوه</w:t>
      </w:r>
      <w:r w:rsidRPr="00677CB5">
        <w:rPr>
          <w:rtl/>
          <w:lang w:bidi="fa-IR"/>
        </w:rPr>
        <w:t xml:space="preserve"> آن که , راه نامشخص و برف هم غالبا از زانوها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کفش و لباس هم مناسب با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تابستان بود. </w:t>
      </w:r>
      <w:r w:rsidRPr="00677CB5">
        <w:rPr>
          <w:rFonts w:hint="eastAsia"/>
          <w:rtl/>
          <w:lang w:bidi="fa-IR"/>
        </w:rPr>
        <w:t>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چنان در برف فرو </w:t>
      </w:r>
      <w:r w:rsidRPr="00677CB5">
        <w:rPr>
          <w:rtl/>
          <w:lang w:bidi="fa-IR"/>
        </w:rPr>
        <w:lastRenderedPageBreak/>
        <w:t>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رفـتـند 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توانستند خارج بشوند, مگر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بکشند.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چون هوا آفتاب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وروشن بود,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ناگاه ابرها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و هوا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شد, بـرف و بـوران هم شروع شد و سر تا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را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نمود,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بدنمان , از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بادها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سرد و وجـود بـرف و بـوران از کار افتاد,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هلاکت خـود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انابه و استغفارکرده و شروع به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کردن به همد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تها</w:t>
      </w:r>
      <w:r w:rsidRPr="00677CB5">
        <w:rPr>
          <w:rtl/>
          <w:lang w:bidi="fa-IR"/>
        </w:rPr>
        <w:t xml:space="preserve"> و آمادگ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مردن , من گفتم :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فضل و کرم خداوند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شدما بزرگ و ملجا و پناه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 هر حال و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قدرت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کمک ما را دارد,بهتر آن است که به او استغاثه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دوستان</w:t>
      </w:r>
      <w:r w:rsidRPr="00677CB5">
        <w:rPr>
          <w:rtl/>
          <w:lang w:bidi="fa-IR"/>
        </w:rPr>
        <w:t xml:space="preserve">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گـفـتـم : امـام عـصـر و صـاحـب امر, حضرت قائم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سـخن را از من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افتادند و ضجه زدند و صداها را به واغوثاه وادرکنا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, بلند نمودند.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باد, آرام و ابرها پراکنده و آفتاب ظاهر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وضع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ارخوشحال</w:t>
      </w:r>
      <w:r w:rsidRPr="00677CB5">
        <w:rPr>
          <w:rtl/>
          <w:lang w:bidi="fa-IR"/>
        </w:rPr>
        <w:t xml:space="preserve"> و مسرور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, اما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اطراف را نگاه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چهار طرف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کوه و تپه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نـم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آن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مشخص نبود.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ترس آن که اگر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راه را اشتباه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طعمه درندگان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 ناگهان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از طرف مقابل بر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ظاهر شدو به طرف ما آمد.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خوشحال شده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همان گردنه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 و منزل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هم از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بـه طرف ما و ما به سمت او روانه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آن که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به لباس مردم </w:t>
      </w:r>
      <w:r w:rsidRPr="00677CB5">
        <w:rPr>
          <w:rtl/>
          <w:lang w:bidi="fa-IR"/>
        </w:rPr>
        <w:lastRenderedPageBreak/>
        <w:t>آن نواح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تصور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است و از او راه راپرس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راه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من آمدم و با دست اشاره به آن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اول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شد, نمود وگفت : آن هم اول گردنه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صحبتها از ما گذشت و رفت 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 از محل عبور و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اول گردنه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نفس 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اثر قدم او را از آن مکان به بعد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با آن که از زمان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او 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ما به آن جا, هواکاملا صاف و آفتاب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برف تازه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بـرف قـبـل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 عبور 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گردنه هم بدون آن که قدم در برف اثر کند, ممکن نبود. </w:t>
      </w:r>
      <w:r w:rsidRPr="00677CB5">
        <w:rPr>
          <w:rFonts w:hint="eastAsia"/>
          <w:rtl/>
          <w:lang w:bidi="fa-IR"/>
        </w:rPr>
        <w:t>ضمن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تمام آن صحرا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بود, و ما هر چه نگاه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آن شخص را در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هموار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تمام</w:t>
      </w:r>
      <w:r w:rsidRPr="00677CB5">
        <w:rPr>
          <w:rtl/>
          <w:lang w:bidi="fa-IR"/>
        </w:rPr>
        <w:t xml:space="preserve"> همراهان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تعجب کردند! هر قدر در اطراف نظر انداخت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نشد. </w:t>
      </w: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گردنه تا ورود به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خودمان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فرسخ بود, همت را بر آن گماشت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اثر پا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تعجب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ورود به آن روستا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امروز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 گردنه , برف تازه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؟ گـفـتند: نه , بلکه از اول روز تا به حال هوا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صاف و آفتاب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بوده است ,جز آن که شب گذشته برف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امـور غـ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 اجابت و دستگ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استغاثه ما,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وبلکه همه هـمراهان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شخص , آقا و مولا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عصرارواحنافداه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مامور 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درگاه بوده است , نماند</w:t>
      </w:r>
    </w:p>
    <w:p w:rsidR="00677CB5" w:rsidRPr="00677CB5" w:rsidRDefault="00205220" w:rsidP="002C0FA9">
      <w:pPr>
        <w:pStyle w:val="Heading2"/>
        <w:rPr>
          <w:rtl/>
        </w:rPr>
      </w:pPr>
      <w:r>
        <w:rPr>
          <w:rtl/>
        </w:rPr>
        <w:br w:type="page"/>
      </w:r>
      <w:bookmarkStart w:id="67" w:name="_Toc493414668"/>
      <w:r w:rsidR="00677CB5" w:rsidRPr="00677CB5">
        <w:rPr>
          <w:rtl/>
        </w:rPr>
        <w:lastRenderedPageBreak/>
        <w:t>17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آل رح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م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رحمه‌الله</w:t>
      </w:r>
      <w:bookmarkEnd w:id="67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20522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باقر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در نجف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آل 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پاک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</w:t>
      </w:r>
      <w:r w:rsidRPr="00677CB5">
        <w:rPr>
          <w:rtl/>
          <w:lang w:bidi="fa-IR"/>
        </w:rPr>
        <w:t xml:space="preserve"> و ازمقدس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مـشـغـول بـه تـحـصـ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علم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مرض سل مبتلا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باسرفه کردن از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ـنـه</w:t>
      </w:r>
      <w:r w:rsidRPr="00677CB5">
        <w:rPr>
          <w:rtl/>
          <w:lang w:bidi="fa-IR"/>
        </w:rPr>
        <w:t xml:space="preserve"> اش اخلاط و خون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فقرو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قوت روز خـود را هـم نـداشت . </w:t>
      </w:r>
      <w:r w:rsidRPr="00677CB5">
        <w:rPr>
          <w:rFonts w:hint="eastAsia"/>
          <w:rtl/>
          <w:lang w:bidi="fa-IR"/>
        </w:rPr>
        <w:t>غالب</w:t>
      </w:r>
      <w:r w:rsidRPr="00677CB5">
        <w:rPr>
          <w:rtl/>
          <w:lang w:bidi="fa-IR"/>
        </w:rPr>
        <w:t xml:space="preserve"> اوقات نزد اعراب باد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درحوال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تا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قوت , هر چند که جو باشد بدست آورد. </w:t>
      </w:r>
      <w:r w:rsidRPr="00677CB5">
        <w:rPr>
          <w:rFonts w:hint="eastAsia"/>
          <w:rtl/>
          <w:lang w:bidi="fa-IR"/>
        </w:rPr>
        <w:t>باوجود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مشکل , دلش به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نجف تما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کـرد, امـا هـر دفـعـه که او راخواستگار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</w:t>
      </w:r>
      <w:r w:rsidRPr="00677CB5">
        <w:rPr>
          <w:rtl/>
          <w:lang w:bidi="fa-IR"/>
        </w:rPr>
        <w:t xml:space="preserve"> زن به خاطر فقرش جواب مثبت به او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 وهم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علت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در هم و غم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گـذشـت و چـون مـرض و فقر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زن , کار را بر او مشکل کرده بود,تصم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گـرفـت عـمـلـ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کـه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اهل نجف معروف است انجام دهد,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چهل شب چهارشنبه به مسجد کوفه برود و متوسل به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بشود, تا به مقصدبرسد. </w:t>
      </w: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چهل شب چهارشنبه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مواظبت کردم . </w:t>
      </w:r>
    </w:p>
    <w:p w:rsidR="00677CB5" w:rsidRPr="00677CB5" w:rsidRDefault="00677CB5" w:rsidP="0020522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چهارشنبه آخر شد.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شب ,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از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زمستان بود. </w:t>
      </w:r>
      <w:r w:rsidRPr="00677CB5">
        <w:rPr>
          <w:rFonts w:hint="eastAsia"/>
          <w:rtl/>
          <w:lang w:bidi="fa-IR"/>
        </w:rPr>
        <w:t>باد</w:t>
      </w:r>
      <w:r w:rsidRPr="00677CB5">
        <w:rPr>
          <w:rtl/>
          <w:lang w:bidi="fa-IR"/>
        </w:rPr>
        <w:t xml:space="preserve">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وباران اندک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دکه مسجد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است نشسته بودم , چون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داخل مسجد شوم , به خاطر خون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ـنه</w:t>
      </w:r>
      <w:r w:rsidRPr="00677CB5">
        <w:rPr>
          <w:rtl/>
          <w:lang w:bidi="fa-IR"/>
        </w:rPr>
        <w:t xml:space="preserve"> 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نداشتم که اخلاط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را جمع کنم و انداختن آن هم که در مسجد جـا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tl/>
          <w:lang w:bidi="fa-IR"/>
        </w:rPr>
        <w:t xml:space="preserve"> نـبود.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که سرما را از من دفع کند, لذا دلم تنگ و غم و اندوهم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گشت و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چشمم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فـکـر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شبها تمام شد و امشب , شب آخر است , 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ظاهر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هـمـه رنـج و مـشقت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بار زحمت و ترس بر دوش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تابتوانم چهل شب از نجف به مسجد کوفه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زحمات , جز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tl/>
          <w:lang w:bidi="fa-IR"/>
        </w:rPr>
        <w:t xml:space="preserve"> وناام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نگرفتم . </w:t>
      </w:r>
    </w:p>
    <w:p w:rsidR="00677CB5" w:rsidRPr="00677CB5" w:rsidRDefault="00677CB5" w:rsidP="005A5C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کار خود تفکر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مسجد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  <w:r w:rsidRPr="00677CB5">
        <w:rPr>
          <w:rFonts w:hint="eastAsia"/>
          <w:rtl/>
          <w:lang w:bidi="fa-IR"/>
        </w:rPr>
        <w:t>آتش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درست کردن قهوه روشـن کـرده بـودم و چون به خوردن آن عادت داشتم , مقدار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خودم از نجف آورده بودم , نـاگاه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سمت در اول مسجد متوجه من 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دور که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ناراحت شدم و با خود گـفـتم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,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اطراف مسجداست و نزد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قهوه بخورد. </w:t>
      </w: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آمد,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قهوه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مانم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هم و غمم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خواهد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فـکـر بـودم کـه بـه مـن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سلام کرد. </w:t>
      </w:r>
      <w:r w:rsidRPr="00677CB5">
        <w:rPr>
          <w:rFonts w:hint="eastAsia"/>
          <w:rtl/>
          <w:lang w:bidi="fa-IR"/>
        </w:rPr>
        <w:t>نام</w:t>
      </w:r>
      <w:r w:rsidRPr="00677CB5">
        <w:rPr>
          <w:rtl/>
          <w:lang w:bidi="fa-IR"/>
        </w:rPr>
        <w:t xml:space="preserve"> مرا برد و مقابلم نشست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اسم مرا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دانـسـت تـعـجب کردم ! گمان کردم او از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اطراف نجف هستند ومن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او سؤال کردم از کدام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عرب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از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اسم</w:t>
      </w:r>
      <w:r w:rsidRPr="00677CB5">
        <w:rPr>
          <w:rtl/>
          <w:lang w:bidi="fa-IR"/>
        </w:rPr>
        <w:t xml:space="preserve"> هر کدام از طوا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عرب را که در اطراف نجف هستند بردم , گفت : نه از آنهان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نـاراحـت شـدم و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تـمـسخر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تو از 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لفظ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کلمه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از سـخـن مـن تـبـسـم کرد و گفت : من از هر کجا باشم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چه اهم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خواهدداشت ؟ بعد فرمود: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باعث شده که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سؤال کردن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مسائل هم به تو سود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چه ضرر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که مرا خبر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از حـسـن اخـلاق و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سخن او متعجب شدم و قلبم به او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 و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که هر قدر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</w:t>
      </w:r>
      <w:r w:rsidRPr="00677CB5">
        <w:rPr>
          <w:rtl/>
          <w:lang w:bidi="fa-IR"/>
        </w:rPr>
        <w:lastRenderedPageBreak/>
        <w:t>محبتم به او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دخان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)ساخته و به او دادم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خودت بکش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کشم 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فنجان قهوه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ختم</w:t>
      </w:r>
      <w:r w:rsidRPr="00677CB5">
        <w:rPr>
          <w:rtl/>
          <w:lang w:bidi="fa-IR"/>
        </w:rPr>
        <w:t xml:space="preserve"> و به او دادم . </w:t>
      </w:r>
      <w:r w:rsidRPr="00677CB5">
        <w:rPr>
          <w:rFonts w:hint="eastAsia"/>
          <w:rtl/>
          <w:lang w:bidi="fa-IR"/>
        </w:rPr>
        <w:t>گرفت</w:t>
      </w:r>
      <w:r w:rsidRPr="00677CB5">
        <w:rPr>
          <w:rtl/>
          <w:lang w:bidi="fa-IR"/>
        </w:rPr>
        <w:t xml:space="preserve"> و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خورد و بعد فنجان رابه من داد و گفت : تو آن را بخور. </w:t>
      </w:r>
      <w:r w:rsidRPr="00677CB5">
        <w:rPr>
          <w:rFonts w:hint="eastAsia"/>
          <w:rtl/>
          <w:lang w:bidi="fa-IR"/>
        </w:rPr>
        <w:t>فنجان</w:t>
      </w:r>
      <w:r w:rsidRPr="00677CB5">
        <w:rPr>
          <w:rtl/>
          <w:lang w:bidi="fa-IR"/>
        </w:rPr>
        <w:t xml:space="preserve"> را گرفتم و آن را خوردم و متوجه نشدم که تمام آن را نخورده است 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لحظه به لحظه محبتم به او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او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 امشب خداوند تو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فرستاده که مونس من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احاضر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کنار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آن جا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گفت : حاضرم . </w:t>
      </w: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خودت را نقل کن . </w:t>
      </w: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برادر, واقع مطلب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خود را شناخته ام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فق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مـحـتـاجم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چند سال است که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خون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وعلاجش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هم ندارم و دلم به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محله خودمان درنجف اشرف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شده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دستم از مـال و ثـروت خـالـ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گـرفتنش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آخوندها مرا تحر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کردند و گفتند: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حوائج خودمتوجه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بشو و چهل شب چهارشنبه در مسجد کـوفـه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کن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آن جناب را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حاجتت را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خواهد کرد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از شـبـهـا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چـهارشنبه است و با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زحمت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اصلا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علت آمدنم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و حوائج من هم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غافل بودم , فرمود: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ات که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اما آن زن , پس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, و اما فقرت , تا زمان مردن به حال خود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من متوجه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تفص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لات</w:t>
      </w:r>
      <w:r w:rsidRPr="00677CB5">
        <w:rPr>
          <w:rtl/>
          <w:lang w:bidi="fa-IR"/>
        </w:rPr>
        <w:t xml:space="preserve"> نشدم و به او گفتم : به طرف مزار جناب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گفت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بـرخـاسـتم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براه افتاد.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مسجد </w:t>
      </w:r>
      <w:r w:rsidRPr="00677CB5">
        <w:rPr>
          <w:rtl/>
          <w:lang w:bidi="fa-IR"/>
        </w:rPr>
        <w:lastRenderedPageBreak/>
        <w:t>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دو رکعت نماز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مسجد را نخوان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گفتم : چرا.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شـاخـص (سنگ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مسجد است ) و من پشت سرش با فاصله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رة</w:t>
      </w:r>
      <w:r w:rsidRPr="00677CB5">
        <w:rPr>
          <w:rtl/>
          <w:lang w:bidi="fa-IR"/>
        </w:rPr>
        <w:t xml:space="preserve"> الاحـرام را گـفـتـم و مـشغول خواندن فاتحه شدم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قرائت فاتحه اورا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هـرگـز از احـد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قرائت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حسن قرائتش باخود گفتم :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حضرت صـاحـب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باشد و کلمات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گواه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در ذهنم افـتـاد بـه سـو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انداختم , اما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جناب مشغول نماز بود,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نور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حضرتش را احاطه نمود,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مانع شد که من شخص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فش</w:t>
      </w:r>
      <w:r w:rsidRPr="00677CB5">
        <w:rPr>
          <w:rtl/>
          <w:lang w:bidi="fa-IR"/>
        </w:rPr>
        <w:t xml:space="preserve"> را تشخ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دهم 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من مشغول نماز بودم و قرائت حضرت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بدنم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از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نتوانستم نماز را قطع کنم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هر صورت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بود نماز راتمام کردم . </w:t>
      </w:r>
      <w:r w:rsidRPr="00677CB5">
        <w:rPr>
          <w:rFonts w:hint="eastAsia"/>
          <w:rtl/>
          <w:lang w:bidi="fa-IR"/>
        </w:rPr>
        <w:t>نور</w:t>
      </w:r>
      <w:r w:rsidRPr="00677CB5">
        <w:rPr>
          <w:rtl/>
          <w:lang w:bidi="fa-IR"/>
        </w:rPr>
        <w:t xml:space="preserve"> حضرت از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طرف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5A5C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مشغول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سوء ادب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مسجد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داشتم , شدم وعرض کردم :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وعده شما راست است . </w:t>
      </w:r>
      <w:r w:rsidRPr="00677CB5">
        <w:rPr>
          <w:rFonts w:hint="eastAsia"/>
          <w:rtl/>
          <w:lang w:bidi="fa-IR"/>
        </w:rPr>
        <w:t>مرا</w:t>
      </w:r>
      <w:r w:rsidRPr="00677CB5">
        <w:rPr>
          <w:rtl/>
          <w:lang w:bidi="fa-IR"/>
        </w:rPr>
        <w:t xml:space="preserve"> وعده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با هم به قبرمسلم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نور متوجه سمت قبر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دنبالش براه افتادم تا آن که وارد حرم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تـوقف کرد وپ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بود و من مشغول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ندبه بودم تا آن که فجر طالع شد و آن نور عروج کرد. </w:t>
      </w:r>
      <w:r w:rsidRPr="00677CB5">
        <w:rPr>
          <w:rFonts w:hint="eastAsia"/>
          <w:rtl/>
          <w:lang w:bidi="fa-IR"/>
        </w:rPr>
        <w:t>صـبح</w:t>
      </w:r>
      <w:r w:rsidRPr="00677CB5">
        <w:rPr>
          <w:rtl/>
          <w:lang w:bidi="fa-IR"/>
        </w:rPr>
        <w:t xml:space="preserve"> , متوجه کلام آن حضرت شدم که فرمودند: اما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ات که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سالم و ابدا سرفه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lastRenderedPageBreak/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هم طول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اسباب ازدواج با آن دختر من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لا احتسب (از جـا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گمان نداشتم ) فراهم شد و فقر هم به حال خود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جناب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والحمدللّه</w:t>
      </w:r>
    </w:p>
    <w:p w:rsidR="005A5C15" w:rsidRDefault="005A5C15" w:rsidP="00677CB5">
      <w:pPr>
        <w:pStyle w:val="libNormal"/>
        <w:rPr>
          <w:rtl/>
          <w:lang w:bidi="fa-IR"/>
        </w:rPr>
      </w:pPr>
    </w:p>
    <w:p w:rsidR="00677CB5" w:rsidRPr="00677CB5" w:rsidRDefault="005A5C15" w:rsidP="002C0FA9">
      <w:pPr>
        <w:pStyle w:val="Heading2"/>
        <w:rPr>
          <w:rtl/>
        </w:rPr>
      </w:pPr>
      <w:r>
        <w:rPr>
          <w:rtl/>
        </w:rPr>
        <w:br w:type="page"/>
      </w:r>
      <w:bookmarkStart w:id="68" w:name="_Toc493414669"/>
      <w:r w:rsidR="00677CB5" w:rsidRPr="00677CB5">
        <w:rPr>
          <w:rtl/>
        </w:rPr>
        <w:lastRenderedPageBreak/>
        <w:t>18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صاحب کتاب الزام الناصب در راه نجف</w:t>
      </w:r>
      <w:bookmarkEnd w:id="6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فرموده اند: در سال معروف به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پانصد نفر از زوار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رکربلا</w:t>
      </w:r>
      <w:r w:rsidRPr="00677CB5">
        <w:rPr>
          <w:rtl/>
          <w:lang w:bidi="fa-IR"/>
        </w:rPr>
        <w:t xml:space="preserve"> به نجف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درک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روز مـبـعث , در شط کوفه غرق شدند, من هم با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همراه عـمو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به نام حاج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از کربل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تا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به دستور مرحوم حاج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العراق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بنا شده بود,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5A5C1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هـوا دگرگون شد و بادها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سخت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گرفت گرد و خاک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جاد</w:t>
      </w:r>
      <w:r w:rsidRPr="00677CB5">
        <w:rPr>
          <w:rtl/>
          <w:lang w:bidi="fa-IR"/>
        </w:rPr>
        <w:t xml:space="preserve"> شد ابرها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قطعه قـطعه در هوا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همد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گرفته و متراکم شدند. </w:t>
      </w:r>
      <w:r w:rsidRPr="00677CB5">
        <w:rPr>
          <w:rFonts w:hint="eastAsia"/>
          <w:rtl/>
          <w:lang w:bidi="fa-IR"/>
        </w:rPr>
        <w:t>رفته</w:t>
      </w:r>
      <w:r w:rsidRPr="00677CB5">
        <w:rPr>
          <w:rtl/>
          <w:lang w:bidi="fa-IR"/>
        </w:rPr>
        <w:t xml:space="preserve"> رفته نم نم باران ,بار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گرفت تا آن کـه بـاران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 و به تگرگ مبدل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دانه تگرگ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ازآسمان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به اندازه نارنج کوچک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گردو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وضـعـ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مـا وخـ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و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 ما تنگ شد و بلا نازل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هلاک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چهارپا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آن تگرگ دستخوش هلاکت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مردم همه مضطرب شدند. </w:t>
      </w: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تگرگها که بر سر افراد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خورد, آنها را به هلاکت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رساند. </w:t>
      </w: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هم منتظر بودند کـه تـا چـه وقـت تگرگ به سرشان اصابت کند. </w:t>
      </w:r>
      <w:r w:rsidRPr="00677CB5">
        <w:rPr>
          <w:rFonts w:hint="eastAsia"/>
          <w:rtl/>
          <w:lang w:bidi="fa-IR"/>
        </w:rPr>
        <w:t>عده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مثل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وانگان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 به آن طرف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به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مهلکه جان سالم بدر برند. </w:t>
      </w:r>
      <w:r w:rsidRPr="00677CB5">
        <w:rPr>
          <w:rFonts w:hint="eastAsia"/>
          <w:rtl/>
          <w:lang w:bidi="fa-IR"/>
        </w:rPr>
        <w:t>سـرما</w:t>
      </w:r>
      <w:r w:rsidRPr="00677CB5">
        <w:rPr>
          <w:rtl/>
          <w:lang w:bidi="fa-IR"/>
        </w:rPr>
        <w:t xml:space="preserve">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 که دست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چوب خشک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چهارپا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حرکت باز ماندند.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عمو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گفتم :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 که به مرکز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قها</w:t>
      </w:r>
      <w:r w:rsidRPr="00677CB5">
        <w:rPr>
          <w:rtl/>
          <w:lang w:bidi="fa-IR"/>
        </w:rPr>
        <w:t xml:space="preserve"> توقف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برو و صاحبان آنها را خبر کن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ما را حمل کنند و ازهلاکت رها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عـمو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- حاج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- به هر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خود را به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درآن جا نه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نه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ماند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قادر بر مراجعت نبود که خود را به ما برساند و از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ماجرا خبر دهد.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حـال بالها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مرگ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ما پهن شده و چنگال خود را به ما نشان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اثناء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متوسل شدم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آب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ما ظاهر شد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بود به گمانم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کربلا باشد.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و به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صدا زد: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خودمان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با ما تعارف نمود ودستور فرمود که من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الات</w:t>
      </w:r>
      <w:r w:rsidRPr="00677CB5">
        <w:rPr>
          <w:rtl/>
          <w:lang w:bidi="fa-IR"/>
        </w:rPr>
        <w:t xml:space="preserve"> وارد 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دسـتور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اطاعت نموده و هر طور بود خود را با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اطفال به او رساندم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هم حرکت کردند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ما را به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گذشت برزوار آنچه که گذشت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حدود پانصد نفر از آنها به سبب آن تگرگها از دار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ارفتند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متوجه توسل و استغاثه خـود نـشـدم مـگـر بـعد از مدت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گذشته بود و دانستم که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همان بزرگوار ارواح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له الفداء است </w:t>
      </w:r>
    </w:p>
    <w:p w:rsidR="00677CB5" w:rsidRPr="00677CB5" w:rsidRDefault="005A5C15" w:rsidP="002C0FA9">
      <w:pPr>
        <w:pStyle w:val="Heading2"/>
        <w:rPr>
          <w:rtl/>
        </w:rPr>
      </w:pPr>
      <w:r>
        <w:rPr>
          <w:rtl/>
        </w:rPr>
        <w:br w:type="page"/>
      </w:r>
      <w:bookmarkStart w:id="69" w:name="_Toc493414670"/>
      <w:r w:rsidR="00677CB5" w:rsidRPr="00677CB5">
        <w:rPr>
          <w:rtl/>
        </w:rPr>
        <w:lastRenderedPageBreak/>
        <w:t>19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علما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زاهد نجف اشرف</w:t>
      </w:r>
      <w:bookmarkEnd w:id="69"/>
      <w:r w:rsidR="00677CB5" w:rsidRPr="00677CB5">
        <w:rPr>
          <w:rtl/>
        </w:rPr>
        <w:t xml:space="preserve">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زاهد,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خلخال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که صاحب ورع و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اشرف بود, با من رفاقت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مـنزو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مخلوط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به منزل خوددعوت کردم تا با هم مانوس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آوردند. </w:t>
      </w:r>
      <w:r w:rsidRPr="00677CB5">
        <w:rPr>
          <w:rFonts w:hint="eastAsia"/>
          <w:rtl/>
          <w:lang w:bidi="fa-IR"/>
        </w:rPr>
        <w:t>فردا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شب را هم نگذاشتم بروند و تا غروب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شبانه روز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در منزل ما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داشتند. </w:t>
      </w:r>
      <w:r w:rsidRPr="00677CB5">
        <w:rPr>
          <w:rFonts w:hint="eastAsia"/>
          <w:rtl/>
          <w:lang w:bidi="fa-IR"/>
        </w:rPr>
        <w:t>فـصـل</w:t>
      </w:r>
      <w:r w:rsidRPr="00677CB5">
        <w:rPr>
          <w:rtl/>
          <w:lang w:bidi="fa-IR"/>
        </w:rPr>
        <w:t xml:space="preserve"> تـابـستان بود و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گرم که قهرا انسان تشنه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 تشنه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عات</w:t>
      </w:r>
      <w:r w:rsidRPr="00677CB5">
        <w:rPr>
          <w:rtl/>
          <w:lang w:bidi="fa-IR"/>
        </w:rPr>
        <w:t xml:space="preserve"> خنک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عطش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بر خلاف 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اظهارعطش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هر چه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تعارف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تفنن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من عرض کردم : آقا شما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شبانه روز چرا اظهارعطش و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فرمودند: من تشنه نشدم . </w:t>
      </w:r>
      <w:r w:rsidRPr="00677CB5">
        <w:rPr>
          <w:rFonts w:hint="eastAsia"/>
          <w:rtl/>
          <w:lang w:bidi="fa-IR"/>
        </w:rPr>
        <w:t>مـتـح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ده دوازده روز بعد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کوفه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تشنه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آخـر کـه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</w:t>
      </w:r>
      <w:r w:rsidRPr="00677CB5">
        <w:rPr>
          <w:rtl/>
          <w:lang w:bidi="fa-IR"/>
        </w:rPr>
        <w:t xml:space="preserve"> بـرگـشتن به نجف اشرف را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اصرار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چرا شماتشنه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بدانم که اگر دارو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عطش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نموده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استعمال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من 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کمتر آب بخورم و خلاصه اصرار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اماا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گفتن سر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زدند.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همه اصرار فرمودند: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کنار شط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وقدم بزن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 کنار شط رفته و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قدم زدن فـرمـودنـد: چـهل شب چهارشنبه ,همان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برنامه معمول علما و صلحا و عباد نجف اشـرف است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تشرف به حضور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مسجد سهله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اربع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تمام شد و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,لذا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شدم بعد از آن با کمال نوم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متفرقه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  <w:r w:rsidRPr="00677CB5">
        <w:rPr>
          <w:rFonts w:hint="eastAsia"/>
          <w:rtl/>
          <w:lang w:bidi="fa-IR"/>
        </w:rPr>
        <w:t>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شـبها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که مشرف شدم , هنگام برگشتن </w:t>
      </w:r>
      <w:r w:rsidRPr="00677CB5">
        <w:rPr>
          <w:rtl/>
          <w:lang w:bidi="fa-IR"/>
        </w:rPr>
        <w:lastRenderedPageBreak/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گذشته وآب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خـادم مـسـجد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تمام شده بود.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تشنه شدم شب هم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با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ـنـها</w:t>
      </w:r>
      <w:r w:rsidRPr="00677CB5">
        <w:rPr>
          <w:rtl/>
          <w:lang w:bidi="fa-IR"/>
        </w:rPr>
        <w:t xml:space="preserve"> رو به مسجد کوفه گذاشتم و چون مرکب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و وحشت از دزد و راهزن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و زحمت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دو, دست به دست هم دادند و با تـشـنگ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عطش مرا از پا درآوردند,لذا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نشسته و به آن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اة</w:t>
      </w:r>
      <w:r w:rsidRPr="00677CB5">
        <w:rPr>
          <w:rtl/>
          <w:lang w:bidi="fa-IR"/>
        </w:rPr>
        <w:t xml:space="preserve"> متوسل شده و عرضه داشـتـم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حـجة بن الحسن ادرکن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مقابل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سلام کرد و به زبان عـربـ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مـتداول درنجف اشرف فرمود: من مسجد السهله تج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 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تروح بالمسجد کوفه ؟ (ازمسجد سهله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کوفه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؟) با کمال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ضعف عرض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قم , (برخ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>) و دست مرا گرفت و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بلند کرد.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انا عطشان ما اقدر امش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(من تشنه هستم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راه بروم ) فرمود: خذ هذه التمرات .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خرماها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) سه دانه خرما به من داد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نهارا</w:t>
      </w:r>
      <w:r w:rsidRPr="00677CB5">
        <w:rPr>
          <w:rtl/>
          <w:lang w:bidi="fa-IR"/>
        </w:rPr>
        <w:t xml:space="preserve"> بخور.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تعجب نمودم و با خود گفتم : خرما خوردن با عطش چه مناسبت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اصرار فرمود: خذ اکل . (بگ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بخور) من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تمرد کنم با خود گفتم : هر چه امشب به سرم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ازآن خرماها را بـه دهان گذاشتم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معطر است و چون از گلو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انبساط و انشراح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دست داد که گفتن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فورا عطش و التهابم کم شد. </w:t>
      </w:r>
      <w:r w:rsidRPr="00677CB5">
        <w:rPr>
          <w:rFonts w:hint="eastAsia"/>
          <w:rtl/>
          <w:lang w:bidi="fa-IR"/>
        </w:rPr>
        <w:t>دومـ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خوردم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عطرش از 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و انشراح قلب و خنک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شتراست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سه دانـه خـرمـا را خوردم , عطشم کاملا رفع شد. </w:t>
      </w:r>
      <w:r w:rsidRPr="00677CB5">
        <w:rPr>
          <w:rFonts w:hint="eastAsia"/>
          <w:rtl/>
          <w:lang w:bidi="fa-IR"/>
        </w:rPr>
        <w:t>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تر آن که </w:t>
      </w:r>
      <w:r w:rsidRPr="00677CB5">
        <w:rPr>
          <w:rtl/>
          <w:lang w:bidi="fa-IR"/>
        </w:rPr>
        <w:lastRenderedPageBreak/>
        <w:t>خرماهاهسته نداشتند و تا آن وقت چنان خرما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نخورده بودم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با او</w:t>
      </w:r>
      <w:r w:rsidR="00860ABF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</w:t>
      </w:r>
      <w:r w:rsidR="00860ABF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راه افتادم و چند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هذا المسجد.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کوفه است . ) مـن مـتـوجه در مسجد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مسجد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کوفه است و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ملتفت پهلو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شدم اما با کـمال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مرد, عرب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آن وقت تاکنون تشنه نشده ام . </w:t>
      </w:r>
      <w:r w:rsidRPr="00677CB5">
        <w:rPr>
          <w:rFonts w:hint="eastAsia"/>
          <w:rtl/>
          <w:lang w:bidi="fa-IR"/>
        </w:rPr>
        <w:t>معلوم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مرد عرب خود آن سرور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ملازم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درگاه حضرتش بوده است </w:t>
      </w:r>
    </w:p>
    <w:p w:rsidR="00677CB5" w:rsidRPr="00677CB5" w:rsidRDefault="00860ABF" w:rsidP="002C0FA9">
      <w:pPr>
        <w:pStyle w:val="Heading2"/>
        <w:rPr>
          <w:rtl/>
        </w:rPr>
      </w:pPr>
      <w:r>
        <w:rPr>
          <w:rtl/>
        </w:rPr>
        <w:br w:type="page"/>
      </w:r>
      <w:bookmarkStart w:id="70" w:name="_Toc493414671"/>
      <w:r w:rsidR="00677CB5" w:rsidRPr="00677CB5">
        <w:rPr>
          <w:rtl/>
        </w:rPr>
        <w:lastRenderedPageBreak/>
        <w:t>20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قط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با همراهان در مسجد کوفه</w:t>
      </w:r>
      <w:bookmarkEnd w:id="70"/>
      <w:r w:rsidR="00677CB5" w:rsidRPr="00677CB5">
        <w:rPr>
          <w:rtl/>
        </w:rPr>
        <w:t xml:space="preserve">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عامل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قط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شب جمعه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قصد کردم به مسجد کوفه بروم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زمان راه مخوف و تردد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ارکم</w:t>
      </w:r>
      <w:r w:rsidRPr="00677CB5">
        <w:rPr>
          <w:rtl/>
          <w:lang w:bidi="fa-IR"/>
        </w:rPr>
        <w:t xml:space="preserve"> بود مگر آن کـه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مستعد باشند و بتوانند خود را از شر دزدان و قطاع الطر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رها کنند, به آن جا برود.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همراه 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طلاب بود.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مسجدشد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مرد صالح در آن جا نبود ما هم شروع به انجام اعمال و آداب مسجد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آن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غروب آفتاب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وقـت در مسجد را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وپشت آن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سنگ و کلوخ و آجر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مطمئن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معمولا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آن را باز کرد.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مشغول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اعمال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اتمام عبادات , من 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در دکة القضاء (محل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مردم قـضـاوت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کـرده انـد) رو به قبله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صالح در دهل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>,نزد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باب الف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حزن آور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شـب</w:t>
      </w:r>
      <w:r w:rsidRPr="00677CB5">
        <w:rPr>
          <w:rtl/>
          <w:lang w:bidi="fa-IR"/>
        </w:rPr>
        <w:t xml:space="preserve"> صـاف و مهتاب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طرف آسمان نگاه کردم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هواپ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فـضـا را پـر کرد عطر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از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مشک و عنبر خوشبوتر بود.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شعاع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مـثـل شـعله آتش در خلال شعاع نور ماه ظاهر شده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نور بر نور ماه غالب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مـؤمـن کـه به خواندن دعا بلند بود,خاموش شد و ناگاه شخص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طـرف در بـسـتـه مـسجد وارد شد.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درلباس اهل حجاز و بر کتف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فش</w:t>
      </w:r>
      <w:r w:rsidRPr="00677CB5">
        <w:rPr>
          <w:rtl/>
          <w:lang w:bidi="fa-IR"/>
        </w:rPr>
        <w:t xml:space="preserve"> سجاده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معمول اهل حرم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(مکه و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) است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بـزرگـوار در نـها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آرامش و وقار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جلال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متوجه آن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سمت مـقـبره جناب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از حواس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چشم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شده , نمانده بود </w:t>
      </w:r>
      <w:r w:rsidRPr="00677CB5">
        <w:rPr>
          <w:rtl/>
          <w:lang w:bidi="fa-IR"/>
        </w:rPr>
        <w:lastRenderedPageBreak/>
        <w:t>و دلها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هم از جا کنده شده بود.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مقابل مارس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سلام کرد. </w:t>
      </w:r>
      <w:r w:rsidRPr="00677CB5">
        <w:rPr>
          <w:rFonts w:hint="eastAsia"/>
          <w:rtl/>
          <w:lang w:bidi="fa-IR"/>
        </w:rPr>
        <w:t>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به طور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مدهوش و توانا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رد سلام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نمانده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تا به زحـمت جواب سلام را دادم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صحن جناب مسلم شد, به حال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گـفت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از کجا وارد شد؟ به طرف آن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مشغول دعا خواندن بود,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جامه خود را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مانندمص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زدگان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 : مـن چـهـل شب جمعه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ملاقات با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آمده وامشب شب جـمـعه چهلم است و نت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زحماتم به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 جز آن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</w:t>
      </w:r>
      <w:r w:rsidR="00860ABF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خـواندن مشغول بودم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آن حضرت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متوجه شدم فرمودند: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؟) من نتوانستم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بدهم . </w:t>
      </w:r>
    </w:p>
    <w:p w:rsidR="00677CB5" w:rsidRPr="00677CB5" w:rsidRDefault="00677CB5" w:rsidP="00860A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بردند. </w:t>
      </w:r>
      <w:r w:rsidRPr="00677CB5">
        <w:rPr>
          <w:rFonts w:hint="eastAsia"/>
          <w:rtl/>
          <w:lang w:bidi="fa-IR"/>
        </w:rPr>
        <w:t>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سه نفر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در مسجد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همان شکل که آن را بسته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بسته است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افسوس و شکرگذار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مراجعت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</w:p>
    <w:p w:rsidR="00677CB5" w:rsidRPr="00677CB5" w:rsidRDefault="00860ABF" w:rsidP="002C0FA9">
      <w:pPr>
        <w:pStyle w:val="Heading2"/>
        <w:rPr>
          <w:rtl/>
        </w:rPr>
      </w:pPr>
      <w:r>
        <w:rPr>
          <w:rtl/>
        </w:rPr>
        <w:br w:type="page"/>
      </w:r>
      <w:bookmarkStart w:id="71" w:name="_Toc493414672"/>
      <w:r w:rsidR="00677CB5" w:rsidRPr="00677CB5">
        <w:rPr>
          <w:rtl/>
        </w:rPr>
        <w:lastRenderedPageBreak/>
        <w:t>21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توسل مادر اسماع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tl/>
        </w:rPr>
        <w:t xml:space="preserve"> خان نوائ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مسجدالحرام</w:t>
      </w:r>
      <w:bookmarkEnd w:id="71"/>
      <w:r w:rsidR="00677CB5" w:rsidRPr="00677CB5">
        <w:rPr>
          <w:rtl/>
        </w:rPr>
        <w:t xml:space="preserve"> </w:t>
      </w:r>
    </w:p>
    <w:p w:rsidR="00677CB5" w:rsidRPr="00677CB5" w:rsidRDefault="00677CB5" w:rsidP="000F553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خان نوا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نقل کرد: مـادر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که در کمالات و حالات معنو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اکثر زنان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زمان ممتاز بود و اوقات خود را در طـاعـات و عبادات بدن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گناه</w:t>
      </w:r>
      <w:r w:rsidRPr="00677CB5">
        <w:rPr>
          <w:rtl/>
          <w:lang w:bidi="fa-IR"/>
        </w:rPr>
        <w:t xml:space="preserve"> و معص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مرتکب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اززنها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صالحه عصر خود محسوب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بلکه کم نظ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مادر</w:t>
      </w:r>
      <w:r w:rsidRPr="00677CB5">
        <w:rPr>
          <w:rtl/>
          <w:lang w:bidi="fa-IR"/>
        </w:rPr>
        <w:t xml:space="preserve"> بزرگم (والده او)ن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صالحه بود و از نظر مال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وضـع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مستط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شد وعازم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مادر</w:t>
      </w:r>
      <w:r w:rsidRPr="00677CB5">
        <w:rPr>
          <w:rtl/>
          <w:lang w:bidi="fa-IR"/>
        </w:rPr>
        <w:t xml:space="preserve"> مرا هم بـا آن که در اول تکل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 ساله بوداز ثروت خود مستط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کرد و با خود برد و با سلامت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 مراجعت کردند. </w:t>
      </w:r>
      <w:r w:rsidRPr="00677CB5">
        <w:rPr>
          <w:rFonts w:hint="eastAsia"/>
          <w:rtl/>
          <w:lang w:bidi="fa-IR"/>
        </w:rPr>
        <w:t>مـادرم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گـفت : پس از ورود به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قات</w:t>
      </w:r>
      <w:r w:rsidRPr="00677CB5">
        <w:rPr>
          <w:rtl/>
          <w:lang w:bidi="fa-IR"/>
        </w:rPr>
        <w:t xml:space="preserve"> و احرام عمره تمتع و داخل شدن به مکه معظمه , وقت طـواف تـنـگ شـد, بـه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اگـر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صورت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, وقوف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عرفه فوت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گـشت و به وقوف اضطرار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حجاج مضطرب بودند تا طواف و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صفا و مر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را تمام کنند.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تعداد آنهادر آن سال از سالها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بود, لذا والده و من و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زنان همسفر,راهنما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آموزش حج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عجله تمام به قصد طواف و سـعـ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خـارج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بـا حـالـت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اضطراب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امت</w:t>
      </w:r>
      <w:r w:rsidRPr="00677CB5">
        <w:rPr>
          <w:rtl/>
          <w:lang w:bidi="fa-IR"/>
        </w:rPr>
        <w:t xml:space="preserve"> بر پا شده است 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خـداوندتعال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حا</w:t>
      </w:r>
      <w:r w:rsidRPr="00677CB5">
        <w:rPr>
          <w:rFonts w:hint="eastAsia"/>
          <w:rtl/>
          <w:lang w:bidi="fa-IR"/>
        </w:rPr>
        <w:t>لات</w:t>
      </w:r>
      <w:r w:rsidRPr="00677CB5">
        <w:rPr>
          <w:rtl/>
          <w:lang w:bidi="fa-IR"/>
        </w:rPr>
        <w:t xml:space="preserve"> آن روز را فرموده که :</w:t>
      </w:r>
      <w:r w:rsidR="00860ABF" w:rsidRPr="00860ABF">
        <w:rPr>
          <w:rStyle w:val="libAlaemChar"/>
          <w:rFonts w:hint="cs"/>
          <w:rtl/>
        </w:rPr>
        <w:t>(</w:t>
      </w:r>
      <w:r w:rsidRPr="00677CB5">
        <w:rPr>
          <w:rtl/>
          <w:lang w:bidi="fa-IR"/>
        </w:rPr>
        <w:t xml:space="preserve"> </w:t>
      </w:r>
      <w:r w:rsidR="00860ABF" w:rsidRPr="00860ABF">
        <w:rPr>
          <w:rStyle w:val="libAieChar"/>
          <w:rtl/>
        </w:rPr>
        <w:t>يَوْمَ تَرَوْنَهَا تَذْهَلُ كُلُّ مُرْضِعَةٍ عَمَّا أَرْضَعَتْ</w:t>
      </w:r>
      <w:r w:rsidR="00860ABF" w:rsidRPr="00860ABF">
        <w:rPr>
          <w:rStyle w:val="libAlaemChar"/>
          <w:rFonts w:hint="cs"/>
          <w:rtl/>
        </w:rPr>
        <w:t>)</w:t>
      </w:r>
      <w:r w:rsidR="00860ABF">
        <w:rPr>
          <w:rtl/>
        </w:rPr>
        <w:t xml:space="preserve"> </w:t>
      </w:r>
      <w:r w:rsidRPr="00677CB5">
        <w:rPr>
          <w:rtl/>
          <w:lang w:bidi="fa-IR"/>
        </w:rPr>
        <w:t>(درآن روز مادر, بچه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رخواره</w:t>
      </w:r>
      <w:r w:rsidRPr="00677CB5">
        <w:rPr>
          <w:rtl/>
          <w:lang w:bidi="fa-IR"/>
        </w:rPr>
        <w:t xml:space="preserve"> خود را فراموش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)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والده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همراهان مشغول انجام وظا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خود بودند, به 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فراموش کردند.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نـاگاه متوجه شدم که با والده و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همراهان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قدر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زدم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را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</w:t>
      </w:r>
      <w:r w:rsidRPr="00677CB5">
        <w:rPr>
          <w:rtl/>
          <w:lang w:bidi="fa-IR"/>
        </w:rPr>
        <w:t xml:space="preserve"> نـکـردم و مـردم هم چون به کار خود مشغول بودند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وجه به من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نداشتند. </w:t>
      </w:r>
      <w:r w:rsidRPr="00677CB5">
        <w:rPr>
          <w:rFonts w:hint="eastAsia"/>
          <w:rtl/>
          <w:lang w:bidi="fa-IR"/>
        </w:rPr>
        <w:t>ازدحـام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هم مانع از حرکت و جستجوم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همه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شکل لباس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بودند,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هم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برسم . </w:t>
      </w:r>
      <w:r w:rsidRPr="00677CB5">
        <w:rPr>
          <w:rFonts w:hint="eastAsia"/>
          <w:rtl/>
          <w:lang w:bidi="fa-IR"/>
        </w:rPr>
        <w:t>راه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اعمال را هم بدون راهـنـمـا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ـامـوخته</w:t>
      </w:r>
      <w:r w:rsidRPr="00677CB5">
        <w:rPr>
          <w:rtl/>
          <w:lang w:bidi="fa-IR"/>
        </w:rPr>
        <w:t xml:space="preserve"> بودم و تصور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ترک طواف در آن وقت باعث فوت کل حج در آن سـال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شـود و بـا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پر خطر و پر زحمت را دوباره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سال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درآن جا بمانم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عقل از سرم برود و نفس در گلو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حبس شود و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چون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خود را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عبور مردم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لااقل از فشار حجاج مـحـفـوظ بـمـانـم و در گـوشه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توقف کردم . </w:t>
      </w:r>
      <w:r w:rsidRPr="00677CB5">
        <w:rPr>
          <w:rFonts w:hint="eastAsia"/>
          <w:rtl/>
          <w:lang w:bidi="fa-IR"/>
        </w:rPr>
        <w:t>درآن</w:t>
      </w:r>
      <w:r w:rsidRPr="00677CB5">
        <w:rPr>
          <w:rtl/>
          <w:lang w:bidi="fa-IR"/>
        </w:rPr>
        <w:t xml:space="preserve"> جا به انوار مقدسه و ارواح معصوم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شدم و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اصاحب</w:t>
      </w:r>
      <w:r w:rsidRPr="00677CB5">
        <w:rPr>
          <w:rtl/>
          <w:lang w:bidi="fa-IR"/>
        </w:rPr>
        <w:t xml:space="preserve"> الزمان ادرکن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سر را بر زانو نهادم 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بـعـد از توسل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سر بر زانو گذاشتن ,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مرابه اسم خودم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برداشتم ,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 لباس احرام نزد خودد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فرمود: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طواف کن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شما از طرف والده ام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نه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پـس چـطور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من اعمال طواف را بلد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تازه</w:t>
      </w:r>
      <w:r w:rsidRPr="00677CB5">
        <w:rPr>
          <w:rtl/>
          <w:lang w:bidi="fa-IR"/>
        </w:rPr>
        <w:t xml:space="preserve"> به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خودم را از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حفظ کنم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با من 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جا که من رفتم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هر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بکن . </w:t>
      </w:r>
      <w:r w:rsidRPr="00677CB5">
        <w:rPr>
          <w:rFonts w:hint="eastAsia"/>
          <w:rtl/>
          <w:lang w:bidi="fa-IR"/>
        </w:rPr>
        <w:t>نترس</w:t>
      </w:r>
      <w:r w:rsidRPr="00677CB5">
        <w:rPr>
          <w:rtl/>
          <w:lang w:bidi="fa-IR"/>
        </w:rPr>
        <w:t xml:space="preserve"> و جرات داشته باش 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گفته , غصه ام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قلب و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قوت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گرفتند, لذا برخاستم و با آن جوان به راه افـتادم . 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هر طرف که 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آوردمردم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راه را باز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کـردنـد و بـه کـنـار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من اصلا احساس فشار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بالاخره وارد مسجد الحرام شده و به محل طواف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جوان</w:t>
      </w:r>
      <w:r w:rsidRPr="00677CB5">
        <w:rPr>
          <w:rtl/>
          <w:lang w:bidi="fa-IR"/>
        </w:rPr>
        <w:t xml:space="preserve"> به من روکرد و فرمود: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طواف کن و براه افتاد. </w:t>
      </w: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  <w:r w:rsidRPr="00677CB5">
        <w:rPr>
          <w:rFonts w:hint="eastAsia"/>
          <w:rtl/>
          <w:lang w:bidi="fa-IR"/>
        </w:rPr>
        <w:lastRenderedPageBreak/>
        <w:t>تاآن</w:t>
      </w:r>
      <w:r w:rsidRPr="00677CB5">
        <w:rPr>
          <w:rtl/>
          <w:lang w:bidi="fa-IR"/>
        </w:rPr>
        <w:t xml:space="preserve"> که به حجرالاسود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حجر</w:t>
      </w:r>
      <w:r w:rsidRPr="00677CB5">
        <w:rPr>
          <w:rtl/>
          <w:lang w:bidi="fa-IR"/>
        </w:rPr>
        <w:t xml:space="preserve">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اشاره فرمود: حجر را ببوس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آن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روانه شد تا آن که به جـا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اول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توقف کرد و اشاره فرمود که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کن و دوباره حجرالاسود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طور تا آن که هفت شوط (هر شوط,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دور زدن به گرد خانه کعبه است ) طواف را تـمـام کـرد و در هربار حجر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 که ببوسم و معمولا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سعادت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کس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مخصوصا اگر بخواهد بدون مزاحمت و فشار باشد.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طواف به مقام حضرت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رفتند و من هم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نماز فرمودند: برنامه طواف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تمام شد.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بـه خاطر تشکر و قدردان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چند تومان طلا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با خود داشتم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و باعذرخواه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,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گذاشتم که قبول کنند. </w:t>
      </w:r>
      <w:r w:rsidRPr="00677CB5">
        <w:rPr>
          <w:rFonts w:hint="eastAsia"/>
          <w:rtl/>
          <w:lang w:bidi="fa-IR"/>
        </w:rPr>
        <w:t>اشاره</w:t>
      </w:r>
      <w:r w:rsidRPr="00677CB5">
        <w:rPr>
          <w:rtl/>
          <w:lang w:bidi="fa-IR"/>
        </w:rPr>
        <w:t xml:space="preserve"> فرمودند: بردار.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تعدادشان کم بود, معذرت خواستم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نکردم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اشاره نموده و فرمودند: مادر وهمراهانت آن جا هستند به آنها ملحق شو.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آن طرف شدم و دوباره به سمت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نظر انداختم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باسرعت</w:t>
      </w:r>
      <w:r w:rsidRPr="00677CB5">
        <w:rPr>
          <w:rtl/>
          <w:lang w:bidi="fa-IR"/>
        </w:rPr>
        <w:t xml:space="preserve"> خود را بـه هـمـراهـان رسـانـدم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نگرانند.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مادرم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دخوشحال</w:t>
      </w:r>
      <w:r w:rsidRPr="00677CB5">
        <w:rPr>
          <w:rtl/>
          <w:lang w:bidi="fa-IR"/>
        </w:rPr>
        <w:t xml:space="preserve"> شد و از حالم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واقعه</w:t>
      </w:r>
      <w:r w:rsidRPr="00677CB5">
        <w:rPr>
          <w:rtl/>
          <w:lang w:bidi="fa-IR"/>
        </w:rPr>
        <w:t xml:space="preserve"> را نقل کردم 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تعجب کردند مخصوصاآن که در هر دور حجرالاسود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احساس فشار و مزاحمت نکرده ام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نام خود را از آن شخص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جمله راهنماها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است ؟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جمله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راهنماها و آدمها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بلکه او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پس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</w:t>
      </w:r>
      <w:r w:rsidRPr="00677CB5">
        <w:rPr>
          <w:rtl/>
          <w:lang w:bidi="fa-IR"/>
        </w:rPr>
        <w:lastRenderedPageBreak/>
        <w:t xml:space="preserve">دامن او زده شده است . </w:t>
      </w:r>
      <w:r w:rsidRPr="00677CB5">
        <w:rPr>
          <w:rFonts w:hint="eastAsia"/>
          <w:rtl/>
          <w:lang w:bidi="fa-IR"/>
        </w:rPr>
        <w:t>هـمگ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نظر او را تحس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خودم</w:t>
      </w:r>
      <w:r w:rsidRPr="00677CB5">
        <w:rPr>
          <w:rtl/>
          <w:lang w:bidi="fa-IR"/>
        </w:rPr>
        <w:t xml:space="preserve"> هم بعد از دقت و توجه به مشخصات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او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است </w:t>
      </w:r>
    </w:p>
    <w:p w:rsidR="00677CB5" w:rsidRPr="00677CB5" w:rsidRDefault="000F5534" w:rsidP="002C0FA9">
      <w:pPr>
        <w:pStyle w:val="Heading2"/>
        <w:rPr>
          <w:rtl/>
        </w:rPr>
      </w:pPr>
      <w:r>
        <w:rPr>
          <w:rtl/>
        </w:rPr>
        <w:br w:type="page"/>
      </w:r>
      <w:bookmarkStart w:id="72" w:name="_Toc493414673"/>
      <w:r w:rsidR="00677CB5" w:rsidRPr="00677CB5">
        <w:rPr>
          <w:rtl/>
        </w:rPr>
        <w:lastRenderedPageBreak/>
        <w:t>22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محمود فارس</w:t>
      </w:r>
      <w:r w:rsidR="00677CB5" w:rsidRPr="00677CB5">
        <w:rPr>
          <w:rFonts w:hint="cs"/>
          <w:rtl/>
        </w:rPr>
        <w:t>ی</w:t>
      </w:r>
      <w:bookmarkEnd w:id="7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کامل , محمد بن قارون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مـرا نـزد زن مـؤمـنـه و صـالـحه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دعوت کردند. </w:t>
      </w:r>
    </w:p>
    <w:p w:rsidR="00677CB5" w:rsidRPr="00677CB5" w:rsidRDefault="00677CB5" w:rsidP="00066CC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که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است که خانواده اش او را به محمود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معروف به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 تزو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کرده اند, چون او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کانش</w:t>
      </w:r>
      <w:r w:rsidRPr="00677CB5">
        <w:rPr>
          <w:rtl/>
          <w:lang w:bidi="fa-IR"/>
        </w:rPr>
        <w:t xml:space="preserve"> را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گفتند. </w:t>
      </w:r>
      <w:r w:rsidR="00066CCB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مـحـل</w:t>
      </w:r>
      <w:r w:rsidRPr="00677CB5">
        <w:rPr>
          <w:rtl/>
          <w:lang w:bidi="fa-IR"/>
        </w:rPr>
        <w:t xml:space="preserve"> سـکـونـت محمود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شدت تسنن و دشمن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معروف ومحمود از همه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دتر</w:t>
      </w:r>
      <w:r w:rsidRPr="00677CB5">
        <w:rPr>
          <w:rtl/>
          <w:lang w:bidi="fa-IR"/>
        </w:rPr>
        <w:t xml:space="preserve">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خداوند تبارک و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شدن توف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داده بود به خلاف بستگانش که به مذهب خود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بودند.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آن زن (هـمـسـر محمود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گفتم :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است چطور پدرت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ناصب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چرا شوهرت با بستگان خود مخالفت کرد و مذهب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ترک نمود؟ آن زن گفت 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که اگر اهل ادب آن را بشنوند حکم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که از عجا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 : از خودش بپرس که به تو خواهد گفت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محمود حاضر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محمود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باعث شد از ملت ومذهب خود خارج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حق آشکار شد, آن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قرار است که معمول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اسـت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بشنوند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قصد دارد بر آنها واردشود حرکت کرده و به طرفشان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 تا زودتر ملاقاتشان کنند.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زمـان کودک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قافله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کودکان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طرفشان حـرکـت کـرد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صدد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قافله برآمد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درباره عـاقبت کار خود فکر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چنان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مصمم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هرگاه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ما عقب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 او را بـه خـاطر ضعفش سرزنش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راه را گم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کـه آن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بوته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 درهم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که هرگز مانند آنها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شروع ب</w:t>
      </w:r>
      <w:r w:rsidR="00066CCB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راه رفتن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راه رفتن باز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زبان از دهانمان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066CC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مردن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صورت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ناگاه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بر اسب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فرش</w:t>
      </w:r>
      <w:r w:rsidRPr="00677CB5">
        <w:rPr>
          <w:rtl/>
          <w:lang w:bidi="fa-IR"/>
        </w:rPr>
        <w:t xml:space="preserve"> لط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جـا پـهـن کرد که مثل آن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آن فرش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عطر به مشام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سوار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قرمز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لباس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تن و عمامه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سر داشـت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 و مشغول نماز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قش</w:t>
      </w:r>
      <w:r w:rsidRPr="00677CB5">
        <w:rPr>
          <w:rtl/>
          <w:lang w:bidi="fa-IR"/>
        </w:rPr>
        <w:t xml:space="preserve"> هم به او اقتدا کرد.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نماز نشست و متوجه من شد و فرمود:ا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از شدت عطش و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قدرت ندارم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فرمود, احساس کردم که در تنم روح تازه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, لذا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نزد او رفتم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دست خود را بر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و صورت من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وبالا برد, تا فک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بـه بـالا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زبان به دهانم برگشت و همه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رنج راه از من برطرف شد و به حال اول خود برگشتم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دانه حنظل </w:t>
      </w:r>
      <w:r w:rsidRPr="00EF776E">
        <w:rPr>
          <w:rStyle w:val="libFootnotenumChar"/>
          <w:rtl/>
        </w:rPr>
        <w:t xml:space="preserve">((81)) </w:t>
      </w:r>
      <w:r w:rsidRPr="00677CB5">
        <w:rPr>
          <w:rtl/>
          <w:lang w:bidi="fa-IR"/>
        </w:rPr>
        <w:t>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حنظلها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ـابـان</w:t>
      </w:r>
      <w:r w:rsidRPr="00677CB5">
        <w:rPr>
          <w:rtl/>
          <w:lang w:bidi="fa-IR"/>
        </w:rPr>
        <w:t xml:space="preserve"> حـنـظـل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بود,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دانه بزرگ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نصف کرد و به من داد و فـرمـود: بـخـور.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حـنـظـل</w:t>
      </w:r>
      <w:r w:rsidRPr="00677CB5">
        <w:rPr>
          <w:rtl/>
          <w:lang w:bidi="fa-IR"/>
        </w:rPr>
        <w:t xml:space="preserve">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گرفتم و جرات نداشتم که مخالفت کنم و باخود حساب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به من دستور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حنظل تلخ بخورم , چون مزه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تلخ حنظل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اما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را 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عسل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تر,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خنکتر واز مشک خوشبوتر است و با خوردن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راب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فرمود: به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قت</w:t>
      </w:r>
      <w:r w:rsidRPr="00677CB5">
        <w:rPr>
          <w:rtl/>
          <w:lang w:bidi="fa-IR"/>
        </w:rPr>
        <w:t xml:space="preserve"> بگو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صدا زدم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زبان شکسته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قدرت حرکت را ندارم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او هم فرمود: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طرف آن بزرگوار آمد و به خدمتش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او هم همان کار راانجام داد.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برخاست که سوار شود.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شما را به خدا نعمت خود را تمام کرده و ما را به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برسان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عجله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خود خط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دور ما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قش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بـه 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گفتم :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حنظل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 تا بخور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حنظل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هر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تلخ تر و بدتر است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به دور انداخت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گفتم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تا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راه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مـقابل ما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سمت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را در هر چهار طـرف , جـلـو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 حال خود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مـدت</w:t>
      </w:r>
      <w:r w:rsidRPr="00677CB5">
        <w:rPr>
          <w:rtl/>
          <w:lang w:bidi="fa-IR"/>
        </w:rPr>
        <w:t xml:space="preserve">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آن جـا مـاند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ناگاه درندگان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را احاطه کردند که تعداد آنها راجز خـداونـد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هرگاه به طرف 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مانعشان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رفـتـنـد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برطرف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باز چون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ظاهرم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آن شب را آسوده و مطمئن تا صبح بسر برد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صـبح</w:t>
      </w:r>
      <w:r w:rsidRPr="00677CB5">
        <w:rPr>
          <w:rtl/>
          <w:lang w:bidi="fa-IR"/>
        </w:rPr>
        <w:t xml:space="preserve"> که آفتاب طلوع کرد, هوا گرم شد و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ما غلبه کرد و باز به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وضع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روز قبل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دو سوار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شدند و آنچه را در روز گذشته انجام داده بودند, تکرار کردند.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خواستند از ما جدا شوند, به آن سوار عرض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تورا به خدا ما را به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برسان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به شما مژده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</w:t>
      </w:r>
      <w:r w:rsidRPr="00677CB5">
        <w:rPr>
          <w:rtl/>
          <w:lang w:bidi="fa-IR"/>
        </w:rPr>
        <w:lastRenderedPageBreak/>
        <w:t>شما را به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از نظر ما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آخـر روز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فراسا که با او سه الاغ بود,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 آور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ما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فرار کرد و الاغها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گذاشت . </w:t>
      </w: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ما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تو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بـرگشت</w:t>
      </w:r>
      <w:r w:rsidRPr="00677CB5">
        <w:rPr>
          <w:rtl/>
          <w:lang w:bidi="fa-IR"/>
        </w:rPr>
        <w:t xml:space="preserve"> و گفت : 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شما, خانواده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عزا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را بر پا کرده اند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="0010408B">
        <w:rPr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امروز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ندارم . </w:t>
      </w:r>
      <w:r w:rsidRPr="00677CB5">
        <w:rPr>
          <w:rFonts w:hint="eastAsia"/>
          <w:rtl/>
          <w:lang w:bidi="fa-IR"/>
        </w:rPr>
        <w:t>بـرخـاسـتـ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و بـر الاغـها سوار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فراسا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آن مرد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ما واردشد و خانواده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را خبر کرد آنها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خرسند و شادمان شدند و به اومژدگان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کـه وارد مـنزل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حال ما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ما را تکذ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کردند و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tl/>
          <w:lang w:bidi="fa-IR"/>
        </w:rPr>
        <w:t xml:space="preserve"> تخ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بوده که ازشدت عطش و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رخ داده است . </w:t>
      </w:r>
      <w:r w:rsidRPr="00677CB5">
        <w:rPr>
          <w:rFonts w:hint="eastAsia"/>
          <w:rtl/>
          <w:lang w:bidi="fa-IR"/>
        </w:rPr>
        <w:t>روزگـار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قصه را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من برد, چنانکه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نبوده است تا آن که به سن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سالگ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زن گرفتم و شغل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خود قرار دادم و در اهل فراسا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دشمن تر از من نـسبت به محب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دوستان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مخصوصا زوارائمه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که به سامرا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رفتند, نب</w:t>
      </w:r>
      <w:r w:rsidRPr="00677CB5">
        <w:rPr>
          <w:rFonts w:hint="eastAsia"/>
          <w:rtl/>
          <w:lang w:bidi="fa-IR"/>
        </w:rPr>
        <w:t>ود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بـه آنـها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و قصدم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</w:t>
      </w:r>
      <w:r w:rsidR="0010408B">
        <w:rPr>
          <w:lang w:bidi="fa-IR"/>
        </w:rPr>
        <w:t xml:space="preserve"> </w:t>
      </w:r>
      <w:r w:rsidRPr="00677CB5">
        <w:rPr>
          <w:rtl/>
          <w:lang w:bidi="fa-IR"/>
        </w:rPr>
        <w:t>که آنچه از دستم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(دزد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) انجام دهم . </w:t>
      </w:r>
      <w:r w:rsidRPr="00677CB5">
        <w:rPr>
          <w:rFonts w:hint="eastAsia"/>
          <w:rtl/>
          <w:lang w:bidi="fa-IR"/>
        </w:rPr>
        <w:t>اعتقادم</w:t>
      </w:r>
      <w:r w:rsidRPr="00677CB5">
        <w:rPr>
          <w:rtl/>
          <w:lang w:bidi="fa-IR"/>
        </w:rPr>
        <w:t xml:space="preserve">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کارمرا به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برنامه روش من بود تا آن که اتفاقا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حله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گشتند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آنها ابن السه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ابن عرفه وابن حارث و ابن الزهدر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صلحا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بغداد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از عناد و دشمن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اطلاع داشتند, لذا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مرا در راه تنها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چون دلها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پر از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ظ</w:t>
      </w:r>
      <w:r w:rsidRPr="00677CB5">
        <w:rPr>
          <w:rtl/>
          <w:lang w:bidi="fa-IR"/>
        </w:rPr>
        <w:t xml:space="preserve">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نسبت به من بود,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در فشار قرار دادند,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ساکت بودم و قدرت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, چون تعدادشان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بـغـداد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جمع به طرف غرب بغداد رفته و در آن جا فرود آمدند.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من از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ظ</w:t>
      </w:r>
      <w:r w:rsidRPr="00677CB5">
        <w:rPr>
          <w:rtl/>
          <w:lang w:bidi="fa-IR"/>
        </w:rPr>
        <w:t xml:space="preserve">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پر شده بود, لذا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آمدند, برخاستم و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رفتم و برصورت خود زدم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چه اتفاق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افتاده است ؟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گفتم 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tl/>
          <w:lang w:bidi="fa-IR"/>
        </w:rPr>
        <w:t xml:space="preserve"> شروع به دشنام دادن و لعن آن دسته کردند و گفتند: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الت</w:t>
      </w:r>
      <w:r w:rsidRPr="00677CB5">
        <w:rPr>
          <w:rtl/>
          <w:lang w:bidi="fa-IR"/>
        </w:rPr>
        <w:t xml:space="preserve"> راحت باشد در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که با هم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بدتر از آنچه نسبت به تو انجام دادند, رفتار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حـال شب شد و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عالم را در خود فرو برد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لحظات بود سعادت به سراغ من آمد,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فکر فرو رفتم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گردند, بلکه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خواهند راه زهـد و تـقو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رند</w:t>
      </w:r>
      <w:r w:rsidRPr="00677CB5">
        <w:rPr>
          <w:rtl/>
          <w:lang w:bidi="fa-IR"/>
        </w:rPr>
        <w:t xml:space="preserve">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واردم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جز آن که </w:t>
      </w:r>
      <w:r w:rsidRPr="00677CB5">
        <w:rPr>
          <w:rFonts w:hint="eastAsia"/>
          <w:rtl/>
          <w:lang w:bidi="fa-IR"/>
        </w:rPr>
        <w:t>حق</w:t>
      </w:r>
      <w:r w:rsidRPr="00677CB5">
        <w:rPr>
          <w:rtl/>
          <w:lang w:bidi="fa-IR"/>
        </w:rPr>
        <w:t xml:space="preserve"> با آنها اسـت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ـشه</w:t>
      </w:r>
      <w:r w:rsidRPr="00677CB5">
        <w:rPr>
          <w:rtl/>
          <w:lang w:bidi="fa-IR"/>
        </w:rPr>
        <w:t xml:space="preserve"> و فکر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ماندم وخداوند را به حق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امبرش</w:t>
      </w:r>
      <w:r w:rsidRPr="00677CB5">
        <w:rPr>
          <w:rtl/>
          <w:lang w:bidi="fa-IR"/>
        </w:rPr>
        <w:t xml:space="preserve"> قسم دادم که در همان شب راه راست را به من نشان دهد.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خواب فرو رفتم . </w:t>
      </w:r>
      <w:r w:rsidRPr="00677CB5">
        <w:rPr>
          <w:rFonts w:hint="eastAsia"/>
          <w:rtl/>
          <w:lang w:bidi="fa-IR"/>
        </w:rPr>
        <w:t>بـهـشت</w:t>
      </w:r>
      <w:r w:rsidRPr="00677CB5">
        <w:rPr>
          <w:rtl/>
          <w:lang w:bidi="fa-IR"/>
        </w:rPr>
        <w:t xml:space="preserve">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آن را آراسته بودند.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جا درختان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رنگها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بود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مثل درختها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نبود,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شاخه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طرف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به سمت بالا بود. </w:t>
      </w:r>
      <w:r w:rsidRPr="00677CB5">
        <w:rPr>
          <w:rFonts w:hint="eastAsia"/>
          <w:rtl/>
          <w:lang w:bidi="fa-IR"/>
        </w:rPr>
        <w:t>چهار</w:t>
      </w:r>
      <w:r w:rsidRPr="00677CB5">
        <w:rPr>
          <w:rtl/>
          <w:lang w:bidi="fa-IR"/>
        </w:rPr>
        <w:t xml:space="preserve"> رودخانه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خمر وعسل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آب بودند و سطح آنها با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اگر مورچه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از آنها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اشامد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زنان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ها و نهرها استفاده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کردند, مشاهده کردم , اما من قـدرتـ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کار نداشتم , چون هر وقت قصد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ها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از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دست من به طـرف بـالا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رفـتـنـد و هر </w:t>
      </w:r>
      <w:r w:rsidRPr="00677CB5">
        <w:rPr>
          <w:rtl/>
          <w:lang w:bidi="fa-IR"/>
        </w:rPr>
        <w:lastRenderedPageBreak/>
        <w:t>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عزم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از نهرها بنوشم فرو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استفاده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کردند, گفتم : چطور است که شما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؟ گفتند: تو هنوز نزد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ناگاه فوج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عالم حضرت فاطمه زهرا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نـظـر</w:t>
      </w:r>
      <w:r w:rsidRPr="00677CB5">
        <w:rPr>
          <w:rtl/>
          <w:lang w:bidi="fa-IR"/>
        </w:rPr>
        <w:t xml:space="preserve"> کردم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دسته 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ملائکه در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ئتها</w:t>
      </w:r>
      <w:r w:rsidRPr="00677CB5">
        <w:rPr>
          <w:rtl/>
          <w:lang w:bidi="fa-IR"/>
        </w:rPr>
        <w:t xml:space="preserve"> ازبالا به طرف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فرود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 آنها آن معظمه را احاطه کرده بودند.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را از عطش نجات داد و به ما حنظل خوران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شناختم و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گذشته به خاطرم آمد و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حضار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 ح م د بن الحسن المهد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قائم منتظر, است . </w:t>
      </w:r>
    </w:p>
    <w:p w:rsidR="00677CB5" w:rsidRPr="00677CB5" w:rsidRDefault="00677CB5" w:rsidP="0010408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مردم</w:t>
      </w:r>
      <w:r w:rsidRPr="00677CB5">
        <w:rPr>
          <w:rtl/>
          <w:lang w:bidi="fa-IR"/>
        </w:rPr>
        <w:t xml:space="preserve"> برخاستند و برآن حضرت وحضرت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سلام کردند.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برخاستم و عرض کردم :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بنت رسول اللّه . </w:t>
      </w:r>
      <w:r w:rsidRPr="00677CB5">
        <w:rPr>
          <w:rFonts w:hint="eastAsia"/>
          <w:rtl/>
          <w:lang w:bidi="fa-IR"/>
        </w:rPr>
        <w:t>فـرمودند</w:t>
      </w:r>
      <w:r w:rsidRPr="00677CB5">
        <w:rPr>
          <w:rtl/>
          <w:lang w:bidi="fa-IR"/>
        </w:rPr>
        <w:t>: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السلام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محمود تو همان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فرزندم (حضرت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تو را از عطش نجات داد؟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من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اگر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رستگار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1629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در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شما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انت</w:t>
      </w:r>
      <w:r w:rsidRPr="00677CB5">
        <w:rPr>
          <w:rtl/>
          <w:lang w:bidi="fa-IR"/>
        </w:rPr>
        <w:t xml:space="preserve"> داخل شدم و اقرار به امامت فرزندان شما چه آنها که گذشته و چه آنها که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اند, دارم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به تو مژده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رستگار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شده بودم . </w:t>
      </w:r>
      <w:r w:rsidRPr="00677CB5">
        <w:rPr>
          <w:rFonts w:hint="eastAsia"/>
          <w:rtl/>
          <w:lang w:bidi="fa-IR"/>
        </w:rPr>
        <w:t>رفـقـا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به خاطر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به اضطراب افتادند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خاطر آن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کـه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گفته بودم , لذا گفتند: دلخوش باش به خدا قسم انتقام تو را ازآنها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سـاکـت شـدم آنها هم ساکت شدند.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وقت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اذان بلند شد.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وبه طرف غرب بغداد رفتم </w:t>
      </w:r>
      <w:r w:rsidRPr="00677CB5">
        <w:rPr>
          <w:rtl/>
          <w:lang w:bidi="fa-IR"/>
        </w:rPr>
        <w:lastRenderedPageBreak/>
        <w:t xml:space="preserve">و بر آن زوار وارد شدم و سلام کردم 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 xml:space="preserve">: لا اهلا ولا سهلا خارج شو خداوند به تو برکت ندهد.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شما گرو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احکام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را به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سـخـن من تعجب کردند!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گفتند: دروغ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گفتند:احتمال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راست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علت را سؤال کردند. </w:t>
      </w:r>
      <w:r w:rsidRPr="00677CB5">
        <w:rPr>
          <w:rFonts w:hint="eastAsia"/>
          <w:rtl/>
          <w:lang w:bidi="fa-IR"/>
        </w:rPr>
        <w:t>واقعه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نمودم 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اگر راست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ما الان به مرقد مطهر حضرت امام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 ما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در آن جا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ات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سـمـعا و طاعة و دست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را برداشته وبرا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دعا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کـردم تـا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حرم مطهر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خدام</w:t>
      </w:r>
      <w:r w:rsidRPr="00677CB5">
        <w:rPr>
          <w:rtl/>
          <w:lang w:bidi="fa-IR"/>
        </w:rPr>
        <w:t xml:space="preserve"> حرم از ما استقبال کردنددر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که از همه بزرگتر بود.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سلام کردند. </w:t>
      </w:r>
      <w:r w:rsidRPr="00677CB5">
        <w:rPr>
          <w:rFonts w:hint="eastAsia"/>
          <w:rtl/>
          <w:lang w:bidi="fa-IR"/>
        </w:rPr>
        <w:t>زوار</w:t>
      </w:r>
      <w:r w:rsidRPr="00677CB5">
        <w:rPr>
          <w:rtl/>
          <w:lang w:bidi="fa-IR"/>
        </w:rPr>
        <w:t xml:space="preserve"> گفتند: در حرم مطهر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باز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مـرد</w:t>
      </w:r>
      <w:r w:rsidRPr="00677CB5">
        <w:rPr>
          <w:rtl/>
          <w:lang w:bidi="fa-IR"/>
        </w:rPr>
        <w:t xml:space="preserve"> عـلـو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 :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منت , اما با شما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شود, چون من در خـواب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که او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آن مکرمه به من فرمودند: فردا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نـزد تـو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1629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همه در را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باز کن حال اگر او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. </w:t>
      </w:r>
      <w:r w:rsidRPr="00677CB5">
        <w:rPr>
          <w:rFonts w:hint="eastAsia"/>
          <w:rtl/>
          <w:lang w:bidi="fa-IR"/>
        </w:rPr>
        <w:t>همراهان</w:t>
      </w:r>
      <w:r w:rsidRPr="00677CB5">
        <w:rPr>
          <w:rtl/>
          <w:lang w:bidi="fa-IR"/>
        </w:rPr>
        <w:t xml:space="preserve"> با تعجب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نگاه کردند و به او گفتند: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 بگرد و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 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همه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 : اللّه اکبر به خدا قسم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و دست مرا گرفت 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tl/>
          <w:lang w:bidi="fa-IR"/>
        </w:rPr>
        <w:t xml:space="preserve"> گفتند: راست گفت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قسمت راست بود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هم راست گفته است 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خرسند شدند و حمد خداوند تبارک و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آوردند. </w:t>
      </w:r>
      <w:r w:rsidRPr="00677CB5">
        <w:rPr>
          <w:rFonts w:hint="eastAsia"/>
          <w:rtl/>
          <w:lang w:bidi="fa-IR"/>
        </w:rPr>
        <w:t>آنـگـاه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مرا گرفت و به حرم مطهر وارد کرد و راه و رسم تش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را به من آموخت و مرا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من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دوست بدارم , </w:t>
      </w:r>
      <w:r w:rsidRPr="00677CB5">
        <w:rPr>
          <w:rtl/>
          <w:lang w:bidi="fa-IR"/>
        </w:rPr>
        <w:lastRenderedPageBreak/>
        <w:t>دوست و ازدشمنانشان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جستم . </w:t>
      </w:r>
      <w:r w:rsidRPr="00677CB5">
        <w:rPr>
          <w:rFonts w:hint="eastAsia"/>
          <w:rtl/>
          <w:lang w:bidi="fa-IR"/>
        </w:rPr>
        <w:t>عـلـو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گـفت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تو حضرت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مال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رسد, به آن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نکن که خداوند عوضش را به تو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گرداند بعد هم در تنگناها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ما استغاثه کن که نجات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سمعا و طاعة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اسـب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که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آن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مرد و خداوند عوضش راداد و بلکه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به من باز گرداند. </w:t>
      </w:r>
      <w:r w:rsidRPr="00677CB5">
        <w:rPr>
          <w:rFonts w:hint="eastAsia"/>
          <w:rtl/>
          <w:lang w:bidi="fa-IR"/>
        </w:rPr>
        <w:t>بعدها</w:t>
      </w:r>
      <w:r w:rsidRPr="00677CB5">
        <w:rPr>
          <w:rtl/>
          <w:lang w:bidi="fa-IR"/>
        </w:rPr>
        <w:t xml:space="preserve"> در تنگناها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افتادم که با استغاثه به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نجات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به بـرکـت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فرج حاصل شد.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من امروز دوست دارم هر کس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دوست دارد و دشمن دارم هر کس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دشمن دارد و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دوارم</w:t>
      </w:r>
      <w:r w:rsidRPr="00677CB5">
        <w:rPr>
          <w:rtl/>
          <w:lang w:bidi="fa-IR"/>
        </w:rPr>
        <w:t xml:space="preserve"> ازبرکت وجودشان عاقبت بخ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آن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زن را به من تزو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نمود.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بستگان خود را رهاکردم و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نشدم از آنها زن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</w:t>
      </w:r>
    </w:p>
    <w:p w:rsidR="00677CB5" w:rsidRPr="00677CB5" w:rsidRDefault="00616291" w:rsidP="002C0FA9">
      <w:pPr>
        <w:pStyle w:val="Heading2"/>
        <w:rPr>
          <w:rtl/>
        </w:rPr>
      </w:pPr>
      <w:r>
        <w:rPr>
          <w:rtl/>
        </w:rPr>
        <w:br w:type="page"/>
      </w:r>
      <w:bookmarkStart w:id="73" w:name="_Toc493414674"/>
      <w:r w:rsidR="00677CB5" w:rsidRPr="00677CB5">
        <w:rPr>
          <w:rtl/>
        </w:rPr>
        <w:lastRenderedPageBreak/>
        <w:t>23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ام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</w:t>
      </w:r>
      <w:r w:rsidR="00677CB5" w:rsidRPr="00677CB5">
        <w:rPr>
          <w:rtl/>
        </w:rPr>
        <w:t xml:space="preserve"> اسحاق استرآباد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راه مکه</w:t>
      </w:r>
      <w:bookmarkEnd w:id="73"/>
      <w:r w:rsidR="00677CB5" w:rsidRPr="00677CB5">
        <w:rPr>
          <w:rtl/>
        </w:rPr>
        <w:t xml:space="preserve"> </w:t>
      </w:r>
    </w:p>
    <w:p w:rsidR="00677CB5" w:rsidRPr="00677CB5" w:rsidRDefault="00677CB5" w:rsidP="0061629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فاضل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اسحاق استرآباد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پدر علامه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حجاج با قصد تشرف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به طرف مکه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راه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کـه از آن جا تا مکه هفت منزل مسافت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من بنا به دلا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حجاج عقب افتادم و قافله از نظرم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 و تنها ماندم و راه را گم کردم . </w:t>
      </w: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و سرگردان و هراسان در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ـابان</w:t>
      </w:r>
      <w:r w:rsidRPr="00677CB5">
        <w:rPr>
          <w:rtl/>
          <w:lang w:bidi="fa-IR"/>
        </w:rPr>
        <w:t xml:space="preserve"> ماندم و چون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کردن راه به اطراف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غلبه کرد.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دل به مردن دادم و اززندگ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ناگز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آواز استغاثه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ابـاصـالـح رحـمـک اللّه ادرکـن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اغثن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اباصالح خدا تو را رحمت کند, مرا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و راه را به من نشان بده ) بلند کردم 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از دامن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شد و بعد از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آمد.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خوشرو و گندمگون و خوش لباس که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بزرگان لباس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بر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است و ظرف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سلام کردم و جواب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تشنه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ظرف</w:t>
      </w:r>
      <w:r w:rsidRPr="00677CB5">
        <w:rPr>
          <w:rtl/>
          <w:lang w:bidi="fa-IR"/>
        </w:rPr>
        <w:t xml:space="preserve"> آب را به دستم داد.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مقدار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آشام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قافله برس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مرا</w:t>
      </w:r>
      <w:r w:rsidRPr="00677CB5">
        <w:rPr>
          <w:rtl/>
          <w:lang w:bidi="fa-IR"/>
        </w:rPr>
        <w:t xml:space="preserve"> پشت سر خود سوار کرد و به سمت مکه متوجه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عادت</w:t>
      </w:r>
      <w:r w:rsidRPr="00677CB5">
        <w:rPr>
          <w:rtl/>
          <w:lang w:bidi="fa-IR"/>
        </w:rPr>
        <w:t xml:space="preserve"> من آن بود که هرروز حرز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خود احساس 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و به خلاص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از آن مهلکه 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ـدوار</w:t>
      </w:r>
      <w:r w:rsidRPr="00677CB5">
        <w:rPr>
          <w:rtl/>
          <w:lang w:bidi="fa-IR"/>
        </w:rPr>
        <w:t xml:space="preserve"> شـدم , شـروع بـه خـوانـدن کردم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جوان در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قسمتها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حرز غلطها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بلکه فلان طور بخوان . </w:t>
      </w:r>
      <w:r w:rsidRPr="00677CB5">
        <w:rPr>
          <w:rFonts w:hint="eastAsia"/>
          <w:rtl/>
          <w:lang w:bidi="fa-IR"/>
        </w:rPr>
        <w:t>مـدت</w:t>
      </w:r>
      <w:r w:rsidRPr="00677CB5">
        <w:rPr>
          <w:rtl/>
          <w:lang w:bidi="fa-IR"/>
        </w:rPr>
        <w:t xml:space="preserve">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گذشت به من 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 و فرمود: نظر کن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کجا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 تامل کردم , خود را در </w:t>
      </w:r>
      <w:r w:rsidRPr="00677CB5">
        <w:rPr>
          <w:rtl/>
          <w:lang w:bidi="fa-IR"/>
        </w:rPr>
        <w:lastRenderedPageBreak/>
        <w:t>ابطح (خارج مکه )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شو. </w:t>
      </w:r>
      <w:r w:rsidRPr="00677CB5">
        <w:rPr>
          <w:rFonts w:hint="eastAsia"/>
          <w:rtl/>
          <w:lang w:bidi="fa-IR"/>
        </w:rPr>
        <w:t>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, برگشتم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حضرت صـاحـب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او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حضرت رانشناخته ام , متاسف شدم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هفت روز اهل قافله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مرا در مکه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اتم</w:t>
      </w:r>
      <w:r w:rsidRPr="00677CB5">
        <w:rPr>
          <w:rtl/>
          <w:lang w:bidi="fa-IR"/>
        </w:rPr>
        <w:t xml:space="preserve">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شده بودند, لذا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مدرک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 دادند و به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الارض مشهور شدم . </w:t>
      </w: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پدرم فرمود: من حرز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نزد او خواندم وتصح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نمودم و در خصوص آن حرز به من اجازه داد</w:t>
      </w:r>
    </w:p>
    <w:p w:rsidR="00616291" w:rsidRDefault="00616291" w:rsidP="00677CB5">
      <w:pPr>
        <w:pStyle w:val="libNormal"/>
        <w:rPr>
          <w:rtl/>
          <w:lang w:bidi="fa-IR"/>
        </w:rPr>
      </w:pPr>
    </w:p>
    <w:p w:rsidR="00677CB5" w:rsidRPr="00677CB5" w:rsidRDefault="00677CB5" w:rsidP="002C0FA9">
      <w:pPr>
        <w:pStyle w:val="Heading2"/>
        <w:rPr>
          <w:rtl/>
        </w:rPr>
      </w:pPr>
      <w:bookmarkStart w:id="74" w:name="_Toc493414675"/>
      <w:r w:rsidRPr="00677CB5">
        <w:rPr>
          <w:rtl/>
        </w:rPr>
        <w:t>24</w:t>
      </w:r>
      <w:r w:rsidR="00616291">
        <w:rPr>
          <w:rFonts w:hint="cs"/>
          <w:rtl/>
        </w:rPr>
        <w:t xml:space="preserve"> </w:t>
      </w:r>
      <w:r w:rsidRPr="00677CB5">
        <w:rPr>
          <w:rtl/>
        </w:rPr>
        <w:t>- تشرف مرد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سبز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فروش در مسجد سهله</w:t>
      </w:r>
      <w:bookmarkEnd w:id="74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بن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نـجـف اشرف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علوم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ساکن بودم (حدود سال 1275)م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و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شغلش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کـرده اسـت . </w:t>
      </w:r>
    </w:p>
    <w:p w:rsidR="00677CB5" w:rsidRPr="00677CB5" w:rsidRDefault="00677CB5" w:rsidP="00584F0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شدم که آن شخص را بشناسم وبالاخره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شناختم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 صـالـح و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دوست</w:t>
      </w:r>
      <w:r w:rsidRPr="00677CB5">
        <w:rPr>
          <w:rtl/>
          <w:lang w:bidi="fa-IR"/>
        </w:rPr>
        <w:t xml:space="preserve"> داشتم با او در مکان خلوت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لـذا مقدمات دوست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گرفتم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اوقات که به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از اجـنـاسـ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فـروخت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من و او رشته مودت و رفاقت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و هـمـه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کـارهـا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زبان خودش بود تا آن که اتفاقا شب چهارشنبه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 نماز معروف به نماز استجاره , به مسجد سهله مشرف شدم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ـسـتـاده</w:t>
      </w:r>
      <w:r w:rsidRPr="00677CB5">
        <w:rPr>
          <w:rtl/>
          <w:lang w:bidi="fa-IR"/>
        </w:rPr>
        <w:t xml:space="preserve"> اسـت . </w:t>
      </w:r>
      <w:r w:rsidRPr="00677CB5">
        <w:rPr>
          <w:rFonts w:hint="eastAsia"/>
          <w:rtl/>
          <w:lang w:bidi="fa-IR"/>
        </w:rPr>
        <w:t>فرصت</w:t>
      </w:r>
      <w:r w:rsidRPr="00677CB5">
        <w:rPr>
          <w:rtl/>
          <w:lang w:bidi="fa-IR"/>
        </w:rPr>
        <w:t xml:space="preserve"> را 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شمرده , از اوخواهش کردم که امشب را نزد من بـگذراند.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با من </w:t>
      </w:r>
      <w:r w:rsidRPr="00677CB5">
        <w:rPr>
          <w:rtl/>
          <w:lang w:bidi="fa-IR"/>
        </w:rPr>
        <w:lastRenderedPageBreak/>
        <w:t>بود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اعمال مسجد فارغ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بعد هم طبق معمول آن زمان به مـسـجد اعظم (مسجد کوفه )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آن وقتها به خاطر نبودن بناها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آب و خادم , در مسجد سهله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اقامت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اعمال آن را انجام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 منزل مستقر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 از او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تشرفش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خواهش کردم که قصه خود را به تفص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گـفت : من از اهل معرفت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هر کس بر عمل استجاره درمسجد سهله مـداومـت داشته باشد و چهل شب چهارشنبه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دهد,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مهم موفق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اتفاق افتاده است , لذ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مشتاق شـدم و قصد کردم مداومت بر عمل استجاره را در هر شب چهارشنبه داشته باشم . </w:t>
      </w: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مرا از انـجـام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مانع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نه شدت گرما و سرما و باران و نه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 گذشت و</w:t>
      </w:r>
      <w:r w:rsidR="00616291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طبق معمول در مسجد کوفه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عصر سه شنبه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طبق عادت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, از نجف اشرف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خارج شدم . </w:t>
      </w:r>
      <w:r w:rsidRPr="00677CB5">
        <w:rPr>
          <w:rFonts w:hint="eastAsia"/>
          <w:rtl/>
          <w:lang w:bidi="fa-IR"/>
        </w:rPr>
        <w:t>فصل</w:t>
      </w:r>
      <w:r w:rsidRPr="00677CB5">
        <w:rPr>
          <w:rtl/>
          <w:lang w:bidi="fa-IR"/>
        </w:rPr>
        <w:t xml:space="preserve"> زمستان بود ابرها متراکم و کم کم باران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مطمئن بودم که مردم طبق معمول به آن جا خواهند آمد. </w:t>
      </w:r>
      <w:r w:rsidRPr="00677CB5">
        <w:rPr>
          <w:rFonts w:hint="eastAsia"/>
          <w:rtl/>
          <w:lang w:bidi="fa-IR"/>
        </w:rPr>
        <w:t>غـروب</w:t>
      </w:r>
      <w:r w:rsidRPr="00677CB5">
        <w:rPr>
          <w:rtl/>
          <w:lang w:bidi="fa-IR"/>
        </w:rPr>
        <w:t xml:space="preserve"> آفـتـاب بـه مسجد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سخت همه جارا در خود گرفته بود رعد و برق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 بـه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ترس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مستول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از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وحشت کردم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در مسجد احـد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حـت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خادم مقرر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به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آمد, آن شب نبود.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مـتـوحـش شـدم بـاخـود گفتم : سزاوار است که نماز مغرب و عشاء را بخوانم و عمل استجاره را انجام بدهم و با عجله به مسجد کوفه مشرف شوم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وعده خود را آرام کردم , لذابرخاستم و نماز مغرب را خواندم و بعد هم عمل استجاره را بجا آوردم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متوجه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که معروف به مـقـام صـاحـب الـزمـان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شدم [سابقا آن جا رابرا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قرار داده بودند]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آن جا روشـنـ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قرائت نمازگزار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گوش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رسد. </w:t>
      </w:r>
      <w:r w:rsidRPr="00677CB5">
        <w:rPr>
          <w:rFonts w:hint="eastAsia"/>
          <w:rtl/>
          <w:lang w:bidi="fa-IR"/>
        </w:rPr>
        <w:t>آرام</w:t>
      </w:r>
      <w:r w:rsidRPr="00677CB5">
        <w:rPr>
          <w:rtl/>
          <w:lang w:bidi="fa-IR"/>
        </w:rPr>
        <w:t xml:space="preserve"> و مطمئن شدم و دلم شـاد و کـمـال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داکردم</w:t>
      </w:r>
      <w:r w:rsidRPr="00677CB5">
        <w:rPr>
          <w:rtl/>
          <w:lang w:bidi="fa-IR"/>
        </w:rPr>
        <w:t xml:space="preserve"> تصور کردم در آن مکان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 هستند که من هـنـگـام داخـل شـدن مـتـوجه آنها نشده ام . </w:t>
      </w:r>
      <w:r w:rsidRPr="00677CB5">
        <w:rPr>
          <w:rFonts w:hint="eastAsia"/>
          <w:rtl/>
          <w:lang w:bidi="fa-IR"/>
        </w:rPr>
        <w:t>عمل</w:t>
      </w:r>
      <w:r w:rsidRPr="00677CB5">
        <w:rPr>
          <w:rtl/>
          <w:lang w:bidi="fa-IR"/>
        </w:rPr>
        <w:t xml:space="preserve"> استجاره را با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خاطر تمام کردم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مـتـوجـه مـقام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شده , داخل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چشمم به چراغ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فتاد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از تفکر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غافل بودم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با جلالت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اهل علم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خواند. </w:t>
      </w:r>
      <w:r w:rsidRPr="00677CB5">
        <w:rPr>
          <w:rFonts w:hint="eastAsia"/>
          <w:rtl/>
          <w:lang w:bidi="fa-IR"/>
        </w:rPr>
        <w:t>دلم</w:t>
      </w:r>
      <w:r w:rsidRPr="00677CB5">
        <w:rPr>
          <w:rtl/>
          <w:lang w:bidi="fa-IR"/>
        </w:rPr>
        <w:t xml:space="preserve">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 گمان کردم زائر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او تامل کردم ,اجمالا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اهل نجف اشـرف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هر حال من هم شروع به خواندن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که از وظا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آن مقام مـقـدس اسـت کـردم و بـعـد هم نماز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خواندم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فارغ شدم , با خود گفتم :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خواهش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با هم به مسجدکوفه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او مانع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جا من به خارج مقام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چه ظلمت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جا را فرا گرفته است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رعد و برق وباران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متوجه مطلب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متوجه من شد و به مهربان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تبسم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مسجدکوفه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, چون معمول ما اهل نجف اشرف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اعمال مسجد سهله فارغ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مسجد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اعمال مسجد با آن جناب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وجودش مسرور و به حسن صحبتش خرسند بودم . </w:t>
      </w:r>
      <w:r w:rsidRPr="00677CB5">
        <w:rPr>
          <w:rFonts w:hint="eastAsia"/>
          <w:rtl/>
          <w:lang w:bidi="fa-IR"/>
        </w:rPr>
        <w:t>هواروشن</w:t>
      </w:r>
      <w:r w:rsidRPr="00677CB5">
        <w:rPr>
          <w:rtl/>
          <w:lang w:bidi="fa-IR"/>
        </w:rPr>
        <w:t xml:space="preserve"> و معتدل و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خشک بود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پا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من از بـاران و تـار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رعد </w:t>
      </w:r>
      <w:r w:rsidRPr="00677CB5">
        <w:rPr>
          <w:rtl/>
          <w:lang w:bidi="fa-IR"/>
        </w:rPr>
        <w:lastRenderedPageBreak/>
        <w:t>و برق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غافل بودم تا به در مسجد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حضرت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همراهم بودند و به خاطر مصاحبت باآن جناب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سرور و امن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بودم , چون نه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باران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درب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مسجد را زدم . </w:t>
      </w: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گفت :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در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کوبد؟ گفتم : در را باز کن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شدت باران از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گفتم : از مسجد سهله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 بـاز کـرد.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طرف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برگشتم , اما با کمال تعجب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بود که متوجه شدم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باران به شدت بر 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 و مولانا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باز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, اما اصلااثر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جناب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584F0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آن که در همان زمان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بودم ,سرما و باران مرا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داخـل</w:t>
      </w:r>
      <w:r w:rsidRPr="00677CB5">
        <w:rPr>
          <w:rtl/>
          <w:lang w:bidi="fa-IR"/>
        </w:rPr>
        <w:t xml:space="preserve"> مسجد شدم و از حال غفلت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چون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خواب بوده باشم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جابه سرزنش خود مشغول شدم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دلائل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نشده ام ,ناراحت بودم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معجزات او افتادم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: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با آن که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نبود و اگر هم بود,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روشن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نام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مرا به اسم خودم با آن که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و تا بـه حـال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خاطرآوردم که در مقام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رعد و برق و باران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همراه آن جناب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و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خشک بود و هوا ملا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به در مسجد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بردند,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هوا و بارش باران را احساس کرده ام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tl/>
          <w:lang w:bidi="fa-IR"/>
        </w:rPr>
        <w:lastRenderedPageBreak/>
        <w:t>باعث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کنم آن جناب همان است که من عمل استجاره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جمالش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داده ام و گرما و سرم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در راه حضرتش متحمل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</w:t>
      </w:r>
    </w:p>
    <w:p w:rsidR="00584F04" w:rsidRDefault="00677CB5" w:rsidP="00584F04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25</w:t>
      </w:r>
    </w:p>
    <w:p w:rsidR="00677CB5" w:rsidRPr="00677CB5" w:rsidRDefault="00584F04" w:rsidP="002C0FA9">
      <w:pPr>
        <w:pStyle w:val="Heading2"/>
        <w:rPr>
          <w:rtl/>
        </w:rPr>
      </w:pPr>
      <w:r>
        <w:rPr>
          <w:rtl/>
        </w:rPr>
        <w:br w:type="page"/>
      </w:r>
      <w:bookmarkStart w:id="75" w:name="_Toc493414676"/>
      <w:r w:rsidR="00677CB5" w:rsidRPr="00677CB5">
        <w:rPr>
          <w:rtl/>
        </w:rPr>
        <w:lastRenderedPageBreak/>
        <w:t>25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مرد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اهل مدائن در غ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بت</w:t>
      </w:r>
      <w:r w:rsidR="00677CB5" w:rsidRPr="00677CB5">
        <w:rPr>
          <w:rtl/>
        </w:rPr>
        <w:t xml:space="preserve"> صغر</w:t>
      </w:r>
      <w:r w:rsidR="00677CB5" w:rsidRPr="00677CB5">
        <w:rPr>
          <w:rFonts w:hint="cs"/>
          <w:rtl/>
        </w:rPr>
        <w:t>ی</w:t>
      </w:r>
      <w:bookmarkEnd w:id="7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احمد</w:t>
      </w:r>
      <w:r w:rsidRPr="00677CB5">
        <w:rPr>
          <w:rtl/>
          <w:lang w:bidi="fa-IR"/>
        </w:rPr>
        <w:t xml:space="preserve"> بن راشد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مدائن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کرد: مـن بـا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خود به حج مشرف شدم . </w:t>
      </w:r>
    </w:p>
    <w:p w:rsidR="00584F04" w:rsidRDefault="00677CB5" w:rsidP="00584F0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مواقف (احتمالا عرفات ) در حال وقوف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نشسته و ازار و ردا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 نعل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پاداشت ازار و 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صد و پنجاه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نار</w:t>
      </w:r>
      <w:r w:rsidRPr="00677CB5">
        <w:rPr>
          <w:rtl/>
          <w:lang w:bidi="fa-IR"/>
        </w:rPr>
        <w:t xml:space="preserve"> تخم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اثر سفر را در او مشاهده ننمود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هـمان وقت سائل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ما آمد او را رد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سائل</w:t>
      </w:r>
      <w:r w:rsidRPr="00677CB5">
        <w:rPr>
          <w:rtl/>
          <w:lang w:bidi="fa-IR"/>
        </w:rPr>
        <w:t xml:space="preserve"> به نزد آن جوان رفت و از اوسؤال کرد جوان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 و به او داد سائل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درحق او نمود.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لحظات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جـوان برخاست و از نظر ما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نزدسائل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او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مگر آن جوان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داد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اودعا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 سـائل قـطـعه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خالص به ما نشان داد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وزن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مثقال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مـعـجـزه را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خود گفتم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نزد ما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دنـبـال او تـمام مواقف را 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حضرتس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اطرافش بودند (اهال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مکه و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) راجع به او سؤال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هر سال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حج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26</w:t>
      </w:r>
    </w:p>
    <w:p w:rsidR="00677CB5" w:rsidRPr="00677CB5" w:rsidRDefault="00584F04" w:rsidP="002C0FA9">
      <w:pPr>
        <w:pStyle w:val="Heading2"/>
        <w:rPr>
          <w:rtl/>
        </w:rPr>
      </w:pPr>
      <w:r>
        <w:rPr>
          <w:rtl/>
        </w:rPr>
        <w:br w:type="page"/>
      </w:r>
      <w:bookmarkStart w:id="76" w:name="_Toc493414677"/>
      <w:r w:rsidR="00677CB5" w:rsidRPr="00677CB5">
        <w:rPr>
          <w:rtl/>
        </w:rPr>
        <w:lastRenderedPageBreak/>
        <w:t>26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محمد بن قاسم علو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مسجدالحرام</w:t>
      </w:r>
      <w:bookmarkEnd w:id="7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بن محمد بن احمد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روز شـشم 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حجه</w:t>
      </w:r>
      <w:r w:rsidRPr="00677CB5">
        <w:rPr>
          <w:rtl/>
          <w:lang w:bidi="fa-IR"/>
        </w:rPr>
        <w:t xml:space="preserve"> در مسجد الحرام کنار مستجار (د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پشت درب کعبه )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درآن</w:t>
      </w:r>
      <w:r w:rsidRPr="00677CB5">
        <w:rPr>
          <w:rtl/>
          <w:lang w:bidi="fa-IR"/>
        </w:rPr>
        <w:t xml:space="preserve"> جا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حـدود 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نـفـر حـضور داشتند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آنها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محمد بن قاسم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اخلاص (شـ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)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مشغول طواف بود به طرف ما آمد او دو لـباس احرام (ازار و رداء) به تن و نعل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همراه داشت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جـلالـتـش بـرخـاست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ما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 مگر آن که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سلام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جوان همان جا نشست و ما دور او گرد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سمت راست و چپ خود نظر انداخت و فرمود: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ابوعبداللّه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الحاح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؟ عرض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</w:t>
      </w:r>
      <w:r w:rsidRPr="00677CB5">
        <w:rPr>
          <w:rtl/>
          <w:lang w:bidi="fa-IR"/>
        </w:rPr>
        <w:t>: عرضه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: اللهم 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اسئلک باسمک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تقوم به السماء و به تقوم الارض و به تفرق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الحق و الباطل و به تجمع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المتفرق و به تفرق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المجتمع و قد احص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عدد الرمال و زنـة الـجـبـال و کـ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البحار ان تصل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محمدوآل محمد و ان تعجل 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فرجا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برخاست و داخل طواف شد ماهم به احترام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نام مقدسش را بپرس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غافل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بـعـد در همان وقت و همان مکان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طرف ما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جهت</w:t>
      </w:r>
      <w:r w:rsidRPr="00677CB5">
        <w:rPr>
          <w:rtl/>
          <w:lang w:bidi="fa-IR"/>
        </w:rPr>
        <w:t xml:space="preserve"> احترام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او هـم مثل روز قبل نشست و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راست و چپ کرد بعد فرمود:م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بعد از نماز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؟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عـرض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کرد: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 رفعت الاصوات و لک عنت الوجوه و لک خضعت الرقاب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الاعمال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سئل و اجود من اعط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صادق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بارئ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خلف</w:t>
      </w:r>
      <w:r w:rsidRPr="00677CB5">
        <w:rPr>
          <w:rtl/>
          <w:lang w:bidi="fa-IR"/>
        </w:rPr>
        <w:t xml:space="preserve"> 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امر بالدعاء و وعـد الاجـابـة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قال ادعون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استجب لکم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قال اذا سئلک عباد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ب اج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دعوة الداع اذادع ان فل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ؤمنوا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لعلهم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رشدون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قال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اسرفوا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انفسهم لاتق نطوا من رحمة اللّه ان اللّه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غفر</w:t>
      </w:r>
      <w:r w:rsidRPr="00677CB5">
        <w:rPr>
          <w:rtl/>
          <w:lang w:bidi="fa-IR"/>
        </w:rPr>
        <w:t xml:space="preserve"> الذنوب جم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</w:t>
      </w:r>
      <w:r w:rsidRPr="00677CB5">
        <w:rPr>
          <w:rtl/>
          <w:lang w:bidi="fa-IR"/>
        </w:rPr>
        <w:t xml:space="preserve"> انه هوالغفور 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دوباره به راست و چپ خود نظر کرد و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درسجده شکر چه دعـا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خواند؟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الحاح الملح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الاکرما وجودا 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 من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کثرة الدعاء الا سعة و عطاء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لا تنفد خزائنه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له خزائن السموات و الارض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له ما دق و جل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ـمـنعک</w:t>
      </w:r>
      <w:r w:rsidRPr="00677CB5">
        <w:rPr>
          <w:rtl/>
          <w:lang w:bidi="fa-IR"/>
        </w:rPr>
        <w:t xml:space="preserve"> اسائت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احسانک ان تفعل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انت اهله فانت اهل الجود و الکرم و التجاوز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اللّه لاتفعل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انا اهله فان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العقوبة و لا حجة 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لا عذر 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عندک ابوء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بذنوب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کلها 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تـعفو 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انت اعلم بها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ابوء لک بکل ذنب و کل 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ئة</w:t>
      </w:r>
      <w:r w:rsidRPr="00677CB5">
        <w:rPr>
          <w:rtl/>
          <w:lang w:bidi="fa-IR"/>
        </w:rPr>
        <w:t xml:space="preserve"> احتملتها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ئة</w:t>
      </w:r>
      <w:r w:rsidRPr="00677CB5">
        <w:rPr>
          <w:rtl/>
          <w:lang w:bidi="fa-IR"/>
        </w:rPr>
        <w:t xml:space="preserve"> عملتها رب اغفر و ارحم و تجاوز عما تعلم انک انت الاعزالاکرم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برخاست و مشغول طواف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 به احترام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تـا</w:t>
      </w:r>
      <w:r w:rsidRPr="00677CB5">
        <w:rPr>
          <w:rtl/>
          <w:lang w:bidi="fa-IR"/>
        </w:rPr>
        <w:t xml:space="preserve"> آن که روز سوم باز در همان وقت آمد و ما هم مانند سابق به خاطر اکرام و احترام اوبرخاست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بـار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نشست و به سمت راست و چپ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نظر کرد و بعددر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حجر اسـماع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(ن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خانه کعبه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شود) اشاره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فرمود: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بـن الـحـسـ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ناودان درسجود خود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کرد: عب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</w:t>
      </w:r>
      <w:r w:rsidRPr="00677CB5">
        <w:rPr>
          <w:rtl/>
          <w:lang w:bidi="fa-IR"/>
        </w:rPr>
        <w:t xml:space="preserve"> بفنائک مـس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بفنائک سائلک بفنائک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سئلک</w:t>
      </w:r>
      <w:r w:rsidRPr="00677CB5">
        <w:rPr>
          <w:rtl/>
          <w:lang w:bidi="fa-IR"/>
        </w:rPr>
        <w:t xml:space="preserve"> ما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قدر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رک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دوباره به راست و چپ خود نـظـر کـرد و بـه مـحمد بن قاسم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 و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محمد بن القاسم انت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 شـاءاللّه (تـو بـر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بر اعتقاد پاک اثن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عشر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را فرمود و مثل گذشته مشغول طواف شد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حاضر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نماند, مگر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حفظ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را شناخت ؟ محمد بن قاسم گفت :واللّه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امام و صاحب زمان شما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از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 : من هفت سال است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از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که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به من نشان دهد تا آن که شام عرفه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ناگاه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او رفتم و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شما از کدام قوم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از مردم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از کدام مردم ؟ عرب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عرب ؟ فرمود: از عرب و اشراف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اشراف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انند؟</w:t>
      </w:r>
      <w:r w:rsidRPr="00677CB5">
        <w:rPr>
          <w:rtl/>
          <w:lang w:bidi="fa-IR"/>
        </w:rPr>
        <w:t xml:space="preserve"> فرمود: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از کدام هاشم ؟ فرمود: اعلاها ذروة و اسناها (مردم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همه نظر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رتبه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lastRenderedPageBreak/>
        <w:t>) گـفـتم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چه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هستند؟ فرمود: من فلق الهام و اطعم الطعام و 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والناس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(کـسـ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جنگها, سر دشمنان خدا را شکافت و در راه او, گرسنگان راس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کرد و شبها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مردم خواب بودند, مشغول عبادت بود.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بعد هم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ندانستم به کجا رفت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مردم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اطراف من بودند,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گـفتند: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هر سال با ما اعمال حج را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سبحان اللّه به خدا ق</w:t>
      </w:r>
      <w:r w:rsidR="00703CE7">
        <w:rPr>
          <w:rFonts w:hint="cs"/>
          <w:rtl/>
          <w:lang w:bidi="fa-IR"/>
        </w:rPr>
        <w:t>س</w:t>
      </w:r>
      <w:r w:rsidRPr="00677CB5">
        <w:rPr>
          <w:rtl/>
          <w:lang w:bidi="fa-IR"/>
        </w:rPr>
        <w:t>م دراو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اعمال حج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مزدلفه رفتم در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مغموم ومحزون بودم و بـا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به خواب رفتم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سرور انب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رسول اکرم </w:t>
      </w:r>
      <w:r w:rsidR="00703CE7" w:rsidRPr="00703CE7">
        <w:rPr>
          <w:rStyle w:val="libAlaemChar"/>
          <w:rFonts w:eastAsiaTheme="minorHAnsi"/>
          <w:rtl/>
        </w:rPr>
        <w:t>صلى‌الله‌عليه‌وآله‌وسلم</w:t>
      </w:r>
      <w:r w:rsidR="00703CE7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فرمودند: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محمد آن که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کدام خواسته ام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؟ فرمودند: آن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در وقت عشاء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امام زمان تو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آن محمد بن قاسم گفت :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را فراموش کرده بودم والان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آمد</w:t>
      </w:r>
    </w:p>
    <w:p w:rsidR="00677CB5" w:rsidRPr="00677CB5" w:rsidRDefault="00703CE7" w:rsidP="002C0FA9">
      <w:pPr>
        <w:pStyle w:val="Heading2"/>
        <w:rPr>
          <w:rtl/>
        </w:rPr>
      </w:pPr>
      <w:r>
        <w:rPr>
          <w:rtl/>
        </w:rPr>
        <w:br w:type="page"/>
      </w:r>
      <w:bookmarkStart w:id="77" w:name="_Toc493414678"/>
      <w:r w:rsidR="00677CB5" w:rsidRPr="00677CB5">
        <w:rPr>
          <w:rtl/>
        </w:rPr>
        <w:lastRenderedPageBreak/>
        <w:t>27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بغداد</w:t>
      </w:r>
      <w:r w:rsidR="00677CB5" w:rsidRPr="00677CB5">
        <w:rPr>
          <w:rFonts w:hint="cs"/>
          <w:rtl/>
        </w:rPr>
        <w:t>ی</w:t>
      </w:r>
      <w:bookmarkEnd w:id="7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بغداد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هـشتاد تومان سهم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ذمه ام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نجف اشرف رفتم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آن را به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مـرتـض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مقامه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به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مجتهد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به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شروق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هم به ذمه ام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 و قصد داشتم در مراجعت , آنها را به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</w:t>
      </w:r>
      <w:r w:rsidRPr="00677CB5">
        <w:rPr>
          <w:rFonts w:hint="eastAsia"/>
          <w:rtl/>
          <w:lang w:bidi="fa-IR"/>
        </w:rPr>
        <w:t>مدحسن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پرداخت کنم 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بـغـداد بـرگـشـتم , دوست داشتم درادا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به ذمه ام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عجله کنم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پنج شنبه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خدمت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سلمه اللّه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تومان را دادم و وعده کردم که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بعد از فروش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اجناس به تدر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, طبق حواله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پرداخت کنم و عصر آن روز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مراجعت گرفتم . </w:t>
      </w: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از من خواست که بمانم </w:t>
      </w: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بـا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مزد کارگرها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کارگاه شعرباف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را بدهم (کارگاه بافندگ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 که سابقا مـرسـوم بود و مصارف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) چون برنامه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مزد هفته را شب جمعه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, لذا از کـاظـم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طرف بغداد برگشتم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ثلث راه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طـرف بغداد رو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شدم ,سلام کرد و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مصافحه و مـعـانـقـه بـاز نـمـود و فرمود: اهلا و سهلا ومرا در بغل گرفت . </w:t>
      </w:r>
      <w:r w:rsidRPr="00677CB5">
        <w:rPr>
          <w:rFonts w:hint="eastAsia"/>
          <w:rtl/>
          <w:lang w:bidi="fa-IR"/>
        </w:rPr>
        <w:t>معانقه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هر دو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بـوسـ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عمامه سبزروشن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سر داشت و بر رخسار مبارکش خال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فرمود:حاج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است به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و به </w:t>
      </w:r>
      <w:r w:rsidRPr="00677CB5">
        <w:rPr>
          <w:rtl/>
          <w:lang w:bidi="fa-IR"/>
        </w:rPr>
        <w:lastRenderedPageBreak/>
        <w:t>بغداد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امشب شب جمعه است برگرد.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چـرا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برگرد تا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شهادت دهم که از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جدم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از دوسـتـان 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شهادت دهد,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امر فرموده که دوشاهد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. [ا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مـطـلـب اشـاره بـه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در ذهن داشتم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ازجناب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خواهش کنم نوشته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دهد مبن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من از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تم</w:t>
      </w:r>
      <w:r w:rsidRPr="00677CB5">
        <w:rPr>
          <w:rtl/>
          <w:lang w:bidi="fa-IR"/>
        </w:rPr>
        <w:t xml:space="preserve"> وآن را در کفن خود بگذارم ] گفتم : تو از کجا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چطور شهادت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فرمود: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حقش را به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رسانند, چطور آن رساننده را نشناسد؟ گفتم : چه حق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فرمود: آن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من رساند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شما است ؟ فرمود: بله ,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من است . </w:t>
      </w: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بغداد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به ذهنم خطور کرد از کجا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مرا به اسم خواند, با آن که من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بعد با خود گفتم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شناسد و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فراموش کرده ام . </w:t>
      </w: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با خود گفتم لابد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سهم سادات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خواهد, اما</w:t>
      </w:r>
      <w:r w:rsidR="00703CE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من دوست دارم از سهم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بـدهـم لـذا گـفـتم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نزد من از حق شما (سهم سادات )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بود درباره آن به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رجوع کردم , به خاطر آن که حقتان را به اذن او ادا کرده </w:t>
      </w:r>
      <w:r w:rsidRPr="00677CB5">
        <w:rPr>
          <w:rFonts w:hint="eastAsia"/>
          <w:rtl/>
          <w:lang w:bidi="fa-IR"/>
        </w:rPr>
        <w:t>باشم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در چـهـره من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بخش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حق ما را به وکلا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درنجف اشرف رساند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آنچه ادا کردم , قبول شده است ؟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خـاطـرم گـذشـت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منظورش آن است که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اعلام در گرفتن حقوق سادات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لند</w:t>
      </w:r>
      <w:r w:rsidRPr="00677CB5">
        <w:rPr>
          <w:rtl/>
          <w:lang w:bidi="fa-IR"/>
        </w:rPr>
        <w:t xml:space="preserve"> و مرا غفلت گرفته بود. </w:t>
      </w:r>
      <w:r w:rsidRPr="00677CB5">
        <w:rPr>
          <w:rFonts w:hint="eastAsia"/>
          <w:rtl/>
          <w:lang w:bidi="fa-IR"/>
        </w:rPr>
        <w:t>آنـگـاه</w:t>
      </w:r>
      <w:r w:rsidRPr="00677CB5">
        <w:rPr>
          <w:rtl/>
          <w:lang w:bidi="fa-IR"/>
        </w:rPr>
        <w:t xml:space="preserve"> فرمود: برگرد و جدم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برگشتم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 راست اودر دست چپ من بود.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</w:t>
      </w:r>
      <w:r w:rsidRPr="00677CB5">
        <w:rPr>
          <w:rtl/>
          <w:lang w:bidi="fa-IR"/>
        </w:rPr>
        <w:lastRenderedPageBreak/>
        <w:t>طرف راست ما نهر آب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صاف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ودرختان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</w:t>
      </w:r>
      <w:r w:rsidRPr="00677CB5">
        <w:rPr>
          <w:rtl/>
          <w:lang w:bidi="fa-IR"/>
        </w:rPr>
        <w:t xml:space="preserve"> و نارنج و انار و انگور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, با آن که فصل آنها نبود,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ما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انداخته اند. </w:t>
      </w: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نهر و درختها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هر کس از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که ما و جدمان 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با او است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بپرس 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مرحوم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عبدالرزاق 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مدرس بود.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او رفتم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طول عمر خود روزها روزه باشد و شبها را به عبادت به سر برد وچهل حج و چهل عمره بجا آورد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صفا و مروه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, اما از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دوستان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نباشد,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ندارد. </w:t>
      </w:r>
      <w:r w:rsidRPr="00677CB5">
        <w:rPr>
          <w:rFonts w:hint="eastAsia"/>
          <w:rtl/>
          <w:lang w:bidi="fa-IR"/>
        </w:rPr>
        <w:t>نظرتان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واللّه ,دست او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از حال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از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است 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و هر که متعلق به تو است ,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>, مساله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بپرس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روضه خوانها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خوانند که 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اعمش نزد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حـضـرت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ـدالـشـهداء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گفت : بدعت است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, آن شخص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هودج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آسمان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سؤال کرد در آن هودج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گفتند: فاطمه زهرا و خد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کبر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بـه کـجـا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روند؟ گفتند: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امشب که شب جمعه است ,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رونـد. </w:t>
      </w:r>
      <w:r w:rsidRPr="00677CB5">
        <w:rPr>
          <w:rFonts w:hint="eastAsia"/>
          <w:rtl/>
          <w:lang w:bidi="fa-IR"/>
        </w:rPr>
        <w:t>هـمـچـنـ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رقعه 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هودج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tl/>
          <w:lang w:bidi="fa-IR"/>
        </w:rPr>
        <w:t xml:space="preserve"> و در آنها نوشته است امان من النار لزوار الـحس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الجمعه امان من النار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وم</w:t>
      </w:r>
      <w:r w:rsidRPr="00677CB5">
        <w:rPr>
          <w:rtl/>
          <w:lang w:bidi="fa-IR"/>
        </w:rPr>
        <w:t xml:space="preserve"> الق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امة</w:t>
      </w:r>
      <w:r w:rsidRPr="00677CB5">
        <w:rPr>
          <w:rtl/>
          <w:lang w:bidi="fa-IR"/>
        </w:rPr>
        <w:t xml:space="preserve">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برگ امان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در روز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امت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جمعه ) حال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؟ فرمودند: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راست و د</w:t>
      </w:r>
      <w:r w:rsidRPr="00677CB5">
        <w:rPr>
          <w:rFonts w:hint="eastAsia"/>
          <w:rtl/>
          <w:lang w:bidi="fa-IR"/>
        </w:rPr>
        <w:t>رست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هر کس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در شب </w:t>
      </w:r>
      <w:r w:rsidRPr="00677CB5">
        <w:rPr>
          <w:rtl/>
          <w:lang w:bidi="fa-IR"/>
        </w:rPr>
        <w:lastRenderedPageBreak/>
        <w:t>جمعه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بـرگ امـان از آتـش اسـت ؟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واللّه و اشک از چشمان مبارکش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, مسالة . </w:t>
      </w:r>
    </w:p>
    <w:p w:rsidR="00677CB5" w:rsidRPr="00677CB5" w:rsidRDefault="00677CB5" w:rsidP="00703CE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بپرس . </w:t>
      </w: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کردم : سال 1269,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درود (از بخشها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خراسان )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عربها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که از باد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طرف شرق نجف اشرف هستند, ملاقات کرده و او را 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شهر حضرت رضا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چطور است ؟ گفت : بهشت است . </w:t>
      </w:r>
      <w:r w:rsidRPr="00677CB5">
        <w:rPr>
          <w:rFonts w:hint="eastAsia"/>
          <w:rtl/>
          <w:lang w:bidi="fa-IR"/>
        </w:rPr>
        <w:t>امروز</w:t>
      </w:r>
      <w:r w:rsidRPr="00677CB5">
        <w:rPr>
          <w:rtl/>
          <w:lang w:bidi="fa-IR"/>
        </w:rPr>
        <w:t xml:space="preserve"> پانزده روز است که من از مال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خود,حضرت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خـورده ام , بـنـابـرا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مگر منکر و نک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توانند درقبر نزد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گوشت</w:t>
      </w:r>
      <w:r w:rsidRPr="00677CB5">
        <w:rPr>
          <w:rtl/>
          <w:lang w:bidi="fa-IR"/>
        </w:rPr>
        <w:t xml:space="preserve"> و خون من از غـذا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حضرت ,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همانخانه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او را ازآن گردنه خلاص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کنند؟ فرمود: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واللّه , جدم ضامن است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>, مساله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بپرسم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بپرس . </w:t>
      </w:r>
    </w:p>
    <w:p w:rsidR="00677CB5" w:rsidRPr="00677CB5" w:rsidRDefault="00677CB5" w:rsidP="00E945B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من قبول است ؟ فرمودند: ان شاءاللّه قبول است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, مسالة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بپرس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بزازباش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پسر مرحوم حاج احمد,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قبول است ؟ [ا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 من در سفر مشهد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مخارج راه بود] فرمود: عبد صالح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قبول است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, مسالة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بسم اللّه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اهل بغداد و همسفر ما بود,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قبول است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ساکت شدند.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, مسالة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بسم اللّه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مرا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او قبول است ؟ باز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ندادند. </w:t>
      </w: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کرد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چند نفر از ثروتمندان بغداد بودند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به لهو لعب مشغول بودند و آن شخص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مادر خود را کشته بود. </w:t>
      </w: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بـه مـوضـع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جاده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طرف آن باغ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قسمت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جاده که به باغها متصل است و در طرف راست قرار دارد, مربوط بـه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تام</w:t>
      </w:r>
      <w:r w:rsidRPr="00677CB5">
        <w:rPr>
          <w:rtl/>
          <w:lang w:bidi="fa-IR"/>
        </w:rPr>
        <w:t xml:space="preserve"> و سادات بود که حکومت به زور آن راگرفته و در جاده داخل کرده بود, لذا اهل تـقـو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ورع کـه سـاکـن بـغـداد و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بودندهم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از راه رفتن در آن قطعه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کناره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گرفتند,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در آن قطعه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محل مال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تام</w:t>
      </w:r>
      <w:r w:rsidRPr="00677CB5">
        <w:rPr>
          <w:rtl/>
          <w:lang w:bidi="fa-IR"/>
        </w:rPr>
        <w:t xml:space="preserve"> سادات است وتصرف در آن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موضع مال جدم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او و اولاد ما است , لذا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دوستان ما تصرف در آن حلال است . </w:t>
      </w:r>
      <w:r w:rsidRPr="00677CB5">
        <w:rPr>
          <w:rFonts w:hint="eastAsia"/>
          <w:rtl/>
          <w:lang w:bidi="fa-IR"/>
        </w:rPr>
        <w:t>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 قطعه در طرف راست باغ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مال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 و از ثـروتـمندان معروف عجم و در بغداد ساکن بود گفتم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 راست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بـاغ حـاج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مال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؟ فرمود: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جواب خوددار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به 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رود دجله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مزارع و باغها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حدود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اند,رس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نـهـر از جـاده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گـذرد و از آن جا جاده دو راه به سمت شهر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سلطان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سادات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جناب به راه سادات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نمود.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(راه سلطان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نه , از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خودمان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چند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نرفته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خود را در صحن مقدس نزد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کوچه و بازار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نشد.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 باب المراد که سمت مشرق وطرف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 است داخل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رواق مطهر معطل نشد و اذن دخول نخواند و وارد شد و کنار در حرم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فرمود: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:من سواد ندارم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بخوانم ؟ </w:t>
      </w:r>
      <w:r w:rsidRPr="00677CB5">
        <w:rPr>
          <w:rtl/>
          <w:lang w:bidi="fa-IR"/>
        </w:rPr>
        <w:lastRenderedPageBreak/>
        <w:t>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 xml:space="preserve">: ءادخل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اللّه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رسول اللّه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سلام بر هـمـه ائمـه نـمـود تـا بـه حـضرت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فرمود:السلام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 محمد الحسن العسکر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به من رو کرد و فرمود: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امام زمان خود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چرا نشناسم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 xml:space="preserve">: بـر امـام زمـانت سلام کن . </w:t>
      </w:r>
      <w:r w:rsidRPr="00677CB5">
        <w:rPr>
          <w:rFonts w:hint="eastAsia"/>
          <w:rtl/>
          <w:lang w:bidi="fa-IR"/>
        </w:rPr>
        <w:t>عرضه</w:t>
      </w:r>
      <w:r w:rsidRPr="00677CB5">
        <w:rPr>
          <w:rtl/>
          <w:lang w:bidi="fa-IR"/>
        </w:rPr>
        <w:t xml:space="preserve"> داشتم : 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حجة اللّه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 الحسن . </w:t>
      </w:r>
      <w:r w:rsidRPr="00677CB5">
        <w:rPr>
          <w:rFonts w:hint="eastAsia"/>
          <w:rtl/>
          <w:lang w:bidi="fa-IR"/>
        </w:rPr>
        <w:t>تبسم</w:t>
      </w:r>
      <w:r w:rsidRPr="00677CB5">
        <w:rPr>
          <w:rtl/>
          <w:lang w:bidi="fa-IR"/>
        </w:rPr>
        <w:t xml:space="preserve"> نمود و فرمود: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السلام ورحمة اللّه و برکاته . </w:t>
      </w: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حرم مطهر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را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بعد به من فرمود:ز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 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گفتم : من سواد ندارم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بخوانم 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کدام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هر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افضل است مرا به آن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فرمود: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اللّه افضل است و بعد به خواندن مشغول شد و فرمود:السلام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کما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ارضه و حجت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عباده تا آخر.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وقت چراغها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را روشن کردند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شمعها روشن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مطهر به نور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مـانـنـد نور آفتاب روشن و منور است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شمعها مثل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 که روز در آفتاب روشن کنند و مرا چنان غفلت گرفته بود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متوجه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تمام شد از سمت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 به پشت سر آمدند و در طرف شرق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ستادندو</w:t>
      </w:r>
      <w:r w:rsidRPr="00677CB5">
        <w:rPr>
          <w:rtl/>
          <w:lang w:bidi="fa-IR"/>
        </w:rPr>
        <w:t xml:space="preserve"> فرمودند: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جـدم 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شب جمعه است . 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وارث را خواندند و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مؤذنها از اذان مغرب فارغ شدند.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به من فرمودند: به جماعت ملحق شو و نماز بخوان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مسجد پشت سرحرم مطهر, کـه جـمـاعت در آن جا منعقد بود,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 و خود 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طرف راست امام جماعت و به 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ستادند</w:t>
      </w:r>
      <w:r w:rsidRPr="00677CB5">
        <w:rPr>
          <w:rtl/>
          <w:lang w:bidi="fa-IR"/>
        </w:rPr>
        <w:t xml:space="preserve"> من وارد </w:t>
      </w:r>
      <w:r w:rsidRPr="00677CB5">
        <w:rPr>
          <w:rtl/>
          <w:lang w:bidi="fa-IR"/>
        </w:rPr>
        <w:lastRenderedPageBreak/>
        <w:t>صف اول شدم و 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داکردم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نماز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در حرم جستجو کردم ,اما باز او را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قـصـد</w:t>
      </w:r>
      <w:r w:rsidRPr="00677CB5">
        <w:rPr>
          <w:rtl/>
          <w:lang w:bidi="fa-IR"/>
        </w:rPr>
        <w:t xml:space="preserve"> داشتم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ملاقات نموده , چند قران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بدهم و شب نزد خود نگه دارم که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ـهـمان</w:t>
      </w:r>
      <w:r w:rsidRPr="00677CB5">
        <w:rPr>
          <w:rtl/>
          <w:lang w:bidi="fa-IR"/>
        </w:rPr>
        <w:t xml:space="preserve"> من باشد.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به خاطرم آمد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بود؟ و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معجزات گذشته را متوجه شدم , از جمله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من دستور او را در مراجعت به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اطاعت کردم با آن که در بغداد کار مهم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مرا به اسم صدا زد, با آن که او را تا به حال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:موال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فـرمود: من شهادت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نهر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ودرختان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وه</w:t>
      </w:r>
      <w:r w:rsidRPr="00677CB5">
        <w:rPr>
          <w:rtl/>
          <w:lang w:bidi="fa-IR"/>
        </w:rPr>
        <w:t xml:space="preserve"> دار در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فـصل خود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E945B9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[که تماما گذشت ]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مسائل باعث شد 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است . </w:t>
      </w:r>
      <w:r w:rsidRPr="00677CB5">
        <w:rPr>
          <w:rFonts w:hint="eastAsia"/>
          <w:rtl/>
          <w:lang w:bidi="fa-IR"/>
        </w:rPr>
        <w:t>مخصوصا</w:t>
      </w:r>
      <w:r w:rsidRPr="00677CB5">
        <w:rPr>
          <w:rtl/>
          <w:lang w:bidi="fa-IR"/>
        </w:rPr>
        <w:t xml:space="preserve"> در قسمت اذن دخول 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امام زمان خود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گفتم :م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, فرمودند: سلام کن , چون سلام کردم , تبسم کردند و جواب دادند. </w:t>
      </w:r>
      <w:r w:rsidRPr="00677CB5">
        <w:rPr>
          <w:rFonts w:hint="eastAsia"/>
          <w:rtl/>
          <w:lang w:bidi="fa-IR"/>
        </w:rPr>
        <w:t>لذا</w:t>
      </w:r>
      <w:r w:rsidRPr="00677CB5">
        <w:rPr>
          <w:rtl/>
          <w:lang w:bidi="fa-IR"/>
        </w:rPr>
        <w:t xml:space="preserve"> نزد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و از حال آن حضرت سؤال کردم . </w:t>
      </w:r>
      <w:r w:rsidRPr="00677CB5">
        <w:rPr>
          <w:rFonts w:hint="eastAsia"/>
          <w:rtl/>
          <w:lang w:bidi="fa-IR"/>
        </w:rPr>
        <w:t>کفشدار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بعد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تو بود.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اتـفاق به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دار خود آمدم و شب را در آن جا به سر بردم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که شد, نزد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رفتم و هر آنچه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,نقل کردم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دست خود را بر دهان گذاشت و مرا از اظهار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قصه و افشا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 نه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فرمود: خداوند تو را موفق کند.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من آن را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اظهار ننمودم تا آن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ماه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گذشت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حرم مطهر,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نزد من آمد 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</w:t>
      </w:r>
      <w:r w:rsidRPr="00677CB5">
        <w:rPr>
          <w:rtl/>
          <w:lang w:bidi="fa-IR"/>
        </w:rPr>
        <w:lastRenderedPageBreak/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سؤالش را تکرار کرد.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من به شدت انکارنمودم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ناگهان از نظرم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</w:t>
      </w:r>
    </w:p>
    <w:p w:rsidR="00677CB5" w:rsidRPr="00677CB5" w:rsidRDefault="00E945B9" w:rsidP="002C0FA9">
      <w:pPr>
        <w:pStyle w:val="Heading2"/>
        <w:rPr>
          <w:rtl/>
        </w:rPr>
      </w:pPr>
      <w:r>
        <w:rPr>
          <w:rtl/>
        </w:rPr>
        <w:br w:type="page"/>
      </w:r>
      <w:bookmarkStart w:id="78" w:name="_Toc493414679"/>
      <w:r w:rsidR="00677CB5" w:rsidRPr="00677CB5">
        <w:rPr>
          <w:rtl/>
        </w:rPr>
        <w:lastRenderedPageBreak/>
        <w:t>28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ملا محمد جعفر تهران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قض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ه</w:t>
      </w:r>
      <w:r w:rsidR="00677CB5" w:rsidRPr="00677CB5">
        <w:rPr>
          <w:rtl/>
        </w:rPr>
        <w:t xml:space="preserve"> ببر وحش</w:t>
      </w:r>
      <w:r w:rsidR="00677CB5" w:rsidRPr="00677CB5">
        <w:rPr>
          <w:rFonts w:hint="cs"/>
          <w:rtl/>
        </w:rPr>
        <w:t>ی</w:t>
      </w:r>
      <w:bookmarkEnd w:id="7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عامل , حاج ملا محمد جعفر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نقل نمودند: در زمان طفول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که هنوز به سن بلوغ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به همراه پدر بزرگوارم درمدرسه دار الشفاء کـه از مدارس معروف تهران است مشغول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7B07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="00E945B9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مرحوم ابو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 آتـش از خـارج مـدرسه به بازار فرستاد. </w:t>
      </w:r>
      <w:r w:rsidR="007B0744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</w:t>
      </w:r>
      <w:r w:rsidR="007B0744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در مدرسه خارج شدم ,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مشاهده کـردم کـه 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ـره</w:t>
      </w:r>
      <w:r w:rsidRPr="00677CB5">
        <w:rPr>
          <w:rtl/>
          <w:lang w:bidi="fa-IR"/>
        </w:rPr>
        <w:t xml:space="preserve"> وار در آن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نشسته بودند. </w:t>
      </w:r>
      <w:r w:rsidRPr="00677CB5">
        <w:rPr>
          <w:rFonts w:hint="eastAsia"/>
          <w:rtl/>
          <w:lang w:bidi="fa-IR"/>
        </w:rPr>
        <w:t>معلوم</w:t>
      </w:r>
      <w:r w:rsidRPr="00677CB5">
        <w:rPr>
          <w:rtl/>
          <w:lang w:bidi="fa-IR"/>
        </w:rPr>
        <w:t xml:space="preserve"> شد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غل و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کـرده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آن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آورده است و آن شلوغ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تماشا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ببر است , اما از شدت مهابت آن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,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جرات نگاه کردن به او را ندارد و اگر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قصد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شدن به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کـرد,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که اگر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دست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ردارها</w:t>
      </w:r>
      <w:r w:rsidRPr="00677CB5">
        <w:rPr>
          <w:rtl/>
          <w:lang w:bidi="fa-IR"/>
        </w:rPr>
        <w:t xml:space="preserve"> نبود, فورا او رابه عالم بـرزخ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لذا او را در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نگه داشته و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اطراف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بودند.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احـت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اطها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چنان غرش داشت که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ازوحشت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, سـوار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که مردم ازمشاهده جلالت او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فراموش کردند. </w:t>
      </w: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هم از مشاهده سوار,ساکن و ساکت شد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آمد و به طرف ببر رفت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ببررس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دست ملاطفت بر سر و رو و پشت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زبان بسته در کمال خشوع سر به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شخص گذاشت و مانند بچه گربه خود را به آن شخص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مـرد</w:t>
      </w:r>
      <w:r w:rsidRPr="00677CB5">
        <w:rPr>
          <w:rtl/>
          <w:lang w:bidi="fa-IR"/>
        </w:rPr>
        <w:t xml:space="preserve"> بـه آرام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آهسته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مکالمه و سؤال و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آرام فرمود: خدا شما را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کند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چه کرده که او را گرفته و حبس وزنج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حـاضـر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هـمگ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مبهوت شده باشند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قدرت بر حرکت داشت و نه </w:t>
      </w:r>
      <w:r w:rsidRPr="00677CB5">
        <w:rPr>
          <w:rtl/>
          <w:lang w:bidi="fa-IR"/>
        </w:rPr>
        <w:lastRenderedPageBreak/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بزند. </w:t>
      </w:r>
      <w:r w:rsidRPr="00677CB5">
        <w:rPr>
          <w:rFonts w:hint="eastAsia"/>
          <w:rtl/>
          <w:lang w:bidi="fa-IR"/>
        </w:rPr>
        <w:t>خود</w:t>
      </w:r>
      <w:r w:rsidRPr="00677CB5">
        <w:rPr>
          <w:rtl/>
          <w:lang w:bidi="fa-IR"/>
        </w:rPr>
        <w:t xml:space="preserve"> ب</w:t>
      </w:r>
      <w:r w:rsidR="007B0744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برداران هم که سر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در دست داشتند, مبهوت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بودند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شخص به طرف مرکب خود برگشت و سوار شد و رفت . </w:t>
      </w:r>
      <w:r w:rsidRPr="00677CB5">
        <w:rPr>
          <w:rFonts w:hint="eastAsia"/>
          <w:rtl/>
          <w:lang w:bidi="fa-IR"/>
        </w:rPr>
        <w:t>مـردم</w:t>
      </w:r>
      <w:r w:rsidRPr="00677CB5">
        <w:rPr>
          <w:rtl/>
          <w:lang w:bidi="fa-IR"/>
        </w:rPr>
        <w:t xml:space="preserve"> کـه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از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شده بودند با رفتن او به خود آمدند همهمه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جمع بلند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سوار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بود؟ از کجا آمد و به کجا رفت ؟ از</w:t>
      </w:r>
      <w:r w:rsidR="00346B22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="00346B22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داران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گـفـتند: ما هم مثل شما او را 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ط</w:t>
      </w:r>
      <w:r w:rsidRPr="00677CB5">
        <w:rPr>
          <w:rFonts w:hint="eastAsia"/>
          <w:rtl/>
          <w:lang w:bidi="fa-IR"/>
        </w:rPr>
        <w:t>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وجود ماتصرف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حواس ما کار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از نوع بشر نبود,والا مثل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جرات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شدن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نداشت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هم با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رفتار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ملا محمد جعفر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جا, مردم را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گذاشتم وآتش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بازار به دست آورده و به مدرسه آمدم . </w:t>
      </w:r>
      <w:r w:rsidRPr="00677CB5">
        <w:rPr>
          <w:rFonts w:hint="eastAsia"/>
          <w:rtl/>
          <w:lang w:bidi="fa-IR"/>
        </w:rPr>
        <w:t>پدرم</w:t>
      </w:r>
      <w:r w:rsidRPr="00677CB5">
        <w:rPr>
          <w:rtl/>
          <w:lang w:bidi="fa-IR"/>
        </w:rPr>
        <w:t xml:space="preserve"> علت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هم واقعه را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عرض کردم و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آن سوار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شـخـص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وصـف و حالت و رفتار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آل اطهار وحجت پروردگار,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هـمـان</w:t>
      </w:r>
      <w:r w:rsidRPr="00677CB5">
        <w:rPr>
          <w:rtl/>
          <w:lang w:bidi="fa-IR"/>
        </w:rPr>
        <w:t xml:space="preserve"> وقت برخاستند و به خارج مدرسه آمدند و از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وقوع آن حادثه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کردند, آرزو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کاش من هم حاضر بودم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آن شخص قطعا همان بزرگوار بوده و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آن شک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دانمود</w:t>
      </w:r>
    </w:p>
    <w:p w:rsidR="00677CB5" w:rsidRPr="00677CB5" w:rsidRDefault="00346B22" w:rsidP="002C0FA9">
      <w:pPr>
        <w:pStyle w:val="Heading2"/>
        <w:rPr>
          <w:rtl/>
        </w:rPr>
      </w:pPr>
      <w:r>
        <w:rPr>
          <w:rtl/>
        </w:rPr>
        <w:br w:type="page"/>
      </w:r>
      <w:bookmarkStart w:id="79" w:name="_Toc493414680"/>
      <w:r w:rsidR="00677CB5" w:rsidRPr="00677CB5">
        <w:rPr>
          <w:rtl/>
        </w:rPr>
        <w:lastRenderedPageBreak/>
        <w:t>29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مرد روستا</w:t>
      </w:r>
      <w:r w:rsidR="00677CB5" w:rsidRPr="00677CB5">
        <w:rPr>
          <w:rFonts w:hint="cs"/>
          <w:rtl/>
        </w:rPr>
        <w:t>یی</w:t>
      </w:r>
      <w:r w:rsidR="00677CB5" w:rsidRPr="00677CB5">
        <w:rPr>
          <w:rtl/>
        </w:rPr>
        <w:t xml:space="preserve"> و فتوا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مف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bookmarkEnd w:id="79"/>
      <w:r w:rsidR="00677CB5" w:rsidRPr="00677CB5">
        <w:rPr>
          <w:rtl/>
        </w:rPr>
        <w:t xml:space="preserve">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زمان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سؤال کرد:زن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حامله فوت کـرده و حـمـلـش زنده است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شکم زن را شکافت و طفل راب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همان حالت او را دفن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فرمود: با همان حمل زن را دفن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مـرد بـرگـشـت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پشت سر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تازد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گـفـت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مـرد,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فرمود: شکم آن زن را شکافته و طفل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بعد او را دفن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مرد</w:t>
      </w:r>
      <w:r w:rsidRPr="00677CB5">
        <w:rPr>
          <w:rtl/>
          <w:lang w:bidi="fa-IR"/>
        </w:rPr>
        <w:t xml:space="preserve">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کرد. </w:t>
      </w: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ماجرا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سوار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نقل کردند.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من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رانفرستاده بودم . </w:t>
      </w:r>
      <w:r w:rsidRPr="00677CB5">
        <w:rPr>
          <w:rFonts w:hint="eastAsia"/>
          <w:rtl/>
          <w:lang w:bidi="fa-IR"/>
        </w:rPr>
        <w:t>مـعلوم</w:t>
      </w:r>
      <w:r w:rsidRPr="00677CB5">
        <w:rPr>
          <w:rtl/>
          <w:lang w:bidi="fa-IR"/>
        </w:rPr>
        <w:t xml:space="preserve"> است که آن شخص 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اند. </w:t>
      </w: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که ما در احکام 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اشتباه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همان بهتر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فتوا نده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لذادر خانه خود را بست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از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,توق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صادر شد که بر شما است فتوا دادن و بر ما است که نگذار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شمادر خطا واقع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صدور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مسند فتوا نشست </w:t>
      </w:r>
    </w:p>
    <w:p w:rsidR="00677CB5" w:rsidRPr="00677CB5" w:rsidRDefault="00346B22" w:rsidP="002C0FA9">
      <w:pPr>
        <w:pStyle w:val="Heading2"/>
        <w:rPr>
          <w:rtl/>
        </w:rPr>
      </w:pPr>
      <w:r>
        <w:rPr>
          <w:rtl/>
        </w:rPr>
        <w:br w:type="page"/>
      </w:r>
      <w:bookmarkStart w:id="80" w:name="_Toc493414681"/>
      <w:r w:rsidR="00677CB5" w:rsidRPr="00677CB5">
        <w:rPr>
          <w:rtl/>
        </w:rPr>
        <w:lastRenderedPageBreak/>
        <w:t>30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رزا</w:t>
      </w:r>
      <w:r w:rsidR="00677CB5" w:rsidRPr="00677CB5">
        <w:rPr>
          <w:rtl/>
        </w:rPr>
        <w:t xml:space="preserve"> محمد استرآباد</w:t>
      </w:r>
      <w:r w:rsidR="00677CB5" w:rsidRPr="00677CB5">
        <w:rPr>
          <w:rFonts w:hint="cs"/>
          <w:rtl/>
        </w:rPr>
        <w:t>ی</w:t>
      </w:r>
      <w:bookmarkEnd w:id="80"/>
      <w:r w:rsidR="00677CB5" w:rsidRPr="00677CB5">
        <w:rPr>
          <w:rtl/>
        </w:rPr>
        <w:t xml:space="preserve">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فاضل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استرآباد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شـب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طواف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بودم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جوان خوشرو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مشغول طواف است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شاخه گل سرخ به من داد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موقع , موسم گل نبود.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گل را گرفته و بو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بعد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گل از کجا است ؟ فرمود: از خرابات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آورده اند و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2C0FA9">
      <w:pPr>
        <w:pStyle w:val="Heading2"/>
        <w:rPr>
          <w:rtl/>
        </w:rPr>
      </w:pPr>
      <w:bookmarkStart w:id="81" w:name="_Toc493414682"/>
      <w:r w:rsidRPr="00677CB5">
        <w:rPr>
          <w:rtl/>
        </w:rPr>
        <w:t>31</w:t>
      </w:r>
      <w:r w:rsidR="00346B22">
        <w:rPr>
          <w:rFonts w:hint="cs"/>
          <w:rtl/>
        </w:rPr>
        <w:t xml:space="preserve"> </w:t>
      </w:r>
      <w:r w:rsidRPr="00677CB5">
        <w:rPr>
          <w:rtl/>
        </w:rPr>
        <w:t>- تشرف ام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ن</w:t>
      </w:r>
      <w:r w:rsidRPr="00677CB5">
        <w:rPr>
          <w:rtl/>
        </w:rPr>
        <w:t xml:space="preserve"> الواعظ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ن</w:t>
      </w:r>
      <w:bookmarkEnd w:id="81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حسن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الواعظ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فرمود: حـدود سـال 1343,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مشرف شدم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مقدس ومسجد کوفه و سـهله در تردد بودم و مقصد 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 مهمتر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حاجات من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مکانها تشرف به خدمت حضرت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عادت من , چه در گذشته و چه حال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بـود کـه روزهـا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جمعه بعد از غسل و اداءنماز ظهر و عصر تا بعد از نماز مغرب و عشاء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 مستحبات , در حرم مطهر</w:t>
      </w:r>
      <w:r w:rsidR="00346B22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ماندم و بعد از نماز مغرب و عشاء از حرم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جـمـعـه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حرم مطهر جواد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مشرف شدم و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سرحضرت جواد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نـشـسـتـه و مشغول قرائت قرآن شدم تا وقت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سمات , که ساعت آخر روز جمعه است , بشود. </w:t>
      </w:r>
      <w:r w:rsidRPr="00677CB5">
        <w:rPr>
          <w:rFonts w:hint="eastAsia"/>
          <w:rtl/>
          <w:lang w:bidi="fa-IR"/>
        </w:rPr>
        <w:t>ازدحـام</w:t>
      </w:r>
      <w:r w:rsidRPr="00677CB5">
        <w:rPr>
          <w:rtl/>
          <w:lang w:bidi="fa-IR"/>
        </w:rPr>
        <w:t xml:space="preserve"> جـمـعـ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و جا تنگ شد و ربع ساعت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به مغرب نمانده بود با عجله مشغول به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سمات شدم 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در کـنار خود مرد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را, که عمامه </w:t>
      </w:r>
      <w:r w:rsidRPr="00677CB5">
        <w:rPr>
          <w:rtl/>
          <w:lang w:bidi="fa-IR"/>
        </w:rPr>
        <w:lastRenderedPageBreak/>
        <w:t>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محاسن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لباس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مـتوسط و قامت و محاسن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 و بر گونه راستشان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نزد من نشسته و به دعا خواندنم گوش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غلطها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تذکر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 از جمله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من خواندم : و اذا دعـ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العسر 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چرا فعل رامؤنث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حال آن که فاعل مؤنث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قاعده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طورخوانده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شد:و اذا 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العسر 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به خاطر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مجانست با ماقبل و مابعد که مؤنث اند, چون افعال در آنهامؤنث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غلط است . </w:t>
      </w:r>
    </w:p>
    <w:p w:rsidR="00677CB5" w:rsidRPr="00677CB5" w:rsidRDefault="00677CB5" w:rsidP="00346B2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 مقصود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راد</w:t>
      </w:r>
      <w:r w:rsidRPr="00677CB5">
        <w:rPr>
          <w:rtl/>
          <w:lang w:bidi="fa-IR"/>
        </w:rPr>
        <w:t xml:space="preserve"> گرفتن به تو نبود, خواستم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بـدان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چون تو از اهل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دقت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تشکر نمودم و آن جناب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برخاستند و رفتند. </w:t>
      </w:r>
      <w:r w:rsidRPr="00677CB5">
        <w:rPr>
          <w:rFonts w:hint="eastAsia"/>
          <w:rtl/>
          <w:lang w:bidi="fa-IR"/>
        </w:rPr>
        <w:t>هـمان</w:t>
      </w:r>
      <w:r w:rsidRPr="00677CB5">
        <w:rPr>
          <w:rtl/>
          <w:lang w:bidi="fa-IR"/>
        </w:rPr>
        <w:t xml:space="preserve"> وقت به قلبم خطور کرد که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اوصاف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چگونه درجا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تـنگ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نشست , چون جا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کم بود که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موقع نشستن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من هم تنگ شـده بـود چـه رسـد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کنارم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لذا دعا رارها کردم و به دنبال او رفتم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تفحص کنم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تلاش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جستجو نمودم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بعد هم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دعا را با تاسف واشکها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ناله خواندم و هر وقت آن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آه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تا آن که به وطن برگشتم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فراموش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حدود سه سال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حرم مطهر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مشرفم و حضرت جواد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نشسته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حضرت گندمگون بودند و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مسائل مشکل را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, کـه آنـها را الان فراموش 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جمله عرا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من دائما در مشاهد مشرفه از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تـعـالـ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شـما و اجدادتان خواسته ام که مرا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تا کنون مستجاب نشده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 آن حضرت را در سفر اولت به مشاهد مشرفه , دو مرتبه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در راه سـامـرا و مـرتـبـه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</w:t>
      </w:r>
      <w:r w:rsidRPr="00677CB5">
        <w:rPr>
          <w:rtl/>
          <w:lang w:bidi="fa-IR"/>
        </w:rPr>
        <w:t xml:space="preserve"> در حرم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نشسته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سمات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تو نشسته بود و اشکال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تووارد کرد,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فقره : و اذا 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العسر 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سرت</w:t>
      </w:r>
      <w:r w:rsidRPr="00677CB5">
        <w:rPr>
          <w:rtl/>
          <w:lang w:bidi="fa-IR"/>
        </w:rPr>
        <w:t xml:space="preserve"> به تو فرمود: چرافعل را مؤنث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حال آن که فاعل آن مؤنث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آن شخص امام زمانت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من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</w:t>
      </w:r>
    </w:p>
    <w:p w:rsidR="00677CB5" w:rsidRPr="00677CB5" w:rsidRDefault="00346B22" w:rsidP="002C0FA9">
      <w:pPr>
        <w:pStyle w:val="Heading2"/>
        <w:rPr>
          <w:rtl/>
        </w:rPr>
      </w:pPr>
      <w:r>
        <w:rPr>
          <w:rtl/>
        </w:rPr>
        <w:br w:type="page"/>
      </w:r>
      <w:bookmarkStart w:id="82" w:name="_Toc493414683"/>
      <w:r w:rsidR="00677CB5" w:rsidRPr="00677CB5">
        <w:rPr>
          <w:rtl/>
        </w:rPr>
        <w:lastRenderedPageBreak/>
        <w:t>32- تشرف مرد کاشان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مفلوج</w:t>
      </w:r>
      <w:bookmarkEnd w:id="82"/>
      <w:r w:rsidR="00677CB5" w:rsidRPr="00677CB5">
        <w:rPr>
          <w:rtl/>
        </w:rPr>
        <w:t xml:space="preserve">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کتاب بحارالانوار آمده است که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نجف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کرده اند: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کاشان به نجف اشرف آمد و عازم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نجف به مرض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مـبـتلا و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خشک شد و قدرت بر راه رفتن نداشت 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اورا در نجف نزد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صلحاء گـذاشـتـند.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صالح حجره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صحن مقدس داشت و هر روز در را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 و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تـمـاشا و جمع آور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به صحرام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 کاشان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شخص گفت : دلم تنگ شده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 خسته شده ام امروز مرا با خود ببر و در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tl/>
          <w:lang w:bidi="fa-IR"/>
        </w:rPr>
        <w:t xml:space="preserve"> و بعد هر جا که 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برو.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او را با خود به خارج شهر نجف برد.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جا 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به آن مقام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گفتند. </w:t>
      </w:r>
      <w:r w:rsidRPr="00677CB5">
        <w:rPr>
          <w:rFonts w:hint="eastAsia"/>
          <w:rtl/>
          <w:lang w:bidi="fa-IR"/>
        </w:rPr>
        <w:t>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کاشان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مرا در آن جا نشاند و لباس خود را در حوض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شست و بررو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همان جا بود, انداخت و به طرف صحرا رفت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آن مکان تنهاماندم و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بالاخره کار من به کجا منته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جـوان خـوشـرو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گـنـدمگون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داخل صحن مقام شد.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سلام کرد وبه حجره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مقام بود, رفت و نزد محراب آن چند رکعت نماز با خضوع وخشوع بجا آورد که من هرگز نماز به آن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نماز فارغ شد,پ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من آمد و احوال مرا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به بلا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مبتلا شده ام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من از آن تنگ شده است نه خدا مرا از آن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که سالم گردم نه مرا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برد, تارها شوم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مـرد بـه مـن فرمود: ناراحت نباش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دو را به تو عطا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ازآن مکان رفت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لباس دوستم که آن را شسته بود,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درخت افتاد.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جا برخاستم و آن را دوباره شسته و بر درخت انداختم بعد از آن باخود فکر کردم و گفتم : من که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از جا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چطور شد که بلند شدم و راه رفتم ؟ و باز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دقت کردم 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گونه درد و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خود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آن بزرگوار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 و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برکت و اعجاز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مرا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صـحن آن مقام خارج شدم و به صحرا نظر کردم ,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ناراحت شدم که چرا من آن حضرت را نشناختم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 حجره آمد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سلامت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گشت و جـر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را از مـن پـرسـ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تمام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او خبردادم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حسرت خورد که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ملاقات آن حضرت از دستش رفته است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اوبه حجره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اهـل</w:t>
      </w:r>
      <w:r w:rsidRPr="00677CB5">
        <w:rPr>
          <w:rtl/>
          <w:lang w:bidi="fa-IR"/>
        </w:rPr>
        <w:t xml:space="preserve"> نـجـف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مرد کاشان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سالم بود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دوستان و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حج برگشتند.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روز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فوت کرد و در صحن مقدس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دفن شد و درسـتـ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دو مـطلب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اوخبر داده بودند, ظاهر شد,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مرض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رفتن بود</w:t>
      </w:r>
    </w:p>
    <w:p w:rsidR="00677CB5" w:rsidRPr="00677CB5" w:rsidRDefault="003D21A8" w:rsidP="002C0FA9">
      <w:pPr>
        <w:pStyle w:val="Heading2"/>
        <w:rPr>
          <w:rtl/>
        </w:rPr>
      </w:pPr>
      <w:r>
        <w:rPr>
          <w:rtl/>
        </w:rPr>
        <w:br w:type="page"/>
      </w:r>
      <w:bookmarkStart w:id="83" w:name="_Toc493414684"/>
      <w:r w:rsidR="00677CB5" w:rsidRPr="00677CB5">
        <w:rPr>
          <w:rtl/>
        </w:rPr>
        <w:lastRenderedPageBreak/>
        <w:t>33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ملا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محمد کتابفروش در واد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السلام</w:t>
      </w:r>
      <w:bookmarkEnd w:id="8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ملا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کتابفروش , که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تقدس او بر اهل نجف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,فرمود: در زمانها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گذشته به مرض تب لازم مبتلا شدم که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طول انجام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آخر,کار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قوا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شد و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من ,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دالفقهاء</w:t>
      </w:r>
      <w:r w:rsidRPr="00677CB5">
        <w:rPr>
          <w:rtl/>
          <w:lang w:bidi="fa-IR"/>
        </w:rPr>
        <w:t xml:space="preserve"> والمجتهد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- گرچه شغل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طبابت نبود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مرحوم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مـعـالـجـه نـم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- از من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خاطرتسل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خاطر من ,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</w:t>
      </w:r>
      <w:r w:rsidRPr="00677CB5">
        <w:rPr>
          <w:rFonts w:hint="eastAsia"/>
          <w:rtl/>
          <w:lang w:bidi="fa-IR"/>
        </w:rPr>
        <w:t>اروها</w:t>
      </w:r>
      <w:r w:rsidRPr="00677CB5">
        <w:rPr>
          <w:rtl/>
          <w:lang w:bidi="fa-IR"/>
        </w:rPr>
        <w:t xml:space="preserve"> را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دست من راحت شود.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اتـفـاقـا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نزد من آمد و گفت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به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قدرت بر حرکت ندارم , چطور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به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اصـرار کـرد, تـا آن کـه مرا به همراه خود به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برد.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لباس عربهامقابلم ظـاهـر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که با مهابت و جلالت رو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دراز نمود و فرمود: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بـا ادب تـمـام دست او را گرفتم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قدر پشت ناخن نان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به من داد و ازنظرم غـا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رفتم , نان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دهان خود گذاشتم و آن راخوردم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ذره نان به درون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دل مرده ام زنده شد خفگ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دلتنگ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رفت و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هم حزن و اندوه از من 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 و نشاط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روحم وارد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شـک نـکـردم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نمودم که آن شخص قبله مقصود و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معبود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ارواحـنـافـداه بود.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مسرور</w:t>
      </w:r>
      <w:r w:rsidRPr="00677CB5">
        <w:rPr>
          <w:rtl/>
          <w:lang w:bidi="fa-IR"/>
        </w:rPr>
        <w:t xml:space="preserve"> و شادمان به منزل خود برگشتم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 و شبش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درخود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مرض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به عادت سابق نزد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جناب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رفتم و دست خود را به اودادم تا نبضم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دستم را گرفت و نبضم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فرمود: چه کار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عـرض کردم :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نکرده ام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راست بگو و از من پنهان نکن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اصرارکرد,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عرض کردم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نفس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آل محمد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تو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جانم</w:t>
      </w:r>
      <w:r w:rsidRPr="00677CB5">
        <w:rPr>
          <w:rtl/>
          <w:lang w:bidi="fa-IR"/>
        </w:rPr>
        <w:t xml:space="preserve"> را راحت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به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الحمدللّه مرض از تن تو رفته و خوب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ملا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کتابفروش (صاحب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</w:t>
      </w:r>
      <w:r w:rsidRPr="00677CB5">
        <w:rPr>
          <w:rtl/>
          <w:lang w:bidi="fa-IR"/>
        </w:rPr>
        <w:t xml:space="preserve"> آن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در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مگر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حرم مطهرام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کـه چـشـمـم بـه جـمال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روشن شد,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تابانه به نزدحضرتش رفتم که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محضرش شوم , اما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</w:p>
    <w:p w:rsidR="003D21A8" w:rsidRDefault="003D21A8" w:rsidP="00677CB5">
      <w:pPr>
        <w:pStyle w:val="libNormal"/>
        <w:rPr>
          <w:rtl/>
          <w:lang w:bidi="fa-IR"/>
        </w:rPr>
      </w:pPr>
    </w:p>
    <w:p w:rsidR="00677CB5" w:rsidRPr="00677CB5" w:rsidRDefault="00677CB5" w:rsidP="002C0FA9">
      <w:pPr>
        <w:pStyle w:val="Heading2"/>
        <w:rPr>
          <w:rtl/>
        </w:rPr>
      </w:pPr>
      <w:bookmarkStart w:id="84" w:name="_Toc493414685"/>
      <w:r w:rsidRPr="00677CB5">
        <w:rPr>
          <w:rtl/>
        </w:rPr>
        <w:t>34</w:t>
      </w:r>
      <w:r w:rsidR="003D21A8">
        <w:rPr>
          <w:rFonts w:hint="cs"/>
          <w:rtl/>
        </w:rPr>
        <w:t xml:space="preserve"> </w:t>
      </w:r>
      <w:r w:rsidRPr="00677CB5">
        <w:rPr>
          <w:rtl/>
        </w:rPr>
        <w:t>- تشرف حاج 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د</w:t>
      </w:r>
      <w:r w:rsidRPr="00677CB5">
        <w:rPr>
          <w:rtl/>
        </w:rPr>
        <w:t xml:space="preserve"> احمد اصفهان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خوشنو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س</w:t>
      </w:r>
      <w:bookmarkEnd w:id="84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احـمـد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معروف به خوشنو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, که از مهاجر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شهر سامرا در زمان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و بـه هـمراه عالم عامل حاج ملا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سلطان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حج مشرف شده بود, فرمود: در آن سفر چون وارد مکه معظمه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چند شتر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به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شخص شتردار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که</w:t>
      </w:r>
      <w:r w:rsidRPr="00677CB5">
        <w:rPr>
          <w:rtl/>
          <w:lang w:bidi="fa-IR"/>
        </w:rPr>
        <w:t xml:space="preserve"> نامش صالح بود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مناسبت به او صالح جمال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گفتند, اجاره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شـتـرها را از خارج شهر آوردند,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مفقود شده بود.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حجاج را سوارکرد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رفتند و گفت : بگذار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حجاج بروند, 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شتر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فرستم که شما رابدون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معطل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ببرد.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تنها ماندم و در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tl/>
          <w:lang w:bidi="fa-IR"/>
        </w:rPr>
        <w:lastRenderedPageBreak/>
        <w:t xml:space="preserve">منزل کرده بودم , جز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که او را به خاطرحفاظت در آن جا گـذاشـتـه بودند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نماند, لذا من تنها و محزون و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بدون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چاره و علاج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باشم , ماندم ضمنا من در خانه مطوف خود (راهنما)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ابوالفضل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طبقه چـهـارم مـنـزل سـکونت داشتم . </w:t>
      </w: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 xml:space="preserve"> در خانه منتظر شتربان بودم که الان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فرستد و به حـجـاج ملحق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آفتاب غروب کرد و شب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وقت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خواستم کـه بـه خـانـه صالح جمال رفته و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 و 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. </w:t>
      </w:r>
      <w:r w:rsidRPr="00677CB5">
        <w:rPr>
          <w:rFonts w:hint="eastAsia"/>
          <w:rtl/>
          <w:lang w:bidi="fa-IR"/>
        </w:rPr>
        <w:t>قبول</w:t>
      </w:r>
      <w:r w:rsidRPr="00677CB5">
        <w:rPr>
          <w:rtl/>
          <w:lang w:bidi="fa-IR"/>
        </w:rPr>
        <w:t xml:space="preserve"> نکرد و گفت : اگر هزار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هم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را رها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جواب حال زار و رسوا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آخرت مرا گرفت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حج من 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به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رفتم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خاک به سجده افتادم و التجاء و استغاثه به حضرت صاحب الامر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شکل شـتـردارهـا بـود و در خـانـه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ـستاده</w:t>
      </w:r>
      <w:r w:rsidRPr="00677CB5">
        <w:rPr>
          <w:rtl/>
          <w:lang w:bidi="fa-IR"/>
        </w:rPr>
        <w:t xml:space="preserve"> و با او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گفت :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(س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اطلاع بده و بگو که صالح جمال مرا فرستاده است که او را به حجاج برسانم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tl/>
          <w:lang w:bidi="fa-IR"/>
        </w:rPr>
        <w:t xml:space="preserve"> به طبقه چهارم آمد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مرا برداشت و در خانه برد.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پشت سر او رفتم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مرا به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کرد و زمام شتر را به دست من داد و فرمود: اصلا نترس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شتر تو را به حـجـاج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رسـاند و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</w:t>
      </w:r>
      <w:r w:rsidR="003D21A8">
        <w:rPr>
          <w:rFonts w:hint="cs"/>
          <w:rtl/>
          <w:lang w:bidi="fa-IR"/>
        </w:rPr>
        <w:t xml:space="preserve">ه </w:t>
      </w:r>
      <w:r w:rsidRPr="00677CB5">
        <w:rPr>
          <w:rFonts w:hint="eastAsia"/>
          <w:rtl/>
          <w:lang w:bidi="fa-IR"/>
        </w:rPr>
        <w:t>راه</w:t>
      </w:r>
      <w:r w:rsidRPr="00677CB5">
        <w:rPr>
          <w:rtl/>
          <w:lang w:bidi="fa-IR"/>
        </w:rPr>
        <w:t xml:space="preserve"> افتادم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نگذشته بود که حجاج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صالح</w:t>
      </w:r>
      <w:r w:rsidRPr="00677CB5">
        <w:rPr>
          <w:rtl/>
          <w:lang w:bidi="fa-IR"/>
        </w:rPr>
        <w:t xml:space="preserve"> جمال را حاضر کردم و موضوع را از او سؤال کردم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مـن نـتـوانـسـتم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شتر بفرستم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شتر هم از شترها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مثل آن در شترها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بلکه از شترها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lastRenderedPageBreak/>
        <w:t>خلاصه</w:t>
      </w:r>
      <w:r w:rsidRPr="00677CB5">
        <w:rPr>
          <w:rtl/>
          <w:lang w:bidi="fa-IR"/>
        </w:rPr>
        <w:t xml:space="preserve"> مشاجره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حجاج و مطوف و شـتردار افتاد و مطوف حکم کرد که جمال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حبس و از اوجر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گرفته شود.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جناب حاج مـلا مـحـمـد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سلطان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دستور دادند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مشاجرات را ترک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نزاع خاتمه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ابد</w:t>
      </w:r>
      <w:r w:rsidRPr="00677CB5">
        <w:rPr>
          <w:rtl/>
          <w:lang w:bidi="fa-IR"/>
        </w:rPr>
        <w:t xml:space="preserve">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هم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مکه مراجعت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اعمال حج فارغ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حجاج خواستند به اوطان خود مراجعت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مطوف به دلالها دستور داد تمام شتربانان را جمع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آنهارا به حضور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بودند,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اورند</w:t>
      </w:r>
      <w:r w:rsidRPr="00677CB5">
        <w:rPr>
          <w:rtl/>
          <w:lang w:bidi="fa-IR"/>
        </w:rPr>
        <w:t xml:space="preserve">, و از آنها سؤال شود که کدام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شتر اطلاع دا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 و کدام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آنـهـا بـوده کـه به منزل من (صاحب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)آمده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ندادند و اطلاع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نداشتند.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آن شتر رابه شصت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به من تقد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نمودند</w:t>
      </w:r>
    </w:p>
    <w:p w:rsidR="00677CB5" w:rsidRPr="00677CB5" w:rsidRDefault="003D21A8" w:rsidP="002C0FA9">
      <w:pPr>
        <w:pStyle w:val="Heading2"/>
        <w:rPr>
          <w:rtl/>
        </w:rPr>
      </w:pPr>
      <w:r>
        <w:rPr>
          <w:rtl/>
        </w:rPr>
        <w:br w:type="page"/>
      </w:r>
      <w:bookmarkStart w:id="85" w:name="_Toc493414686"/>
      <w:r w:rsidR="00677CB5" w:rsidRPr="00677CB5">
        <w:rPr>
          <w:rtl/>
        </w:rPr>
        <w:lastRenderedPageBreak/>
        <w:t>35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د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گر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احمد خوشنو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س</w:t>
      </w:r>
      <w:bookmarkEnd w:id="85"/>
      <w:r w:rsidR="00677CB5" w:rsidRPr="00677CB5">
        <w:rPr>
          <w:rtl/>
        </w:rPr>
        <w:t xml:space="preserve"> </w:t>
      </w:r>
    </w:p>
    <w:p w:rsidR="00677CB5" w:rsidRPr="00677CB5" w:rsidRDefault="00677CB5" w:rsidP="003D21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نوشت : مـن بـه مسجدسهله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جمعه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حجره نشسته بودم که ناگاه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دمعمم</w:t>
      </w:r>
      <w:r w:rsidRPr="00677CB5">
        <w:rPr>
          <w:rtl/>
          <w:lang w:bidi="fa-IR"/>
        </w:rPr>
        <w:t xml:space="preserve"> و موقر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فاخر و عبا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قرمز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به آنچه درگوشه حجره بود,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انـداخت در آن جا تعداد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 و ظرف و فرش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فرمود:ا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ات تام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هـر روز صـبـح بـه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ابت</w:t>
      </w:r>
      <w:r w:rsidRPr="00677CB5">
        <w:rPr>
          <w:rtl/>
          <w:lang w:bidi="fa-IR"/>
        </w:rPr>
        <w:t xml:space="preserve"> از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عاشورا بخوان و من ماه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که اصلامحتاج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داد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مبلغ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ماه تو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 به طرف در مسجد براه افتاد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قدرت نداشتم اززم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زبانم</w:t>
      </w:r>
      <w:r w:rsidRPr="00677CB5">
        <w:rPr>
          <w:rtl/>
          <w:lang w:bidi="fa-IR"/>
        </w:rPr>
        <w:t xml:space="preserve"> هم بند آمده بود و هر چه خواستم صحبت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نتوانستم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زنج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آهن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من بسته شده بود که با رفتن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باز شد و قدرت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</w:t>
      </w:r>
      <w:r w:rsidRPr="00677CB5">
        <w:rPr>
          <w:rtl/>
          <w:lang w:bidi="fa-IR"/>
        </w:rPr>
        <w:t xml:space="preserve"> کـردم . </w:t>
      </w:r>
      <w:r w:rsidRPr="00677CB5">
        <w:rPr>
          <w:rFonts w:hint="eastAsia"/>
          <w:rtl/>
          <w:lang w:bidi="fa-IR"/>
        </w:rPr>
        <w:t>بـرخـاسـتـم</w:t>
      </w:r>
      <w:r w:rsidRPr="00677CB5">
        <w:rPr>
          <w:rtl/>
          <w:lang w:bidi="fa-IR"/>
        </w:rPr>
        <w:t xml:space="preserve"> و از مـسـجـد خـارج شـدم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قدر جستجوکردم ,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آقا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3D21A8" w:rsidP="002C0FA9">
      <w:pPr>
        <w:pStyle w:val="Heading2"/>
        <w:rPr>
          <w:rtl/>
        </w:rPr>
      </w:pPr>
      <w:r>
        <w:rPr>
          <w:rtl/>
        </w:rPr>
        <w:br w:type="page"/>
      </w:r>
      <w:bookmarkStart w:id="86" w:name="_Toc493414687"/>
      <w:r w:rsidR="00677CB5" w:rsidRPr="00677CB5">
        <w:rPr>
          <w:rtl/>
        </w:rPr>
        <w:lastRenderedPageBreak/>
        <w:t>36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صالح قط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ف</w:t>
      </w:r>
      <w:r w:rsidR="00677CB5" w:rsidRPr="00677CB5">
        <w:rPr>
          <w:rFonts w:hint="cs"/>
          <w:rtl/>
        </w:rPr>
        <w:t>ی</w:t>
      </w:r>
      <w:bookmarkEnd w:id="8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عامل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صالح قط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صاحب کتاب اعمال السنة - فرمود: بـعد از کشتار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روز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کشنبه</w:t>
      </w:r>
      <w:r w:rsidRPr="00677CB5">
        <w:rPr>
          <w:rtl/>
          <w:lang w:bidi="fa-IR"/>
        </w:rPr>
        <w:t xml:space="preserve"> 27 رجب سال 1325, در شهر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که از بلادقط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و مسکن مـن اسـت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واقـع</w:t>
      </w:r>
      <w:r w:rsidRPr="00677CB5">
        <w:rPr>
          <w:rtl/>
          <w:lang w:bidi="fa-IR"/>
        </w:rPr>
        <w:t xml:space="preserve"> شـد,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محاصره دشمن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من مشغول تال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بودم و اغتشاش حواس داشتم . </w:t>
      </w:r>
      <w:r w:rsidRPr="00677CB5">
        <w:rPr>
          <w:rFonts w:hint="eastAsia"/>
          <w:rtl/>
          <w:lang w:bidi="fa-IR"/>
        </w:rPr>
        <w:t>شـب</w:t>
      </w:r>
      <w:r w:rsidRPr="00677CB5">
        <w:rPr>
          <w:rtl/>
          <w:lang w:bidi="fa-IR"/>
        </w:rPr>
        <w:t xml:space="preserve"> جـمـعـه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بـعـد از اداء نماز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در مسجد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, مشغول نافله عشاء بودم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حفظ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افتتاح است و حال آن که از اهل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دعـا را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تـوانـسـت بـخواند و آنها هم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خواندند, از حفظ</w:t>
      </w:r>
      <w:r w:rsidR="00CD40C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نبودند خصوصا در آن حال مـحـاصره و دگرگون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اوضاع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, دعا را به لهجه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 کمال رقت و حال حزن , که مناسب آن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که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موجب تعجب من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خواندن فقره : اللهم انا نشکوا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فقد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متوجه اوشدم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دعا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حزن و رقت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شـخـصـ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</w:t>
      </w:r>
      <w:r w:rsidRPr="00677CB5">
        <w:rPr>
          <w:rtl/>
          <w:lang w:bidi="fa-IR"/>
        </w:rPr>
        <w:t xml:space="preserve"> مـر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ـض</w:t>
      </w:r>
      <w:r w:rsidRPr="00677CB5">
        <w:rPr>
          <w:rtl/>
          <w:lang w:bidi="fa-IR"/>
        </w:rPr>
        <w:t xml:space="preserve">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صابر در فقر و مرض و به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سـاده لـوحـ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از او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عبادت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تعجبم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شد و غبطه خوردم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عبادت دارد و من آن حال را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دعا خواندن او بودم و خودم را سرزنش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خطاب کردم و از او الـتـمـاس دعـا نمودم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از من التماس دعا کرد.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فراموش کردم . </w:t>
      </w:r>
      <w:r w:rsidRPr="00677CB5">
        <w:rPr>
          <w:rFonts w:hint="eastAsia"/>
          <w:rtl/>
          <w:lang w:bidi="fa-IR"/>
        </w:rPr>
        <w:t>پـانـزده</w:t>
      </w:r>
      <w:r w:rsidRPr="00677CB5">
        <w:rPr>
          <w:rtl/>
          <w:lang w:bidi="fa-IR"/>
        </w:rPr>
        <w:t xml:space="preserve"> روز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گذشت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جمعه در همان مسجد, همان شخص را که اسم او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بـود, بـه هـمان حالت گذشته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کثرت تعجب سؤال کردم : شما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که هر شب ماه رمضان خوانده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از حفظ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نه 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گـفـتم :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داند, لذا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فقرات آن را که از آن شخص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خواندم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خاطر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نه . </w:t>
      </w:r>
      <w:r w:rsidRPr="00677CB5">
        <w:rPr>
          <w:rFonts w:hint="eastAsia"/>
          <w:rtl/>
          <w:lang w:bidi="fa-IR"/>
        </w:rPr>
        <w:t>دانـسـتـم</w:t>
      </w:r>
      <w:r w:rsidRPr="00677CB5">
        <w:rPr>
          <w:rtl/>
          <w:lang w:bidi="fa-IR"/>
        </w:rPr>
        <w:t xml:space="preserve"> کـه خـواننده دعا در آن شب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اءاللّه</w:t>
      </w:r>
      <w:r w:rsidRPr="00677CB5">
        <w:rPr>
          <w:rtl/>
          <w:lang w:bidi="fa-IR"/>
        </w:rPr>
        <w:t xml:space="preserve"> بوده است </w:t>
      </w:r>
    </w:p>
    <w:p w:rsidR="00677CB5" w:rsidRPr="00677CB5" w:rsidRDefault="00CD40C7" w:rsidP="002C0FA9">
      <w:pPr>
        <w:pStyle w:val="Heading2"/>
        <w:rPr>
          <w:rtl/>
        </w:rPr>
      </w:pPr>
      <w:r>
        <w:rPr>
          <w:rtl/>
        </w:rPr>
        <w:br w:type="page"/>
      </w:r>
      <w:bookmarkStart w:id="87" w:name="_Toc493414688"/>
      <w:r w:rsidR="00677CB5" w:rsidRPr="00677CB5">
        <w:rPr>
          <w:rtl/>
        </w:rPr>
        <w:lastRenderedPageBreak/>
        <w:t>37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اکبر روضه خوان</w:t>
      </w:r>
      <w:bookmarkEnd w:id="8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فاضل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روضه خوان فرمود: من دو مرتبه خدمت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مـرتـبـه</w:t>
      </w:r>
      <w:r w:rsidRPr="00677CB5">
        <w:rPr>
          <w:rtl/>
          <w:lang w:bidi="fa-IR"/>
        </w:rPr>
        <w:t xml:space="preserve"> اول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کوفه در مقام حضرت صادق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خسته شده بودم و ازشدت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پـوسـت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صورت انداخته و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مسجد سمت حرم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داده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نـظـرانـداخـتم در آن دل شب چند قدم دورتر از مقام حضرت صادق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مسجد, شبح شخص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شد که نور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افکنده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عبا دارد.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نظر را بـالاتـر بردم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نورم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سرپوش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گذارده اند که 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پوشانده اسـت , لـکـن روشـن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تمام قامت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کامل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مشخص بود.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مـشاهده آن شبح , محو تماشا شدم و ابدا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ذهنم خطور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مشغول عبادتند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فقط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اند؟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منوال گذشت تا آن که حرکت کردند و از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به طرف پشت سرم رفتند, چـون بـرگـشتم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به سمت صحن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بلافاصله</w:t>
      </w:r>
      <w:r w:rsidRPr="00677CB5">
        <w:rPr>
          <w:rtl/>
          <w:lang w:bidi="fa-IR"/>
        </w:rPr>
        <w:t xml:space="preserve"> به سمت حرم جناب 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به سمت مسجد مراجعت نمودم و از شدت ناله وافسوس از درون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والده</w:t>
      </w:r>
      <w:r w:rsidRPr="00677CB5">
        <w:rPr>
          <w:rtl/>
          <w:lang w:bidi="fa-IR"/>
        </w:rPr>
        <w:t xml:space="preserve"> از حجره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به من فرمود: تو را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شود؟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مـرتـبـه</w:t>
      </w:r>
      <w:r w:rsidRPr="00677CB5">
        <w:rPr>
          <w:rtl/>
          <w:lang w:bidi="fa-IR"/>
        </w:rPr>
        <w:t xml:space="preserve"> دوم , در حـرم مطهر حضرت ثامن الحجج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طرف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بودم و انتظار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برسر دارد و 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عزت بر تن نموده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جلالت و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رشادت , از محل خود حرکت فرمود و به من خطاب کر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, از اشـتـ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مبادا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سبقت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 و آن مکان را اشغال کند, متوجه آن بزرگوار نشدم و با آن که از پهلو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گذشت و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دلباس</w:t>
      </w:r>
      <w:r w:rsidRPr="00677CB5">
        <w:rPr>
          <w:rtl/>
          <w:lang w:bidi="fa-IR"/>
        </w:rPr>
        <w:t xml:space="preserve"> آن سرور هم با مـن تماس گرفته باشد,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التفات نکردم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تشرف را 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نشمردم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خـود گـفتم خودم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برسانم بعدا به آن بزرگوار نظر کنم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قرار گرفتم , نظر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متوجه شدم و با سرعت به دنبال آن سرور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طـرف بـه آن طـرف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</w:t>
      </w:r>
      <w:r w:rsidR="00CD40C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واله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آن تنه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, اما اصلا و ابدا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شـبـاهـت بـه آن سـرورداشـتـه بـاشـد,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ـافـتـم</w:t>
      </w:r>
      <w:r w:rsidRPr="00677CB5">
        <w:rPr>
          <w:rtl/>
          <w:lang w:bidi="fa-IR"/>
        </w:rPr>
        <w:t xml:space="preserve"> و آن شب را به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سرگردان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گذراندم </w:t>
      </w:r>
    </w:p>
    <w:p w:rsidR="00677CB5" w:rsidRPr="00677CB5" w:rsidRDefault="00CD40C7" w:rsidP="002C0FA9">
      <w:pPr>
        <w:pStyle w:val="Heading2"/>
        <w:rPr>
          <w:rtl/>
        </w:rPr>
      </w:pPr>
      <w:r>
        <w:rPr>
          <w:rtl/>
        </w:rPr>
        <w:br w:type="page"/>
      </w:r>
      <w:bookmarkStart w:id="88" w:name="_Toc493414689"/>
      <w:r w:rsidR="00677CB5" w:rsidRPr="00677CB5">
        <w:rPr>
          <w:rtl/>
        </w:rPr>
        <w:lastRenderedPageBreak/>
        <w:t>38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بجستان</w:t>
      </w:r>
      <w:r w:rsidR="00677CB5" w:rsidRPr="00677CB5">
        <w:rPr>
          <w:rFonts w:hint="cs"/>
          <w:rtl/>
        </w:rPr>
        <w:t>ی</w:t>
      </w:r>
      <w:bookmarkEnd w:id="88"/>
      <w:r w:rsidR="00677CB5" w:rsidRPr="00677CB5">
        <w:rPr>
          <w:rtl/>
        </w:rPr>
        <w:t xml:space="preserve">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بـعد از تشرف مرحوم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مکه معظمه , در سال بعد, پدرم - مرحوم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مشرف شد و چون در تطه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وضو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محتاط</w:t>
      </w:r>
      <w:r w:rsidR="00CD40C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بود, در سفرها خصوصا در راه مکه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سخت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نمازها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پنجگانه را ب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وضو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صبح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منازل , بر سر برکه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و آفتابه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پر از آب کرد,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سوراخ شده و آبـش هـدر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  <w:r w:rsidRPr="00677CB5">
        <w:rPr>
          <w:rFonts w:hint="eastAsia"/>
          <w:rtl/>
          <w:lang w:bidi="fa-IR"/>
        </w:rPr>
        <w:t>اندوه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عارض شد.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دقت نظر کرد وسوراخ آفتابه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 نـشـسـت و در اندوه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فرو رفت . </w:t>
      </w: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از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برکه ,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لباس اعراب رو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کرد و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مهربان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؟ (تو را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شود)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لـفـظ (لفظ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), اسم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از اهل نجف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 . </w:t>
      </w:r>
      <w:r w:rsidRPr="00677CB5">
        <w:rPr>
          <w:rFonts w:hint="eastAsia"/>
          <w:rtl/>
          <w:lang w:bidi="fa-IR"/>
        </w:rPr>
        <w:t>جز</w:t>
      </w:r>
      <w:r w:rsidRPr="00677CB5">
        <w:rPr>
          <w:rtl/>
          <w:lang w:bidi="fa-IR"/>
        </w:rPr>
        <w:t xml:space="preserve">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بستگان بودند. </w:t>
      </w:r>
      <w:r w:rsidRPr="00677CB5">
        <w:rPr>
          <w:rFonts w:hint="eastAsia"/>
          <w:rtl/>
          <w:lang w:bidi="fa-IR"/>
        </w:rPr>
        <w:t>بـالاخـره</w:t>
      </w:r>
      <w:r w:rsidRPr="00677CB5">
        <w:rPr>
          <w:rtl/>
          <w:lang w:bidi="fa-IR"/>
        </w:rPr>
        <w:t xml:space="preserve"> بـه مجرد تکلم آن جوان , پدرم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مانوس شد, که معمولا اگر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به خاطر آن اندوه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سوراخ شدن آفتابه و نداشتن ظرف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تطه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وضو با او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ظـاهرا</w:t>
      </w:r>
      <w:r w:rsidRPr="00677CB5">
        <w:rPr>
          <w:rtl/>
          <w:lang w:bidi="fa-IR"/>
        </w:rPr>
        <w:t xml:space="preserve"> دو سه مرتبه آن جوان لطف فرموده از حال پدرم پرسش نمودند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جواب دادند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در حق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دعا فرمودند. </w:t>
      </w:r>
      <w:r w:rsidRPr="00677CB5">
        <w:rPr>
          <w:rFonts w:hint="eastAsia"/>
          <w:rtl/>
          <w:lang w:bidi="fa-IR"/>
        </w:rPr>
        <w:t>پدرم</w:t>
      </w:r>
      <w:r w:rsidRPr="00677CB5">
        <w:rPr>
          <w:rtl/>
          <w:lang w:bidi="fa-IR"/>
        </w:rPr>
        <w:t xml:space="preserve"> فرمود: من از نام و مسکن و احوال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نمودم و همان طور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مرحمت فرموده و از من سؤال کرده بودند,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نام شما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فرمودند:عبداللّه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اهل کجا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فرمودند: حرم اللّه . </w:t>
      </w: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شغل شما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فرمودند: طاعة اللّه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چند مطلب را با قاف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فرمودند, تا آن که سؤال کردند: چرا مهموم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حال نمودم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خودم و کمبود </w:t>
      </w:r>
      <w:r w:rsidRPr="00677CB5">
        <w:rPr>
          <w:rtl/>
          <w:lang w:bidi="fa-IR"/>
        </w:rPr>
        <w:lastRenderedPageBreak/>
        <w:t>آب و سوراخ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آفتابه را گفتم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آفتابه سـوراخ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خـودم به دقت نگاه کردم و سوراخ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الان آب آن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 xml:space="preserve">: نـه , دوباره ملاحظه کن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مشغول نگاه کردن شدم آن سوراخ را در آفتابه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مـتـعـجـب</w:t>
      </w:r>
      <w:r w:rsidRPr="00677CB5">
        <w:rPr>
          <w:rtl/>
          <w:lang w:bidi="fa-IR"/>
        </w:rPr>
        <w:t xml:space="preserve"> شدم و در آن حالت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, به خود آمدم که او که بود و چه شد؟ وملتفت شدم که آن بـزرگوار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اند. </w:t>
      </w:r>
      <w:r w:rsidRPr="00677CB5">
        <w:rPr>
          <w:rFonts w:hint="eastAsia"/>
          <w:rtl/>
          <w:lang w:bidi="fa-IR"/>
        </w:rPr>
        <w:t>آفتابه</w:t>
      </w:r>
      <w:r w:rsidRPr="00677CB5">
        <w:rPr>
          <w:rtl/>
          <w:lang w:bidi="fa-IR"/>
        </w:rPr>
        <w:t xml:space="preserve">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زدم و سر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زنان راه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گرفتم 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نفر از رفقا و علماء که همراه ما بودند مرا نص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حت</w:t>
      </w:r>
      <w:r w:rsidRPr="00677CB5">
        <w:rPr>
          <w:rtl/>
          <w:lang w:bidi="fa-IR"/>
        </w:rPr>
        <w:t xml:space="preserve"> کردندو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برگرداندند</w:t>
      </w:r>
    </w:p>
    <w:p w:rsidR="00677CB5" w:rsidRPr="00677CB5" w:rsidRDefault="00CD40C7" w:rsidP="002C0FA9">
      <w:pPr>
        <w:pStyle w:val="Heading2"/>
        <w:rPr>
          <w:rtl/>
        </w:rPr>
      </w:pPr>
      <w:r>
        <w:rPr>
          <w:rtl/>
        </w:rPr>
        <w:br w:type="page"/>
      </w:r>
      <w:bookmarkStart w:id="89" w:name="_Toc493414690"/>
      <w:r w:rsidR="00677CB5" w:rsidRPr="00677CB5">
        <w:rPr>
          <w:rtl/>
        </w:rPr>
        <w:lastRenderedPageBreak/>
        <w:t>39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آقا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جواد خراسان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تخت فولاد</w:t>
      </w:r>
      <w:bookmarkEnd w:id="8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مـرحـوم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جواد خراسان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مورد اعتمادتر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ائمه جماعت اصفهان بود ومقامات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فرمود: از طرف حکومت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داشتند, صالح آباد اصفهان را غصب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ملک من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بـود, لـذا افـراد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تصرف آن جا فرستادند.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هرچه درخواست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مذاکرات نت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نـداد. </w:t>
      </w:r>
      <w:r w:rsidRPr="00677CB5">
        <w:rPr>
          <w:rFonts w:hint="eastAsia"/>
          <w:rtl/>
          <w:lang w:bidi="fa-IR"/>
        </w:rPr>
        <w:t>عـر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حضور مقدس امام عصرارواحنافداه نوشتم و در رودخانه انداختم و به تخت فـولاد (قـبرستان مهم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اصفهان است که قبور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خدا در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باشد) رفتم و در خـرابـه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 تـضرع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ندبه شدم و مکرر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هل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 احمد 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فتلق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شما هست تا حضرتت را ملاقات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؟) ناگاه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سم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اسب ابلق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است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رنگ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مخلوط باشد) رو به قبله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کرد و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مـشـاهـده او قلبم راحت و به اصلاح کارها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CD40C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بعد مشکلم کاملاحل شد. </w:t>
      </w:r>
      <w:r w:rsidRPr="00677CB5">
        <w:rPr>
          <w:rFonts w:hint="eastAsia"/>
          <w:rtl/>
          <w:lang w:bidi="fa-IR"/>
        </w:rPr>
        <w:t>ضمنا</w:t>
      </w:r>
      <w:r w:rsidRPr="00677CB5">
        <w:rPr>
          <w:rtl/>
          <w:lang w:bidi="fa-IR"/>
        </w:rPr>
        <w:t xml:space="preserve"> در خواب مکررا حضرتش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بودند</w:t>
      </w:r>
    </w:p>
    <w:p w:rsidR="00677CB5" w:rsidRPr="00677CB5" w:rsidRDefault="00CD40C7" w:rsidP="002C0FA9">
      <w:pPr>
        <w:pStyle w:val="Heading2"/>
        <w:rPr>
          <w:rtl/>
        </w:rPr>
      </w:pPr>
      <w:r>
        <w:rPr>
          <w:rtl/>
        </w:rPr>
        <w:br w:type="page"/>
      </w:r>
      <w:bookmarkStart w:id="90" w:name="_Toc493414691"/>
      <w:r w:rsidR="00677CB5" w:rsidRPr="00677CB5">
        <w:rPr>
          <w:rtl/>
        </w:rPr>
        <w:lastRenderedPageBreak/>
        <w:t>40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جبل عامل</w:t>
      </w:r>
      <w:r w:rsidR="00677CB5" w:rsidRPr="00677CB5">
        <w:rPr>
          <w:rFonts w:hint="cs"/>
          <w:rtl/>
        </w:rPr>
        <w:t>ی</w:t>
      </w:r>
      <w:bookmarkEnd w:id="9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محمد, پسر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عباس از اهل جبل عامل لبنان , به خاطر آزار و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حاکمان ظالم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>, کـه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خواستند او را به سرباز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ببرند از آن جا متوار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همراهش نبود جـز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قـمـر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دهم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), و هرگز دست سؤال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دراز نکرد.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احت</w:t>
      </w:r>
      <w:r w:rsidRPr="00677CB5">
        <w:rPr>
          <w:rtl/>
          <w:lang w:bidi="fa-IR"/>
        </w:rPr>
        <w:t xml:space="preserve"> نـمـود.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احت</w:t>
      </w:r>
      <w:r w:rsidRPr="00677CB5">
        <w:rPr>
          <w:rtl/>
          <w:lang w:bidi="fa-IR"/>
        </w:rPr>
        <w:t xml:space="preserve"> ,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خواب ,عجا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در نجف اشرف مـسـکن 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صحن مقدس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فوقان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منزل خود قرار داد و درنـهـا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سـخـتـ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زنـدگـ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گذران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جز دو سه نفر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حالش مـطـلـع نـبود.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و از وقت خروج از وطن تا زمان فوت او پنج سال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قانع بود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تعز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مجالس حاضرم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کتب ادعـ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امانت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و چون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اوقات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چند دانه خرما و آب چاه صـحـن مقدس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آورد, لذا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وسعت رزق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هر دعا و ذکر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بـاره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و ظاهراکمتر ذکر و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 که از او فوت شده باشد و شب و روز هم به خواندن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دعاهاو اذکار مشغول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نوشتن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 و بنا گذاشت که چهل روز آن را بـنو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>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که هر روز قبل از طلوع آفتاب , مقارن با بازشدن دروازه کوچک شهر (که به سمت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است )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رود بعد به طرف راست مسافت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 چندان دور را بپ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احـد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</w:t>
      </w:r>
      <w:r w:rsidRPr="00677CB5">
        <w:rPr>
          <w:rtl/>
          <w:lang w:bidi="fa-IR"/>
        </w:rPr>
        <w:lastRenderedPageBreak/>
        <w:t>را نـبـ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ـنـد</w:t>
      </w:r>
      <w:r w:rsidRPr="00677CB5">
        <w:rPr>
          <w:rtl/>
          <w:lang w:bidi="fa-IR"/>
        </w:rPr>
        <w:t xml:space="preserve"> سپس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را در گل گذاشته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نواب حضرت بسپارد و در آب اندازد.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هشت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روزا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داد.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مـحمد گفت : آن روز از محل انداختن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و سر را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انداخته و خلقم بـس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تنگ بود. </w:t>
      </w:r>
      <w:r w:rsidRPr="00677CB5">
        <w:rPr>
          <w:rFonts w:hint="eastAsia"/>
          <w:rtl/>
          <w:lang w:bidi="fa-IR"/>
        </w:rPr>
        <w:t>متوجه</w:t>
      </w:r>
      <w:r w:rsidRPr="00677CB5">
        <w:rPr>
          <w:rtl/>
          <w:lang w:bidi="fa-IR"/>
        </w:rPr>
        <w:t xml:space="preserve"> شدم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پشت سر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با لباس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چف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عقال بـود و سـلام کرد.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حال افسرده جواب مختصر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و به اوتوجه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نکردم , چون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سخن گفتن با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نداشتم . </w:t>
      </w: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آمد, اما من به همان حالت اول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به لهجه اهل جبل عامل فـرمـود: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امروز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هشت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نه روز است که قبل از طلوع آفـتاب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 تا فلان مکان از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را در آب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 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امامت از حاجت تو مطلع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محمد گفت : من تع</w:t>
      </w:r>
      <w:r w:rsidRPr="00677CB5">
        <w:rPr>
          <w:rFonts w:hint="eastAsia"/>
          <w:rtl/>
          <w:lang w:bidi="fa-IR"/>
        </w:rPr>
        <w:t>جب</w:t>
      </w:r>
      <w:r w:rsidRPr="00677CB5">
        <w:rPr>
          <w:rtl/>
          <w:lang w:bidi="fa-IR"/>
        </w:rPr>
        <w:t xml:space="preserve"> کردم , چون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برنامه من مطلع نبود بخصوص آن که تعداد روزهـا را هـم بداند, چون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کنار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تازه از اهل جبل عامل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من او را نشناسم مخصوصا با چف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عقال که در جبل عامل مرسوم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لذا احتمال دادم به نعمت بزرگ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مق</w:t>
      </w:r>
      <w:r w:rsidRPr="00677CB5">
        <w:rPr>
          <w:rFonts w:hint="eastAsia"/>
          <w:rtl/>
          <w:lang w:bidi="fa-IR"/>
        </w:rPr>
        <w:t>صود</w:t>
      </w:r>
      <w:r w:rsidRPr="00677CB5">
        <w:rPr>
          <w:rtl/>
          <w:lang w:bidi="fa-IR"/>
        </w:rPr>
        <w:t xml:space="preserve"> و تشرف به حضور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, امام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چون در جبل عامل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که دست مبارک آن حضرت چنان نرم است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</w:t>
      </w:r>
      <w:r w:rsidRPr="00677CB5">
        <w:rPr>
          <w:rtl/>
          <w:lang w:bidi="fa-IR"/>
        </w:rPr>
        <w:t xml:space="preserve"> دسـت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طور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با خود گفتم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مصافحه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اگر نرم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دستشان را احـسـاس کـردم , به </w:t>
      </w:r>
      <w:r w:rsidRPr="00677CB5">
        <w:rPr>
          <w:rFonts w:hint="eastAsia"/>
          <w:rtl/>
          <w:lang w:bidi="fa-IR"/>
        </w:rPr>
        <w:t>آداب</w:t>
      </w:r>
      <w:r w:rsidRPr="00677CB5">
        <w:rPr>
          <w:rtl/>
          <w:lang w:bidi="fa-IR"/>
        </w:rPr>
        <w:t xml:space="preserve"> تشرف به حضور مبارک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عمل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حال دودست خـود را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دو دست مبارکشان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آوردند و با هم مصافحه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لـطـافـت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احساس کردم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نمودم که نعمت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رو آورده اسـت , امـا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را بـرگـرداندم و خواستم دست مبارکش را ببوسم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737D9D" w:rsidRDefault="00677CB5" w:rsidP="00737D9D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41</w:t>
      </w:r>
    </w:p>
    <w:p w:rsidR="00677CB5" w:rsidRPr="00677CB5" w:rsidRDefault="00737D9D" w:rsidP="002C0FA9">
      <w:pPr>
        <w:pStyle w:val="Heading2"/>
        <w:rPr>
          <w:rtl/>
        </w:rPr>
      </w:pPr>
      <w:r>
        <w:rPr>
          <w:rtl/>
        </w:rPr>
        <w:br w:type="page"/>
      </w:r>
      <w:bookmarkStart w:id="91" w:name="_Toc493414692"/>
      <w:r w:rsidR="00677CB5" w:rsidRPr="00677CB5">
        <w:rPr>
          <w:rtl/>
        </w:rPr>
        <w:lastRenderedPageBreak/>
        <w:t>41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تاجر اصفهان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نجف اشرف</w:t>
      </w:r>
      <w:bookmarkEnd w:id="9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صـاحـب</w:t>
      </w:r>
      <w:r w:rsidRPr="00677CB5">
        <w:rPr>
          <w:rtl/>
          <w:lang w:bidi="fa-IR"/>
        </w:rPr>
        <w:t xml:space="preserve"> روضات الجنات - مرحوم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باقر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- فرمودند: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مـن بـود کـه بـه خـاطـر تـقو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اخلاص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ادش</w:t>
      </w:r>
      <w:r w:rsidRPr="00677CB5">
        <w:rPr>
          <w:rtl/>
          <w:lang w:bidi="fa-IR"/>
        </w:rPr>
        <w:t xml:space="preserve"> رفاقت و 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بااو داشتم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من عـهـده دار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اموال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نشدم جز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تاجر محترم ,که به خاطر کمالات و تقوا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او,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ن کار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انجام دادم 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بعد از مراجعت ازسفر حج نقل کرد: مـن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مخارج سفر خود نزد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نجف اشرف , از اصفهان برات پول داشتم . </w:t>
      </w:r>
      <w:r w:rsidRPr="00677CB5">
        <w:rPr>
          <w:rFonts w:hint="eastAsia"/>
          <w:rtl/>
          <w:lang w:bidi="fa-IR"/>
        </w:rPr>
        <w:t>درموقع</w:t>
      </w:r>
      <w:r w:rsidRPr="00677CB5">
        <w:rPr>
          <w:rtl/>
          <w:lang w:bidi="fa-IR"/>
        </w:rPr>
        <w:t xml:space="preserve"> تشرف بـه نـجـف ,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وصول آن پول رفتم ,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مغرب شد, لذا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برگشتم قـافـله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بنا بود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تشرف به مکه معظمه با آن حرکت کنم ورفقا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در آن بودند, از نـجف حرکت کرده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دنبال قافله رفتم , اما دروازه نجف بسته شده بود و من هر قدر اصرار و الـتـمـاس کـردم که در را باز کنند, قبول نکردند.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ناچار</w:t>
      </w:r>
      <w:r w:rsidRPr="00677CB5">
        <w:rPr>
          <w:rtl/>
          <w:lang w:bidi="fa-IR"/>
        </w:rPr>
        <w:t xml:space="preserve"> پشت دروازه ماندم تا صبح شد و در را باز کـردند.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رفتم و تاظهر رفتم اما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قافله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تنها بروم , چون مـمـکـن بـود بـاعـث هـلاکت خود شوم , لذا دوباره رو به نجف برگشتم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قافله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کنم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دروازه نجف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شب بود و باز در را بسته بودند ناچار پشت دروازه ماندم تـا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فجر شد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کنارم ظاهر گشت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ولباس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 با لباس نمد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مرسوم آنها است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گفت : چرا شما عجمها نماز شب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تا حالا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شب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الان</w:t>
      </w:r>
      <w:r w:rsidRPr="00677CB5">
        <w:rPr>
          <w:rtl/>
          <w:lang w:bidi="fa-IR"/>
        </w:rPr>
        <w:t xml:space="preserve">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دنبالش روانه شدم 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مرا به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خدمت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آن بزرگوار به آن شخص فرمود: او را به مکه برسان و خودش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شـخـص بـا مـن قرار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ساعت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 و فرمود: آن جا حاضر شو.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وعده حاضر شدم , فرمود: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در راه رفتن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بگذار.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همان روش عمل کردم . </w:t>
      </w: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(ده قدم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) که خودرا در مکه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آثار مکه را مشاهده کردم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شخص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از من جداشود, عرض کردم : استدعا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دارم و آن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لطف خود را تمام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درمراجعت از مکه هم با شما باشم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قبول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به شرط آن که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انجام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قبول</w:t>
      </w:r>
      <w:r w:rsidRPr="00677CB5">
        <w:rPr>
          <w:rtl/>
          <w:lang w:bidi="fa-IR"/>
        </w:rPr>
        <w:t xml:space="preserve"> کردم و باز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وعده فرمود که بعد از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اعمال حج در آن جا حاضرشوم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اعمال , به آن جا حاضر شدم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همان شکل مرا به نجف مراجعت دادند.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موقع جدا شدن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تقاضا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در اصفهان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آمـدن بـه اصـفهان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نزد من آمدند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همان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تقاضا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من در فلان روز و فلان ساعت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تو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مرا دفن کن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قبر خود را در محل تخت فولاد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هـمان وقت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منزل او رفتم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است , لذا بر حسب دستورا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او را دفن کردم </w:t>
      </w:r>
    </w:p>
    <w:p w:rsidR="00677CB5" w:rsidRPr="00677CB5" w:rsidRDefault="00737D9D" w:rsidP="002C0FA9">
      <w:pPr>
        <w:pStyle w:val="Heading2"/>
        <w:rPr>
          <w:rtl/>
        </w:rPr>
      </w:pPr>
      <w:r>
        <w:rPr>
          <w:rtl/>
        </w:rPr>
        <w:br w:type="page"/>
      </w:r>
      <w:bookmarkStart w:id="92" w:name="_Toc493414693"/>
      <w:r w:rsidR="00677CB5" w:rsidRPr="00677CB5">
        <w:rPr>
          <w:rtl/>
        </w:rPr>
        <w:lastRenderedPageBreak/>
        <w:t>42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جد آخوند ملا فتحعل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سلطان آباد</w:t>
      </w:r>
      <w:r w:rsidR="00677CB5" w:rsidRPr="00677CB5">
        <w:rPr>
          <w:rFonts w:hint="cs"/>
          <w:rtl/>
        </w:rPr>
        <w:t>ی</w:t>
      </w:r>
      <w:bookmarkEnd w:id="92"/>
      <w:r w:rsidR="00677CB5" w:rsidRPr="00677CB5">
        <w:rPr>
          <w:rtl/>
        </w:rPr>
        <w:t xml:space="preserve">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آخـونـد</w:t>
      </w:r>
      <w:r w:rsidRPr="00677CB5">
        <w:rPr>
          <w:rtl/>
          <w:lang w:bidi="fa-IR"/>
        </w:rPr>
        <w:t xml:space="preserve"> مـلا فـتحعل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سلطان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از پدر مرحومش , که از صلحاء و متق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بوده است , نقل فرمود: مـرحـوم ابو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 به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مشرف شد و در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حرم مطهر دور بود, سـکن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عادت</w:t>
      </w:r>
      <w:r w:rsidRPr="00677CB5">
        <w:rPr>
          <w:rtl/>
          <w:lang w:bidi="fa-IR"/>
        </w:rPr>
        <w:t xml:space="preserve"> آن مرحوم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در حرم مطهر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 تا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همراهان آمده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به منزل ببرد. </w:t>
      </w: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همراهان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اعتماد نمودند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به دنبال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نرفتند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تا وقت بستن در حرم , آن جامشرف بود.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در صحن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سرگردان شد.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که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شکل اعراب کنارش حاضر است و او را به اسم صدا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 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دوست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به منزلت برسانم ؟ مـرحـوم پدرم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دست مرا گرفت و از صحن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 با خود گفتم ,من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هستم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و همراهم مقد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هست ,نم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 مرا به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برد؟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فکر بودم که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مرد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منزل تو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صـحن مقدس تا آن جا, چند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اصلا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منزل ما متصل به صحن بود.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هم رفقا و همراهان مرا, به اسم خود و شهرشان صدا زد.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با عجله از منزل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آمدند و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 گـشـودند,فورا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با من است , ملاحظه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نگه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ابانها</w:t>
      </w:r>
      <w:r w:rsidRPr="00677CB5">
        <w:rPr>
          <w:rtl/>
          <w:lang w:bidi="fa-IR"/>
        </w:rPr>
        <w:t xml:space="preserve"> و کوچه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متفرق شده و دنبال او گشتند, اما ابدا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</w:p>
    <w:p w:rsidR="00677CB5" w:rsidRPr="00677CB5" w:rsidRDefault="00737D9D" w:rsidP="002C0FA9">
      <w:pPr>
        <w:pStyle w:val="Heading2"/>
        <w:rPr>
          <w:rtl/>
        </w:rPr>
      </w:pPr>
      <w:r>
        <w:rPr>
          <w:rtl/>
        </w:rPr>
        <w:br w:type="page"/>
      </w:r>
      <w:bookmarkStart w:id="93" w:name="_Toc493414694"/>
      <w:r w:rsidR="00677CB5" w:rsidRPr="00677CB5">
        <w:rPr>
          <w:rtl/>
        </w:rPr>
        <w:lastRenderedPageBreak/>
        <w:t>43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تبر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</w:t>
      </w:r>
      <w:r w:rsidR="00677CB5" w:rsidRPr="00677CB5">
        <w:rPr>
          <w:rFonts w:hint="cs"/>
          <w:rtl/>
        </w:rPr>
        <w:t>ی</w:t>
      </w:r>
      <w:bookmarkEnd w:id="9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عالم فاضل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در سـال تـشرف به عتبات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کرمانشاه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منازل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نهر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قافله عقب ماندم . </w:t>
      </w:r>
    </w:p>
    <w:p w:rsidR="00677CB5" w:rsidRPr="00677CB5" w:rsidRDefault="00677CB5" w:rsidP="00737D9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از نهر عبور کنم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که قضا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حاجت کنم . </w:t>
      </w:r>
      <w:r w:rsidRPr="00677CB5">
        <w:rPr>
          <w:rFonts w:hint="eastAsia"/>
          <w:rtl/>
          <w:lang w:bidi="fa-IR"/>
        </w:rPr>
        <w:t>قاطرم</w:t>
      </w:r>
      <w:r w:rsidRPr="00677CB5">
        <w:rPr>
          <w:rtl/>
          <w:lang w:bidi="fa-IR"/>
        </w:rPr>
        <w:t xml:space="preserve"> متوجه آب شـد و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لغز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آب فرو رفت و چون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بود, خود را در نهر انداختم که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آورم , اما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که آن جاگود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قضا نهر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شتر عمق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در آب فرو رفتم و آب مرابه همراه مرکب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سرم در آب فرو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چهار ساعت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همراه آب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شکمم مملو از آب ومشرف به هلاکت شدم همان جا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متوسل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8D2F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در حال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کنار نهر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آوردند و من و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از آب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چشمم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لکن زبان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حس وحرکت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نهر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افتادم و از هوش رفتم . </w:t>
      </w:r>
      <w:r w:rsidRPr="00677CB5">
        <w:rPr>
          <w:rFonts w:hint="eastAsia"/>
          <w:rtl/>
          <w:lang w:bidi="fa-IR"/>
        </w:rPr>
        <w:t>قـدر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گـذشت و هوا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شده بود. </w:t>
      </w: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چاووش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قافله 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معلق نگاه داشتند تا آبها از درونم خارج شد وقدر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حال آمدم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مرا به مـنزل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بردند که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سه فرسخ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بود.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شب در آن جا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حال من بجا آمد.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احتمال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رفت که اهل آن محل باشد, چون تمام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کرد ناصب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متعصب که به خون زوار تشنه اند,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برکت دست مبارک آن سرور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قدوم آن بزرگوار,همان جا تا نجف اشرف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مهمان زوار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بودم و کمال خوش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فراهم بود</w:t>
      </w:r>
    </w:p>
    <w:p w:rsidR="00677CB5" w:rsidRPr="00677CB5" w:rsidRDefault="008D2F44" w:rsidP="002C0FA9">
      <w:pPr>
        <w:pStyle w:val="Heading2"/>
        <w:rPr>
          <w:rtl/>
        </w:rPr>
      </w:pPr>
      <w:r>
        <w:rPr>
          <w:rtl/>
        </w:rPr>
        <w:br w:type="page"/>
      </w:r>
      <w:bookmarkStart w:id="94" w:name="_Toc493414695"/>
      <w:r w:rsidR="00677CB5" w:rsidRPr="00677CB5">
        <w:rPr>
          <w:rtl/>
        </w:rPr>
        <w:lastRenderedPageBreak/>
        <w:t>44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عبداللّه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 سهله</w:t>
      </w:r>
      <w:bookmarkEnd w:id="94"/>
      <w:r w:rsidR="00677CB5" w:rsidRPr="00677CB5">
        <w:rPr>
          <w:rtl/>
        </w:rPr>
        <w:t xml:space="preserve">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سلمه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عبداللّه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فرمود: در سـال 1327, بـا اهـل و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</w:t>
      </w:r>
      <w:r w:rsidRPr="00677CB5">
        <w:rPr>
          <w:rtl/>
          <w:lang w:bidi="fa-IR"/>
        </w:rPr>
        <w:t xml:space="preserve"> به عتبات مشرف 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سه شنبه به مسجد کوفه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tl/>
          <w:lang w:bidi="fa-IR"/>
        </w:rPr>
        <w:t xml:space="preserve"> خواستند به نجف اشرف بروند,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گفتم : خوب است شب چهارشنبه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اعمال به مسجدسهله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روز چهارشنبه به نجف اشرف مشرف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قبول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خادم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او هم رفت و شانزده الاغ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رفقا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رفـقا</w:t>
      </w:r>
      <w:r w:rsidRPr="00677CB5">
        <w:rPr>
          <w:rtl/>
          <w:lang w:bidi="fa-IR"/>
        </w:rPr>
        <w:t xml:space="preserve"> گفتند: ما شب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حرکت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بالاخره اجرت همه مالها راداده و با سه نفر زن که همراه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سوار و به سمت مسجد سهله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الاغها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همراه ما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مـسـجـدسهله نماز مغرب و عشاء را به جماعت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مشغول دعا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باره مـتوجه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ساعت از هشت هم گذشته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ترس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عارض شد که چگونه با سه زن , بـه تـنـهـا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با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AE5E73">
        <w:rPr>
          <w:rStyle w:val="libFootnotenumChar"/>
          <w:rtl/>
        </w:rPr>
        <w:t>((107))</w:t>
      </w:r>
      <w:r w:rsidRPr="00677CB5">
        <w:rPr>
          <w:rtl/>
          <w:lang w:bidi="fa-IR"/>
        </w:rPr>
        <w:t xml:space="preserve"> عرب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کوفه برگرد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سال , همان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بنام عط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بر حکومت عراق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بود و راهزن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اضطراب , قلبا متوسل به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ودل پـر سوز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مهر عالم افروز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ناگهان چون چشم به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که در وسـط مسجد است , انداخت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آن مقام را روشن تر از طور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اللّه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به</w:t>
      </w:r>
      <w:r w:rsidRPr="00677CB5">
        <w:rPr>
          <w:rtl/>
          <w:lang w:bidi="fa-IR"/>
        </w:rPr>
        <w:t xml:space="preserve"> آن جا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مهابت و وقار و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جلال وبزرگ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محراب عبادت نشسته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رفـت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دست مبارک آن سرور راگرفت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خواستم دستشان را بر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بگذارم که حضرت دست خود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نگذاشتند.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من هم مشغول دعا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شدم ووقت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و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کم</w:t>
      </w:r>
      <w:r w:rsidRPr="00677CB5">
        <w:rPr>
          <w:rtl/>
          <w:lang w:bidi="fa-IR"/>
        </w:rPr>
        <w:t xml:space="preserve"> السلام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مـطـلـب بـرآشفته شدم که من به امام 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جواب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؟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از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داشت 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صد چراغ و قند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درآن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کرده بودند.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به مانمودند و فرمودند: با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دعابخوان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اکبر کباب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سفارش کرده ام شما را به مسجد کوفه برساند و برگردد. </w:t>
      </w:r>
      <w:r w:rsidRPr="00677CB5">
        <w:rPr>
          <w:rFonts w:hint="eastAsia"/>
          <w:rtl/>
          <w:lang w:bidi="fa-IR"/>
        </w:rPr>
        <w:t>شماآنها</w:t>
      </w:r>
      <w:r w:rsidRPr="00677CB5">
        <w:rPr>
          <w:rtl/>
          <w:lang w:bidi="fa-IR"/>
        </w:rPr>
        <w:t xml:space="preserve"> را هم شام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مانوس شدم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التماس دعا کردم و سه حاجت خواستم : اول وسـعـت رزق و رفـع تنگدست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محل دفن من , خاک کربلا باشد.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را قبول فرمودند. </w:t>
      </w:r>
      <w:r w:rsidRPr="00677CB5">
        <w:rPr>
          <w:rFonts w:hint="eastAsia"/>
          <w:rtl/>
          <w:lang w:bidi="fa-IR"/>
        </w:rPr>
        <w:t>سوم</w:t>
      </w:r>
      <w:r w:rsidRPr="00677CB5">
        <w:rPr>
          <w:rtl/>
          <w:lang w:bidi="fa-IR"/>
        </w:rPr>
        <w:t xml:space="preserve"> فرزند صالح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قسم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ادکردند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به دست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ساکت</w:t>
      </w:r>
      <w:r w:rsidRPr="00677CB5">
        <w:rPr>
          <w:rtl/>
          <w:lang w:bidi="fa-IR"/>
        </w:rPr>
        <w:t xml:space="preserve"> شدم و نگفتم که شما از خدا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چون در اول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 پدر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ودختر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 در خانه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آن دختر خواستگار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او را به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دادند, بلکه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خواستند بـه شخص ثروتمند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بدهند.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امام ثامن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دعا کردم که فقط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دختر را به من بـدهـنـد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</w:t>
      </w:r>
      <w:r w:rsidRPr="00677CB5">
        <w:rPr>
          <w:rtl/>
          <w:lang w:bidi="fa-IR"/>
        </w:rPr>
        <w:t xml:space="preserve"> از خدا اولاد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خاطرم بود, لذا مانع از تکرار درخواست و </w:t>
      </w:r>
      <w:r w:rsidRPr="00677CB5">
        <w:rPr>
          <w:rtl/>
          <w:lang w:bidi="fa-IR"/>
        </w:rPr>
        <w:lastRenderedPageBreak/>
        <w:t>اصرار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الم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 و سه حاجت خواست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وسعت رزق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به دست من به خاک سپرده شود و قبل از من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برود. </w:t>
      </w:r>
      <w:r w:rsidRPr="00677CB5">
        <w:rPr>
          <w:rFonts w:hint="eastAsia"/>
          <w:rtl/>
          <w:lang w:bidi="fa-IR"/>
        </w:rPr>
        <w:t>سوم</w:t>
      </w:r>
      <w:r w:rsidRPr="00677CB5">
        <w:rPr>
          <w:rtl/>
          <w:lang w:bidi="fa-IR"/>
        </w:rPr>
        <w:t xml:space="preserve"> آن که در مشهد مقدس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مدفون شود. </w:t>
      </w:r>
      <w:r w:rsidRPr="00677CB5">
        <w:rPr>
          <w:rFonts w:hint="eastAsia"/>
          <w:rtl/>
          <w:lang w:bidi="fa-IR"/>
        </w:rPr>
        <w:t>هـمـه</w:t>
      </w:r>
      <w:r w:rsidRPr="00677CB5">
        <w:rPr>
          <w:rtl/>
          <w:lang w:bidi="fa-IR"/>
        </w:rPr>
        <w:t xml:space="preserve"> را اجـابـت فرمودند و همان طور هم شد.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مشهد مقدس فوت کرد وخودم او را به خاک سپردم . </w:t>
      </w:r>
      <w:r w:rsidRPr="00677CB5">
        <w:rPr>
          <w:rFonts w:hint="eastAsia"/>
          <w:rtl/>
          <w:lang w:bidi="fa-IR"/>
        </w:rPr>
        <w:t>زن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همراه ما بود,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 و عرض حاجت کرد و سه مطلب خواست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فرمودند: جدم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شفا عطا خواهدفرمود. </w:t>
      </w:r>
      <w:r w:rsidRPr="00677CB5">
        <w:rPr>
          <w:rFonts w:hint="eastAsia"/>
          <w:rtl/>
          <w:lang w:bidi="fa-IR"/>
        </w:rPr>
        <w:t>دوم</w:t>
      </w:r>
      <w:r w:rsidRPr="00677CB5">
        <w:rPr>
          <w:rtl/>
          <w:lang w:bidi="fa-IR"/>
        </w:rPr>
        <w:t xml:space="preserve"> : ثروت و اعتبار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فرزند. </w:t>
      </w:r>
      <w:r w:rsidRPr="00677CB5">
        <w:rPr>
          <w:rFonts w:hint="eastAsia"/>
          <w:rtl/>
          <w:lang w:bidi="fa-IR"/>
        </w:rPr>
        <w:t>سوم</w:t>
      </w:r>
      <w:r w:rsidRPr="00677CB5">
        <w:rPr>
          <w:rtl/>
          <w:lang w:bidi="fa-IR"/>
        </w:rPr>
        <w:t xml:space="preserve"> : طول عمر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 . </w:t>
      </w:r>
      <w:r w:rsidRPr="00677CB5">
        <w:rPr>
          <w:rFonts w:hint="eastAsia"/>
          <w:rtl/>
          <w:lang w:bidi="fa-IR"/>
        </w:rPr>
        <w:t>هـمه</w:t>
      </w:r>
      <w:r w:rsidRPr="00677CB5">
        <w:rPr>
          <w:rtl/>
          <w:lang w:bidi="fa-IR"/>
        </w:rPr>
        <w:t xml:space="preserve"> را اجابت و قبول فرمودند و همان طور هم شد,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و خودش هم نود و پنج سال عمر کرد.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(م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عبداللّه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چند سال است که آن زن فوت کرده ؟ گفت :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پنج سال . </w:t>
      </w:r>
      <w:r w:rsidRPr="00677CB5">
        <w:rPr>
          <w:rFonts w:hint="eastAsia"/>
          <w:rtl/>
          <w:lang w:bidi="fa-IR"/>
        </w:rPr>
        <w:t>معلوم</w:t>
      </w:r>
      <w:r w:rsidRPr="00677CB5">
        <w:rPr>
          <w:rtl/>
          <w:lang w:bidi="fa-IR"/>
        </w:rPr>
        <w:t xml:space="preserve"> شد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سال بعد از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مانده و عمرکرده است و فـعـلا پـسرش از تجار ثروتمند است و اسم آن تاجر را هم برد,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رنام</w:t>
      </w:r>
      <w:r w:rsidRPr="00677CB5">
        <w:rPr>
          <w:rtl/>
          <w:lang w:bidi="fa-IR"/>
        </w:rPr>
        <w:t xml:space="preserve"> او را در خاطرم ضبط نکرده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 : بعد از دعا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پا نهاد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,همسرم به من گفت : دانست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که بود و او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نه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شـدت تعجب رو برگرداندم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فانوس که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است از آن انوار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انداره صد چـراغ بود,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ظلمت عالم را فرا گرفته بود و 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دانستم</w:t>
      </w:r>
      <w:r w:rsidRPr="00677CB5">
        <w:rPr>
          <w:rtl/>
          <w:lang w:bidi="fa-IR"/>
        </w:rPr>
        <w:t xml:space="preserve"> آن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از اثر چهره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سرور بوده است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کنار مسجد آمدم ,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آمد و گفت : هر وقت آماده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ما شما را </w:t>
      </w:r>
      <w:r w:rsidRPr="00677CB5">
        <w:rPr>
          <w:rtl/>
          <w:lang w:bidi="fa-IR"/>
        </w:rPr>
        <w:lastRenderedPageBreak/>
        <w:t>به مسجد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تو که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من اکبر بهار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وحشت کردم و دلم تنگ شد, چون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اکبر 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؟ گـفـت : من در همدان در محله کباب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سکونت دارم و از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بهار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ازنواح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همدان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و حضرت مستطاب , عالم سالک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محمدبهار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آن جا است 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شناختم و با او مانوس شدم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گـفت : نشناختم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القدر است و به من امر فرمود که شما را به مسجد کوفه برسانم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مهابت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نتوانستم 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بزنم و فورا قبول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آن سرور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 و علا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آن را گفتم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جوان به وجد آمد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مراجعت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خود و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که چهار نفربودند,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در رکـاب ما ب</w:t>
      </w:r>
      <w:r w:rsidR="00AE5E73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راه افتادند و با آن که حدود دوازده الاغ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همه را هم داده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سوار نشدند و پروانه وار در رکاب ما ازشوق امر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کوفه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دستور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غذا را حاضر و به همه آنها شام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AE5E73" w:rsidP="002C0FA9">
      <w:pPr>
        <w:pStyle w:val="Heading2"/>
        <w:rPr>
          <w:rtl/>
        </w:rPr>
      </w:pPr>
      <w:r>
        <w:rPr>
          <w:rtl/>
        </w:rPr>
        <w:br w:type="page"/>
      </w:r>
      <w:bookmarkStart w:id="95" w:name="_Toc493414696"/>
      <w:r w:rsidR="00677CB5" w:rsidRPr="00677CB5">
        <w:rPr>
          <w:rtl/>
        </w:rPr>
        <w:lastRenderedPageBreak/>
        <w:t>45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حجاج شوشتر</w:t>
      </w:r>
      <w:r w:rsidR="00677CB5" w:rsidRPr="00677CB5">
        <w:rPr>
          <w:rFonts w:hint="cs"/>
          <w:rtl/>
        </w:rPr>
        <w:t>ی</w:t>
      </w:r>
      <w:bookmarkEnd w:id="95"/>
      <w:r w:rsidR="00677CB5" w:rsidRPr="00677CB5">
        <w:rPr>
          <w:rtl/>
        </w:rPr>
        <w:t xml:space="preserve">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و عامل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حجاج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حج مشرف شدم , وبا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وع</w:t>
      </w:r>
      <w:r w:rsidR="00AE5E73">
        <w:rPr>
          <w:rtl/>
          <w:lang w:bidi="fa-IR"/>
        </w:rPr>
        <w:t xml:space="preserve"> داشت</w:t>
      </w:r>
      <w:r w:rsidR="00AE5E73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که را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مارستان</w:t>
      </w:r>
      <w:r w:rsidRPr="00677CB5">
        <w:rPr>
          <w:rtl/>
          <w:lang w:bidi="fa-IR"/>
        </w:rPr>
        <w:t xml:space="preserve"> دولت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بردند, جز مردن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و به سرعت از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راحت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من مبتلا شدم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هـم نـداشـتـم , مرا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مارستان</w:t>
      </w:r>
      <w:r w:rsidRPr="00677CB5">
        <w:rPr>
          <w:rtl/>
          <w:lang w:bidi="fa-IR"/>
        </w:rPr>
        <w:t xml:space="preserve"> بردند.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مشرف به موت افتاده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از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مـامـور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مارستان</w:t>
      </w:r>
      <w:r w:rsidRPr="00677CB5">
        <w:rPr>
          <w:rtl/>
          <w:lang w:bidi="fa-IR"/>
        </w:rPr>
        <w:t xml:space="preserve"> بر بال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لباس نظام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شد و مواظب حالات من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به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آش ماش خوب است , لذا رفت و 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که با کاسه آش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برگشت و آن را نزد من گذاشت . </w:t>
      </w:r>
      <w:r w:rsidRPr="00677CB5">
        <w:rPr>
          <w:rFonts w:hint="eastAsia"/>
          <w:rtl/>
          <w:lang w:bidi="fa-IR"/>
        </w:rPr>
        <w:t>خواستم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قاشق بخورم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گـلـو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فـرو نـم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رود. </w:t>
      </w: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درج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نمود و نارنج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مثل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 و شکست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آش فشرد.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خاطر ترش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,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آش از حلقم فرو رفت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فرمود: بر تو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خارج شو.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ماموران کنار در هستند و حتما مرا از خارج شدن منع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برو,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تو را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برخاستم و به اتفاق او از آن محل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ابدا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متعرض ما نگرد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به من احسان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وطن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تو مصافحه کرد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 و رفت 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بـود و مـن در فکر بودم تا به شوشتر مراجعت کردم . </w:t>
      </w:r>
      <w:r w:rsidRPr="00677CB5">
        <w:rPr>
          <w:rFonts w:hint="eastAsia"/>
          <w:rtl/>
          <w:lang w:bidi="fa-IR"/>
        </w:rPr>
        <w:t>شبانه</w:t>
      </w:r>
      <w:r w:rsidRPr="00677CB5">
        <w:rPr>
          <w:rtl/>
          <w:lang w:bidi="fa-IR"/>
        </w:rPr>
        <w:t xml:space="preserve"> وارد شهر شدم . </w:t>
      </w:r>
    </w:p>
    <w:p w:rsidR="00677CB5" w:rsidRPr="00677CB5" w:rsidRDefault="00677CB5" w:rsidP="00AE5E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قبل از ورود به دروازه 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مصافحه کرد.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آن شخص افتادم . </w:t>
      </w:r>
      <w:r w:rsidRPr="00677CB5">
        <w:rPr>
          <w:rFonts w:hint="eastAsia"/>
          <w:rtl/>
          <w:lang w:bidi="fa-IR"/>
        </w:rPr>
        <w:t>بعدد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مصافحه کرد و من هم منتظر سوم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نفر شدم . </w:t>
      </w:r>
    </w:p>
    <w:p w:rsidR="00677CB5" w:rsidRPr="00677CB5" w:rsidRDefault="00677CB5" w:rsidP="00F23FF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دروازه</w:t>
      </w:r>
      <w:r w:rsidRPr="00677CB5">
        <w:rPr>
          <w:rtl/>
          <w:lang w:bidi="fa-IR"/>
        </w:rPr>
        <w:t xml:space="preserve"> بان که مامور گمرک بود,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من مصافحه کرد.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متعجبانه به او نظر کردم ! آن مـرد دروازه بـان به من فرمود: چرا متعجب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 شخص بزرگوار که در مکه به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ادتو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 له الفداء بود. </w:t>
      </w:r>
    </w:p>
    <w:p w:rsidR="00677CB5" w:rsidRPr="00677CB5" w:rsidRDefault="00677CB5" w:rsidP="00F23FF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من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 که گمرکچ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مقام شامخ ! آن مرد فرمود: حال برو چند روز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تو خواهم گفت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نزد او رفتم , فرمود: اما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مرا گمرکچ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من هر ماهه حقوق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که نزد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تجار حواله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تا به حال ابدا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قبول نکرده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ثان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مامور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من در شب است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اگر خواب باشم , فبها و اگرهم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باشم , خود را به خواب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زنم و هر که هر چه را بخواهد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اوارد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متعرض او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سـؤال</w:t>
      </w:r>
      <w:r w:rsidRPr="00677CB5">
        <w:rPr>
          <w:rtl/>
          <w:lang w:bidi="fa-IR"/>
        </w:rPr>
        <w:t xml:space="preserve"> کـردم : از کـجـا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آن شـخـص بـزرگوار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فـرجـه الـشـر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</w:t>
      </w:r>
      <w:r w:rsidRPr="00677CB5">
        <w:rPr>
          <w:rtl/>
          <w:lang w:bidi="fa-IR"/>
        </w:rPr>
        <w:t xml:space="preserve"> بـوده اسـت ؟ فـرمود: ابدا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 بر تو فاش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گردد و اگر مرگ من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نشده بود,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هم بر حال من مطلع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ابوالقاسم فرمود: من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آن شخص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 مرد گمرکچ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هستند؟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معرف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نخواهم کرد, چون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نباشند</w:t>
      </w:r>
    </w:p>
    <w:p w:rsidR="00677CB5" w:rsidRPr="00677CB5" w:rsidRDefault="00F23FFA" w:rsidP="002C0FA9">
      <w:pPr>
        <w:pStyle w:val="Heading2"/>
        <w:rPr>
          <w:rtl/>
        </w:rPr>
      </w:pPr>
      <w:r>
        <w:rPr>
          <w:rtl/>
        </w:rPr>
        <w:br w:type="page"/>
      </w:r>
      <w:bookmarkStart w:id="96" w:name="_Toc493414697"/>
      <w:r w:rsidR="00677CB5" w:rsidRPr="00677CB5">
        <w:rPr>
          <w:rtl/>
        </w:rPr>
        <w:lastRenderedPageBreak/>
        <w:t>46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محمد کرکر</w:t>
      </w:r>
      <w:r w:rsidR="00677CB5" w:rsidRPr="00677CB5">
        <w:rPr>
          <w:rFonts w:hint="cs"/>
          <w:rtl/>
        </w:rPr>
        <w:t>ی</w:t>
      </w:r>
      <w:bookmarkEnd w:id="96"/>
      <w:r w:rsidR="00677CB5" w:rsidRPr="00677CB5">
        <w:rPr>
          <w:rtl/>
        </w:rPr>
        <w:t xml:space="preserve"> </w:t>
      </w:r>
    </w:p>
    <w:p w:rsidR="00677CB5" w:rsidRPr="00677CB5" w:rsidRDefault="00677CB5" w:rsidP="00FD4B9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ملا عبدالرسول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عبداللّه کرکر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نمودند: 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کرکر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چند سفر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انبان آرد بر دوش , به حج مشرف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سفرها به اصرار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دوستان به حجاج ترک و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ملحق شد و از راه جبل مشرف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مـنـازل , بنا شد سماور برنج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آتش کنند.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برخاست و آتش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سماور انداخت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آب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ختن</w:t>
      </w:r>
      <w:r w:rsidRPr="00677CB5">
        <w:rPr>
          <w:rtl/>
          <w:lang w:bidi="fa-IR"/>
        </w:rPr>
        <w:t xml:space="preserve"> فراموش کرده بود, چون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ناگهان اجزاء سماور از هم پاش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جدا شد. </w:t>
      </w:r>
      <w:r w:rsidRPr="00677CB5">
        <w:rPr>
          <w:rFonts w:hint="eastAsia"/>
          <w:rtl/>
          <w:lang w:bidi="fa-IR"/>
        </w:rPr>
        <w:t>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ترک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تقدس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به جوش آمد که سماور مردم در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ابـدا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طورشد؟ و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حزنش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گشت که از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شـده , قـطعات سماور را جمع نمود و از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گفتند: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نـداشـت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اول قـافـلـه حـجاج تا آخر قدم زد و به چند نفر از عربها که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دگر</w:t>
      </w:r>
      <w:r w:rsidRPr="00677CB5">
        <w:rPr>
          <w:rtl/>
          <w:lang w:bidi="fa-IR"/>
        </w:rPr>
        <w:t xml:space="preserve"> بودند و مس را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 : سماور را درست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گـفـتـنـد</w:t>
      </w:r>
      <w:r w:rsidRPr="00677CB5">
        <w:rPr>
          <w:rtl/>
          <w:lang w:bidi="fa-IR"/>
        </w:rPr>
        <w:t>: کار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ما ابزار لازم را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گشت 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دعمامه</w:t>
      </w:r>
      <w:r w:rsidRPr="00677CB5">
        <w:rPr>
          <w:rtl/>
          <w:lang w:bidi="fa-IR"/>
        </w:rPr>
        <w:t xml:space="preserve">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من سماور را درست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قران اجرت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برو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قران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سماور رادرست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کنم</w:t>
      </w:r>
      <w:r w:rsidRPr="00677CB5">
        <w:rPr>
          <w:rtl/>
          <w:lang w:bidi="fa-IR"/>
        </w:rPr>
        <w:t xml:space="preserve"> و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گذارم . </w:t>
      </w: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عـل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سماور را تحو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داده و به سمت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به راه افتاد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به رفقا اظهار داشت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سماور درست کند؟ بـالاخـره وفـت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بازگشت , سماور را در آن جا درست شده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و 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اعراب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آنها گفتند: ما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سماور شما هم خبر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جـناب</w:t>
      </w:r>
      <w:r w:rsidRPr="00677CB5">
        <w:rPr>
          <w:rtl/>
          <w:lang w:bidi="fa-IR"/>
        </w:rPr>
        <w:t xml:space="preserve">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حاج </w:t>
      </w:r>
      <w:r w:rsidRPr="00677CB5">
        <w:rPr>
          <w:rtl/>
          <w:lang w:bidi="fa-IR"/>
        </w:rPr>
        <w:lastRenderedPageBreak/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از عباد و زهاد عصر خود و در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لباس اهل علم , مشغول تـحـصـ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بـود. </w:t>
      </w:r>
      <w:r w:rsidRPr="00677CB5">
        <w:rPr>
          <w:rFonts w:hint="eastAsia"/>
          <w:rtl/>
          <w:lang w:bidi="fa-IR"/>
        </w:rPr>
        <w:t>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ـراهـن</w:t>
      </w:r>
      <w:r w:rsidRPr="00677CB5">
        <w:rPr>
          <w:rtl/>
          <w:lang w:bidi="fa-IR"/>
        </w:rPr>
        <w:t xml:space="preserve"> عـرب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کرباس و نعل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عمامه خرما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رنگ بر سر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غالبا</w:t>
      </w:r>
      <w:r w:rsidRPr="00677CB5">
        <w:rPr>
          <w:rtl/>
          <w:lang w:bidi="fa-IR"/>
        </w:rPr>
        <w:t xml:space="preserve"> هر شب جمعه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از نجف اشرف به کربلامشرف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روزها</w:t>
      </w:r>
      <w:r w:rsidRPr="00677CB5">
        <w:rPr>
          <w:rtl/>
          <w:lang w:bidi="fa-IR"/>
        </w:rPr>
        <w:t xml:space="preserve"> روزه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وعـده غذا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, نان جو خشک و سرکه بود.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ما, به واسطه ملا عبدالرسول , صداقت تام و رفـاقـت کامل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مرحوم درمدرسه صحن مطهر نجف اشرف مسکن داشت و در سفر آخر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حج مشرف شد به رحمت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</w:t>
      </w:r>
      <w:r w:rsidRPr="00677CB5">
        <w:rPr>
          <w:rtl/>
          <w:lang w:bidi="fa-IR"/>
        </w:rPr>
        <w:t xml:space="preserve"> </w:t>
      </w:r>
    </w:p>
    <w:p w:rsidR="00677CB5" w:rsidRPr="00677CB5" w:rsidRDefault="00FD4B93" w:rsidP="002C0FA9">
      <w:pPr>
        <w:pStyle w:val="Heading2"/>
        <w:rPr>
          <w:rtl/>
        </w:rPr>
      </w:pPr>
      <w:r>
        <w:rPr>
          <w:rtl/>
        </w:rPr>
        <w:br w:type="page"/>
      </w:r>
      <w:bookmarkStart w:id="97" w:name="_Toc493414698"/>
      <w:r w:rsidR="00677CB5" w:rsidRPr="00677CB5">
        <w:rPr>
          <w:rtl/>
        </w:rPr>
        <w:lastRenderedPageBreak/>
        <w:t>47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عنا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ت</w:t>
      </w:r>
      <w:r w:rsidR="00677CB5" w:rsidRPr="00677CB5">
        <w:rPr>
          <w:rtl/>
        </w:rPr>
        <w:t xml:space="preserve"> اللّه در مسجدالحرام</w:t>
      </w:r>
      <w:bookmarkEnd w:id="97"/>
      <w:r w:rsidR="00677CB5" w:rsidRPr="00677CB5">
        <w:rPr>
          <w:rtl/>
        </w:rPr>
        <w:t xml:space="preserve"> </w:t>
      </w:r>
    </w:p>
    <w:p w:rsidR="00677CB5" w:rsidRPr="00677CB5" w:rsidRDefault="00677CB5" w:rsidP="00EA01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متعبد, حاج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فرمود: سـال 1331, در طـر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مراجعت از حج بودم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جمعه از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دو نفر از اتق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به مسجد الحرام آمده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محل تولد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ومشغول به ختم امن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المضطر اذا دعاه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کشف</w:t>
      </w:r>
      <w:r w:rsidRPr="00677CB5">
        <w:rPr>
          <w:rtl/>
          <w:lang w:bidi="fa-IR"/>
        </w:rPr>
        <w:t xml:space="preserve"> السوء,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فرج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آن جـا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تـقد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بندگان تغ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همه ما را خواب ربود,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دو هزار مرتبه از ذکر را گفته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از مـسجد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رفته است 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ناراحت شدم و فورا رفتم وتجد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وضو نمودم و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تاسف برگشتم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نبود که عجم باشد, مگرما دو نفر و از اعراب هم دو سه نفر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مناجات بودند.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آمـدم و در مـوضـعـ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مـشـغول به تضرع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هنگام</w:t>
      </w:r>
      <w:r w:rsidRPr="00677CB5">
        <w:rPr>
          <w:rtl/>
          <w:lang w:bidi="fa-IR"/>
        </w:rPr>
        <w:t xml:space="preserve"> سحر بود ناگاه احساس کردم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به شانه من گذاشت و فرمود: وقت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حال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دعا اهتمام کن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کلمات , بدنم مرتعش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حالم دگرگون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نظر کردم ,احد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ـافـتم</w:t>
      </w:r>
      <w:r w:rsidRPr="00677CB5">
        <w:rPr>
          <w:rtl/>
          <w:lang w:bidi="fa-IR"/>
        </w:rPr>
        <w:t xml:space="preserve"> و در مسجد عجم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 جز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که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بود.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حضرت ناموس دهر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</w:t>
      </w:r>
    </w:p>
    <w:p w:rsidR="00677CB5" w:rsidRPr="00677CB5" w:rsidRDefault="00EA015E" w:rsidP="002C0FA9">
      <w:pPr>
        <w:pStyle w:val="Heading2"/>
        <w:rPr>
          <w:rtl/>
        </w:rPr>
      </w:pPr>
      <w:r>
        <w:rPr>
          <w:rtl/>
        </w:rPr>
        <w:br w:type="page"/>
      </w:r>
      <w:bookmarkStart w:id="98" w:name="_Toc493414699"/>
      <w:r w:rsidR="00677CB5" w:rsidRPr="00677CB5">
        <w:rPr>
          <w:rtl/>
        </w:rPr>
        <w:lastRenderedPageBreak/>
        <w:t>48- تشرف حاج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آقا و رفقا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ش</w:t>
      </w:r>
      <w:r w:rsidR="00677CB5" w:rsidRPr="00677CB5">
        <w:rPr>
          <w:rtl/>
        </w:rPr>
        <w:t xml:space="preserve"> در مسجد سهله</w:t>
      </w:r>
      <w:bookmarkEnd w:id="98"/>
      <w:r w:rsidR="00677CB5" w:rsidRPr="00677CB5">
        <w:rPr>
          <w:rtl/>
        </w:rPr>
        <w:t xml:space="preserve"> </w:t>
      </w:r>
    </w:p>
    <w:p w:rsidR="00677CB5" w:rsidRPr="00677CB5" w:rsidRDefault="00677CB5" w:rsidP="00EA01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کامل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عبدالهاد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محضر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حاج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فرمود: مـن در نـجـف اشـرف مـؤمـن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آقا را ملاقات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درشبها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به مسجدسهله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عبدالهاد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="00EA015E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حضور مبارک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دنا</w:t>
      </w:r>
      <w:r w:rsidRPr="00677CB5">
        <w:rPr>
          <w:rtl/>
          <w:lang w:bidi="fa-IR"/>
        </w:rPr>
        <w:t xml:space="preserve"> و مولانا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در جـواب گـفـت : در سن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>,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مداومت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ابدا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مانع ما نبود.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ازده</w:t>
      </w:r>
      <w:r w:rsidRPr="00677CB5">
        <w:rPr>
          <w:rtl/>
          <w:lang w:bidi="fa-IR"/>
        </w:rPr>
        <w:t xml:space="preserve"> نفر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برنامه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در هر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رفقا,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اسباب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شام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کـه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نوبت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که مرد سراج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افتاد و او هم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نان وآذوقه را در دکان خود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قضا آن ها را فراموش کرده و مثل هفته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,دکان خود را بسته بود و روانه مسجد سهله شده بود.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 هوا دگرگون و سردبود. </w:t>
      </w:r>
      <w:r w:rsidRPr="00677CB5">
        <w:rPr>
          <w:rFonts w:hint="eastAsia"/>
          <w:rtl/>
          <w:lang w:bidi="fa-IR"/>
        </w:rPr>
        <w:t>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ما پراکنده , دونفر دونفر براه افتادند تا آن که در مسجد سهله اجتماع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نماز</w:t>
      </w:r>
      <w:r w:rsidRPr="00677CB5">
        <w:rPr>
          <w:rtl/>
          <w:lang w:bidi="fa-IR"/>
        </w:rPr>
        <w:t xml:space="preserve"> را طبق معمول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روانه مسجد کوفه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چون در حجره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شام را حاضر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جواب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امشب نوبت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بـه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نگاه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نوبت آن مرد سراج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چه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مؤمن ؟ ما را امشب گرسنه گذاشته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چرا در نجف نگفت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شام را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کند؟ گفت : من همه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را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کردم و به دکان آوردم 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وقت حرکت آنها را فراموش نمودم و الان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نجف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آنجا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واقع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شـب , شـب سـرد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 و بـه اندازه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مسجد نبود.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حجره را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خوابمان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برد, لذا با هم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چون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حـجره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کوبد.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اثر هوا است 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در را کوب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,چون حوصله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ما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زبان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جواب داد:در را بازکن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رفـقا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را گشود و گفت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چون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کردمرد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آفتابه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مـرد جـل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 و به همان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سلام ما را برده وغلام خود نمود. </w:t>
      </w:r>
      <w:r w:rsidRPr="00677CB5">
        <w:rPr>
          <w:rFonts w:hint="eastAsia"/>
          <w:rtl/>
          <w:lang w:bidi="fa-IR"/>
        </w:rPr>
        <w:t>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مانوس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گـفـتـ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: بـفـرمـا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 و نشست 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جهت تعظ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واحترام او 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نشست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انات</w:t>
      </w:r>
      <w:r w:rsidRPr="00677CB5">
        <w:rPr>
          <w:rtl/>
          <w:lang w:bidi="fa-IR"/>
        </w:rPr>
        <w:t xml:space="preserve"> روح افزا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زنده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اگر خواسته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اسباب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حاضر است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برخاست و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طرف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سماور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اعلا با لوازم آن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مشغول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اشاره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تا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شام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اثناء, آن بزرگوار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قال 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رسول اللّه </w:t>
      </w:r>
      <w:r w:rsidR="00EA015E" w:rsidRPr="00EA015E">
        <w:rPr>
          <w:rStyle w:val="libAlaemChar"/>
          <w:rFonts w:eastAsiaTheme="minorHAnsi"/>
          <w:rtl/>
        </w:rPr>
        <w:t>صلى‌الله‌عليه‌وآله‌وسلم</w:t>
      </w:r>
      <w:r w:rsidR="00EA015E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و احاد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EA01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صرف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اگر شام خواسته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حاضر است . </w:t>
      </w: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نـظـر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آن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ما برخاست و از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قابلمه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 و وسط مجلس گذاشت . </w:t>
      </w:r>
    </w:p>
    <w:p w:rsidR="00677CB5" w:rsidRPr="00677CB5" w:rsidRDefault="00677CB5" w:rsidP="00EA01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را برداشت مملو از برنج طبخ شده و خورش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بود و بخار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مـتصاعد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الان ازآتش برداشته باشند.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آن برنج و خورش خورد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آن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خادم مسجد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برخاست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خادم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غذا را به او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فرمود: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گذشته , بخواب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هـمگ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</w:t>
      </w:r>
      <w:r w:rsidRPr="00677CB5">
        <w:rPr>
          <w:rtl/>
          <w:lang w:bidi="fa-IR"/>
        </w:rPr>
        <w:lastRenderedPageBreak/>
        <w:t>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چون سحر شد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برخاسته 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وضو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ودر مقام حضرت آدم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جـمـع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و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معمول و نماز صبح را ادا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, به سمت نجف شد گـفـت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خوب است در خدمت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روانه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کس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آن سرور کجا رفت ؟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جز اول شب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ملاقات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دنبال او 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وتمام مسجد و مـتـعـلقاتش و هر محل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احتمال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مراجعه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,ابدا اثر و نام و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جناب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خادم مسجد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راملاقات نکرده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اصلا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هنوز در مسجد هم بسته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نرفته است 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از ملاقات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گشته و با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چه بود؟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کـجـا رفـت و چه شد و حال آن که در مسجد هنوز بسته است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هوا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سرد و آن وقت شب , چگونه بخار از غذا متصاعد بود.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چه سخنان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قال 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رسول اللّه </w:t>
      </w:r>
      <w:r w:rsidR="00EA015E" w:rsidRPr="00EA015E">
        <w:rPr>
          <w:rStyle w:val="libAlaemChar"/>
          <w:rFonts w:eastAsiaTheme="minorHAnsi"/>
          <w:rtl/>
        </w:rPr>
        <w:t>صلى‌الله‌عليه‌وآله‌وسلم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هـمـگـ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نبوده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عدم معرفت در آن وقت افسوس خورد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</w:p>
    <w:p w:rsidR="00677CB5" w:rsidRPr="00677CB5" w:rsidRDefault="00EA015E" w:rsidP="002C0FA9">
      <w:pPr>
        <w:pStyle w:val="Heading2"/>
        <w:rPr>
          <w:rtl/>
        </w:rPr>
      </w:pPr>
      <w:r>
        <w:rPr>
          <w:rtl/>
        </w:rPr>
        <w:br w:type="page"/>
      </w:r>
      <w:bookmarkStart w:id="99" w:name="_Toc493414700"/>
      <w:r w:rsidR="00677CB5" w:rsidRPr="00677CB5">
        <w:rPr>
          <w:rtl/>
        </w:rPr>
        <w:lastRenderedPageBreak/>
        <w:t>49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رزا</w:t>
      </w:r>
      <w:r w:rsidR="00677CB5" w:rsidRPr="00677CB5">
        <w:rPr>
          <w:rtl/>
        </w:rPr>
        <w:t xml:space="preserve"> مق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م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9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چـله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گرفته بودم . </w:t>
      </w:r>
    </w:p>
    <w:p w:rsidR="00677CB5" w:rsidRPr="00677CB5" w:rsidRDefault="00677CB5" w:rsidP="00EA01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اتمام آن , در حرم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مبارک , ازسمت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رو, بـه طـرف قـبر منور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مشغول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="00EA015E">
        <w:rPr>
          <w:rtl/>
          <w:lang w:bidi="fa-IR"/>
        </w:rPr>
        <w:t xml:space="preserve"> بودم .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سـر, رو بـه قـبـلـه , متصل به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مطهر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دستها رابه طرف آسمان بلند نموده , مشغول دعاست و چنان اثر جلال و مهابت از آن بزرگوارظاهر بود که به وصف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دسـت عصا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1F49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کردم و با خودگفتم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بزرگوار, جوان است و محتاج به عـصا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!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که خدام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گذارند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حرم مطهر عصا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="001F49F1">
        <w:rPr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بودم که به سمت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پابرگشتم و با خود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که بود که در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منور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دعـامـ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خـوانـد؟ خـواسـتـم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مـلاقـات او برگردم , گفتم مناسب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تا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تـمـام نکرده 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بکنم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مطهر دور شدم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چشم خود رابه در پشت سر دوختم که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از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آن سه در که بخواهد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برود,او را خواهم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بـه دنبالش خواهم شتافت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تمام کردم , اما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بگذرد.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سمت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نظر</w:t>
      </w:r>
      <w:r w:rsidRPr="00677CB5">
        <w:rPr>
          <w:rtl/>
          <w:lang w:bidi="fa-IR"/>
        </w:rPr>
        <w:t xml:space="preserve"> کـردم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آدم و نوح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دست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سمت رواق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اطراف رواق و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سرزدم , اما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چـله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باز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اتمام آن چله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مدرسه معتمد در حجره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رفقا, که شخص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با ورع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از درحجره وارد شد و به من خطاب نـمود: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مطلب تو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حاجتت به درگاه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باشد؟ گـفـتم : حاجت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حضرتش اظهار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حضورش م</w:t>
      </w:r>
      <w:r w:rsidRPr="00677CB5">
        <w:rPr>
          <w:rFonts w:hint="eastAsia"/>
          <w:rtl/>
          <w:lang w:bidi="fa-IR"/>
        </w:rPr>
        <w:t>شرف</w:t>
      </w:r>
      <w:r w:rsidRPr="00677CB5">
        <w:rPr>
          <w:rtl/>
          <w:lang w:bidi="fa-IR"/>
        </w:rPr>
        <w:t xml:space="preserve"> شوم از آن بزرگوار سؤال خواهم نمود. </w:t>
      </w:r>
    </w:p>
    <w:p w:rsidR="00677CB5" w:rsidRPr="00677CB5" w:rsidRDefault="00677CB5" w:rsidP="001F49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شـمـا که هفته قبل خدمتش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چرا عرض حاجت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گفتم :چه کنم , سعادت مرا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نشناختم . </w:t>
      </w: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چهارشنبه , به مسجدسهله رفتم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مراجعت به نجف اشرف , باز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حـجـره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برادرم ,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اوتاد و اهل صفا و باطن است وارد حجره شـد و گفت : مق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از حضرت صاحب الامر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چه درخواست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اظهار کن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برادر, چرا حاجتم را به خودش عرض نکنم ؟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حضورش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شوم دست سؤال به دامن او دراز خواهم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دو هفته قبل به حضور مبارک آن سرور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چرا عرض حاجت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بخت برگشته من در خواب مانده بود و از شناختن آن سرور کام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نگشتم </w:t>
      </w:r>
    </w:p>
    <w:p w:rsidR="00677CB5" w:rsidRPr="00677CB5" w:rsidRDefault="001F49F1" w:rsidP="002C0FA9">
      <w:pPr>
        <w:pStyle w:val="Heading2"/>
        <w:rPr>
          <w:rtl/>
        </w:rPr>
      </w:pPr>
      <w:r>
        <w:rPr>
          <w:rtl/>
        </w:rPr>
        <w:br w:type="page"/>
      </w:r>
      <w:bookmarkStart w:id="100" w:name="_Toc493414701"/>
      <w:r w:rsidR="00677CB5" w:rsidRPr="00677CB5">
        <w:rPr>
          <w:rtl/>
        </w:rPr>
        <w:lastRenderedPageBreak/>
        <w:t>50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بزرگوار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اصفهان</w:t>
      </w:r>
      <w:bookmarkEnd w:id="10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اصفهان ,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متوسل به ساحت مقدس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تقاضا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تشرف به حضور مبارک آن حضرت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محضر مقدس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عصرارواحنا له الفداء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آن کـه در شـب جمعه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طاقتش طاق شد و به حرم مطهر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وارد شد و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, شال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سر به گردن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سر به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بست و تا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صبح به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بود و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امشب حتما حاجت مرا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صبح شد و مردم دوباره به حرم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زمان گذشت , لذا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دشد</w:t>
      </w:r>
      <w:r w:rsidRPr="00677CB5">
        <w:rPr>
          <w:rtl/>
          <w:lang w:bidi="fa-IR"/>
        </w:rPr>
        <w:t xml:space="preserve"> و از جا برخاست و عمامه خود را از سر برداشت و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پرتاب نمود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</w:t>
      </w:r>
      <w:r w:rsidRPr="00677CB5">
        <w:rPr>
          <w:rtl/>
          <w:lang w:bidi="fa-IR"/>
        </w:rPr>
        <w:t xml:space="preserve"> هم مـال شـمـا, حال که مرا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هم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حرم مطهر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1F49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فرمود: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عباس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مـجـرد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, همه اوقات تلخ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فراموش کرده و با چشم وگوش خود, مـجـذوب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 از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قبله , کفش خود راگرفتند و روانه شدند.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مشغول به صحبت شدند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فرمودند:چه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کرد: حاجتم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خدمت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برسم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ممکن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کرد: پس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به خدمت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برسم 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ممکن است 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بعد از آن , مطالب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آن بزرگوار جواب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بازارداماد که در اطراف صحن </w:t>
      </w:r>
      <w:r w:rsidRPr="00677CB5">
        <w:rPr>
          <w:rtl/>
          <w:lang w:bidi="fa-IR"/>
        </w:rPr>
        <w:lastRenderedPageBreak/>
        <w:t xml:space="preserve">مقدس است , فرمودند: سرت برهنه است 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کرد: عمامه ام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انداختم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هـمان وقت دکان بزاز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طرف راست بازار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به صاحب دکان فرمود: چند ذرع عمامه سبز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بده . </w:t>
      </w:r>
      <w:r w:rsidRPr="00677CB5">
        <w:rPr>
          <w:rFonts w:hint="eastAsia"/>
          <w:rtl/>
          <w:lang w:bidi="fa-IR"/>
        </w:rPr>
        <w:t>صاحب</w:t>
      </w:r>
      <w:r w:rsidRPr="00677CB5">
        <w:rPr>
          <w:rtl/>
          <w:lang w:bidi="fa-IR"/>
        </w:rPr>
        <w:t xml:space="preserve"> مغازه توپ پارچه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و عمامه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 و مـن آن را بر سر بستم سپس از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رو, که سمت چپ داخل است ,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ابوالفضل العباس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نماز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اعمال را بجا آورد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بزرگوار فرمود: دو باره به حرم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باز از همان کـفـشـدار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مشغول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اذان بلند شد.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در سمت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مقدس فرمود: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خواند,برو با او نماز بخوان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گوشه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سـر آمدم و در صف اول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دوم (ترد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ازمؤلف است )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آن سرور در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صف کـنـار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ـسـتـادنـد</w:t>
      </w:r>
      <w:r w:rsidRPr="00677CB5">
        <w:rPr>
          <w:rtl/>
          <w:lang w:bidi="fa-IR"/>
        </w:rPr>
        <w:t xml:space="preserve"> و آقـا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دابوالحسن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او امامت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دارد. </w:t>
      </w:r>
      <w:r w:rsidRPr="00677CB5">
        <w:rPr>
          <w:rFonts w:hint="eastAsia"/>
          <w:rtl/>
          <w:lang w:bidi="fa-IR"/>
        </w:rPr>
        <w:t>مـشـغـول</w:t>
      </w:r>
      <w:r w:rsidRPr="00677CB5">
        <w:rPr>
          <w:rtl/>
          <w:lang w:bidi="fa-IR"/>
        </w:rPr>
        <w:t xml:space="preserve"> نـمـاز صبح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نماز آن جناب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خوانند.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؟ چرا به من فرمود با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ابوالحسن نماز بخوان و خودش 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ابـوالـحـسن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خواند؟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فکر بودم و نمازم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تا نمازم تمام شد.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بـروم تـحق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کنم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نگاه کردم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جناب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سـراسـ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 و آن طرف نظرانداختم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دور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بـروم به کفشدار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بسپارم . </w:t>
      </w:r>
      <w:r w:rsidRPr="00677CB5">
        <w:rPr>
          <w:rFonts w:hint="eastAsia"/>
          <w:rtl/>
          <w:lang w:bidi="fa-IR"/>
        </w:rPr>
        <w:t>آمدم</w:t>
      </w:r>
      <w:r w:rsidRPr="00677CB5">
        <w:rPr>
          <w:rtl/>
          <w:lang w:bidi="fa-IR"/>
        </w:rPr>
        <w:t xml:space="preserve"> از کفشدار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نه شخص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گـفتم نزد دکان بزاز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بروم تا از او بپرسم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بازار آمدم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کمال تعجب </w:t>
      </w:r>
      <w:r w:rsidRPr="00677CB5">
        <w:rPr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همه مـغـازه ها بسته و هنوز هوا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دکان به آن دکان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همه بسته اند و ابدا دکان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تا صحن حضرت عباس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رفتم و باز برگشتم گفتم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مغازه باز بوده و من از آن گذشته ام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صحن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آمدم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ابدا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من به شرف حضور مقدس نور عالم امکان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دو سـه روز, خدام حرم عمامه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آوردند.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(ناقل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صاحب تشرف ) تبرکا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قطعه از عمامه سبز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گرفتم و با تربت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در تحت الحنک خود داشتم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متاسفانه چند روز است که مفقود شده است</w:t>
      </w:r>
    </w:p>
    <w:p w:rsidR="00677CB5" w:rsidRPr="00677CB5" w:rsidRDefault="001F49F1" w:rsidP="002C0FA9">
      <w:pPr>
        <w:pStyle w:val="Heading2"/>
        <w:rPr>
          <w:rtl/>
        </w:rPr>
      </w:pPr>
      <w:r>
        <w:rPr>
          <w:rtl/>
        </w:rPr>
        <w:br w:type="page"/>
      </w:r>
      <w:bookmarkStart w:id="101" w:name="_Toc493414702"/>
      <w:r w:rsidR="00677CB5" w:rsidRPr="00677CB5">
        <w:rPr>
          <w:rtl/>
        </w:rPr>
        <w:lastRenderedPageBreak/>
        <w:t>51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عرب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اهل کاظم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10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جـنـاب</w:t>
      </w:r>
      <w:r w:rsidRPr="00677CB5">
        <w:rPr>
          <w:rtl/>
          <w:lang w:bidi="fa-IR"/>
        </w:rPr>
        <w:t xml:space="preserve"> آقـا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خانواده خود نقل کرد: در رواق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,مشغول نماز بودم . </w:t>
      </w:r>
    </w:p>
    <w:p w:rsidR="00677CB5" w:rsidRPr="00677CB5" w:rsidRDefault="00677CB5" w:rsidP="001F49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چند نفر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از جمله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: در ابـتدا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جنگ جهان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سربازان</w:t>
      </w:r>
      <w:r w:rsidRPr="00677CB5">
        <w:rPr>
          <w:rtl/>
          <w:lang w:bidi="fa-IR"/>
        </w:rPr>
        <w:t xml:space="preserve"> حکومت وقت ,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بغداد و بصره به سراغ ما آمده و دستور دادند که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کنارساحل توقف کند و تمام اهل آن خارج شوند.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دو طرف , سربازان تفنگ به دوش صف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بودند و بنا شد تک تک مسافر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روند و بازرس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شوند. </w:t>
      </w:r>
      <w:r w:rsidRPr="00677CB5">
        <w:rPr>
          <w:rFonts w:hint="eastAsia"/>
          <w:rtl/>
          <w:lang w:bidi="fa-IR"/>
        </w:rPr>
        <w:t>هـر</w:t>
      </w:r>
      <w:r w:rsidRPr="00677CB5">
        <w:rPr>
          <w:rtl/>
          <w:lang w:bidi="fa-IR"/>
        </w:rPr>
        <w:t xml:space="preserve"> کـس کـه در کـشت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لباس ها را کنده و خود را در آب انداخت تا نجات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استخاره کـردم که خود را در آب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اندازم</w:t>
      </w:r>
      <w:r w:rsidRPr="00677CB5">
        <w:rPr>
          <w:rtl/>
          <w:lang w:bidi="fa-IR"/>
        </w:rPr>
        <w:t xml:space="preserve"> استخاره بد آمد. </w:t>
      </w:r>
      <w:r w:rsidRPr="00677CB5">
        <w:rPr>
          <w:rFonts w:hint="eastAsia"/>
          <w:rtl/>
          <w:lang w:bidi="fa-IR"/>
        </w:rPr>
        <w:t>بنا</w:t>
      </w:r>
      <w:r w:rsidRPr="00677CB5">
        <w:rPr>
          <w:rtl/>
          <w:lang w:bidi="fa-IR"/>
        </w:rPr>
        <w:t xml:space="preserve"> گذاشتم وضو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 دورکعت نماز حاجت بـخـوانم , لذا از شط, آب برداشتم و وضو گرفتم و عبا را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پهن کردم و مشغول نماز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قنوت دعا کردم و مضمون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طلب نجات و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جـز</w:t>
      </w:r>
      <w:r w:rsidRPr="00677CB5">
        <w:rPr>
          <w:rtl/>
          <w:lang w:bidi="fa-IR"/>
        </w:rPr>
        <w:t xml:space="preserve"> مـن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عقال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 داشت ,وارد شد دسـت مرا گرفت و گفت : با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مرا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صف سربازان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هم پشت سر ما بود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ما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ابدا متعرض ما نگرد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آن که ازدستگاه ماموران و سربازها دور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کجا 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مـن فـکـر کـردم و کـوت (نـام مـحـلـ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) را در نـظـر آوردم کـه دامـاد مـا در آن جـا بود گفتم :م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به کوت بروم . </w:t>
      </w:r>
    </w:p>
    <w:p w:rsidR="00677CB5" w:rsidRPr="00677CB5" w:rsidRDefault="00677CB5" w:rsidP="00E7220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اشاره</w:t>
      </w:r>
      <w:r w:rsidRPr="00677CB5">
        <w:rPr>
          <w:rtl/>
          <w:lang w:bidi="fa-IR"/>
        </w:rPr>
        <w:t xml:space="preserve"> به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کوت است , برو. </w:t>
      </w:r>
      <w:r w:rsidRPr="00677CB5">
        <w:rPr>
          <w:rFonts w:hint="eastAsia"/>
          <w:rtl/>
          <w:lang w:bidi="fa-IR"/>
        </w:rPr>
        <w:t>دسـت</w:t>
      </w:r>
      <w:r w:rsidRPr="00677CB5">
        <w:rPr>
          <w:rtl/>
          <w:lang w:bidi="fa-IR"/>
        </w:rPr>
        <w:t xml:space="preserve"> در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(واحد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بوده است )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ندارم آن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آوردم و به شخص عرب تقد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نه من توقع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و پول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فور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کوت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او گفتم : داماد ما را خبرکن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دامـاد مـا آمد, گفت : واعجبا!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باران آتش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؟گفتم : مرا به بغداد بفرست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رفـت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سـوار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سوار شدم تا به بغداد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آن جا دکان بافندگ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, لذا وارد دکان شدم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نه جنس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و نه دکان را به خاطر آشفتگ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اوضاع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باز کنم , پس گوشه مغازه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نموده و خود را در گوشه دکان پنهان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کاغذ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ورقه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بخوان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خوانم و تو گوش کن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داخل مغازه شود و وضع دکان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آبرو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نزد او برود.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اثناء زن ناگهان وارد دکان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خشک و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گفت 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چرا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ندارم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مـن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به تو قرض الحسنه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با آنها مشغول کسب شو و هر وقت آنها را خـواسـتـم ده روز قبل تو را خبر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را آورد و من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با آنها در خانه , روسـر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بافتم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نداشتم که آنها رابفروشد و خودم هم که در خانه پنهان بودم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خانه آمد و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بلندگفت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است ؟ زنها جواب دادند: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کجا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کجا؟ فـرمود: از من پنهان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من امام او هستم که دستش را گرفته و از لابلا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سربازان نجاتش دادم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 و قرض خود را بدهد. </w:t>
      </w:r>
      <w:r w:rsidRPr="00677CB5">
        <w:rPr>
          <w:rFonts w:hint="eastAsia"/>
          <w:rtl/>
          <w:lang w:bidi="fa-IR"/>
        </w:rPr>
        <w:t>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فرستم که اجناس او را بفروش برساند.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اثناء خدام حرم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آمدند و گفتند: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خنا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محل قصه گفتن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عـرب کـه صاحب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بود, سخن را قطع کرد و مشغول دعا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قصه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بلکه ذکر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</w:t>
      </w:r>
    </w:p>
    <w:p w:rsidR="00677CB5" w:rsidRPr="00677CB5" w:rsidRDefault="00677CB5" w:rsidP="002C0FA9">
      <w:pPr>
        <w:pStyle w:val="Heading2"/>
        <w:rPr>
          <w:rtl/>
        </w:rPr>
      </w:pPr>
      <w:bookmarkStart w:id="102" w:name="_Toc493414703"/>
      <w:r w:rsidRPr="00677CB5">
        <w:rPr>
          <w:rtl/>
        </w:rPr>
        <w:lastRenderedPageBreak/>
        <w:t>52</w:t>
      </w:r>
      <w:r w:rsidR="00E7220D">
        <w:rPr>
          <w:rFonts w:hint="cs"/>
          <w:rtl/>
        </w:rPr>
        <w:t xml:space="preserve"> </w:t>
      </w:r>
      <w:r w:rsidRPr="00677CB5">
        <w:rPr>
          <w:rtl/>
        </w:rPr>
        <w:t>- تشرف ش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خ</w:t>
      </w:r>
      <w:r w:rsidRPr="00677CB5">
        <w:rPr>
          <w:rtl/>
        </w:rPr>
        <w:t xml:space="preserve"> کاظم دماوند</w:t>
      </w:r>
      <w:r w:rsidRPr="00677CB5">
        <w:rPr>
          <w:rFonts w:hint="cs"/>
          <w:rtl/>
        </w:rPr>
        <w:t>ی</w:t>
      </w:r>
      <w:bookmarkEnd w:id="102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آقا بزرگ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دوسـت مـا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کـاظم , فرزند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بابا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دماوند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بعد از مراجعت از سفرز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نقل کرد. </w:t>
      </w:r>
    </w:p>
    <w:p w:rsidR="00677CB5" w:rsidRPr="00677CB5" w:rsidRDefault="00677CB5" w:rsidP="00E7220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سـفـر هـمـراه حاج بابا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بقال و بعض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کسبه محل ما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همه آنها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(کسبه محل )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سواد بودند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خاطر او را همراه خود برده بودند که به آنان مسائل را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بخواند وقرارشان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هر کدام از آنها در هر منزل ,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سوار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خوراک اوهم با آنها باشد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قرار هم پابند بودند. </w:t>
      </w: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کـاظـم :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قرار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من اول شب بخوابم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شب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قـبـل از حرکتشان مرا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من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آنها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افتادم و</w:t>
      </w:r>
      <w:r w:rsidR="00E7220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به قدر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هر کدام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سوارم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تـا به شهر کرند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از آن منزل و منزل قبل و بعد از آن , سفارش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جلو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عـقـب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فتم</w:t>
      </w:r>
      <w:r w:rsidRPr="00677CB5">
        <w:rPr>
          <w:rtl/>
          <w:lang w:bidi="fa-IR"/>
        </w:rPr>
        <w:t xml:space="preserve"> , چون در آن منازل کردها زوار را غارت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از کشتن آنها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منحرف وعل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کرند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شب را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شب گذشت , مرا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قبل</w:t>
      </w:r>
      <w:r w:rsidRPr="00677CB5">
        <w:rPr>
          <w:rtl/>
          <w:lang w:bidi="fa-IR"/>
        </w:rPr>
        <w:t xml:space="preserve"> از حرکت قافله تنها براه افتادم . </w:t>
      </w:r>
      <w:r w:rsidRPr="00677CB5">
        <w:rPr>
          <w:rFonts w:hint="eastAsia"/>
          <w:rtl/>
          <w:lang w:bidi="fa-IR"/>
        </w:rPr>
        <w:t>راه</w:t>
      </w:r>
      <w:r w:rsidRPr="00677CB5">
        <w:rPr>
          <w:rtl/>
          <w:lang w:bidi="fa-IR"/>
        </w:rPr>
        <w:t xml:space="preserve"> ناهموار و سنگلاخ بود و من هم ازراه رفتن روز خسته شده بودم و به خاطر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کم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قدرت رفتن رانداشتم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براه افتادم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کـرنـد از نـظـرم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رفتم , در کنار جاده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گفتم 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قافله و رفقا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نشدم مگر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ظهر روز بعد, آن هم از حرارت آفتاب . </w:t>
      </w:r>
      <w:r w:rsidRPr="00677CB5">
        <w:rPr>
          <w:rFonts w:hint="eastAsia"/>
          <w:rtl/>
          <w:lang w:bidi="fa-IR"/>
        </w:rPr>
        <w:lastRenderedPageBreak/>
        <w:t>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مـانـدم و تـرس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 مـن مـسـتول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جز آن که خود را به رفقا برسانم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شروع به راه رفتن نمودم , راه را گم کردم و ندانستم که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دوباره به کـرند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رفقا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رسم , لذا ترس من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شد و گفتم : الان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ازکردها به قصد قتل و غارت , سراغ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دل شـکسته و ترس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به ائمه اطهار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شدم , ناگاه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وسط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هلاکت خود نمودم و مشغول توبه و استغفار و گفتن شهادت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شدم , تا آن که آن سوار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به شکل اعراب , سواربر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اسب قرمز, از ترس بر او سلام کـردم جواب سلامم را داد و به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ازحال من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نمودم گفت :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تا تو رابه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برسانم 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او رفتم , از اسبش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 و گفت : تو سوار شو تا من بعدا به تو ملحق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و در کنار راه با فاصله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و پشتش را به من نمود, مثل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قضا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حاجت کند. </w:t>
      </w:r>
      <w:r w:rsidRPr="00677CB5">
        <w:rPr>
          <w:rFonts w:hint="eastAsia"/>
          <w:rtl/>
          <w:lang w:bidi="fa-IR"/>
        </w:rPr>
        <w:t>سـوار</w:t>
      </w:r>
      <w:r w:rsidRPr="00677CB5">
        <w:rPr>
          <w:rtl/>
          <w:lang w:bidi="fa-IR"/>
        </w:rPr>
        <w:t xml:space="preserve"> اسب شدم . </w:t>
      </w:r>
      <w:r w:rsidRPr="00677CB5">
        <w:rPr>
          <w:rFonts w:hint="eastAsia"/>
          <w:rtl/>
          <w:lang w:bidi="fa-IR"/>
        </w:rPr>
        <w:t>لگام</w:t>
      </w:r>
      <w:r w:rsidRPr="00677CB5">
        <w:rPr>
          <w:rtl/>
          <w:lang w:bidi="fa-IR"/>
        </w:rPr>
        <w:t xml:space="preserve"> آن بر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دست من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بود. </w:t>
      </w:r>
      <w:r w:rsidRPr="00677CB5">
        <w:rPr>
          <w:rFonts w:hint="eastAsia"/>
          <w:rtl/>
          <w:lang w:bidi="fa-IR"/>
        </w:rPr>
        <w:t>قلبم</w:t>
      </w:r>
      <w:r w:rsidRPr="00677CB5">
        <w:rPr>
          <w:rtl/>
          <w:lang w:bidi="fa-IR"/>
        </w:rPr>
        <w:t xml:space="preserve"> آرام و حواسم جمع شد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وضـع خـود را فراموش و غفلت مرا گرفته باشد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ملتفت حال خود نشدم مگر آن که خود را در دالان کاروانسرا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شاه عباس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بر اسب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لاالـه الا اللّه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بنده صالح خدا مرا بر اسب خود سوار کرد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عجله کردم و اوبه من نـرس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تامل</w:t>
      </w:r>
      <w:r w:rsidRPr="00677CB5">
        <w:rPr>
          <w:rtl/>
          <w:lang w:bidi="fa-IR"/>
        </w:rPr>
        <w:t xml:space="preserve"> کردم متوجه شدم که من نه لگام را به دست گرفته ام و نه خودم اسب را رانده ام در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حال به کاروانسرا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که از صاحب اسب ورفقا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جستجو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غـفـلـت کـردم کـه لگام اسب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 آن را نگه دارم . </w:t>
      </w: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کاروانسرا شدم و تا وسط آن رفتم و مـشهد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بابا را صدا زدم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جواب دادو گفت : کجا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چرا عقب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طول 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و جواب را بگذار و بگو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اسب , با شما بود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؟ گـفـت : او کـه بـوده ؟ دانستم که با آنها نبوده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برگشتم</w:t>
      </w:r>
      <w:r w:rsidRPr="00677CB5">
        <w:rPr>
          <w:rtl/>
          <w:lang w:bidi="fa-IR"/>
        </w:rPr>
        <w:t xml:space="preserve"> که اسب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 نگه دارم تاصاحبش برسد, اما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شده بود و آن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E7220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گروه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به آنها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اسب چه شد, چون الان صاحبش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را از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اسب در کاروانسرا و خارج آن مشغول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اما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تا به حال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که آن را بخواهد</w:t>
      </w:r>
    </w:p>
    <w:p w:rsidR="00677CB5" w:rsidRPr="00677CB5" w:rsidRDefault="00E7220D" w:rsidP="002C0FA9">
      <w:pPr>
        <w:pStyle w:val="Heading2"/>
        <w:rPr>
          <w:rtl/>
        </w:rPr>
      </w:pPr>
      <w:r>
        <w:rPr>
          <w:rtl/>
        </w:rPr>
        <w:br w:type="page"/>
      </w:r>
      <w:bookmarkStart w:id="103" w:name="_Toc493414704"/>
      <w:r w:rsidR="00677CB5" w:rsidRPr="00677CB5">
        <w:rPr>
          <w:rtl/>
        </w:rPr>
        <w:lastRenderedPageBreak/>
        <w:t>53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عز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زاللّه</w:t>
      </w:r>
      <w:r w:rsidR="00677CB5" w:rsidRPr="00677CB5">
        <w:rPr>
          <w:rtl/>
        </w:rPr>
        <w:t xml:space="preserve"> تهران</w:t>
      </w:r>
      <w:r w:rsidR="00677CB5" w:rsidRPr="00677CB5">
        <w:rPr>
          <w:rFonts w:hint="cs"/>
          <w:rtl/>
        </w:rPr>
        <w:t>ی</w:t>
      </w:r>
      <w:bookmarkEnd w:id="10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زاللّه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فرزندش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نجف اشرف مشرف بودم , مشغول به جهاد اکبر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روزه و نـماز و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بودم . </w:t>
      </w:r>
    </w:p>
    <w:p w:rsidR="00CE092B" w:rsidRDefault="00677CB5" w:rsidP="00CE092B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چند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مخصوصه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فطر, به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مشرف شدم و در مدرسه صدر درحجره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منزل نمودم . </w:t>
      </w:r>
      <w:r w:rsidRPr="00677CB5">
        <w:rPr>
          <w:rFonts w:hint="eastAsia"/>
          <w:rtl/>
          <w:lang w:bidi="fa-IR"/>
        </w:rPr>
        <w:t>غـالـبا</w:t>
      </w:r>
      <w:r w:rsidRPr="00677CB5">
        <w:rPr>
          <w:rtl/>
          <w:lang w:bidi="fa-IR"/>
        </w:rPr>
        <w:t xml:space="preserve"> در کربلا در حرم مطهر مشرف بودم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اوقات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به حجره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حـجـره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و زوار هم بودند.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از حال من و زمان برگشتنم به نجف اشرف سؤال نمودند.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قصد مراجعت ندارم و امسال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حج مشرف شوم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گـنـبد مقدس سالار 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دان</w:t>
      </w:r>
      <w:r w:rsidRPr="00677CB5">
        <w:rPr>
          <w:rtl/>
          <w:lang w:bidi="fa-IR"/>
        </w:rPr>
        <w:t xml:space="preserve"> حضرت اباعبداللّه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از خداخواسته ام و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اجابت آن را دارم 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رفقا و زوار حاضر در حجره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تمسخر و استهزاء گفتند: از بس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مغزت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کـرده اسـت . </w:t>
      </w:r>
      <w:r w:rsidRPr="00677CB5">
        <w:rPr>
          <w:rFonts w:hint="eastAsia"/>
          <w:rtl/>
          <w:lang w:bidi="fa-IR"/>
        </w:rPr>
        <w:t>چطور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حج رفتن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زاد و توشه ومرکب و وجود ضعف مزاج , مـمکن است ؟ و خلاصه مرا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استهزاء نمودندبحد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تنگ شد و از حجره محزون و انـدوهـناک خارج شدم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شعور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همان حال وارد حرم مطهر شـده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مـخـتـصر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متوجه سمت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مقدس شدم و در آن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نـشـسـتـم ,نـشـسـتـم و با حزن تمام متوسل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کتف من گذاشته شد,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 برگرداندم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به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از اعراب باشد, اما با مـن بـه فـارسـ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تـکلم نمود و مرا به اسم نام برد و گفت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به حج مشرف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من هم اراده حج دارم </w:t>
      </w:r>
      <w:r w:rsidRPr="00677CB5">
        <w:rPr>
          <w:rtl/>
          <w:lang w:bidi="fa-IR"/>
        </w:rPr>
        <w:lastRenderedPageBreak/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پـس مـقـدار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نـان خـشک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هفته ات را کفا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کند,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کن و آفتابه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 و احرامت را بردار و فلان روز در فلان ساعت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وداع کن تا حج براه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سمعا و طاعة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حرم مطهر خارج شدم و مقدار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گندم گرفتم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اززنها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دادم که نان بپزد.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tl/>
          <w:lang w:bidi="fa-IR"/>
        </w:rPr>
        <w:t xml:space="preserve"> هم همان روز به نجف اشرف مراجعت کردند.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روز موعود شد, وسائلم را برداشته به حرم مطهر مشرف شدم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وداع نمودم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در همان وقت مقرر آمد و با هم از حرم مطهر و صحن مقدس و از شهر کربلاب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تـقـر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ـبـا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سـاعت راه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نه او با من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ونه من به او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تا به برکه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خط,قبله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که آب است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بمان , غذا بخور و نماز بخوان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عصرشد,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من جدا شد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غذا</w:t>
      </w:r>
      <w:r w:rsidRPr="00677CB5">
        <w:rPr>
          <w:rtl/>
          <w:lang w:bidi="fa-IR"/>
        </w:rPr>
        <w:t xml:space="preserve"> خوردم و وضو گرفتم و نماز خواندم و آن جا بودم . </w:t>
      </w:r>
      <w:r w:rsidRPr="00677CB5">
        <w:rPr>
          <w:rFonts w:hint="eastAsia"/>
          <w:rtl/>
          <w:lang w:bidi="fa-IR"/>
        </w:rPr>
        <w:t>عصر</w:t>
      </w:r>
      <w:r w:rsidRPr="00677CB5">
        <w:rPr>
          <w:rtl/>
          <w:lang w:bidi="fa-IR"/>
        </w:rPr>
        <w:t>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عصرآمد وگفت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رفتم باز به آب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دوباره خط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خط قبله اسـت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آب اسـت شـب 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من صبح نزد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اوبه</w:t>
      </w:r>
      <w:r w:rsidRPr="00677CB5">
        <w:rPr>
          <w:rtl/>
          <w:lang w:bidi="fa-IR"/>
        </w:rPr>
        <w:t xml:space="preserve"> من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اوراد را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 و خود برگشت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را به آرامش در آن جا ماندم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که شد و آفتاب طلوع کرد, آمد و گـفـت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مقدار روز اول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بازبه آب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باز خط قبله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گـفـت : من عصر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عصر</w:t>
      </w:r>
      <w:r w:rsidRPr="00677CB5">
        <w:rPr>
          <w:rtl/>
          <w:lang w:bidi="fa-IR"/>
        </w:rPr>
        <w:t xml:space="preserve"> که شد,مثل روز اول آمد و به همان شکل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هـر صـبح و عصر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اما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احساس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رفتن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چون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خسته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هفت</w:t>
      </w:r>
      <w:r w:rsidRPr="00677CB5">
        <w:rPr>
          <w:rtl/>
          <w:lang w:bidi="fa-IR"/>
        </w:rPr>
        <w:t xml:space="preserve"> روز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منوال گذشت . </w:t>
      </w:r>
      <w:r w:rsidRPr="00677CB5">
        <w:rPr>
          <w:rFonts w:hint="eastAsia"/>
          <w:rtl/>
          <w:lang w:bidi="fa-IR"/>
        </w:rPr>
        <w:t>صـبـح</w:t>
      </w:r>
      <w:r w:rsidRPr="00677CB5">
        <w:rPr>
          <w:rtl/>
          <w:lang w:bidi="fa-IR"/>
        </w:rPr>
        <w:t xml:space="preserve"> روز هفتم گفت : </w:t>
      </w:r>
      <w:r w:rsidRPr="00677CB5">
        <w:rPr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احرام , مثل من غسل کن و احرامت را بپوش و مثل من تلب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(جمله 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اللهم 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) بگو.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حسب الامر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اعمال را بجا آوردم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ناگاه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مثل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کوهها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صدا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 :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کـوه که بالا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آن شهر شو.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 و ازنزد من رفت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تنها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کوه رفتم و شهر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کوه فرود آمده وداخل آن شهر شدم و از اهل آن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کجا است ؟ گـفـتـند: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مکه معظمه است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متوجه حال خود شده و از خواب غفلت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دانـستم که به خاطر نشناختن آن مرد,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فوت شده است , لذا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, اما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  <w:r w:rsidRPr="00677CB5">
        <w:rPr>
          <w:rFonts w:hint="eastAsia"/>
          <w:rtl/>
          <w:lang w:bidi="fa-IR"/>
        </w:rPr>
        <w:t>دهـه</w:t>
      </w:r>
      <w:r w:rsidRPr="00677CB5">
        <w:rPr>
          <w:rtl/>
          <w:lang w:bidi="fa-IR"/>
        </w:rPr>
        <w:t xml:space="preserve"> دوم و سوم شوال و تمام ماه 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القعده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الحجه را در مکه بودم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حجاج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همراه</w:t>
      </w:r>
      <w:r w:rsidRPr="00677CB5">
        <w:rPr>
          <w:rtl/>
          <w:lang w:bidi="fa-IR"/>
        </w:rPr>
        <w:t xml:space="preserve"> آنها عموزاده من 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پسر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اسداللّه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که با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حـجـاج تـهـران از راه شـام آمـده بودند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تشرفم را به حج خبر نداشت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, مرا با خود نگه داشت و مخارجم را هم داد و در راه مراجعت کجاوه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گرفت و بـعـد از حـج مـرا از راه جـبل (مس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حوال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تا نجف اشرف و از نجف تا تهران همراه خود برد</w:t>
      </w:r>
    </w:p>
    <w:p w:rsidR="00677CB5" w:rsidRPr="00677CB5" w:rsidRDefault="00CE092B" w:rsidP="00CE092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77CB5" w:rsidRPr="00677CB5" w:rsidRDefault="00677CB5" w:rsidP="002C0FA9">
      <w:pPr>
        <w:pStyle w:val="Heading2"/>
        <w:rPr>
          <w:rtl/>
        </w:rPr>
      </w:pPr>
      <w:bookmarkStart w:id="104" w:name="_Toc493414705"/>
      <w:r w:rsidRPr="00677CB5">
        <w:rPr>
          <w:rtl/>
        </w:rPr>
        <w:t>54</w:t>
      </w:r>
      <w:r w:rsidR="00CE092B">
        <w:rPr>
          <w:rFonts w:hint="cs"/>
          <w:rtl/>
        </w:rPr>
        <w:t xml:space="preserve"> </w:t>
      </w:r>
      <w:r w:rsidRPr="00677CB5">
        <w:rPr>
          <w:rtl/>
        </w:rPr>
        <w:t>- تشرف ش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خ</w:t>
      </w:r>
      <w:r w:rsidRPr="00677CB5">
        <w:rPr>
          <w:rtl/>
        </w:rPr>
        <w:t xml:space="preserve"> حس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ن</w:t>
      </w:r>
      <w:r w:rsidRPr="00677CB5">
        <w:rPr>
          <w:rtl/>
        </w:rPr>
        <w:t xml:space="preserve"> خادم مسجد سهله در راه مشهد مقدس</w:t>
      </w:r>
      <w:bookmarkEnd w:id="104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آقا بزرگ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خادم مسجد سهله ,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در سـفـر اولـ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بـا جـنـاب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اعـظـم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طه اعل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مقامه به مشهد مقدس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مشهد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من 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مسافت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از حرکت باز ماند و کم کم عقب افتادم بطور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قافله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DA2E6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و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با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راه رفتم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به خاطر ورم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دستش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شده بود,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راه</w:t>
      </w:r>
      <w:r w:rsidR="00DA2E6B">
        <w:rPr>
          <w:rtl/>
          <w:lang w:bidi="fa-IR"/>
        </w:rPr>
        <w:t xml:space="preserve"> برودو من هم از حرکت عاجز شدم .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بارم را فرود آورده و فرشم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پهن نمودم و در وسط صحرا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خانه ام بـاشـم , نـشستم و مدت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فکر بودم و به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خطاب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و عرا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مولاجان من زائر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واز کاروان عقب افتاده ام و دست 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وانم شل شـده اسـت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و امـثـال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مطالب را ذکرم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 عجم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سـوار است , از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گفتم : لابد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از زوار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سلام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جـواب</w:t>
      </w:r>
      <w:r w:rsidRPr="00677CB5">
        <w:rPr>
          <w:rtl/>
          <w:lang w:bidi="fa-IR"/>
        </w:rPr>
        <w:t xml:space="preserve"> سـلامش رادادم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او هم به واسطه امر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کاروان عقب افتاده است . </w:t>
      </w:r>
    </w:p>
    <w:p w:rsidR="00677CB5" w:rsidRPr="00677CB5" w:rsidRDefault="00677CB5" w:rsidP="00DA2E6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از جواب سلام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صحبت شد و من هم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بلد بودم . </w:t>
      </w:r>
      <w:r w:rsidRPr="00677CB5">
        <w:rPr>
          <w:rFonts w:hint="eastAsia"/>
          <w:rtl/>
          <w:lang w:bidi="fa-IR"/>
        </w:rPr>
        <w:t>مرا</w:t>
      </w:r>
      <w:r w:rsidRPr="00677CB5">
        <w:rPr>
          <w:rtl/>
          <w:lang w:bidi="fa-IR"/>
        </w:rPr>
        <w:t xml:space="preserve"> به اسم نام برد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خانه خودت نشسته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چه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اما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چنان است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بارت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خداوند ما را به قافله برساند.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دستش چه شده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راه برود؟ اصـرار کـرد گـفـتم : لاحول ولا قوة الا باللّه و برخاستم . </w:t>
      </w:r>
      <w:r w:rsidRPr="00677CB5">
        <w:rPr>
          <w:rFonts w:hint="eastAsia"/>
          <w:rtl/>
          <w:lang w:bidi="fa-IR"/>
        </w:rPr>
        <w:t>بار</w:t>
      </w:r>
      <w:r w:rsidRPr="00677CB5">
        <w:rPr>
          <w:rtl/>
          <w:lang w:bidi="fa-IR"/>
        </w:rPr>
        <w:t xml:space="preserve">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قرار گرفت من هم به اجبار او,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کم کم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راه گـفـت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بار من سبک تر از بار تو است , بارت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خودم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گذارم و بار خودم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تو.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خودتان . </w:t>
      </w:r>
      <w:r w:rsidRPr="00677CB5">
        <w:rPr>
          <w:rFonts w:hint="eastAsia"/>
          <w:rtl/>
          <w:lang w:bidi="fa-IR"/>
        </w:rPr>
        <w:t>بـار</w:t>
      </w:r>
      <w:r w:rsidRPr="00677CB5">
        <w:rPr>
          <w:rtl/>
          <w:lang w:bidi="fa-IR"/>
        </w:rPr>
        <w:t xml:space="preserve"> مرا گرفت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خودش گذاشت و بار خودش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من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خودت را با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من مبادله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 سر به سر شود؟ گـفـتـم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برادر, تو عجم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من عرب , 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فهمم که مرا مسخره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!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شما ده برابر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ارزد,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صحرا در معرض هلاکتم و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نـدارم جـز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مال و بارم را بگذارم و بروم تا خود را از هلاکت خلاص کنم . </w:t>
      </w:r>
    </w:p>
    <w:p w:rsidR="00677CB5" w:rsidRPr="00677CB5" w:rsidRDefault="00677CB5" w:rsidP="00DA2E6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معلوم</w:t>
      </w:r>
      <w:r w:rsidRPr="00677CB5">
        <w:rPr>
          <w:rtl/>
          <w:lang w:bidi="fa-IR"/>
        </w:rPr>
        <w:t xml:space="preserve"> است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 تو جز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مسخره کردن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گـفت</w:t>
      </w:r>
      <w:r w:rsidRPr="00677CB5">
        <w:rPr>
          <w:rtl/>
          <w:lang w:bidi="fa-IR"/>
        </w:rPr>
        <w:t xml:space="preserve"> : از استهزاءکردن , به خدا پناه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برم . </w:t>
      </w: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وانم</w:t>
      </w:r>
      <w:r w:rsidRPr="00677CB5">
        <w:rPr>
          <w:rtl/>
          <w:lang w:bidi="fa-IR"/>
        </w:rPr>
        <w:t xml:space="preserve"> را باح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تو معاوضه کنم . </w:t>
      </w:r>
      <w:r w:rsidRPr="00677CB5">
        <w:rPr>
          <w:rFonts w:hint="eastAsia"/>
          <w:rtl/>
          <w:lang w:bidi="fa-IR"/>
        </w:rPr>
        <w:t>هـر</w:t>
      </w:r>
      <w:r w:rsidRPr="00677CB5">
        <w:rPr>
          <w:rtl/>
          <w:lang w:bidi="fa-IR"/>
        </w:rPr>
        <w:t xml:space="preserve"> چـه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گـفـتم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 مرا مسخره نکن , اصرار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تا اصرارش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دکه</w:t>
      </w:r>
      <w:r w:rsidRPr="00677CB5">
        <w:rPr>
          <w:rtl/>
          <w:lang w:bidi="fa-IR"/>
        </w:rPr>
        <w:t xml:space="preserve"> قبول کردم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پس سوار شو.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او سوار شدم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انگار مثل مرغ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گفت : تو به </w:t>
      </w:r>
      <w:r w:rsidRPr="00677CB5">
        <w:rPr>
          <w:rtl/>
          <w:lang w:bidi="fa-IR"/>
        </w:rPr>
        <w:lastRenderedPageBreak/>
        <w:t>قافله ملحق شو من هم ان شاءاللّه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زمـان</w:t>
      </w:r>
      <w:r w:rsidRPr="00677CB5">
        <w:rPr>
          <w:rtl/>
          <w:lang w:bidi="fa-IR"/>
        </w:rPr>
        <w:t xml:space="preserve">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قافله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آن هم در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و مثل آن که از آن مرد غـافل شدم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منزل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شده و مشغول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کارم تمام شد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خوردن قهوه خدمت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طه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شدم ,سلام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</w:t>
      </w:r>
      <w:r w:rsidRPr="00677CB5">
        <w:rPr>
          <w:rtl/>
          <w:lang w:bidi="fa-IR"/>
        </w:rPr>
        <w:t>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چرا امروز در راه با ما نبود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چون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هرروز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وانم</w:t>
      </w:r>
      <w:r w:rsidRPr="00677CB5">
        <w:rPr>
          <w:rtl/>
          <w:lang w:bidi="fa-IR"/>
        </w:rPr>
        <w:t xml:space="preserve"> را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خنا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نقل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آن مرد کجااست ؟ عرض کردم : خودش را به 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هنوز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783A7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فـرمـودند</w:t>
      </w:r>
      <w:r w:rsidRPr="00677CB5">
        <w:rPr>
          <w:rtl/>
          <w:lang w:bidi="fa-IR"/>
        </w:rPr>
        <w:t>: بلکه او قبل از تو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کارها را درچن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ائمه معصوم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دهد؟ بعد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قص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مدح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انشاء نموده وقض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در آن درج نمود. </w:t>
      </w:r>
      <w:r w:rsidRPr="00677CB5">
        <w:rPr>
          <w:rFonts w:hint="eastAsia"/>
          <w:rtl/>
          <w:lang w:bidi="fa-IR"/>
        </w:rPr>
        <w:t>جـنـاب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آقا بزرگ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آن قص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خواند,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فـرامـوش نـمـوده ام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گـفت : آن شخص را 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ابدا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باآن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تا تهران بـرگشتم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شدم و آن را به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گزاف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فروختم ودر معالجه </w:t>
      </w:r>
    </w:p>
    <w:p w:rsidR="00677CB5" w:rsidRPr="00677CB5" w:rsidRDefault="00783A75" w:rsidP="002C0FA9">
      <w:pPr>
        <w:pStyle w:val="Heading2"/>
        <w:rPr>
          <w:rtl/>
        </w:rPr>
      </w:pPr>
      <w:r>
        <w:rPr>
          <w:rtl/>
        </w:rPr>
        <w:br w:type="page"/>
      </w:r>
      <w:bookmarkStart w:id="105" w:name="_Toc493414706"/>
      <w:r w:rsidR="00677CB5" w:rsidRPr="00677CB5">
        <w:rPr>
          <w:rtl/>
        </w:rPr>
        <w:lastRenderedPageBreak/>
        <w:t>55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دو نفر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از اهل خراسان</w:t>
      </w:r>
      <w:bookmarkEnd w:id="10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در سـال 1319, بـه حج مشرف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نفر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اهل خراسان که هر دو سوارکجاوه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 به همراه ما بودند و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داشتند که مواظب کجاوه آنها بود.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مـنـاسـک حج , به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منوره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آن جا به طرف نجد (بخش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ازسرزم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عـربـستان )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و جبل (نام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که آب و علف در آن نـبـود,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دو سه متر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راکند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آب جمع شدحجاج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هم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کردند.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روز بعد معلوم شد که آن دو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خراسان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 xml:space="preserve"> و هنوز به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اند. </w:t>
      </w:r>
      <w:r w:rsidRPr="00677CB5">
        <w:rPr>
          <w:rFonts w:hint="eastAsia"/>
          <w:rtl/>
          <w:lang w:bidi="fa-IR"/>
        </w:rPr>
        <w:t>بـعـض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ها به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آنهابراه افتادند,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دو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 xml:space="preserve">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زاهد عابد,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سادات , ملقب به 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بود.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اتفاق , رفقا از آن منزل حرکت نکردند و بر ماندن اصرار داشتند تاحال آن دو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معلوم شود و به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حاج هم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حاج ,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سوارها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اطراف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فرستاد که جستجو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هم به منزل روز قبل فرستاد,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,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برگشتند.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دوروز</w:t>
      </w:r>
      <w:r w:rsidRPr="00677CB5">
        <w:rPr>
          <w:rtl/>
          <w:lang w:bidi="fa-IR"/>
        </w:rPr>
        <w:t xml:space="preserve"> در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روز سـوم هـنـگـام بـلـنـد شـدن آفـتاب ,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کجاوه وآن دو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بودند, با راهنما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و سالم وارد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استقبال آنهارفت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عالم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مشهور به مدرس و ملقب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العراق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بود, فرود آمدند.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کاروان منزلت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همه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هابزرگتر بود.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حجاج 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و خارج آن جمع شدند و از حال آنها و سبب تاخ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رشان</w:t>
      </w:r>
      <w:r w:rsidRPr="00677CB5">
        <w:rPr>
          <w:rtl/>
          <w:lang w:bidi="fa-IR"/>
        </w:rPr>
        <w:t xml:space="preserve">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جـواب گـفـتـند: راهنما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بعد از آن که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ما را بار کرد و با قافله فرستاد, مشغول حمل کجاوه شد و به خاطر ضعف و سست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در کار,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از آن منزل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دنبال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قافله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معلوم شد که راه را گـم کـرده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خار مغ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لان</w:t>
      </w:r>
      <w:r w:rsidRPr="00677CB5">
        <w:rPr>
          <w:rtl/>
          <w:lang w:bidi="fa-IR"/>
        </w:rPr>
        <w:t xml:space="preserve"> بوده است 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فرود آمده و شب را آن جا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صـبح</w:t>
      </w:r>
      <w:r w:rsidRPr="00677CB5">
        <w:rPr>
          <w:rtl/>
          <w:lang w:bidi="fa-IR"/>
        </w:rPr>
        <w:t xml:space="preserve"> بعد از نماز در جهت 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داشت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هوا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که از طرف جبل (مقصد)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ظـهـر</w:t>
      </w:r>
      <w:r w:rsidRPr="00677CB5">
        <w:rPr>
          <w:rtl/>
          <w:lang w:bidi="fa-IR"/>
        </w:rPr>
        <w:t xml:space="preserve">, هوا گرم شد. 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هم از راه رفتن باز ماند و مشکها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طاقت ما هم تمام شد. 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شدن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موجب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باشد,ند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تـسـلـ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شـدن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مرگ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نبود, لذا از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وعازم بر مرگ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خلوص کـامـل ,بـه تـضرع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</w:t>
      </w:r>
      <w:r w:rsidRPr="00677CB5">
        <w:rPr>
          <w:rFonts w:hint="eastAsia"/>
          <w:rtl/>
          <w:lang w:bidi="fa-IR"/>
        </w:rPr>
        <w:t>رجه</w:t>
      </w:r>
      <w:r w:rsidRPr="00677CB5">
        <w:rPr>
          <w:rtl/>
          <w:lang w:bidi="fa-IR"/>
        </w:rPr>
        <w:t xml:space="preserve">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مـتـوسـل گـشت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شترسوار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کنارخود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از ما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در جواب , وضع خودمان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شرح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فـرمـود</w:t>
      </w:r>
      <w:r w:rsidRPr="00677CB5">
        <w:rPr>
          <w:rtl/>
          <w:lang w:bidi="fa-IR"/>
        </w:rPr>
        <w:t>: باک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شما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کاروان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آنها ملحق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راهنما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کجا است که من راه را به او نشان دهم ؟ بعد هم با ما مهربان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شما گرسنه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غذا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خورج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درآورد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کوفته بود. </w:t>
      </w:r>
      <w:r w:rsidRPr="00677CB5">
        <w:rPr>
          <w:rFonts w:hint="eastAsia"/>
          <w:rtl/>
          <w:lang w:bidi="fa-IR"/>
        </w:rPr>
        <w:t>مثل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همان لحظه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آتش برداشته باشند. </w:t>
      </w:r>
      <w:r w:rsidRPr="00677CB5">
        <w:rPr>
          <w:rFonts w:hint="eastAsia"/>
          <w:rtl/>
          <w:lang w:bidi="fa-IR"/>
        </w:rPr>
        <w:t>غذا</w:t>
      </w:r>
      <w:r w:rsidRPr="00677CB5">
        <w:rPr>
          <w:rtl/>
          <w:lang w:bidi="fa-IR"/>
        </w:rPr>
        <w:t xml:space="preserve"> را خورد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بعد به ما آب داد و دستور فرمود: کجاوه را سوارکن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براه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او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شتر قدرت بر حرکت ندارد.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اشاره به رفتن , به 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طـرف ,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کرد و فرمود: به آن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نهر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جا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شـو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شـتر را آب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نماز ظهر و عصر را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ازکنار نهر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هستند, که بزرگ آنها از شمااستقبال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به منزل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را استراحت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بعد از طلوع آفتاب شما را به کاروان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به امتثال اوامر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شتر با تمام قدرت برخاست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متاسفانه از آن شخص غافل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متوجه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باآن که هوا صاف و صحرا هموار بود.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تا به آن نهر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آن فرود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خود را تطه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نموده ,وضو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نماز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را هم آب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کنار نهرم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آن جا از دور,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شد.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ازآنها که بزرگ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 از ما استقبال کـرد و مـا را نـزد خـود برد.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در منزل اواستراحت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, بعد از نماز و صرف صبحانه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بزرگ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راهنما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بود تا ما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تمام</w:t>
      </w:r>
      <w:r w:rsidRPr="00677CB5">
        <w:rPr>
          <w:rtl/>
          <w:lang w:bidi="fa-IR"/>
        </w:rPr>
        <w:t xml:space="preserve"> مردم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حضرت صاحب الزمان ارواحنافداه ظاهر شده بود,تعجب نمودند!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اعراب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که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شناختند, گفتند: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, تا مسافت چند روز نه جـمـعـ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و نه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چه رسد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تا مسافت چند ساعت , آن هم با آن خ</w:t>
      </w:r>
      <w:r w:rsidRPr="00677CB5">
        <w:rPr>
          <w:rFonts w:hint="eastAsia"/>
          <w:rtl/>
          <w:lang w:bidi="fa-IR"/>
        </w:rPr>
        <w:t>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مگر امر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ظاهر شده است </w:t>
      </w:r>
    </w:p>
    <w:p w:rsidR="00677CB5" w:rsidRPr="00677CB5" w:rsidRDefault="00783A75" w:rsidP="002C0FA9">
      <w:pPr>
        <w:pStyle w:val="Heading2"/>
        <w:rPr>
          <w:rtl/>
        </w:rPr>
      </w:pPr>
      <w:r>
        <w:rPr>
          <w:rtl/>
        </w:rPr>
        <w:br w:type="page"/>
      </w:r>
      <w:bookmarkStart w:id="106" w:name="_Toc493414707"/>
      <w:r w:rsidR="00677CB5" w:rsidRPr="00677CB5">
        <w:rPr>
          <w:rtl/>
        </w:rPr>
        <w:lastRenderedPageBreak/>
        <w:t>56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طلاب در مس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</w:t>
      </w:r>
      <w:r w:rsidR="00677CB5" w:rsidRPr="00677CB5">
        <w:rPr>
          <w:rtl/>
        </w:rPr>
        <w:t xml:space="preserve"> خانق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10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سلمه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مورد اعتماد نقل فرمود: در سال 1304, با والده از راه قصر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خانق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خـانـق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را گم کردم , لذا از تپه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تپه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چقدر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کـرده ام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خـسـتـگـ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 مـن غلبه کرد و درمانده شدم زانوها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تاب و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, لذا بر تپه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نـشـستم . 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تپه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خنجر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دارد. </w:t>
      </w:r>
      <w:r w:rsidRPr="00677CB5">
        <w:rPr>
          <w:rFonts w:hint="eastAsia"/>
          <w:rtl/>
          <w:lang w:bidi="fa-IR"/>
        </w:rPr>
        <w:t>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بـود روح از بـدنـم خـارج شوددر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سه مرتبه 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اباصالح ادرکن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مرتبه چهارم گفتم :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 الغوث اغثن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به دادم برس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ناگاه خودم را در جاده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غالب شده بود عرض کردم : پرودگارا توفرموده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بـندگانت را هر جا که باشند,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مرد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دامن او مملو از نان بود,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گـفـت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نانها را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آنه (پول 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آن وقت عراق )م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فروشم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پول دادم و نانها را گرفتم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قلعه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معروف به قلعه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مرد عرب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گفت : چرا تا حالا عقب افتاده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عجله کن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مجرد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جمله اش تمام شد, به برکت سخنش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خانق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والـده</w:t>
      </w:r>
      <w:r w:rsidRPr="00677CB5">
        <w:rPr>
          <w:rtl/>
          <w:lang w:bidi="fa-IR"/>
        </w:rPr>
        <w:t xml:space="preserve"> ام را مـلاقات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خوشوقت شد.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شما درچه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مضطرب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گـفـت : در فـلان سـاعـت و هـمان </w:t>
      </w:r>
      <w:r w:rsidRPr="00677CB5">
        <w:rPr>
          <w:rtl/>
          <w:lang w:bidi="fa-IR"/>
        </w:rPr>
        <w:lastRenderedPageBreak/>
        <w:t>وقت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 تضرع کردم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ساطع شد. </w:t>
      </w:r>
      <w:r w:rsidRPr="00677CB5">
        <w:rPr>
          <w:rFonts w:hint="eastAsia"/>
          <w:rtl/>
          <w:lang w:bidi="fa-IR"/>
        </w:rPr>
        <w:t>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خداوند به برکت آن نور, تو را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رساند</w:t>
      </w:r>
    </w:p>
    <w:p w:rsidR="00677CB5" w:rsidRPr="00677CB5" w:rsidRDefault="00677CB5" w:rsidP="002C0FA9">
      <w:pPr>
        <w:pStyle w:val="Heading2"/>
        <w:rPr>
          <w:rtl/>
        </w:rPr>
      </w:pPr>
      <w:bookmarkStart w:id="107" w:name="_Toc493414708"/>
      <w:r w:rsidRPr="00677CB5">
        <w:rPr>
          <w:rtl/>
        </w:rPr>
        <w:t>57</w:t>
      </w:r>
      <w:r w:rsidR="00783A75">
        <w:rPr>
          <w:rFonts w:hint="cs"/>
          <w:rtl/>
        </w:rPr>
        <w:t xml:space="preserve"> </w:t>
      </w:r>
      <w:r w:rsidRPr="00677CB5">
        <w:rPr>
          <w:rtl/>
        </w:rPr>
        <w:t>- تشرف حاج صادق تبر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ز</w:t>
      </w:r>
      <w:r w:rsidRPr="00677CB5">
        <w:rPr>
          <w:rFonts w:hint="cs"/>
          <w:rtl/>
        </w:rPr>
        <w:t>ی</w:t>
      </w:r>
      <w:bookmarkEnd w:id="107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حفطه اللّه فرمود: حاج صادق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فرزند مرحوم حاج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- گفت : سال 1306,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به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مشرف شدم . </w:t>
      </w:r>
    </w:p>
    <w:p w:rsidR="00677CB5" w:rsidRPr="00677CB5" w:rsidRDefault="00677CB5" w:rsidP="00783A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(ازبخشها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) شـدم , غـسل کردم و قصد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طفلان حضرت مسلم نوراللّه مرقدهمارا نمودم . </w:t>
      </w:r>
      <w:r w:rsidRPr="00677CB5">
        <w:rPr>
          <w:rFonts w:hint="eastAsia"/>
          <w:rtl/>
          <w:lang w:bidi="fa-IR"/>
        </w:rPr>
        <w:t>راه</w:t>
      </w:r>
      <w:r w:rsidRPr="00677CB5">
        <w:rPr>
          <w:rtl/>
          <w:lang w:bidi="fa-IR"/>
        </w:rPr>
        <w:t xml:space="preserve"> مخوف بـود و مـن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وقت جناب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رزااحمد</w:t>
      </w:r>
      <w:r w:rsidRPr="00677CB5">
        <w:rPr>
          <w:rtl/>
          <w:lang w:bidi="fa-IR"/>
        </w:rPr>
        <w:t>, که سابقا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از تصد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امر وزارت تـوبـه کرده بود, با دو برادرش به همراه من بودند.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حرم آن دو بزرگوار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چون به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عادت نداشتم ,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مجروح شد, لذا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و حدود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قدم جلوتر از 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با من بودند رفتم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آن مرقد مطهر هست ,رس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نهر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آمد,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طفلان حضرت مسلم مراجعت نموده بود, و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فاخر پر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در بر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گمان</w:t>
      </w:r>
      <w:r w:rsidRPr="00677CB5">
        <w:rPr>
          <w:rtl/>
          <w:lang w:bidi="fa-IR"/>
        </w:rPr>
        <w:t xml:space="preserve"> کردم که از اهل عراق است و پشت سرش زوار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مخوف با حالت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خاطر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رود, والا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جرات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با آن لـبـاسهاتنها حرکت کند, چون امن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نبود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فقط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قبا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کـردم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سادات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 سهم سادات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سهم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بازوار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که او را بزرگ شمرده و در خورشان 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رفتار کنند. </w:t>
      </w:r>
    </w:p>
    <w:p w:rsidR="00677CB5" w:rsidRPr="00677CB5" w:rsidRDefault="00677CB5" w:rsidP="00776A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کـه شال ترمه سبز تو زرد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 بسته بود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االان</w:t>
      </w:r>
      <w:r w:rsidRPr="00677CB5">
        <w:rPr>
          <w:rtl/>
          <w:lang w:bidi="fa-IR"/>
        </w:rPr>
        <w:t xml:space="preserve"> از دکان تاجر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گمان نکند من از او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سلام نکردم . </w:t>
      </w:r>
      <w:r w:rsidRPr="00677CB5">
        <w:rPr>
          <w:rFonts w:hint="eastAsia"/>
          <w:rtl/>
          <w:lang w:bidi="fa-IR"/>
        </w:rPr>
        <w:t>چـهـار</w:t>
      </w:r>
      <w:r w:rsidRPr="00677CB5">
        <w:rPr>
          <w:rtl/>
          <w:lang w:bidi="fa-IR"/>
        </w:rPr>
        <w:t xml:space="preserve"> قـدم کـه به طرف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رفت , برگشت و به ما توجه نمود و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خارج از مـعـمول است ,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ناظم التجار, گمان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نهاطفل</w:t>
      </w:r>
      <w:r w:rsidRPr="00677CB5">
        <w:rPr>
          <w:rtl/>
          <w:lang w:bidi="fa-IR"/>
        </w:rPr>
        <w:t xml:space="preserve"> اند. </w:t>
      </w:r>
      <w:r w:rsidRPr="00677CB5">
        <w:rPr>
          <w:rFonts w:hint="eastAsia"/>
          <w:rtl/>
          <w:lang w:bidi="fa-IR"/>
        </w:rPr>
        <w:t>بدرست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ـنـها</w:t>
      </w:r>
      <w:r w:rsidRPr="00677CB5">
        <w:rPr>
          <w:rtl/>
          <w:lang w:bidi="fa-IR"/>
        </w:rPr>
        <w:t xml:space="preserve"> نزد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منزلت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واسطه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و به برکتشان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اعـتـنـا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کلام او ننمودم , چون مقام بلند آن دو طفل بزرگوار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و کلام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معرفت مرا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نهر شدم , اما عمق آن مانع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نهر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شـود,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سطح آب برس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,لذا کناره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نهر چون از سـطـح آب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بلندتر بود,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نهر خارج شدم . </w:t>
      </w:r>
    </w:p>
    <w:p w:rsidR="00677CB5" w:rsidRPr="00677CB5" w:rsidRDefault="00677CB5" w:rsidP="00776AF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طرف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گـمان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همراه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باشند,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کردم که با وجود ناامن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چطور با آن شکل و لـباس تنها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کند!برگشتم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کـه حـدود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قدم ازمن فاصله داشتند, صدا زدم 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الان از کنار من گذشت , کجا رفت ؟ گفتند: کدام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ما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وارد</w:t>
      </w:r>
      <w:r w:rsidRPr="00677CB5">
        <w:rPr>
          <w:rtl/>
          <w:lang w:bidi="fa-IR"/>
        </w:rPr>
        <w:t xml:space="preserve"> حـرم مـطهر طفلان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شدم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منقلب بودم و حالم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تاکنون سابقه نداشته است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قد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متوسط داشت و مژه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بود مثل آن که سرمه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سرمه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استعمال نکرده بود</w:t>
      </w:r>
    </w:p>
    <w:p w:rsidR="00677CB5" w:rsidRPr="00677CB5" w:rsidRDefault="00776AF1" w:rsidP="002C0FA9">
      <w:pPr>
        <w:pStyle w:val="Heading2"/>
        <w:rPr>
          <w:rtl/>
        </w:rPr>
      </w:pPr>
      <w:r>
        <w:rPr>
          <w:rtl/>
        </w:rPr>
        <w:br w:type="page"/>
      </w:r>
      <w:bookmarkStart w:id="108" w:name="_Toc493414709"/>
      <w:r w:rsidR="00677CB5" w:rsidRPr="00677CB5">
        <w:rPr>
          <w:rtl/>
        </w:rPr>
        <w:lastRenderedPageBreak/>
        <w:t>58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خل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tl/>
        </w:rPr>
        <w:t xml:space="preserve"> تهران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چند نفر د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گر</w:t>
      </w:r>
      <w:r w:rsidR="00677CB5" w:rsidRPr="00677CB5">
        <w:rPr>
          <w:rtl/>
        </w:rPr>
        <w:t xml:space="preserve"> از حجاج</w:t>
      </w:r>
      <w:bookmarkEnd w:id="10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آقا بزرگ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صاحب کتاب الذر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, از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خود,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فرمودند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 : سـال 1312, چـهارم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بود که به مکه معظمه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B20B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سال به همراه مرحوم ملا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رستم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زاهدتر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علماء عصر خود در تهران بود,از راه شام مشرف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="006B20BA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سـال , اول مـاه 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ـحـجه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و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اختلاف شده بود.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هفتم که اهل سنت آن را هشتم گرفته بودند,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حجاج , چه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و چه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,احرام بسته و به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 و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جمله آنـهامن و مرحوم آخوند ملا محمدعل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تخلف نمودند,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احرام بسته و شب را در مکه مـعـظـمـه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ـتوته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صبح روز هشتم که نز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اهل سنت نهم بود, به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توقف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متوجه صحرا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عرفات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خودمان را به حجاج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رساند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ما نصب شد و در آن جا مستقر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ملاقات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داماد حاج ملا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اندرمان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حجاج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و جستجو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B20B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ظـهـر,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خسته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تا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حجاج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داشـتند,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نهر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سمت چپ کوه واقع شده بود. </w:t>
      </w:r>
      <w:r w:rsidRPr="00677CB5">
        <w:rPr>
          <w:rFonts w:hint="eastAsia"/>
          <w:rtl/>
          <w:lang w:bidi="fa-IR"/>
        </w:rPr>
        <w:t>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از پشم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بود و خطوط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نشستم که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به اسم مرا صدا زد و گفت :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نظر</w:t>
      </w:r>
      <w:r w:rsidRPr="00677CB5">
        <w:rPr>
          <w:rtl/>
          <w:lang w:bidi="fa-IR"/>
        </w:rPr>
        <w:t xml:space="preserve">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شخص 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است گفتم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وداخل شو. </w:t>
      </w:r>
      <w:r w:rsidRPr="00677CB5">
        <w:rPr>
          <w:rFonts w:hint="eastAsia"/>
          <w:rtl/>
          <w:lang w:bidi="fa-IR"/>
        </w:rPr>
        <w:t>داخل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شدم و سلام کردم . </w:t>
      </w:r>
      <w:r w:rsidRPr="00677CB5">
        <w:rPr>
          <w:rFonts w:hint="eastAsia"/>
          <w:rtl/>
          <w:lang w:bidi="fa-IR"/>
        </w:rPr>
        <w:t>جـواب</w:t>
      </w:r>
      <w:r w:rsidRPr="00677CB5">
        <w:rPr>
          <w:rtl/>
          <w:lang w:bidi="fa-IR"/>
        </w:rPr>
        <w:t xml:space="preserve"> سـلامـم را داد.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وسـط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رو به قبله </w:t>
      </w:r>
      <w:r w:rsidRPr="00677CB5">
        <w:rPr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بساط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پشم شتر و پوست در آن جا فرش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گوشه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, پشت سر آن شخص , دو نفر بررو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فرش نشسته و هر دو ساکت بودند.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کرد: به دنبال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؟بعد خودش گفت : به دنبال حاج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حـس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داماد مرحوم حاج ملا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B20B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حال خود و همسرش خوب است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ـمه</w:t>
      </w:r>
      <w:r w:rsidRPr="00677CB5">
        <w:rPr>
          <w:rtl/>
          <w:lang w:bidi="fa-IR"/>
        </w:rPr>
        <w:t xml:space="preserve"> شان آن جا است و با دست به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اشاره نمود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فلان کاروان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زده اند و اسمش را هم برد اما من فراموش نمودم 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سـؤال کـرد: از کدام راه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و خودش گفت : از راه شام و از تهران آمده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E3141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از هر چه در راه واقع شده بود,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خودش جواب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جمله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در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راه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اتفاق افتاد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</w:t>
      </w:r>
      <w:r w:rsidRPr="00677CB5">
        <w:rPr>
          <w:rtl/>
          <w:lang w:bidi="fa-IR"/>
        </w:rPr>
        <w:t xml:space="preserve">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محرم بودم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اعـراب اخـتلاف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واقع شد و آن شخص چندمرتبه با تاز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بر سر من زد, اما من ساکت بودم , چون احـرام داشتم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نزاع کنم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هم خبر داد و فرمود: هر چه بر بندگان خدا واقع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شود,خوب است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ظهر است خواستم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اطا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وقوف عرفات را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گفت : امروزروز هشتم و فـردا نـهـم اسـت امروز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وقوف نکن . </w:t>
      </w:r>
      <w:r w:rsidRPr="00677CB5">
        <w:rPr>
          <w:rFonts w:hint="eastAsia"/>
          <w:rtl/>
          <w:lang w:bidi="fa-IR"/>
        </w:rPr>
        <w:t>اجمالا</w:t>
      </w:r>
      <w:r w:rsidRPr="00677CB5">
        <w:rPr>
          <w:rtl/>
          <w:lang w:bidi="fa-IR"/>
        </w:rPr>
        <w:t xml:space="preserve"> از او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رفتم</w:t>
      </w:r>
      <w:r w:rsidRPr="00677CB5">
        <w:rPr>
          <w:rtl/>
          <w:lang w:bidi="fa-IR"/>
        </w:rPr>
        <w:t xml:space="preserve">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نکردم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برخاسته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التماس دعا نمودم و از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به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خود بازگشته و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فردا</w:t>
      </w:r>
      <w:r w:rsidRPr="00677CB5">
        <w:rPr>
          <w:rtl/>
          <w:lang w:bidi="fa-IR"/>
        </w:rPr>
        <w:t xml:space="preserve"> که روز نهم بود, با جناب حاج ملا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دو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که از منزل او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 کاروان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آن شخص ذکر کرده بود و مـن فـراموش نموده بودم را برد.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از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مسجد رفته چند رکعت نماز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بازگشت ازمسجد,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روز گذشته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گفتند: آن قدرحاج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شده که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زده اند. </w:t>
      </w: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رفقا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فروشها است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گفتم : نه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از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حجاج است . </w:t>
      </w:r>
      <w:r w:rsidRPr="00677CB5">
        <w:rPr>
          <w:rFonts w:hint="eastAsia"/>
          <w:rtl/>
          <w:lang w:bidi="fa-IR"/>
        </w:rPr>
        <w:t>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ظـهـر, در آن نهر غسل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منزل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بعد از غروب آفتاب از عرفات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مـشعر حرکت کرده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صبح شد از مشعر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دروقت</w:t>
      </w:r>
      <w:r w:rsidRPr="00677CB5">
        <w:rPr>
          <w:rtl/>
          <w:lang w:bidi="fa-IR"/>
        </w:rPr>
        <w:t xml:space="preserve"> قربان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من و چند نـفـر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قـربـان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را برداشت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که آنها را به مکان مخصوص قربان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ها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جاده قرار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در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بود و با من صحبت کرد, نزد من آمد و اسم مرا برد وفرمود: قربان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به آن جا نبر و خودش مکان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نشان داد و با دستش به آن جا اشاره نمود. </w:t>
      </w:r>
    </w:p>
    <w:p w:rsidR="00677CB5" w:rsidRPr="00677CB5" w:rsidRDefault="00677CB5" w:rsidP="00E3141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قـبـول کـردم و سه نفر از رفقا همراه من آمدند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رفتند</w:t>
      </w:r>
      <w:r w:rsidRPr="00677CB5">
        <w:rPr>
          <w:rtl/>
          <w:lang w:bidi="fa-IR"/>
        </w:rPr>
        <w:t xml:space="preserve">. </w:t>
      </w:r>
      <w:r w:rsidR="00E31419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وقت دردست آن شخص عصا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کوچک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آن بود و سخن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. </w:t>
      </w:r>
      <w:r w:rsidRPr="00677CB5">
        <w:rPr>
          <w:rFonts w:hint="eastAsia"/>
          <w:rtl/>
          <w:lang w:bidi="fa-IR"/>
        </w:rPr>
        <w:t>آنچه</w:t>
      </w:r>
      <w:r w:rsidRPr="00677CB5">
        <w:rPr>
          <w:rtl/>
          <w:lang w:bidi="fa-IR"/>
        </w:rPr>
        <w:t xml:space="preserve"> ازکلام او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ماند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و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من عباد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الشکور. (بندگان شکرگزار من ,کم هستند) بعد از قربان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اعمال , به مکه باز 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مسجد الحرام من مشغول طواف شدم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شـخـص مـقـابل حجرالاسود به فاصله دو ذراع (حدود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متر)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کمترا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دستها را مقابل صورت نگه داشته و مشغول دعا است و در هر هفت دور, اورا به همان حال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طواف که خواستم حجرالاسود را ببوسم ,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بود, رفتم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حجاج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طوافند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رسند,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جلو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مثل کوه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اسـت و مـردم از پـشت سر او طواف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چون</w:t>
      </w:r>
      <w:r w:rsidRPr="00677CB5">
        <w:rPr>
          <w:rtl/>
          <w:lang w:bidi="fa-IR"/>
        </w:rPr>
        <w:t xml:space="preserve"> خواستم حجر را ببوسم و برآن دست بکشم آن شـخـص دست مرا گرفت و به حجرالاسودرسان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کمال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آن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مس نمودم و دستم را بر کتف او گذاردم وگفتم : التمس منکم الدعا و اسئلکم الدعا(از شما التماس دعا دارم )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قبول نمودو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دعا کرد. </w:t>
      </w:r>
    </w:p>
    <w:p w:rsidR="00677CB5" w:rsidRPr="00677CB5" w:rsidRDefault="00677CB5" w:rsidP="00E3141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نـماز طواف به طرف مقام حضرت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رفتم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خادم مقام دادم و همان جا مقابل در مقام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مشغول نماز طواف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شخص مقابل حجرالاسود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است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او حا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نه خودمقام و نه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,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در فـکر فرو رفتم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تشهد شدم ,متوجه شدم و به خود گفتم 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هات</w:t>
      </w:r>
      <w:r w:rsidRPr="00677CB5">
        <w:rPr>
          <w:rtl/>
          <w:lang w:bidi="fa-IR"/>
        </w:rPr>
        <w:t xml:space="preserve"> ! چطور مردم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مـن و او حا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نشده اند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باشند؟ خواستم نماز را قطع کنم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اشاره کرد که حرکت نکن</w:t>
      </w:r>
      <w:r w:rsidR="00E3141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نماز را تمام کردم و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برخاسته و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خوردم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آن جـا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ـسـتاده</w:t>
      </w:r>
      <w:r w:rsidRPr="00677CB5">
        <w:rPr>
          <w:rtl/>
          <w:lang w:bidi="fa-IR"/>
        </w:rPr>
        <w:t xml:space="preserve"> بود,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حضرتش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در اطراف خانه کعبه نظر کردم و جستجو نمودم , آن وجود مقدس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,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اند</w:t>
      </w:r>
    </w:p>
    <w:p w:rsidR="00677CB5" w:rsidRPr="00677CB5" w:rsidRDefault="00E31419" w:rsidP="002C0FA9">
      <w:pPr>
        <w:pStyle w:val="Heading2"/>
        <w:rPr>
          <w:rtl/>
        </w:rPr>
      </w:pPr>
      <w:r>
        <w:rPr>
          <w:rtl/>
        </w:rPr>
        <w:br w:type="page"/>
      </w:r>
      <w:bookmarkStart w:id="109" w:name="_Toc493414710"/>
      <w:r w:rsidR="00677CB5" w:rsidRPr="00677CB5">
        <w:rPr>
          <w:rtl/>
        </w:rPr>
        <w:lastRenderedPageBreak/>
        <w:t>59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رشت</w:t>
      </w:r>
      <w:r w:rsidR="00677CB5" w:rsidRPr="00677CB5">
        <w:rPr>
          <w:rFonts w:hint="cs"/>
          <w:rtl/>
        </w:rPr>
        <w:t>ی</w:t>
      </w:r>
      <w:bookmarkEnd w:id="10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مـحمد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ذاکر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فته</w:t>
      </w:r>
      <w:r w:rsidRPr="00677CB5">
        <w:rPr>
          <w:rtl/>
          <w:lang w:bidi="fa-IR"/>
        </w:rPr>
        <w:t xml:space="preserve">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عصمت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خصوصاحضرت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عـجل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و به خاطر آن که نام مقدس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را در منبر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برد, معروف به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صاحب الزمان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است وحت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احوالات آن حضرت نوش</w:t>
      </w:r>
      <w:r w:rsidRPr="00677CB5">
        <w:rPr>
          <w:rFonts w:hint="eastAsia"/>
          <w:rtl/>
          <w:lang w:bidi="fa-IR"/>
        </w:rPr>
        <w:t>ته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7350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در سال 1338, به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مشرف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شهر جده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مرادزد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رفقا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مـجـبور به کمک کردن من نشوند, از من دور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نمودند,لذا از هر جهت نا</w:t>
      </w:r>
      <w:r w:rsidR="007350A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مـاندم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و محرم شدم و بعد هم متوجه به مکه معظمه شدم و از در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داخل مـسـجد الحرام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چه بر سرم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آماده شدم , چون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رفـت و آمـد حـجـاج , با حال تضرع به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: پروردگارا اگر در مـشـهـد مـقدس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معامله با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به حضرت رضا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سرقت شود؟ نـاگـاه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خوشرو که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به آن خوشرو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وخوش قامت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بـودم و در لباس اهل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بود به من فرمود: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است چه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که سرقت شده است . </w:t>
      </w:r>
      <w:r w:rsidRPr="00677CB5">
        <w:rPr>
          <w:rFonts w:hint="eastAsia"/>
          <w:rtl/>
          <w:lang w:bidi="fa-IR"/>
        </w:rPr>
        <w:t>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فلان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هم برده اند داخل طواف شو وخود را مشغول کن . </w:t>
      </w: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واذهب 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برادر, از من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؟مرا بگذار و برو.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تـبـسم نمود و من هم مشغول طواف شدم 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رفتم , دو مرتبه آمد وگوشه احـرام مـرا 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 تعال اعط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الدراهم و تتشرف ان شاءاللّه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نة</w:t>
      </w:r>
      <w:r w:rsidRPr="00677CB5">
        <w:rPr>
          <w:rtl/>
          <w:lang w:bidi="fa-IR"/>
        </w:rPr>
        <w:t xml:space="preserve"> و تروح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الـز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ـة</w:t>
      </w:r>
      <w:r w:rsidRPr="00677CB5">
        <w:rPr>
          <w:rtl/>
          <w:lang w:bidi="fa-IR"/>
        </w:rPr>
        <w:t xml:space="preserve"> و </w:t>
      </w:r>
      <w:r w:rsidRPr="00677CB5">
        <w:rPr>
          <w:rtl/>
          <w:lang w:bidi="fa-IR"/>
        </w:rPr>
        <w:lastRenderedPageBreak/>
        <w:t>تـرجع من 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الشام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النجف ان شاءاللّه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فتنفد نفقتک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صلک</w:t>
      </w:r>
      <w:r w:rsidRPr="00677CB5">
        <w:rPr>
          <w:rtl/>
          <w:lang w:bidi="fa-IR"/>
        </w:rPr>
        <w:t xml:space="preserve"> هناک ما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وصلک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خراسان بحال حسن . </w:t>
      </w:r>
    </w:p>
    <w:p w:rsidR="00677CB5" w:rsidRPr="00677CB5" w:rsidRDefault="00677CB5" w:rsidP="007350AA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تو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 بدهم ان شاءاللّه به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بـه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راه شام به نجف اشرف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تمام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آن جا ان شاءاللّه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خراسان برس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گـوشه احرام مرا گرفت , صد و چهارده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عثمان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شمرد و در احرام من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آنـهـا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 فرمود: احرام را محکم ببند تا پولت را ندزدند.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خم شدم تا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افـتـاده بـود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بردارم و با خود گفتم :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ها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به من داده است ؟ سـرم را بـلـند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دانستم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حضرت حجت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. </w:t>
      </w:r>
      <w:r w:rsidRPr="00677CB5">
        <w:rPr>
          <w:rFonts w:hint="eastAsia"/>
          <w:rtl/>
          <w:lang w:bidi="fa-IR"/>
        </w:rPr>
        <w:t>بـعدا</w:t>
      </w:r>
      <w:r w:rsidRPr="00677CB5">
        <w:rPr>
          <w:rtl/>
          <w:lang w:bidi="fa-IR"/>
        </w:rPr>
        <w:t xml:space="preserve"> که به نجف اشرف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تمام شد و از آن جا به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 من , سال آخر عمر مرحوم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و</w:t>
      </w:r>
      <w:r w:rsidR="007350A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در دهه عاشورا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دهه را روضه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اطعام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منبر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تنها من بودم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دهه عاشورا, آن قدر به من پول دادند که مرا با کمال 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خراسان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7350AA" w:rsidP="002C0FA9">
      <w:pPr>
        <w:pStyle w:val="Heading2"/>
        <w:rPr>
          <w:rtl/>
        </w:rPr>
      </w:pPr>
      <w:r>
        <w:rPr>
          <w:rtl/>
        </w:rPr>
        <w:br w:type="page"/>
      </w:r>
      <w:bookmarkStart w:id="110" w:name="_Toc493414711"/>
      <w:r w:rsidR="00677CB5" w:rsidRPr="00677CB5">
        <w:rPr>
          <w:rtl/>
        </w:rPr>
        <w:lastRenderedPageBreak/>
        <w:t>60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شاگرد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تق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تربت</w:t>
      </w:r>
      <w:r w:rsidR="00677CB5" w:rsidRPr="00677CB5">
        <w:rPr>
          <w:rFonts w:hint="cs"/>
          <w:rtl/>
        </w:rPr>
        <w:t>ی</w:t>
      </w:r>
      <w:bookmarkEnd w:id="110"/>
      <w:r w:rsidR="00677CB5" w:rsidRPr="00677CB5">
        <w:rPr>
          <w:rtl/>
        </w:rPr>
        <w:t xml:space="preserve">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عـالـم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علماء اخلاق و شاگردان علامه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بود,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شاگردان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اهل تربت است گفت : در سفر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بودم و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از راه خانق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دنبال قافله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, رو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قـصرش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از شدت عطش و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راه رفتن عاجز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هر دو نـفـرمـان بـا زحـمت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خود را به قافله رساند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دزدها کاروان ما را غارت کرده و امـوالـشـان را دزد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مجروح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افتاده اند. </w:t>
      </w:r>
      <w:r w:rsidRPr="00677CB5">
        <w:rPr>
          <w:rFonts w:hint="eastAsia"/>
          <w:rtl/>
          <w:lang w:bidi="fa-IR"/>
        </w:rPr>
        <w:t>محملها</w:t>
      </w:r>
      <w:r w:rsidRPr="00677CB5">
        <w:rPr>
          <w:rtl/>
          <w:lang w:bidi="fa-IR"/>
        </w:rPr>
        <w:t xml:space="preserve"> را هم شکسته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انداخته بودند. </w:t>
      </w: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و 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ترس از تپه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بالا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ما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سلام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هفت دانه خرما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 و فرمود:چهار دانه از آنها را خودت بـخـور و سـه تـا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را به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قت</w:t>
      </w:r>
      <w:r w:rsidRPr="00677CB5">
        <w:rPr>
          <w:rtl/>
          <w:lang w:bidi="fa-IR"/>
        </w:rPr>
        <w:t xml:space="preserve"> بده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خرماها راخورد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بلافاصله عطش ما رفع شد.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فـرمود: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نجات و حفظ</w:t>
      </w:r>
      <w:r w:rsidR="00EF6E5F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از شر دزدها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اللهم 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اخافک و اخاف ممن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ـخـافـک</w:t>
      </w:r>
      <w:r w:rsidRPr="00677CB5">
        <w:rPr>
          <w:rtl/>
          <w:lang w:bidi="fa-IR"/>
        </w:rPr>
        <w:t xml:space="preserve"> و اعـوذ بـک مـمن 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خافک</w:t>
      </w:r>
      <w:r w:rsidRPr="00677CB5">
        <w:rPr>
          <w:rtl/>
          <w:lang w:bidi="fa-IR"/>
        </w:rPr>
        <w:t xml:space="preserve"> (خدا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از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ترسم و از هر کس که از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ترسد, هراس دارم و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تو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ترسد, به تو پناه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برم .) مقدار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اشاره کرد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منزل است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نظرکرد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منزل را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آن تـپه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وارد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 خواب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چون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خسته شده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متوجه آنچه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اتفاق افتاده بود, نشد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شدن ,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افته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معلوم شد که آن شخص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بوده است </w:t>
      </w:r>
    </w:p>
    <w:p w:rsidR="00677CB5" w:rsidRPr="00677CB5" w:rsidRDefault="00EF6E5F" w:rsidP="002C0FA9">
      <w:pPr>
        <w:pStyle w:val="Heading2"/>
        <w:rPr>
          <w:rtl/>
        </w:rPr>
      </w:pPr>
      <w:r>
        <w:rPr>
          <w:rtl/>
        </w:rPr>
        <w:br w:type="page"/>
      </w:r>
      <w:bookmarkStart w:id="111" w:name="_Toc493414712"/>
      <w:r w:rsidR="00677CB5" w:rsidRPr="00677CB5">
        <w:rPr>
          <w:rtl/>
        </w:rPr>
        <w:lastRenderedPageBreak/>
        <w:t>61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بن محمد بن عبدالرحمن شوشتر</w:t>
      </w:r>
      <w:r w:rsidR="00677CB5" w:rsidRPr="00677CB5">
        <w:rPr>
          <w:rFonts w:hint="cs"/>
          <w:rtl/>
        </w:rPr>
        <w:t>ی</w:t>
      </w:r>
      <w:bookmarkEnd w:id="11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محمد بن عبدالرحمن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بـه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بن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رواس رفته بودم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برادران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ماه رجب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طاعت وعبادت است خوب است به مسجد صعصعة بن صوحان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آن مسجد ازاماکن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ائمه ما در آن جا نـمـاز خـوانده اند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اماکن مقدسه د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مستحب است .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مسجد صعصعه رفـت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در مسجد,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بسته بود و پالان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قرار داشت و همان جـا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بـود. </w:t>
      </w:r>
      <w:r w:rsidRPr="00677CB5">
        <w:rPr>
          <w:rFonts w:hint="eastAsia"/>
          <w:rtl/>
          <w:lang w:bidi="fa-IR"/>
        </w:rPr>
        <w:t>داخـل</w:t>
      </w:r>
      <w:r w:rsidRPr="00677CB5">
        <w:rPr>
          <w:rtl/>
          <w:lang w:bidi="fa-IR"/>
        </w:rPr>
        <w:t xml:space="preserve">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مانند ماه , درخشان است و لباس حجاز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تن کرده وعمامه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مانند آنها به سر دارد.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نشسته بود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اللهم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ذا الـمـنن السابغة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آخر.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در کتب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اعمال مسجد صعصعه و اعمال ماه رجب ذکر شده است ) مـن و 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آن دعا را حفظ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سجده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بجا آورد وبرخاست و بر شتر خود سوار شد و رفت . </w:t>
      </w:r>
      <w:r w:rsidRPr="00677CB5">
        <w:rPr>
          <w:rFonts w:hint="eastAsia"/>
          <w:rtl/>
          <w:lang w:bidi="fa-IR"/>
        </w:rPr>
        <w:t>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قم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خضر نب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ما که با او صحبت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 دهانمان مـهر زده بودند که مبهوت شده و متوجه او نگرد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به ابن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رواد رواس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برخورد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از کجام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از مسجد صعصعه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نقل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هر دو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سه روز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سخن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 :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باشد؟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: احتمال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خضر نب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به خدا قسم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بود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نـکـته قابل ذکر است که علت قسم خوردن ابن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رواد رواس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شخص حضرت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آن بزرگوار در همان مسجدخود را به او معرف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بودند.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تشرف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صفحه 80 گذشت </w:t>
      </w:r>
    </w:p>
    <w:p w:rsidR="00677CB5" w:rsidRPr="00677CB5" w:rsidRDefault="00EF6E5F" w:rsidP="002C0FA9">
      <w:pPr>
        <w:pStyle w:val="Heading2"/>
        <w:rPr>
          <w:rtl/>
        </w:rPr>
      </w:pPr>
      <w:r>
        <w:rPr>
          <w:rtl/>
        </w:rPr>
        <w:br w:type="page"/>
      </w:r>
      <w:bookmarkStart w:id="112" w:name="_Toc493414713"/>
      <w:r w:rsidR="00677CB5" w:rsidRPr="00677CB5">
        <w:rPr>
          <w:rtl/>
        </w:rPr>
        <w:lastRenderedPageBreak/>
        <w:t xml:space="preserve">62-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مؤمن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بحر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112"/>
      <w:r w:rsidR="00677CB5" w:rsidRPr="00677CB5">
        <w:rPr>
          <w:rtl/>
        </w:rPr>
        <w:t xml:space="preserve"> </w:t>
      </w:r>
    </w:p>
    <w:p w:rsidR="00EF6E5F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صالح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علم به نقل از مرد مورد اعتماد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بـعـضـ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اهـل بـحر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سالها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گرفتند به نوبت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کـنند.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نوبت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اندوهناک شد, لـذا شـب به طرف صحرا رفت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شخص به او فرمود: نزد فلان تاجر برو و بـگـو مـحـمـد بن الحسن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دوازده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نذر کرده بود, به تو بدهد, آن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را از او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خرج کن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مـرد نزد تاجر رفت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غام</w:t>
      </w:r>
      <w:r w:rsidRPr="00677CB5">
        <w:rPr>
          <w:rtl/>
          <w:lang w:bidi="fa-IR"/>
        </w:rPr>
        <w:t xml:space="preserve"> را از طرف آن شخص بزرگوار به او رساند. </w:t>
      </w:r>
      <w:r w:rsidRPr="00677CB5">
        <w:rPr>
          <w:rFonts w:hint="eastAsia"/>
          <w:rtl/>
          <w:lang w:bidi="fa-IR"/>
        </w:rPr>
        <w:t>تاجر</w:t>
      </w:r>
      <w:r w:rsidRPr="00677CB5">
        <w:rPr>
          <w:rtl/>
          <w:lang w:bidi="fa-IR"/>
        </w:rPr>
        <w:t xml:space="preserve"> به اوگفت : محمد بن الحسن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خودش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به تو فرمود؟ مرد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جواب داد: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تاجر</w:t>
      </w:r>
      <w:r w:rsidRPr="00677CB5">
        <w:rPr>
          <w:rtl/>
          <w:lang w:bidi="fa-IR"/>
        </w:rPr>
        <w:t xml:space="preserve"> گفت : او را 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نه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او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 و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نذر کرده بودم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آن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اکرام کرد و احترام نمود و آن مبلغ را به او داد و التماس دعاکرد و از او خواهش کرد کـه چـون حـضرت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نذر مرا قبول کردند, نصف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را به من بده , تا آنها را عوض کنم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, مرد بحر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منزل برگشت و آن مبلغ را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خرج کرد</w:t>
      </w:r>
    </w:p>
    <w:p w:rsidR="00677CB5" w:rsidRPr="00677CB5" w:rsidRDefault="00EF6E5F" w:rsidP="002C0FA9">
      <w:pPr>
        <w:pStyle w:val="Heading2"/>
        <w:rPr>
          <w:rtl/>
        </w:rPr>
      </w:pPr>
      <w:r>
        <w:rPr>
          <w:rtl/>
        </w:rPr>
        <w:br w:type="page"/>
      </w:r>
      <w:bookmarkStart w:id="113" w:name="_Toc493414714"/>
      <w:r w:rsidR="00677CB5" w:rsidRPr="00677CB5">
        <w:rPr>
          <w:rtl/>
        </w:rPr>
        <w:lastRenderedPageBreak/>
        <w:t>63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مهد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دج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راه ز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ارت</w:t>
      </w:r>
      <w:r w:rsidR="00677CB5" w:rsidRPr="00677CB5">
        <w:rPr>
          <w:rtl/>
        </w:rPr>
        <w:t xml:space="preserve"> جناب حر</w:t>
      </w:r>
      <w:bookmarkEnd w:id="113"/>
      <w:r w:rsidR="00677CB5" w:rsidRPr="00677CB5">
        <w:rPr>
          <w:rtl/>
        </w:rPr>
        <w:t xml:space="preserve">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فاضل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(دج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حدود پنجاه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لومتر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سامرا) فرمود: سـفـر اولـ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, قصد داشتم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جناب حر </w:t>
      </w:r>
      <w:r w:rsidR="00EF6E5F" w:rsidRPr="00EF6E5F">
        <w:rPr>
          <w:rStyle w:val="libAlaemChar"/>
          <w:rtl/>
        </w:rPr>
        <w:t>رضي‌الله‌عنه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بروم . </w:t>
      </w:r>
    </w:p>
    <w:p w:rsidR="00677CB5" w:rsidRPr="00677CB5" w:rsidRDefault="00677CB5" w:rsidP="00EF6E5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برگشت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و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همراه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ساعت</w:t>
      </w:r>
      <w:r w:rsidRPr="00677CB5">
        <w:rPr>
          <w:rtl/>
          <w:lang w:bidi="fa-IR"/>
        </w:rPr>
        <w:t xml:space="preserve"> چهار بـعـد از ظـهر بود که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جناب حر مشرف شدم . </w:t>
      </w:r>
      <w:r w:rsidRPr="00677CB5">
        <w:rPr>
          <w:rFonts w:hint="eastAsia"/>
          <w:rtl/>
          <w:lang w:bidi="fa-IR"/>
        </w:rPr>
        <w:t>درمراجعت</w:t>
      </w:r>
      <w:r w:rsidRPr="00677CB5">
        <w:rPr>
          <w:rtl/>
          <w:lang w:bidi="fa-IR"/>
        </w:rPr>
        <w:t xml:space="preserve"> ,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از زوار با من نبود و آفـتـاب در حال غروب کردن بود. 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tl/>
          <w:lang w:bidi="fa-IR"/>
        </w:rPr>
        <w:t xml:space="preserve"> به طرف شهر روانه شدم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خط آهن ,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مرقد جناب حر است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خاطرتنها بودن , آن هم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غروب آفتاب , ترس مرا گرفت . </w:t>
      </w:r>
      <w:r w:rsidRPr="00677CB5">
        <w:rPr>
          <w:rFonts w:hint="eastAsia"/>
          <w:rtl/>
          <w:lang w:bidi="fa-IR"/>
        </w:rPr>
        <w:t>نـاگهان</w:t>
      </w:r>
      <w:r w:rsidRPr="00677CB5">
        <w:rPr>
          <w:rtl/>
          <w:lang w:bidi="fa-IR"/>
        </w:rPr>
        <w:t xml:space="preserve"> گلوله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سرم گذشت . </w:t>
      </w:r>
      <w:r w:rsidRPr="00677CB5">
        <w:rPr>
          <w:rFonts w:hint="eastAsia"/>
          <w:rtl/>
          <w:lang w:bidi="fa-IR"/>
        </w:rPr>
        <w:t>گلوله</w:t>
      </w:r>
      <w:r w:rsidRPr="00677CB5">
        <w:rPr>
          <w:rtl/>
          <w:lang w:bidi="fa-IR"/>
        </w:rPr>
        <w:t xml:space="preserve"> دوم , سوم , چهارم و پنجم هم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شل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کنندگان دزدند و به قصد غارت و چپاول آمده اند.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عـصـر عـجـل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متوسل شدم و عرض کردم : 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جان ,من زائر جدت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من است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شما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مرا در شهر غربت غارت کنند؟ نـاگـاه رعـب و وحـشـت مـن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قلبم آرام گرفت و فراموش کرد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به آن حضرت متوسل شده ام 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لحظه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عمامه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سن چهل سالگ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لباس اهل علم بود. </w:t>
      </w:r>
      <w:r w:rsidRPr="00677CB5">
        <w:rPr>
          <w:rFonts w:hint="eastAsia"/>
          <w:rtl/>
          <w:lang w:bidi="fa-IR"/>
        </w:rPr>
        <w:t>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طلاب نجف اشرف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از کوچه باغها ظاهر شد و سلام کرد و فرمود: سامراچطور است ؟ گفتم : بحمداللّه خوب است 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از حال حجة الاسلام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خوب است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از حال ثقة الاسلام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آقا بزرگ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در بهتر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حالات است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حال شما طلاب سامرا چطور است ؟ گفتم : خوب است . </w:t>
      </w:r>
      <w:r w:rsidRPr="00677CB5">
        <w:rPr>
          <w:rFonts w:hint="eastAsia"/>
          <w:rtl/>
          <w:lang w:bidi="fa-IR"/>
        </w:rPr>
        <w:lastRenderedPageBreak/>
        <w:t>فرمود</w:t>
      </w:r>
      <w:r w:rsidRPr="00677CB5">
        <w:rPr>
          <w:rtl/>
          <w:lang w:bidi="fa-IR"/>
        </w:rPr>
        <w:t>: امر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</w:t>
      </w:r>
      <w:r w:rsidRPr="00677CB5">
        <w:rPr>
          <w:rtl/>
          <w:lang w:bidi="fa-IR"/>
        </w:rPr>
        <w:t xml:space="preserve"> شما چگونه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گذرد؟ عرض کردم : از برکت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خوب است . </w:t>
      </w:r>
      <w:r w:rsidRPr="00677CB5">
        <w:rPr>
          <w:rFonts w:hint="eastAsia"/>
          <w:rtl/>
          <w:lang w:bidi="fa-IR"/>
        </w:rPr>
        <w:t>تـعـارف</w:t>
      </w:r>
      <w:r w:rsidRPr="00677CB5">
        <w:rPr>
          <w:rtl/>
          <w:lang w:bidi="fa-IR"/>
        </w:rPr>
        <w:t xml:space="preserve"> کردم که سوار شود,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ابا نمود.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و بر سوار شدن او اصرارنمودم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tl/>
          <w:lang w:bidi="fa-IR"/>
        </w:rPr>
        <w:t xml:space="preserve">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و زود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 و دوباره خودم سوار شدم ناگاه خود را نزدقهوه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کنار نهر 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قهوه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ابتدا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شهر کربلااست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وداع نمود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کوچه باغها رفت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برد, به فکر افتادم که من الان کنار خط آهن بودم که آفتاب غروب کرد وبه فاصله پانزده دق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خودم را در شهر کربلا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اذان بلند است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مسافت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فرسخ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ـشتر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از اهل سامرا و اوضاع آن سؤال نمود؟ واصلا چطور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من از آن جا هستم ؟ تازه من همان اول به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متوسل شدم ؟ لـذا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کـردم کـه آن آقا,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و آنچه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ـنـم</w:t>
      </w:r>
      <w:r w:rsidRPr="00677CB5">
        <w:rPr>
          <w:rtl/>
          <w:lang w:bidi="fa-IR"/>
        </w:rPr>
        <w:t xml:space="preserve"> را مـحـکـم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کـنـد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ن است که در راه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نام شما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فرمودند: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بلافاصله</w:t>
      </w:r>
      <w:r w:rsidRPr="00677CB5">
        <w:rPr>
          <w:rtl/>
          <w:lang w:bidi="fa-IR"/>
        </w:rPr>
        <w:t xml:space="preserve"> برگشتم که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کجا رفت , اما با کمال تعجب از آن بزرگوار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نبود,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باغ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آمده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شد!</w:t>
      </w:r>
    </w:p>
    <w:p w:rsidR="00677CB5" w:rsidRPr="00677CB5" w:rsidRDefault="00EF6E5F" w:rsidP="002C0FA9">
      <w:pPr>
        <w:pStyle w:val="Heading2"/>
        <w:rPr>
          <w:rtl/>
        </w:rPr>
      </w:pPr>
      <w:r>
        <w:rPr>
          <w:rtl/>
        </w:rPr>
        <w:br w:type="page"/>
      </w:r>
      <w:bookmarkStart w:id="114" w:name="_Toc493414715"/>
      <w:r w:rsidR="00677CB5" w:rsidRPr="00677CB5">
        <w:rPr>
          <w:rtl/>
        </w:rPr>
        <w:lastRenderedPageBreak/>
        <w:t>64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ابوالقاسم حاسم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با رف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ع</w:t>
      </w:r>
      <w:r w:rsidR="00677CB5" w:rsidRPr="00677CB5">
        <w:rPr>
          <w:rtl/>
        </w:rPr>
        <w:t xml:space="preserve"> الد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bookmarkEnd w:id="114"/>
      <w:r w:rsidR="00677CB5" w:rsidRPr="00677CB5">
        <w:rPr>
          <w:rtl/>
        </w:rPr>
        <w:t xml:space="preserve"> </w:t>
      </w:r>
    </w:p>
    <w:p w:rsidR="00677CB5" w:rsidRPr="00677CB5" w:rsidRDefault="00677CB5" w:rsidP="00B434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عـالـم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ابوالقاسم محمد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القاسم حاسم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سنت به نام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اموال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اکثراوقات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سفر با هم بـودنـد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مذهب و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خود را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شوخ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ناصب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رافض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گفتند, اما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آنها بحث مذهب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نشده بود.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اتفاقا در مسجد شهر همدان , که آن را مسجد عت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گفتند, بحث مذهب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,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فلان و فلان را بر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ابوالقاسم</w:t>
      </w:r>
      <w:r w:rsidRPr="00677CB5">
        <w:rPr>
          <w:rtl/>
          <w:lang w:bidi="fa-IR"/>
        </w:rPr>
        <w:t xml:space="preserve"> ,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رد کرد و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بر فلان و فلان 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مذهب خود به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 احاد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استدلال کرد و مقامات وکرامات و معجزات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از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صـادر شـده اسـت , ذکـر نـمـود,ول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مطلب را عکس نمود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بکر, به مـصاحبت او با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="00B43485" w:rsidRPr="00B43485">
        <w:rPr>
          <w:rFonts w:ascii="Traditional Arabic" w:eastAsiaTheme="minorHAnsi" w:hAnsi="Traditional Arabic" w:cs="Traditional Arabic"/>
          <w:rtl/>
        </w:rPr>
        <w:t xml:space="preserve"> </w:t>
      </w:r>
      <w:r w:rsidR="00B43485" w:rsidRPr="00B43485">
        <w:rPr>
          <w:rStyle w:val="libAlaemChar"/>
          <w:rFonts w:eastAsiaTheme="minorHAnsi"/>
          <w:rtl/>
        </w:rPr>
        <w:t>صلى‌الله‌عليه‌وآله‌وسلم</w:t>
      </w:r>
      <w:r w:rsidR="00B4348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در غار استدلال کرد و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</w:t>
      </w:r>
      <w:r w:rsidRPr="00677CB5">
        <w:rPr>
          <w:rFonts w:hint="eastAsia"/>
          <w:rtl/>
          <w:lang w:bidi="fa-IR"/>
        </w:rPr>
        <w:t>فت</w:t>
      </w:r>
      <w:r w:rsidRPr="00677CB5">
        <w:rPr>
          <w:rtl/>
          <w:lang w:bidi="fa-IR"/>
        </w:rPr>
        <w:t xml:space="preserve"> : ابوبکر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مهاجر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انصار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ژگ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tl/>
          <w:lang w:bidi="fa-IR"/>
        </w:rPr>
        <w:t xml:space="preserve"> را داشت که : اولا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اکرم </w:t>
      </w:r>
      <w:r w:rsidR="00B43485" w:rsidRPr="00B43485">
        <w:rPr>
          <w:rStyle w:val="libAlaemChar"/>
          <w:rFonts w:eastAsiaTheme="minorHAnsi"/>
          <w:rtl/>
        </w:rPr>
        <w:t>صلى‌الله‌عليه‌وآله‌وسلم</w:t>
      </w:r>
      <w:r w:rsidR="00B4348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داماد او بود, ثان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و امام مسلمانان شد. </w:t>
      </w:r>
    </w:p>
    <w:p w:rsidR="00677CB5" w:rsidRPr="00677CB5" w:rsidRDefault="00677CB5" w:rsidP="00B434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باز ادامـه داد و گـفـت : دو حـد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="00B43485" w:rsidRPr="00B43485">
        <w:rPr>
          <w:rFonts w:ascii="Traditional Arabic" w:eastAsiaTheme="minorHAnsi" w:hAnsi="Traditional Arabic" w:cs="Traditional Arabic"/>
          <w:rtl/>
        </w:rPr>
        <w:t xml:space="preserve"> </w:t>
      </w:r>
      <w:r w:rsidR="00B43485" w:rsidRPr="00B43485">
        <w:rPr>
          <w:rStyle w:val="libAlaemChar"/>
          <w:rFonts w:eastAsiaTheme="minorHAnsi"/>
          <w:rtl/>
        </w:rPr>
        <w:t>صلى‌الله‌عليه‌وآله‌وسلم</w:t>
      </w:r>
      <w:r w:rsidR="00B4348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در شان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 صادر شده است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, تو به مـنـزلـه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آخر. </w:t>
      </w:r>
      <w:r w:rsidRPr="00677CB5">
        <w:rPr>
          <w:rFonts w:hint="eastAsia"/>
          <w:rtl/>
          <w:lang w:bidi="fa-IR"/>
        </w:rPr>
        <w:t>دوم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دو نفر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راکه بعد از من هستند, ابوبکر و عمر را! ابـوالـقاسم حاسم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سخنان گفت : به چه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ابوبکر رابرتر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ـاء</w:t>
      </w:r>
      <w:r w:rsidRPr="00677CB5">
        <w:rPr>
          <w:rtl/>
          <w:lang w:bidi="fa-IR"/>
        </w:rPr>
        <w:t xml:space="preserve"> و سـند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و حامل لواء (صاحب پرچم هدا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) و امام انس و جن و تقس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کننده جهنم و بهشت و </w:t>
      </w: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آن که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اکبر(راستگو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) و فاروق ازهر (جداکننده حق از بـاطـل ) اسـت و بـرادر رسـول خدا</w:t>
      </w:r>
      <w:r w:rsidR="00B43485" w:rsidRPr="00B43485">
        <w:rPr>
          <w:rFonts w:ascii="Traditional Arabic" w:eastAsiaTheme="minorHAnsi" w:hAnsi="Traditional Arabic" w:cs="Traditional Arabic"/>
          <w:rtl/>
        </w:rPr>
        <w:t xml:space="preserve"> </w:t>
      </w:r>
      <w:r w:rsidR="00B43485" w:rsidRPr="00B43485">
        <w:rPr>
          <w:rStyle w:val="libAlaemChar"/>
          <w:rFonts w:eastAsiaTheme="minorHAnsi"/>
          <w:rtl/>
        </w:rPr>
        <w:t>صلى‌الله‌عليه‌وآله‌وسلم</w:t>
      </w:r>
      <w:r w:rsidR="00B4348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 xml:space="preserve">و همسر حضرت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هـنـگـام هجرت رسول خدا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B434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با آن حـضرت در حالات فقر و فشار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و رسول خدا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در خانه صحابه به مسجد رابست , جز در خـانـه آن جـنـاب و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شـکستن بتها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کعبه بر کتف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خود گذاشت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پـروردگـار مـتـعال او را با صد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طاهره فاطمه زهرا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در آسمانهاتزو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فرمود.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عمرو بن عـبـدود جـنـگ کرد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 xml:space="preserve"> را فتح نمود.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قدر چشم بهم زدن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شرک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 به خـلاف آن سه نفر. (که به تصر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خود اهل سنت دهها سال بت پرست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اند. ) رسول خدا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>,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به چهار نفر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امبران</w:t>
      </w:r>
      <w:r w:rsidRPr="00677CB5">
        <w:rPr>
          <w:rtl/>
          <w:lang w:bidi="fa-IR"/>
        </w:rPr>
        <w:t xml:space="preserve"> تشب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نمود آن جا که فرمود: هر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به آدم در علمش و نوح در حلمش وموس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شدتش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زهدش نظر کند, به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بنگرد.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وجـود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همه فضا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کمالات آشکار و با نسبت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رسول خدا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داشت وهمچن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آفتاب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او, چطور 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 بر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زاست</w:t>
      </w:r>
      <w:r w:rsidRPr="00677CB5">
        <w:rPr>
          <w:rtl/>
          <w:lang w:bidi="fa-IR"/>
        </w:rPr>
        <w:t xml:space="preserve"> ؟ چـون 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</w:t>
      </w:r>
      <w:r w:rsidRPr="00677CB5">
        <w:rPr>
          <w:rtl/>
          <w:lang w:bidi="fa-IR"/>
        </w:rPr>
        <w:t xml:space="preserve"> الـد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صـحبت را از ابوالقاسم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بر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بکر برتر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دهد, دوست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با او سست شد و بعد از گفتگو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به ابوالقاسم گفت : صبرم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هر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مسجد آمد آنچه را حکم کرد, چه به نفع مذهب 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مذهب تو, همان را قبول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B43485" w:rsidRDefault="00677CB5" w:rsidP="00B434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ابوالقاسم 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اهل همدان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 که همه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هستند,از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شرط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کثرت مجادله , شرط مذکور </w:t>
      </w:r>
      <w:r w:rsidRPr="00677CB5">
        <w:rPr>
          <w:rtl/>
          <w:lang w:bidi="fa-IR"/>
        </w:rPr>
        <w:lastRenderedPageBreak/>
        <w:t>را قبول کرد و باکراهت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بلافاصله</w:t>
      </w:r>
      <w:r w:rsidRPr="00677CB5">
        <w:rPr>
          <w:rtl/>
          <w:lang w:bidi="fa-IR"/>
        </w:rPr>
        <w:t xml:space="preserve"> بـعـد از شرط مذکور,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رخسارش آثار جلالت و نجابت ظاهر بود و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از سفر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داخل مسجد شد و در آن جا گشت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 و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 کمال سرعت و اضطراب از جا برخاست و بعد از سلام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از آن جوان سؤال کرد که واقعا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بالاتر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ابوبکر؟ جوان بدون معطل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شعر را فرمود: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8"/>
        <w:gridCol w:w="3312"/>
      </w:tblGrid>
      <w:tr w:rsidR="00B43485" w:rsidTr="00B43485">
        <w:trPr>
          <w:trHeight w:val="350"/>
        </w:trPr>
        <w:tc>
          <w:tcPr>
            <w:tcW w:w="3342" w:type="dxa"/>
            <w:shd w:val="clear" w:color="auto" w:fill="auto"/>
          </w:tcPr>
          <w:p w:rsidR="00B43485" w:rsidRDefault="00B43485" w:rsidP="0048325C">
            <w:pPr>
              <w:pStyle w:val="libPoem"/>
            </w:pPr>
            <w:r w:rsidRPr="00677CB5">
              <w:rPr>
                <w:rtl/>
                <w:lang w:bidi="fa-IR"/>
              </w:rPr>
              <w:t>مت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اقل مولا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افضل منهما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43485" w:rsidRDefault="00B43485" w:rsidP="0048325C">
            <w:pPr>
              <w:pStyle w:val="libPoem"/>
              <w:rPr>
                <w:rtl/>
              </w:rPr>
            </w:pPr>
          </w:p>
        </w:tc>
        <w:tc>
          <w:tcPr>
            <w:tcW w:w="3312" w:type="dxa"/>
            <w:shd w:val="clear" w:color="auto" w:fill="auto"/>
          </w:tcPr>
          <w:p w:rsidR="00B43485" w:rsidRDefault="00B43485" w:rsidP="0048325C">
            <w:pPr>
              <w:pStyle w:val="libPoem"/>
            </w:pPr>
            <w:r w:rsidRPr="00677CB5">
              <w:rPr>
                <w:rtl/>
                <w:lang w:bidi="fa-IR"/>
              </w:rPr>
              <w:t>اکن للذ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فضلته متنقصا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3485" w:rsidTr="00B43485">
        <w:tblPrEx>
          <w:tblLook w:val="04A0"/>
        </w:tblPrEx>
        <w:trPr>
          <w:trHeight w:val="350"/>
        </w:trPr>
        <w:tc>
          <w:tcPr>
            <w:tcW w:w="3342" w:type="dxa"/>
          </w:tcPr>
          <w:p w:rsidR="00B43485" w:rsidRDefault="00B43485" w:rsidP="0048325C">
            <w:pPr>
              <w:pStyle w:val="libPoem"/>
            </w:pPr>
            <w:r w:rsidRPr="00677CB5">
              <w:rPr>
                <w:rFonts w:hint="eastAsia"/>
                <w:rtl/>
                <w:lang w:bidi="fa-IR"/>
              </w:rPr>
              <w:t>الم</w:t>
            </w:r>
            <w:r w:rsidRPr="00677CB5">
              <w:rPr>
                <w:rtl/>
                <w:lang w:bidi="fa-IR"/>
              </w:rPr>
              <w:t xml:space="preserve"> تر ان الس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Fonts w:hint="eastAsia"/>
                <w:rtl/>
                <w:lang w:bidi="fa-IR"/>
              </w:rPr>
              <w:t>ف</w:t>
            </w:r>
            <w:r w:rsidRPr="00677CB5">
              <w:rPr>
                <w:rtl/>
                <w:lang w:bidi="fa-IR"/>
              </w:rPr>
              <w:t xml:space="preserve"> 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Fonts w:hint="eastAsia"/>
                <w:rtl/>
                <w:lang w:bidi="fa-IR"/>
              </w:rPr>
              <w:t>زر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بحده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43485" w:rsidRDefault="00B43485" w:rsidP="0048325C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B43485" w:rsidRDefault="00B43485" w:rsidP="0048325C">
            <w:pPr>
              <w:pStyle w:val="libPoem"/>
            </w:pPr>
            <w:r w:rsidRPr="00677CB5">
              <w:rPr>
                <w:rtl/>
                <w:lang w:bidi="fa-IR"/>
              </w:rPr>
              <w:t>مقالک هذا الس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Fonts w:hint="eastAsia"/>
                <w:rtl/>
                <w:lang w:bidi="fa-IR"/>
              </w:rPr>
              <w:t>ف</w:t>
            </w:r>
            <w:r w:rsidRPr="00677CB5">
              <w:rPr>
                <w:rtl/>
                <w:lang w:bidi="fa-IR"/>
              </w:rPr>
              <w:t xml:space="preserve"> احد</w:t>
            </w:r>
            <w:r w:rsidRPr="00677CB5">
              <w:rPr>
                <w:rFonts w:hint="cs"/>
                <w:rtl/>
                <w:lang w:bidi="fa-IR"/>
              </w:rPr>
              <w:t>ی</w:t>
            </w:r>
            <w:r w:rsidRPr="00677CB5">
              <w:rPr>
                <w:rtl/>
                <w:lang w:bidi="fa-IR"/>
              </w:rPr>
              <w:t xml:space="preserve"> من العصا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جوان از خواندن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فارغ شد, ابوالقاسم و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فصاحت وبلاغتش تعجب کـردنـد, لذا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حالات او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شوند, از او خواستندکه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صحبت کند, اما ناگهان از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چشمانشان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او 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را مشاهده کرد, مذهب باطل خود را ترک گفت و مذهب حق اثن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عشر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رفت</w:t>
      </w:r>
    </w:p>
    <w:p w:rsidR="00677CB5" w:rsidRPr="00677CB5" w:rsidRDefault="00B43485" w:rsidP="002C0FA9">
      <w:pPr>
        <w:pStyle w:val="Heading2"/>
        <w:rPr>
          <w:rtl/>
        </w:rPr>
      </w:pPr>
      <w:r>
        <w:rPr>
          <w:rtl/>
        </w:rPr>
        <w:br w:type="page"/>
      </w:r>
      <w:bookmarkStart w:id="115" w:name="_Toc493414716"/>
      <w:r w:rsidR="00677CB5" w:rsidRPr="00677CB5">
        <w:rPr>
          <w:rtl/>
        </w:rPr>
        <w:lastRenderedPageBreak/>
        <w:t>65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دلاک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راه مسجد سهله</w:t>
      </w:r>
      <w:bookmarkEnd w:id="115"/>
      <w:r w:rsidR="00677CB5" w:rsidRPr="00677CB5">
        <w:rPr>
          <w:rtl/>
        </w:rPr>
        <w:t xml:space="preserve"> </w:t>
      </w:r>
    </w:p>
    <w:p w:rsidR="00677CB5" w:rsidRPr="00677CB5" w:rsidRDefault="00677CB5" w:rsidP="00B4348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باقر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شخص صادق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دلاک بود,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در خدمتگزار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کوتاه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خودش کنارمستراح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آب حـاضر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منتظر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تا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او را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اولش برساند و خلاصه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مواظب خدمت او بود, مگر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که به مسجدسهله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به مسجدسهله را هم ترک نمود.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او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چرا رفتن به مسجد را ترک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چـهل شب چهارشنبه به آن جا رفتم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چهارشنبه آخر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جزنزد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مغرب رفـتن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ممکن نشد, لذا تنها به طرف مسجد براه افتادم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شد ومن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فقط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سوم راه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شب مهتاب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ناگاه شخص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بر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است و به طـرف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الان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 مرا برهنه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زبان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سخن گفت و از مقصدم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به مسجدسهله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خوراک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همراه خود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نه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دست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ببر.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هـمـان سـخن را به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تکرار فرمود.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دست خود را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بم</w:t>
      </w:r>
      <w:r w:rsidRPr="00677CB5">
        <w:rPr>
          <w:rtl/>
          <w:lang w:bidi="fa-IR"/>
        </w:rPr>
        <w:t xml:space="preserve"> کردم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کشمش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طفل خود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فراموش کرده بودم که به او بدهم ودر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بم</w:t>
      </w:r>
      <w:r w:rsidRPr="00677CB5">
        <w:rPr>
          <w:rtl/>
          <w:lang w:bidi="fa-IR"/>
        </w:rPr>
        <w:t xml:space="preserve"> مانده بود. </w:t>
      </w:r>
      <w:r w:rsidRPr="00677CB5">
        <w:rPr>
          <w:rFonts w:hint="eastAsia"/>
          <w:rtl/>
          <w:lang w:bidi="fa-IR"/>
        </w:rPr>
        <w:t>آنـگـاه</w:t>
      </w:r>
      <w:r w:rsidRPr="00677CB5">
        <w:rPr>
          <w:rtl/>
          <w:lang w:bidi="fa-IR"/>
        </w:rPr>
        <w:t xml:space="preserve"> به من فرمود: اوص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بالعود تا سه مرتبه . </w:t>
      </w:r>
    </w:p>
    <w:p w:rsidR="00CC1DC4" w:rsidRDefault="00677CB5" w:rsidP="00CC1DC4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(در زبان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عود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نسبت به پدر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خود, سفارش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) واز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متوجه شدم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حـضـرت مـهد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و باز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آن حضرت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جدا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من از پدرم 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>, لذا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گربه</w:t>
      </w:r>
      <w:r w:rsidRPr="00677CB5">
        <w:rPr>
          <w:rtl/>
          <w:lang w:bidi="fa-IR"/>
        </w:rPr>
        <w:t xml:space="preserve"> مسجد نرفتم </w:t>
      </w:r>
    </w:p>
    <w:p w:rsidR="00677CB5" w:rsidRPr="00677CB5" w:rsidRDefault="00CC1DC4" w:rsidP="00CC1D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77CB5" w:rsidRPr="00677CB5" w:rsidRDefault="00677CB5" w:rsidP="002C0FA9">
      <w:pPr>
        <w:pStyle w:val="Heading2"/>
        <w:rPr>
          <w:rtl/>
        </w:rPr>
      </w:pPr>
      <w:bookmarkStart w:id="116" w:name="_Toc493414717"/>
      <w:r w:rsidRPr="00677CB5">
        <w:rPr>
          <w:rtl/>
        </w:rPr>
        <w:t>66</w:t>
      </w:r>
      <w:r w:rsidR="00CC1DC4">
        <w:rPr>
          <w:rFonts w:hint="cs"/>
          <w:rtl/>
        </w:rPr>
        <w:t xml:space="preserve"> </w:t>
      </w:r>
      <w:r w:rsidRPr="00677CB5">
        <w:rPr>
          <w:rtl/>
        </w:rPr>
        <w:t>- تشرف ش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خ</w:t>
      </w:r>
      <w:r w:rsidRPr="00677CB5">
        <w:rPr>
          <w:rtl/>
        </w:rPr>
        <w:t xml:space="preserve"> محمد طاهر نجف</w:t>
      </w:r>
      <w:r w:rsidRPr="00677CB5">
        <w:rPr>
          <w:rFonts w:hint="cs"/>
          <w:rtl/>
        </w:rPr>
        <w:t>ی</w:t>
      </w:r>
      <w:bookmarkEnd w:id="116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صالح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طاهر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خادم مسجد کوفه , نقل نمود: مـن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اشرف را که به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آمدند, خدمت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علت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آموختم از جمله ورد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و حدود دوازده سال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حجرات مسجد نشسته , آن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</w:t>
      </w:r>
      <w:r w:rsidRPr="00677CB5">
        <w:rPr>
          <w:rFonts w:hint="eastAsia"/>
          <w:rtl/>
          <w:lang w:bidi="fa-IR"/>
        </w:rPr>
        <w:t>ندم</w:t>
      </w:r>
      <w:r w:rsidRPr="00677CB5">
        <w:rPr>
          <w:rtl/>
          <w:lang w:bidi="fa-IR"/>
        </w:rPr>
        <w:t xml:space="preserve"> و به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به حضرت رسول و آل 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بودم تا نوبت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طبق معمول , مشغول ورد بودم , ناگاه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وارد شد و فرمود: چه خبراست ؟ چرا ول ول بر لب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هر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حجاب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دارد, بگذار حجاب آن برداشته وهمه با هم مستجاب شود. </w:t>
      </w:r>
    </w:p>
    <w:p w:rsidR="00677CB5" w:rsidRPr="00677CB5" w:rsidRDefault="00677CB5" w:rsidP="00CC1DC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گفتن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از آن جا خارج و به طرف صحن حضرت مسلم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دنبال او,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CC1DC4" w:rsidP="002C0FA9">
      <w:pPr>
        <w:pStyle w:val="Heading2"/>
        <w:rPr>
          <w:rtl/>
        </w:rPr>
      </w:pPr>
      <w:r>
        <w:rPr>
          <w:rtl/>
        </w:rPr>
        <w:br w:type="page"/>
      </w:r>
      <w:bookmarkStart w:id="117" w:name="_Toc493414718"/>
      <w:r w:rsidR="00677CB5" w:rsidRPr="00677CB5">
        <w:rPr>
          <w:rtl/>
        </w:rPr>
        <w:lastRenderedPageBreak/>
        <w:t>67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هند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حرم ام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رالمؤمن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117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CC1DC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عامل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مضمون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قدر را بشناس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هر شب از ماه رمضان صد مرتبه سوره مبارکه دخان (حم دخان ) را بخوان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شروع نمودم و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روان شدم , که شب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سوم از حفظ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شـب بـعـد از افـطـار به حرم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, اما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نکردم که در آن جا بـنـش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چون در طرف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رو, پشت به قبله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چهل چراغ , به خاطرز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در آن شـب ,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نبود, رو به قبر منور کردم و چهارزانو نشستم ومشغول خواندن سوره دخان شد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, مـرد عـربـ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کنار من و مثل من نشسته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, رنگ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گندمگون , چشمها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رخسار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و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مهابت را مانند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وخ</w:t>
      </w:r>
      <w:r w:rsidRPr="00677CB5">
        <w:rPr>
          <w:rtl/>
          <w:lang w:bidi="fa-IR"/>
        </w:rPr>
        <w:t xml:space="preserve"> و بزرگان عرب داشـت , جـز آن کـه جـوان بود و به خاطر ندارم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محاسن مختصر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احتمال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دهـم کـه داشت . </w:t>
      </w:r>
      <w:r w:rsidRPr="00677CB5">
        <w:rPr>
          <w:rFonts w:hint="eastAsia"/>
          <w:rtl/>
          <w:lang w:bidi="fa-IR"/>
        </w:rPr>
        <w:t>باخود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چه شده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عرب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آمده و نشسته است !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نشستن مانند نشستن عجمها است و امشب چه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وخ</w:t>
      </w:r>
      <w:r w:rsidRPr="00677CB5">
        <w:rPr>
          <w:rtl/>
          <w:lang w:bidi="fa-IR"/>
        </w:rPr>
        <w:t xml:space="preserve"> وبزرگان خزاعل (دسته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اعراب ) است که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او دعوتش کرده اند و من مطلع نشده ام ؟ بعد از آن با خود گفتم : نکند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صورتشان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طرف راست و چپ خود به زوار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نه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وقار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از او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منزلش کجا است ؟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خودش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تا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اراده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قلبم گرفت که مرا رنجاند و احتمال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آن درد زرد شـد.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درد دل داشتم تا آن که با خود گفتم خداوندا من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دلم را به حال خود رها کن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درد نجاتم بده . </w:t>
      </w:r>
    </w:p>
    <w:p w:rsidR="00677CB5" w:rsidRPr="00677CB5" w:rsidRDefault="00677CB5" w:rsidP="00CC1DC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لحظه قلبم آرام شد.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راجع به او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سؤال کنم و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حالش شوم وگفتم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چه ضرر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دارد؟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قصد را نمودم , دلم به درد آمد و به همان شکل بودم تا از آن فکر منصرف شدم و عهد کردم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 نپرسم . 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جاباز دلم آرام شد.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زبان مشغول خواندن قرآن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چشمان خود را به رخسار و جمال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دوخته و درباره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شوق او مرا واداشت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 سوم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از حالش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شـوم , بـاز دلـم به شدت به درد آمد و مرا آزار داد.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بارصادقانه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بر ترک سؤال گرفتم و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نشانه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شناختنش تع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, بدون آن که از او بپرسم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که از او جدا نشوم و هر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با اوباشم . </w:t>
      </w: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منزلش معلوم شد, که از مردم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چنانچه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نشستن را به همان صورت طول داد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من و او فاصله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نبود, بلکه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اجامه</w:t>
      </w:r>
      <w:r w:rsidRPr="00677CB5">
        <w:rPr>
          <w:rtl/>
          <w:lang w:bidi="fa-IR"/>
        </w:rPr>
        <w:t xml:space="preserve"> من به جامه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خواستم وقت را بدانم , چون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ساعت حرم را از کثرت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بود وساعت داشت . </w:t>
      </w:r>
      <w:r w:rsidRPr="00677CB5">
        <w:rPr>
          <w:rFonts w:hint="eastAsia"/>
          <w:rtl/>
          <w:lang w:bidi="fa-IR"/>
        </w:rPr>
        <w:t>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برداشتم که از او بپرسم , اما بـه خاطر فشار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از من دورشد و من هم به سرعت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برگشتم و ظاهرا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اصلا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خودبرنداشته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بزرگوار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حـرکـت خـود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و خود را سرزنش کردم که خودم را از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محروم نموده ام </w:t>
      </w:r>
    </w:p>
    <w:p w:rsidR="00677CB5" w:rsidRPr="00677CB5" w:rsidRDefault="00CC1DC4" w:rsidP="002C0FA9">
      <w:pPr>
        <w:pStyle w:val="Heading2"/>
        <w:rPr>
          <w:rtl/>
        </w:rPr>
      </w:pPr>
      <w:r>
        <w:rPr>
          <w:rtl/>
        </w:rPr>
        <w:br w:type="page"/>
      </w:r>
      <w:bookmarkStart w:id="118" w:name="_Toc493414719"/>
      <w:r w:rsidR="00677CB5" w:rsidRPr="00677CB5">
        <w:rPr>
          <w:rtl/>
        </w:rPr>
        <w:lastRenderedPageBreak/>
        <w:t>68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باقر اصفهان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 سهله</w:t>
      </w:r>
      <w:bookmarkEnd w:id="118"/>
      <w:r w:rsidR="00677CB5" w:rsidRPr="00677CB5">
        <w:rPr>
          <w:rtl/>
        </w:rPr>
        <w:t xml:space="preserve"> </w:t>
      </w:r>
    </w:p>
    <w:p w:rsidR="00677CB5" w:rsidRPr="00677CB5" w:rsidRDefault="00677CB5" w:rsidP="00CC1DC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نجف اشرف در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حالات امام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و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بـه حضور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مشرف شده اند, صحبت شد.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اثناء کلام عالم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باقراصفهان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شاگردان فاضل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انصار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فرمود: شب چهارشنبه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چنانکه معمول مجاور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نجف است , به مسجد</w:t>
      </w:r>
      <w:r w:rsidR="00CC1DC4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سهله رفته 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را هم در مسجد ماندم با قصد که عصر به مسجد کوفه بروم و شب پنج شنبه را در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کنم و روز بعد به نجف اشرف برگردم . </w:t>
      </w:r>
      <w:r w:rsidRPr="00677CB5">
        <w:rPr>
          <w:rFonts w:hint="eastAsia"/>
          <w:rtl/>
          <w:lang w:bidi="fa-IR"/>
        </w:rPr>
        <w:t>اتـفـاقـا</w:t>
      </w:r>
      <w:r w:rsidRPr="00677CB5">
        <w:rPr>
          <w:rtl/>
          <w:lang w:bidi="fa-IR"/>
        </w:rPr>
        <w:t xml:space="preserve"> ذخ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برداشته بودم , در آن جا تمام شد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گرسنه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زمانهامسجد سـهـلـه مـخروبه بود و در اطراف , ساختمان و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و چون مردم بدون ذخ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به مسجد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رفـتـنـد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مـثـلا چند روز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ماندند, نان فروش هم به آن جانم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با وجود گـرسـنگ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توقف کردم و در وسط مسجد مشغول نماز شدم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نماز,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لباس اهل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احت</w:t>
      </w:r>
      <w:r w:rsidRPr="00677CB5">
        <w:rPr>
          <w:rtl/>
          <w:lang w:bidi="fa-IR"/>
        </w:rPr>
        <w:t xml:space="preserve"> بود و به آن صفه آمد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نشست و سفره نان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 داشت , پهن کرد.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چشمم به نانها افتاد, باخود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مرا هم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سـفـره دعوت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به طرف من 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مرا به خوردن دعوت کرد.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کـردم ونـپـذ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رفتم</w:t>
      </w:r>
      <w:r w:rsidRPr="00677CB5">
        <w:rPr>
          <w:rtl/>
          <w:lang w:bidi="fa-IR"/>
        </w:rPr>
        <w:t xml:space="preserve"> , اما پس از اصرار او و انکار من , تقاضا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قبول کردم به نزد او رفتم و به قدر اشتها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خوردم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صرف غذا, سفره را برداشت و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حجرات مسجد که درمقابل چشمم بود, رفـت و داخـل حـجره شد.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پشت سر او چشم دوختم و آن حجره را از نظر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نداختم</w:t>
      </w:r>
      <w:r w:rsidRPr="00677CB5">
        <w:rPr>
          <w:rtl/>
          <w:lang w:bidi="fa-IR"/>
        </w:rPr>
        <w:t xml:space="preserve">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درفکر بودم که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اتفاق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به خاطر اطلاع از </w:t>
      </w:r>
      <w:r w:rsidRPr="00677CB5">
        <w:rPr>
          <w:rtl/>
          <w:lang w:bidi="fa-IR"/>
        </w:rPr>
        <w:lastRenderedPageBreak/>
        <w:t>ضم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,مرا به خوردن دعوت نمود.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با خود گفتم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از حال او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و داخل آن حجره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کـمـال تـعـجب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مرد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نکردم ! با آن که آن اتاق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نداشت . </w:t>
      </w:r>
      <w:r w:rsidRPr="00677CB5">
        <w:rPr>
          <w:rFonts w:hint="eastAsia"/>
          <w:rtl/>
          <w:lang w:bidi="fa-IR"/>
        </w:rPr>
        <w:t>مـتـوجـه</w:t>
      </w:r>
      <w:r w:rsidRPr="00677CB5">
        <w:rPr>
          <w:rtl/>
          <w:lang w:bidi="fa-IR"/>
        </w:rPr>
        <w:t xml:space="preserve"> شدم که آن شخص بر ضم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مطلع بود که مرا بااصرار به خوردن دعوت نمود و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آن بزرگوار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نبوده است </w:t>
      </w:r>
    </w:p>
    <w:p w:rsidR="00677CB5" w:rsidRPr="00677CB5" w:rsidRDefault="00677CB5" w:rsidP="002C0FA9">
      <w:pPr>
        <w:pStyle w:val="Heading2"/>
        <w:rPr>
          <w:rtl/>
        </w:rPr>
      </w:pPr>
      <w:bookmarkStart w:id="119" w:name="_Toc493414720"/>
      <w:r w:rsidRPr="00677CB5">
        <w:rPr>
          <w:rtl/>
        </w:rPr>
        <w:t>69</w:t>
      </w:r>
      <w:r w:rsidR="00CC1DC4">
        <w:rPr>
          <w:rFonts w:hint="cs"/>
          <w:rtl/>
        </w:rPr>
        <w:t xml:space="preserve"> </w:t>
      </w:r>
      <w:r w:rsidRPr="00677CB5">
        <w:rPr>
          <w:rtl/>
        </w:rPr>
        <w:t>- تشرف س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د</w:t>
      </w:r>
      <w:r w:rsidRPr="00677CB5">
        <w:rPr>
          <w:rtl/>
        </w:rPr>
        <w:t xml:space="preserve"> شاهر در حرم سامرا</w:t>
      </w:r>
      <w:bookmarkEnd w:id="119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آقـا</w:t>
      </w:r>
      <w:r w:rsidRPr="00677CB5">
        <w:rPr>
          <w:rtl/>
          <w:lang w:bidi="fa-IR"/>
        </w:rPr>
        <w:t xml:space="preserve"> مـحـمد, که متصد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شمعها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آن مکان مقدس 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اوقات برادرش -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شاهر -از طرف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96777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شاهر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حرم مطهر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ابت</w:t>
      </w:r>
      <w:r w:rsidRPr="00677CB5">
        <w:rPr>
          <w:rtl/>
          <w:lang w:bidi="fa-IR"/>
        </w:rPr>
        <w:t xml:space="preserve"> از برادرم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مشغول خدمت بودم , تا آن که تمام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جا بودند,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رفته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مکان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نماند, لذاقصد کردم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را بـبندم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درها را بستم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خشوع داخل شد و مقابل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گـفـتـم ,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که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را ببندم , لابد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خود رامختصر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کـتـاب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در دست داشت , گشود و شروع به خواندن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جامعه 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با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نـمـود و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خواندن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فقرات آن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مثل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مضطرب وح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باشد,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نـزد</w:t>
      </w:r>
      <w:r w:rsidRPr="00677CB5">
        <w:rPr>
          <w:rtl/>
          <w:lang w:bidi="fa-IR"/>
        </w:rPr>
        <w:t xml:space="preserve"> او رفـتم و از او خواستم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را تخف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دهد و عجله کند,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اصلاتوجه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ننمود.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نشستم , اما خلقم تنگ شد. </w:t>
      </w: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برخاستم و از اوخواهش نمودم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را تخف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دهـد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حرفها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گفتم ,باز به من التفات نکرد.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 </w:t>
      </w:r>
      <w:r w:rsidRPr="00677CB5">
        <w:rPr>
          <w:rtl/>
          <w:lang w:bidi="fa-IR"/>
        </w:rPr>
        <w:lastRenderedPageBreak/>
        <w:t>سوم از او درخواست تخف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وتوقف را نمودم و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 داشت از او گرفته به او فحش دادم , بـاز آن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ـدجـل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متعرض من نشد و آن حال 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حضور قلب خود را از دست نداد,ول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من کتاب را از دستش گرفتم , متوجه شدم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م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تلاش</w:t>
      </w:r>
      <w:r w:rsidRPr="00677CB5">
        <w:rPr>
          <w:rtl/>
          <w:lang w:bidi="fa-IR"/>
        </w:rPr>
        <w:t xml:space="preserve"> کردم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اطراف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واقعا کور شده ام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خود رانزد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باز بود, کشاندم و دو طرف آن را با دو دست گرفتم و منتظر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 او شدم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ارتش</w:t>
      </w:r>
      <w:r w:rsidRPr="00677CB5">
        <w:rPr>
          <w:rtl/>
          <w:lang w:bidi="fa-IR"/>
        </w:rPr>
        <w:t xml:space="preserve"> را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تمام کرد, متوجه پشت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شد وحضرت نرجس خاتون و حک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خاتون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نمود که من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="00967775">
        <w:rPr>
          <w:rFonts w:hint="cs"/>
          <w:rtl/>
          <w:lang w:bidi="fa-IR"/>
        </w:rPr>
        <w:t>ا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به قصد خروج به طـرف در آمد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وخواست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رود, دامنش را گرفتم و تضرع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نـمـودم و آن بـزرگـوار را قـسـم دادم کـه از تـقص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درگذرد و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به حالت اول بـرگرداند.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کتاب را ازمن گرفت و به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اشاره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نمود, همان لحظه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بـه حالت اول برگشتند و همه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اصلا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نشده ام , اما آن بزرگوار از نظرم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 و هر قدر که در رواق و صحن جستجو نمودم ,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967775" w:rsidP="002C0FA9">
      <w:pPr>
        <w:pStyle w:val="Heading2"/>
        <w:rPr>
          <w:rtl/>
        </w:rPr>
      </w:pPr>
      <w:r>
        <w:rPr>
          <w:rtl/>
        </w:rPr>
        <w:br w:type="page"/>
      </w:r>
      <w:bookmarkStart w:id="120" w:name="_Toc493414721"/>
      <w:r w:rsidR="00677CB5" w:rsidRPr="00677CB5">
        <w:rPr>
          <w:rtl/>
        </w:rPr>
        <w:lastRenderedPageBreak/>
        <w:t>70- تشرف آقا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نجف</w:t>
      </w:r>
      <w:r w:rsidR="00677CB5" w:rsidRPr="00677CB5">
        <w:rPr>
          <w:rFonts w:hint="cs"/>
          <w:rtl/>
        </w:rPr>
        <w:t>ی</w:t>
      </w:r>
      <w:bookmarkEnd w:id="12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اسـداللّه زنـجـان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دوازده نفر از بزرگان از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درمحضر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بود, نقل کردند. </w:t>
      </w:r>
    </w:p>
    <w:p w:rsidR="00677CB5" w:rsidRPr="00677CB5" w:rsidRDefault="00677CB5" w:rsidP="00F206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هـنـگام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جناب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به نجف اشرف مراجعت نمود, بزرگان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علماء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تهن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حضور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درمنزل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جمع شدند.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بـحـرالعلوم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چون با جناب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کمال رفاقت و 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راداشت , در اثناء صحبت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به طرف او گرداند و فرمود: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 آن قدر سربلند و بزرگ گـشـتـه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هم کاسه و هم غذا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متغ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حالش دگرگون شد. </w:t>
      </w:r>
      <w:r w:rsidRPr="00677CB5">
        <w:rPr>
          <w:rFonts w:hint="eastAsia"/>
          <w:rtl/>
          <w:lang w:bidi="fa-IR"/>
        </w:rPr>
        <w:t>حضار</w:t>
      </w:r>
      <w:r w:rsidRPr="00677CB5">
        <w:rPr>
          <w:rtl/>
          <w:lang w:bidi="fa-IR"/>
        </w:rPr>
        <w:t xml:space="preserve"> مجلس , از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سخن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اصل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کردند.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فـرمود: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بعد از مراجعت از حج در فلان منزل ,در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خـود نـشـسـته و کاسه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آبگوشت بود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نهار خود آماده کرده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ناگاه از دامنه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خوشرو و خوشبو در لباس اعراب وارد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ازغذا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تناول فرمود. </w:t>
      </w:r>
      <w:r w:rsidRPr="00677CB5">
        <w:rPr>
          <w:rFonts w:hint="eastAsia"/>
          <w:rtl/>
          <w:lang w:bidi="fa-IR"/>
        </w:rPr>
        <w:t>هـمـان</w:t>
      </w:r>
      <w:r w:rsidRPr="00677CB5">
        <w:rPr>
          <w:rtl/>
          <w:lang w:bidi="fa-IR"/>
        </w:rPr>
        <w:t xml:space="preserve"> آقـا, روح هـمـه عـوالـم امـکـان حـضـرت صـاحـب الامـر والزمان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اند</w:t>
      </w:r>
    </w:p>
    <w:p w:rsidR="00677CB5" w:rsidRPr="00677CB5" w:rsidRDefault="00F20673" w:rsidP="002C0FA9">
      <w:pPr>
        <w:pStyle w:val="Heading2"/>
        <w:rPr>
          <w:rtl/>
        </w:rPr>
      </w:pPr>
      <w:r>
        <w:rPr>
          <w:rtl/>
        </w:rPr>
        <w:br w:type="page"/>
      </w:r>
      <w:bookmarkStart w:id="121" w:name="_Toc493414722"/>
      <w:r w:rsidR="00677CB5" w:rsidRPr="00677CB5">
        <w:rPr>
          <w:rtl/>
        </w:rPr>
        <w:lastRenderedPageBreak/>
        <w:t>71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والده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اصغر شهرستان</w:t>
      </w:r>
      <w:r w:rsidR="00677CB5" w:rsidRPr="00677CB5">
        <w:rPr>
          <w:rFonts w:hint="cs"/>
          <w:rtl/>
        </w:rPr>
        <w:t>ی</w:t>
      </w:r>
      <w:bookmarkEnd w:id="12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فاضل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اصغر شهرستان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فرزند عالم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شهرستان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ساکن کربلا, فرمود: پـدر مـرحـومم به همراه والده و 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به قصد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طرف سامرابراه افتادند. </w:t>
      </w:r>
    </w:p>
    <w:p w:rsidR="00677CB5" w:rsidRPr="00677CB5" w:rsidRDefault="00677CB5" w:rsidP="00F206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والـده</w:t>
      </w:r>
      <w:r w:rsidRPr="00677CB5">
        <w:rPr>
          <w:rtl/>
          <w:lang w:bidi="fa-IR"/>
        </w:rPr>
        <w:t xml:space="preserve"> با طفل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رخواره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کجاوه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, مرحوم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 دو طفل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بودند و ابو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بابق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زوار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متفرق بودند.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سه فـرسخ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سامرا که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کجاوه والده و اخو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بر آن بود, از رفتن واماند و از قافله عقب افتاد, تا آن که کم کم ازحرکت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سر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آن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</w:t>
      </w:r>
      <w:r w:rsidRPr="00677CB5">
        <w:rPr>
          <w:rtl/>
          <w:lang w:bidi="fa-IR"/>
        </w:rPr>
        <w:t>,بـه شدت مضطرب شد, چون در آن زمانها راه مخوف بود, لذا نزد والده آمد و گـفـت :ا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وامانده و راه مخوف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اجداد 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</w:t>
      </w:r>
      <w:r w:rsidRPr="00677CB5">
        <w:rPr>
          <w:rtl/>
          <w:lang w:bidi="fa-IR"/>
        </w:rPr>
        <w:t xml:space="preserve"> متوسل شو, که 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دست دزدها جز با توسل به ائمه 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امکان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والده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جزع و فزع نمود و به اجداد 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نش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استغاثه کرد.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مشغول استغاثه بود, ناگاه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آثار ابهت و جلال در 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بود, از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تپه ها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با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فاخر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بر داشت , نمودار شد وبه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کجاوه بر آن بود, نظر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و بعد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 وهمان جا هم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که ناتوان و از راه رفتن باز مانده بود, مثل آن که دو بال درآورده باشد, با سرعت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براه افتاد و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زود و قـبـل از آن کـه زوار به آن جا برسند به سامرا وارد شد و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هم از کنار قافله نگذشته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سـامـرا بـه خـانه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پسر 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ما, حجة الاسلام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شهرستان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نموده بود, وارد شدند و قبل از ورود </w:t>
      </w:r>
      <w:r w:rsidRPr="00677CB5">
        <w:rPr>
          <w:rtl/>
          <w:lang w:bidi="fa-IR"/>
        </w:rPr>
        <w:lastRenderedPageBreak/>
        <w:t>زوار به سامرا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مشرف شده بودند. </w:t>
      </w:r>
      <w:r w:rsidRPr="00677CB5">
        <w:rPr>
          <w:rFonts w:hint="eastAsia"/>
          <w:rtl/>
          <w:lang w:bidi="fa-IR"/>
        </w:rPr>
        <w:t>پسرعمو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والده قبل از زوار وارد شده , تعجب نموده و گفته بود: چطور شما قبل از زوار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قافله , آن هم به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وارد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! مـرحـوم پـدرم با زوار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آنها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به شدت نگران بودند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والده روبرو شدند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تعجب نمودند و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روشن , مسرور گشتند</w:t>
      </w:r>
    </w:p>
    <w:p w:rsidR="00677CB5" w:rsidRPr="00677CB5" w:rsidRDefault="00F20673" w:rsidP="002C0FA9">
      <w:pPr>
        <w:pStyle w:val="Heading2"/>
        <w:rPr>
          <w:rtl/>
        </w:rPr>
      </w:pPr>
      <w:r>
        <w:rPr>
          <w:rtl/>
        </w:rPr>
        <w:br w:type="page"/>
      </w:r>
      <w:bookmarkStart w:id="122" w:name="_Toc493414723"/>
      <w:r w:rsidR="00677CB5" w:rsidRPr="00677CB5">
        <w:rPr>
          <w:rtl/>
        </w:rPr>
        <w:lastRenderedPageBreak/>
        <w:t>72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دو نفر خادم در حرم امام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122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F2067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عـبـد</w:t>
      </w:r>
      <w:r w:rsidRPr="00677CB5">
        <w:rPr>
          <w:rtl/>
          <w:lang w:bidi="fa-IR"/>
        </w:rPr>
        <w:t xml:space="preserve"> صالح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شماع حرم مطهر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(مسئول شمعها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مطهر), که فرد مورد اعتماد و از خدام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حرم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بود, فرمود: مـن و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جـلـ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مرحوم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التول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مسئول بستن و باز کردن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مـطهر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صحن مقدس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برنامه</w:t>
      </w:r>
      <w:r w:rsidRPr="00677CB5">
        <w:rPr>
          <w:rtl/>
          <w:lang w:bidi="fa-IR"/>
        </w:rPr>
        <w:t xml:space="preserve">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اول شب تمام زوا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رواق مقدس و حرم را جستجو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آنگاه درها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بعد از باز کردن درها هم تمام زوا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تفحص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نشده باشد. </w:t>
      </w:r>
      <w:r w:rsidRPr="00677CB5">
        <w:rPr>
          <w:rFonts w:hint="eastAsia"/>
          <w:rtl/>
          <w:lang w:bidi="fa-IR"/>
        </w:rPr>
        <w:t>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طـبـق معمول تمام زوا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را تفحص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درها را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3D64C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شب من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زودتر از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ساعت وقت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بد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در حرم مشغول نماز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زمان باز شدن درها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آنها را باز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رواق مـقـدس را باز کرده و از داخل بست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سه در حرم مطهر را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اسـت 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کـرد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و داخـل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مقدس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مشغول نماز و در حال قنوت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گفت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مگر اول شب و وقت بستن درها, جستجو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چرا کاملا جستجو کردم و دقت نمودم و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بود. </w:t>
      </w: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هاشم گفت : پس چراغ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 تا به صورت او نگاه کنم و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که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چراغ</w:t>
      </w:r>
      <w:r w:rsidRPr="00677CB5">
        <w:rPr>
          <w:rtl/>
          <w:lang w:bidi="fa-IR"/>
        </w:rPr>
        <w:t xml:space="preserve"> آوردم و نظر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گفت : من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و هرگز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منتظر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از نماز فارغ شود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خسته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او همچنان درقنوت بود.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گفت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حرم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پشت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به طرف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آن جا به طرف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سر مقدس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درآن جا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مشغول تفحص از او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اما ابدا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هاشم گفت : درها که بسته است پس از کجا خارج شد؟ آنگاه عمامه خود را از سرانداخت و بنا کرد بر سر خود زدن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تو را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شود؟ گـفـت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حضرت حجت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,اما ما حضرتش را 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وقت داخل شد, درها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باز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48325C" w:rsidP="002C0FA9">
      <w:pPr>
        <w:pStyle w:val="Heading2"/>
        <w:rPr>
          <w:rtl/>
        </w:rPr>
      </w:pPr>
      <w:r>
        <w:rPr>
          <w:rtl/>
        </w:rPr>
        <w:br w:type="page"/>
      </w:r>
      <w:bookmarkStart w:id="123" w:name="_Toc493414724"/>
      <w:r w:rsidR="00677CB5" w:rsidRPr="00677CB5">
        <w:rPr>
          <w:rtl/>
        </w:rPr>
        <w:lastRenderedPageBreak/>
        <w:t>73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تق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حائر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مازندران</w:t>
      </w:r>
      <w:r w:rsidR="00677CB5" w:rsidRPr="00677CB5">
        <w:rPr>
          <w:rFonts w:hint="cs"/>
          <w:rtl/>
        </w:rPr>
        <w:t>ی</w:t>
      </w:r>
      <w:bookmarkEnd w:id="123"/>
      <w:r w:rsidR="00677CB5" w:rsidRPr="00677CB5">
        <w:rPr>
          <w:rtl/>
        </w:rPr>
        <w:t xml:space="preserve">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شب چهارشنبه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</w:t>
      </w:r>
      <w:r w:rsidR="0048325C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سهله مشرف شدم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حجره فوقان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متصل به گنبدمقام حضرت مـهد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منزل نمودم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جا به قصد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نافله شب و تـهجد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شوم ,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اذان صبح است , لذا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وضو و تهجد برخاستم ناگاه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هوا و در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مسجد با او هم صدا هستند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پر از صدا شده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آهنگ دعا خوان ها را در مسجد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صدا و صوت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آنها بود و با هم فرق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داشتند. </w:t>
      </w:r>
      <w:r w:rsidRPr="00677CB5">
        <w:rPr>
          <w:rFonts w:hint="eastAsia"/>
          <w:rtl/>
          <w:lang w:bidi="fa-IR"/>
        </w:rPr>
        <w:t>رعـب</w:t>
      </w:r>
      <w:r w:rsidRPr="00677CB5">
        <w:rPr>
          <w:rtl/>
          <w:lang w:bidi="fa-IR"/>
        </w:rPr>
        <w:t xml:space="preserve"> و وحـشـت مـرا گرفت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که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پشت آن مـقام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مشغول دعا است . </w:t>
      </w:r>
      <w:r w:rsidRPr="00677CB5">
        <w:rPr>
          <w:rFonts w:hint="eastAsia"/>
          <w:rtl/>
          <w:lang w:bidi="fa-IR"/>
        </w:rPr>
        <w:t>نشستم</w:t>
      </w:r>
      <w:r w:rsidRPr="00677CB5">
        <w:rPr>
          <w:rtl/>
          <w:lang w:bidi="fa-IR"/>
        </w:rPr>
        <w:t xml:space="preserve"> و به گنبد مقام , تک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نمودم و به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گوش فرا دادم کـه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جز لفظ طوارق الل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النهارنفهم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هم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دسـتـگـ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ـرم</w:t>
      </w:r>
      <w:r w:rsidRPr="00677CB5">
        <w:rPr>
          <w:rtl/>
          <w:lang w:bidi="fa-IR"/>
        </w:rPr>
        <w:t xml:space="preserve"> نشد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عبارت در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ازدعاها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هست و مطلب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انش</w:t>
      </w:r>
      <w:r w:rsidRPr="00677CB5">
        <w:rPr>
          <w:rtl/>
          <w:lang w:bidi="fa-IR"/>
        </w:rPr>
        <w:t xml:space="preserve"> به لفظ</w:t>
      </w:r>
      <w:r w:rsidR="0048325C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خواستم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, اما به خاطر ضعف و حالت غشوه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من عارض شده بـود, نـتوانستم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حال آمدم , به سرعت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تجد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وضو رفتم , اماه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را در آن مکان مقدس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48325C" w:rsidP="002C0FA9">
      <w:pPr>
        <w:pStyle w:val="Heading2"/>
        <w:rPr>
          <w:rtl/>
        </w:rPr>
      </w:pPr>
      <w:r>
        <w:rPr>
          <w:rtl/>
        </w:rPr>
        <w:br w:type="page"/>
      </w:r>
      <w:bookmarkStart w:id="124" w:name="_Toc493414725"/>
      <w:r w:rsidR="00677CB5" w:rsidRPr="00677CB5">
        <w:rPr>
          <w:rtl/>
        </w:rPr>
        <w:lastRenderedPageBreak/>
        <w:t>74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حسن مازندران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حائر</w:t>
      </w:r>
      <w:r w:rsidR="00677CB5" w:rsidRPr="00677CB5">
        <w:rPr>
          <w:rFonts w:hint="cs"/>
          <w:rtl/>
        </w:rPr>
        <w:t>ی</w:t>
      </w:r>
      <w:bookmarkEnd w:id="12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بـعد از ازدواج , به مرض سل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مبتلا شدم و ضعف بر من غلبه کرد,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قادر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رفـتـن از خـانـه نبودم , مگر آن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وقت عصر به حرم مطهر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و به خـاطـر شـدت ضـعـف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, فورا مراجعت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عادت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فرش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بام انداخته بودند و به مجرد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از حرم مطهر,دراز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از حـرم بـرگـشـتـه و دراز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به مرحوم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قـزو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کهولتش شباهت داشت , بدون آن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خبردهد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تعجب</w:t>
      </w:r>
      <w:r w:rsidRPr="00677CB5">
        <w:rPr>
          <w:rtl/>
          <w:lang w:bidi="fa-IR"/>
        </w:rPr>
        <w:t xml:space="preserve"> کـردم و خـواستم به احترام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برخاسته و زنها را خبر کنم که بالا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دست اشاره کرد که ساکن و ساکت باش و دستش را بر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فرمود: حالت چطور است ؟ بعد فرمود: بر تو باد به مواظبت بر قرائت قرآن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احساس کردم مرضم رفع شد و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48325C" w:rsidP="002C0FA9">
      <w:pPr>
        <w:pStyle w:val="Heading2"/>
        <w:rPr>
          <w:rtl/>
        </w:rPr>
      </w:pPr>
      <w:r>
        <w:rPr>
          <w:rtl/>
        </w:rPr>
        <w:br w:type="page"/>
      </w:r>
      <w:bookmarkStart w:id="125" w:name="_Toc493414726"/>
      <w:r w:rsidR="00677CB5" w:rsidRPr="00677CB5">
        <w:rPr>
          <w:rtl/>
        </w:rPr>
        <w:lastRenderedPageBreak/>
        <w:t>75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طلاب مدرسه خان مرو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تهران</w:t>
      </w:r>
      <w:bookmarkEnd w:id="12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مدرسه خان مرو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تهران مشغول به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آن مدرسه , اعمال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محضر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به مدت چهل شب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</w:t>
      </w:r>
      <w:r w:rsidRPr="00677CB5">
        <w:rPr>
          <w:rtl/>
          <w:lang w:bidi="fa-IR"/>
        </w:rPr>
        <w:t xml:space="preserve"> چـهـلم , نصف شب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حجره اش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حوض وسط مدرسه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رسـد,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آن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بود, از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اطراف و صاحبان آنها خبر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ملک فلان و فلان است و تا چند نسل قبل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طـلبه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خود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دزد است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مرا مشغول کند و بعد دزد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سراغ خادم که پشت در مدرسه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رفتم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کردم وجر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آنچه را گـمـان کـرده بـودم , بـه او گفتم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گفت : در مدرسه و در پشت بام بسته است دزد از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داخل شود.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هـم بـه آن مـحـلـ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شخص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که آن شخص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بوده است </w:t>
      </w:r>
    </w:p>
    <w:p w:rsidR="00677CB5" w:rsidRPr="00677CB5" w:rsidRDefault="0048325C" w:rsidP="002C0FA9">
      <w:pPr>
        <w:pStyle w:val="Heading2"/>
        <w:rPr>
          <w:rtl/>
        </w:rPr>
      </w:pPr>
      <w:r>
        <w:rPr>
          <w:rtl/>
        </w:rPr>
        <w:br w:type="page"/>
      </w:r>
      <w:bookmarkStart w:id="126" w:name="_Toc493414727"/>
      <w:r w:rsidR="00677CB5" w:rsidRPr="00677CB5">
        <w:rPr>
          <w:rtl/>
        </w:rPr>
        <w:lastRenderedPageBreak/>
        <w:t>76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حاج ابوالقاسم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زد</w:t>
      </w:r>
      <w:r w:rsidR="00677CB5" w:rsidRPr="00677CB5">
        <w:rPr>
          <w:rFonts w:hint="cs"/>
          <w:rtl/>
        </w:rPr>
        <w:t>ی</w:t>
      </w:r>
      <w:bookmarkEnd w:id="12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ابوالقاسم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مـن از گـمـاشـتگان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احمد, که از تجار محترم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tl/>
          <w:lang w:bidi="fa-IR"/>
        </w:rPr>
        <w:t xml:space="preserve"> و معروف به کلاهدوز است ,بودم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سفر حج مشرف شدم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سفر,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 از نجف اشرف و راه جبل بود. </w:t>
      </w:r>
      <w:r w:rsidRPr="00677CB5">
        <w:rPr>
          <w:rFonts w:hint="eastAsia"/>
          <w:rtl/>
          <w:lang w:bidi="fa-IR"/>
        </w:rPr>
        <w:t>سـه</w:t>
      </w:r>
      <w:r w:rsidRPr="00677CB5">
        <w:rPr>
          <w:rtl/>
          <w:lang w:bidi="fa-IR"/>
        </w:rPr>
        <w:t xml:space="preserve"> مـنـزل بـعد از نجف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صبح پس از طلوع آفتاب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دوفرسخ رفته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ناگاه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بود و من بر آن سوار بودم , رم کرد ومرا با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بار انداخت و فرار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ارباب</w:t>
      </w:r>
      <w:r w:rsidRPr="00677CB5">
        <w:rPr>
          <w:rtl/>
          <w:lang w:bidi="fa-IR"/>
        </w:rPr>
        <w:t xml:space="preserve"> من هم غافل و هر چه صدا زدم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ومرا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شتر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حرف من گوش نداد.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پشت سر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هر که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هر چه گفتم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مرا نجات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حرف من اعتنا نکرد.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عبورقافله ها تمام شد, ب</w:t>
      </w:r>
      <w:r w:rsidR="0048325C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عربها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بدست آوردن پول و اجناس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حجاج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دو ساعت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در فکر بودم ناگاه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پشت سرم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سـوار بـر شـتر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مهار پشم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کرد: چرا معطل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؟گفتم : من عرب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شما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به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چرا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چه کنم ؟ شتر, مرا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زد وفرار کرد و من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سرگردان مانده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گرفت و پشت سر خود سوار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مانده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بگذار, به صاحبش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تل خاک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کوچک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شترسوار</w:t>
      </w:r>
      <w:r w:rsidRPr="00677CB5">
        <w:rPr>
          <w:rtl/>
          <w:lang w:bidi="fa-IR"/>
        </w:rPr>
        <w:t xml:space="preserve"> چوب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مانند عصا در دسـت داشـت با آن به گردن شتر اشاره نمود و شتر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مرا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کرد وبا عصا اشاره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تل نمود.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نصف</w:t>
      </w:r>
      <w:r w:rsidRPr="00677CB5">
        <w:rPr>
          <w:rtl/>
          <w:lang w:bidi="fa-IR"/>
        </w:rPr>
        <w:t xml:space="preserve"> آن تل به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نصف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وسط,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سنگ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براق باز شد. </w:t>
      </w: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من متوجه نشدم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 چطور بازشد.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من گفت 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چـنـد</w:t>
      </w:r>
      <w:r w:rsidRPr="00677CB5">
        <w:rPr>
          <w:rtl/>
          <w:lang w:bidi="fa-IR"/>
        </w:rPr>
        <w:t xml:space="preserve"> پـله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مثل دهل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شد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چند پله داشت از آن جابالا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صـحـن</w:t>
      </w:r>
      <w:r w:rsidRPr="00677CB5">
        <w:rPr>
          <w:rtl/>
          <w:lang w:bidi="fa-IR"/>
        </w:rPr>
        <w:t xml:space="preserve"> بـسـ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</w:t>
      </w:r>
      <w:r w:rsidRPr="00677CB5">
        <w:rPr>
          <w:rtl/>
          <w:lang w:bidi="fa-IR"/>
        </w:rPr>
        <w:t xml:space="preserve">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اتاقها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باغ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وصف در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سر خود را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انداخته بودم آن شخص فرمود: نگاه کن . </w:t>
      </w:r>
      <w:r w:rsidRPr="00677CB5">
        <w:rPr>
          <w:rFonts w:hint="eastAsia"/>
          <w:rtl/>
          <w:lang w:bidi="fa-IR"/>
        </w:rPr>
        <w:t>نـگـاه</w:t>
      </w:r>
      <w:r w:rsidRPr="00677CB5">
        <w:rPr>
          <w:rtl/>
          <w:lang w:bidi="fa-IR"/>
        </w:rPr>
        <w:t xml:space="preserve"> کـردم , قصرها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غرفه 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من نشان داد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مقام حضرت رسول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است دو رکعت نماز بخوان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وضـو ندارم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سه پله بالا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حوض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آب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زلال و صـافـ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حوض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مشغول وضوگرفتن به 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رسـم خـودمان است شدم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ترس و رعب که مبادا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بر خلاف روش او وضو گرفته باشم 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نـشد وضو را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اول</w:t>
      </w:r>
      <w:r w:rsidRPr="00677CB5">
        <w:rPr>
          <w:rtl/>
          <w:lang w:bidi="fa-IR"/>
        </w:rPr>
        <w:t xml:space="preserve"> شروع به شستن دست نمود بعد از آن برجلو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</w:t>
      </w:r>
      <w:r w:rsidRPr="00677CB5">
        <w:rPr>
          <w:rtl/>
          <w:lang w:bidi="fa-IR"/>
        </w:rPr>
        <w:t xml:space="preserve"> و انگشت شست و سبابه را تا چانه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به چشم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کـشـ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سـپس مشغول شستن دستها از آرنج تا سر انگشتها, بعد هم به رسم خودمان سر و پاها را مـسح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مسح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روش در وضو را ترک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از وضو به مقام رسول خدا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8325C">
      <w:pPr>
        <w:pStyle w:val="libNormal"/>
        <w:tabs>
          <w:tab w:val="center" w:pos="3829"/>
        </w:tabs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دو رکعت نماز بگذار. </w:t>
      </w:r>
      <w:r w:rsidR="0048325C">
        <w:rPr>
          <w:rtl/>
          <w:lang w:bidi="fa-IR"/>
        </w:rPr>
        <w:tab/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خـوب است شما جلو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اقتدا کنم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بخوان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دورکعت نماز خواندم 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نماز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غرفه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هم دو رکعت نمازبخوان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مقام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,داماد حضرت رسول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خوب است شما جلو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اقتدا کنم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بخوان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رکعت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نماز بجا آوردم . </w:t>
      </w:r>
      <w:r w:rsidRPr="00677CB5">
        <w:rPr>
          <w:rFonts w:hint="eastAsia"/>
          <w:rtl/>
          <w:lang w:bidi="fa-IR"/>
        </w:rPr>
        <w:t>قـدر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هم دو رکعت نماز بخوان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مقام جبرئ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است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دو رکـعـت نماز خواندم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به وسط صحن و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8325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دو رکعت نماز هم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صد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چهار هزار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>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بخوان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کردم . </w:t>
      </w:r>
      <w:r w:rsidRPr="00677CB5">
        <w:rPr>
          <w:rFonts w:hint="eastAsia"/>
          <w:rtl/>
          <w:lang w:bidi="fa-IR"/>
        </w:rPr>
        <w:t>مـقـام</w:t>
      </w:r>
      <w:r w:rsidRPr="00677CB5">
        <w:rPr>
          <w:rtl/>
          <w:lang w:bidi="fa-IR"/>
        </w:rPr>
        <w:t xml:space="preserve"> حضرت رسول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سبز رنگ بود و مقام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وخط دور آن هم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رنگ و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غرفه</w:t>
      </w:r>
      <w:r w:rsidRPr="00677CB5">
        <w:rPr>
          <w:rtl/>
          <w:lang w:bidi="fa-IR"/>
        </w:rPr>
        <w:t xml:space="preserve"> ها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مقام جبرئ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سقف داشت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نماز فارغ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 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همان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آمده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با هم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گفتم :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بام بروم تا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دفعه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آن مناظر را تماشاکنم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بام ندارد و باز مرا سوار کرد.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شتر مرا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زده بود,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تشنه بودم و بعد از آن که همراه او سوار شدم هر چه با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اثر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سوار بودم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تاا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دور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نظرم آمد گفتم :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گفت</w:t>
      </w:r>
      <w:r w:rsidRPr="00677CB5">
        <w:rPr>
          <w:rtl/>
          <w:lang w:bidi="fa-IR"/>
        </w:rPr>
        <w:t xml:space="preserve"> :چرا؟ گفتم : چون نخلها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خرما به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علم حجاج و چادرها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است . </w:t>
      </w:r>
      <w:r w:rsidRPr="00677CB5">
        <w:rPr>
          <w:rFonts w:hint="eastAsia"/>
          <w:rtl/>
          <w:lang w:bidi="fa-IR"/>
        </w:rPr>
        <w:t>قافله</w:t>
      </w:r>
      <w:r w:rsidRPr="00677CB5">
        <w:rPr>
          <w:rtl/>
          <w:lang w:bidi="fa-IR"/>
        </w:rPr>
        <w:t xml:space="preserve"> دار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گـفتم : حاج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منزل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ما مثل ببر, از وسط</w:t>
      </w:r>
      <w:r w:rsidR="00DA30BB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طناب چـ</w:t>
      </w:r>
      <w:r w:rsidR="00DA30BB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درهـا عـبور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به طناب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بند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="00DA30BB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پشت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قافله دار آمـد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بـا هـمـان چوب به چادر او اشاره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چشمش به من افتاد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 اخلاق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با من گذاشت , که کجا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چقدر مرا به زحمت انداخت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بالاخره هم تو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نکردم ؟ آن شخص کمربند او را گرفت و نشاند, حال آن که حاج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مرد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tl/>
          <w:lang w:bidi="fa-IR"/>
        </w:rPr>
        <w:t xml:space="preserve"> و باقدرت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 : به حج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حج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اخلاق را داشته باشد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حرفها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توبه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روانه شد تا به چادر ارباب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فاصله</w:t>
      </w:r>
      <w:r w:rsidRPr="00677CB5">
        <w:rPr>
          <w:rtl/>
          <w:lang w:bidi="fa-IR"/>
        </w:rPr>
        <w:t xml:space="preserve"> تا آن جا حـدودا شـشـصـد متر 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فورا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بدون آن که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بپرسد مجددا با چوب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به چادراشاره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ارباب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چشمش به من افتاد, گفت : آقا ابوالقاسم آمد.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شـتـر</w:t>
      </w:r>
      <w:r w:rsidRPr="00677CB5">
        <w:rPr>
          <w:rtl/>
          <w:lang w:bidi="fa-IR"/>
        </w:rPr>
        <w:t xml:space="preserve"> دار حـاج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گفت : داخل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آن شخص به داخل چادر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گـفت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امانت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مانده بود. </w:t>
      </w: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نسبت به من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کجا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 شخص گفت :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هر جا که بود, آمد.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آن شخص پا در رکاب کرده و نشست و خواست برود,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داحمد</w:t>
      </w:r>
      <w:r w:rsidRPr="00677CB5">
        <w:rPr>
          <w:rtl/>
          <w:lang w:bidi="fa-IR"/>
        </w:rPr>
        <w:t xml:space="preserve"> به پسرش گفت : برو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 آورده بود) قهوه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من قهوه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به پسرش گفت : برو انعام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DA30BB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رفت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طاقه شال خل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کله قند آورد.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قند را برداشت و کنار گذاشت و گفت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خودت باشد. </w:t>
      </w:r>
      <w:r w:rsidRPr="00677CB5">
        <w:rPr>
          <w:rFonts w:hint="eastAsia"/>
          <w:rtl/>
          <w:lang w:bidi="fa-IR"/>
        </w:rPr>
        <w:t>شال</w:t>
      </w:r>
      <w:r w:rsidRPr="00677CB5">
        <w:rPr>
          <w:rtl/>
          <w:lang w:bidi="fa-IR"/>
        </w:rPr>
        <w:t xml:space="preserve"> را برداشت و گفت : به مـسـتحق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ارباب</w:t>
      </w:r>
      <w:r w:rsidRPr="00677CB5">
        <w:rPr>
          <w:rtl/>
          <w:lang w:bidi="fa-IR"/>
        </w:rPr>
        <w:t xml:space="preserve">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محض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چادر خارج شد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از انظار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من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را گفتم و ارباب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افسوس خورد.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آن جا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, قبل از بار کردن و حرکت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چادر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دوش گرفته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شما است , بردار.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آنها را از دوش او برداشتم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آن مرد سابق نبود</w:t>
      </w:r>
    </w:p>
    <w:p w:rsidR="00677CB5" w:rsidRPr="00677CB5" w:rsidRDefault="00DA30BB" w:rsidP="002C0FA9">
      <w:pPr>
        <w:pStyle w:val="Heading2"/>
        <w:rPr>
          <w:rtl/>
        </w:rPr>
      </w:pPr>
      <w:r>
        <w:rPr>
          <w:rtl/>
        </w:rPr>
        <w:br w:type="page"/>
      </w:r>
      <w:bookmarkStart w:id="127" w:name="_Toc493414728"/>
      <w:r w:rsidR="00677CB5" w:rsidRPr="00677CB5">
        <w:rPr>
          <w:rtl/>
        </w:rPr>
        <w:lastRenderedPageBreak/>
        <w:t>77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هاشم شوشتر</w:t>
      </w:r>
      <w:r w:rsidR="00677CB5" w:rsidRPr="00677CB5">
        <w:rPr>
          <w:rFonts w:hint="cs"/>
          <w:rtl/>
        </w:rPr>
        <w:t>ی</w:t>
      </w:r>
      <w:bookmarkEnd w:id="12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کاظم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اللّه فرمود: سـال 1357, روزهـا در نـجف اشرف به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ملاقات کردم و به اتفاق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مـراجعت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هاشم نقل کرد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وقت برگشتن از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- مکان را نشان داد -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عمامه سبز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 داشت و محاسنش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بود در حـال راه رفـتـن اسـت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سلام کرد جواب سلامش را دادم و از من گذشت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,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رادر 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هم آن جا بود و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گذشت راه خود را کج کرد. </w:t>
      </w: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گفتند: فرزند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</w:t>
      </w:r>
    </w:p>
    <w:p w:rsidR="00677CB5" w:rsidRPr="00677CB5" w:rsidRDefault="00663B79" w:rsidP="002C0FA9">
      <w:pPr>
        <w:pStyle w:val="Heading2"/>
        <w:rPr>
          <w:rtl/>
        </w:rPr>
      </w:pPr>
      <w:r>
        <w:rPr>
          <w:rtl/>
        </w:rPr>
        <w:br w:type="page"/>
      </w:r>
      <w:bookmarkStart w:id="128" w:name="_Toc493414729"/>
      <w:r w:rsidR="00677CB5" w:rsidRPr="00677CB5">
        <w:rPr>
          <w:rtl/>
        </w:rPr>
        <w:lastRenderedPageBreak/>
        <w:t>78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مرتض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نجف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مسجد کوفه</w:t>
      </w:r>
      <w:bookmarkEnd w:id="12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صـالـح</w:t>
      </w:r>
      <w:r w:rsidRPr="00677CB5">
        <w:rPr>
          <w:rtl/>
          <w:lang w:bidi="fa-IR"/>
        </w:rPr>
        <w:t xml:space="preserve"> عـادل ,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مرتض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که از صلحاء نجف اشرف بود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الفقهاء,ش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جعفر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درک کرده و در نزد علماء, به صلاح معروف بود, فرمود: در مـسـجـد کـوفـه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آنها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مبرز و بزرگ بود, حضورداشت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وقت مغرب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جماعت با آن عالم بزرگ , در فکر مقدمات نماز افتادم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وقتها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موضع تنور در وسط مسجد کوفه , مقدار اندک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بود که از مجرا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قنات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مخروبه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آمـد و راه تـنگ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که گنجا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را نداشت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جا رفتم که وضو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خـواسـتـم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بروم شخص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اعراب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کنار آب نشسته و وضو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, اما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طمان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و وقار نشسته بود.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نماز جماعت عجله داشتم کـمـ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توقف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او به همان آرامش نشسته و ندا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اقامه نماز هم بلند شده اسـت بـه خـاطـر آن کـه عـجـله کند, به او گفتم :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قصد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نماز جماعت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فرمودند: نه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دخن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</w:t>
      </w:r>
      <w:r w:rsidRPr="00677CB5">
        <w:rPr>
          <w:rFonts w:hint="eastAsia"/>
          <w:rtl/>
          <w:lang w:bidi="fa-IR"/>
        </w:rPr>
        <w:t>رزن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است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منظورش</w:t>
      </w:r>
      <w:r w:rsidRPr="00677CB5">
        <w:rPr>
          <w:rtl/>
          <w:lang w:bidi="fa-IR"/>
        </w:rPr>
        <w:t xml:space="preserve">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صبر کردم تا فارغ شد و رفت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رفتم و</w:t>
      </w:r>
      <w:r w:rsidR="00663B7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وضو گرفتم و با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نماز خواندم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نماز و متفرق شدن مردم ,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نقل کردم 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حالش دگرگون و رنگش متغ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 و در فکر فرو رفت بعد به من گفت :حضرت حـجـت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نشناخته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حضرت از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جز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آن مطلع نبود, خبر دادند. </w:t>
      </w:r>
      <w:r w:rsidRPr="00677CB5">
        <w:rPr>
          <w:rFonts w:hint="eastAsia"/>
          <w:rtl/>
          <w:lang w:bidi="fa-IR"/>
        </w:rPr>
        <w:t>بدان</w:t>
      </w:r>
      <w:r w:rsidRPr="00677CB5">
        <w:rPr>
          <w:rtl/>
          <w:lang w:bidi="fa-IR"/>
        </w:rPr>
        <w:t xml:space="preserve"> که من امسال در رحبه ارزن کاشته بودم (رحبه موضع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غـرب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است که به خاطر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نکردن باد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معمولا محل ترس است )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ـسـتـادم</w:t>
      </w:r>
      <w:r w:rsidRPr="00677CB5">
        <w:rPr>
          <w:rtl/>
          <w:lang w:bidi="fa-IR"/>
        </w:rPr>
        <w:t xml:space="preserve"> و نماز را شروع کردم به فکر آن زراعت افتادم و غصه آنها مرا از حالت نماز واداشت , لذا حضرت از وضع من خبر دادند</w:t>
      </w:r>
    </w:p>
    <w:p w:rsidR="00677CB5" w:rsidRPr="00677CB5" w:rsidRDefault="00663B79" w:rsidP="002C0FA9">
      <w:pPr>
        <w:pStyle w:val="Heading2"/>
        <w:rPr>
          <w:rtl/>
        </w:rPr>
      </w:pPr>
      <w:r>
        <w:rPr>
          <w:rtl/>
        </w:rPr>
        <w:br w:type="page"/>
      </w:r>
      <w:bookmarkStart w:id="129" w:name="_Toc493414730"/>
      <w:r w:rsidR="00677CB5" w:rsidRPr="00677CB5">
        <w:rPr>
          <w:rtl/>
        </w:rPr>
        <w:lastRenderedPageBreak/>
        <w:t>79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کل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ددار</w:t>
      </w:r>
      <w:r w:rsidR="00677CB5" w:rsidRPr="00677CB5">
        <w:rPr>
          <w:rtl/>
        </w:rPr>
        <w:t xml:space="preserve"> عسکر</w:t>
      </w:r>
      <w:r w:rsidR="00677CB5" w:rsidRPr="00677CB5">
        <w:rPr>
          <w:rFonts w:hint="cs"/>
          <w:rtl/>
        </w:rPr>
        <w:t>یی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در حرم سامرا</w:t>
      </w:r>
      <w:bookmarkEnd w:id="12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آخـونـد</w:t>
      </w:r>
      <w:r w:rsidRPr="00677CB5">
        <w:rPr>
          <w:rtl/>
          <w:lang w:bidi="fa-IR"/>
        </w:rPr>
        <w:t xml:space="preserve"> مـلا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, که از خواص و صاحب اسرار علامه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بود, فرمود: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در تابستان , که هوا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گرم بود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زمان</w:t>
      </w:r>
      <w:r w:rsidRPr="00677CB5">
        <w:rPr>
          <w:rtl/>
          <w:lang w:bidi="fa-IR"/>
        </w:rPr>
        <w:t xml:space="preserve"> تشرف او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مطهر را بسته و آماده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در رواق 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پنجره غرب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بـه صـحن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بود, اما چون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</w:t>
      </w:r>
      <w:r w:rsidR="00663B7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را باز کرد و خواست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شـخـص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زائر به او گفت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مرا به حال خود واگذار که با تـوجـه و حـضـور قـلب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بخوانم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قبول نکرد و گفت : ما رسم و قاعده خود را بهم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زائر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دوم و سوم را به او داد. </w:t>
      </w: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هم قبول نکرد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شدن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شترامتناع</w:t>
      </w:r>
      <w:r w:rsidRPr="00677CB5">
        <w:rPr>
          <w:rtl/>
          <w:lang w:bidi="fa-IR"/>
        </w:rPr>
        <w:t xml:space="preserve"> نمود و آنها را رد کرد.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زائر مـتوجه حرم مطهر شد و با دل شکسته عرض کرد: پدر و مادرم به فدا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تان</w:t>
      </w:r>
      <w:r w:rsidRPr="00677CB5">
        <w:rPr>
          <w:rtl/>
          <w:lang w:bidi="fa-IR"/>
        </w:rPr>
        <w:t xml:space="preserve"> باد,قصد داشتم با خضوع و خشوع شما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نگذاشت و شما هم ازممانعت او مطلع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کرد و در را بست 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که آن شخص به اومراجعت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هـر چه بتواند پول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دهد. </w:t>
      </w:r>
      <w:r w:rsidRPr="00677CB5">
        <w:rPr>
          <w:rFonts w:hint="eastAsia"/>
          <w:rtl/>
          <w:lang w:bidi="fa-IR"/>
        </w:rPr>
        <w:t>خودش</w:t>
      </w:r>
      <w:r w:rsidRPr="00677CB5">
        <w:rPr>
          <w:rtl/>
          <w:lang w:bidi="fa-IR"/>
        </w:rPr>
        <w:t xml:space="preserve"> هم به طرف شرق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رواق متوجه شد تا از طرف غرب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برگردد.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رکن اول ,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آن جا به طرف پنجره بپ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چد</w:t>
      </w:r>
      <w:r w:rsidRPr="00677CB5">
        <w:rPr>
          <w:rtl/>
          <w:lang w:bidi="fa-IR"/>
        </w:rPr>
        <w:t>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سه نفر رو به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جلوتر ازبغل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خودش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شخص</w:t>
      </w:r>
      <w:r w:rsidRPr="00677CB5">
        <w:rPr>
          <w:rtl/>
          <w:lang w:bidi="fa-IR"/>
        </w:rPr>
        <w:t xml:space="preserve"> سوم از نظر سن از همه کوچکتر بود و در 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آنها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مبهوت ماند.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صاحب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رو به او کرد و در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مملو از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غضب و چشمانش سرخ شده بود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خود را به قصد زدن به او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داد,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مـلـعـون پـسـر ملعون ,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تو آمده بود که او را مانع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همه بزرگتر بود متوجه او شد و بادست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اشاره کرد و نگذاشت ضربه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بزند و فرمود: همسا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تو است باهمسا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ات مدارا کن 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صاحب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دست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دوباره غضبش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جان</w:t>
      </w:r>
      <w:r w:rsidRPr="00677CB5">
        <w:rPr>
          <w:rtl/>
          <w:lang w:bidi="fa-IR"/>
        </w:rPr>
        <w:t xml:space="preserve"> آمد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حرکت داد وهمان سخن اول را تـکـرار نـمـود.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همان شخص بزرگتر اشاره نمود و مانع شد. </w:t>
      </w:r>
      <w:r w:rsidRPr="00677CB5">
        <w:rPr>
          <w:rFonts w:hint="eastAsia"/>
          <w:rtl/>
          <w:lang w:bidi="fa-IR"/>
        </w:rPr>
        <w:t>درمرتبه</w:t>
      </w:r>
      <w:r w:rsidRPr="00677CB5">
        <w:rPr>
          <w:rtl/>
          <w:lang w:bidi="fa-IR"/>
        </w:rPr>
        <w:t xml:space="preserve"> سوم باز آتش غضبش مـشتعل شد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حرکت داد. 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متوجه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 و غش کرد و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 و به حال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 مگر در روز دوم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سوم , آن هم در خانه خود.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خـو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شانش</w:t>
      </w:r>
      <w:r w:rsidRPr="00677CB5">
        <w:rPr>
          <w:rtl/>
          <w:lang w:bidi="fa-IR"/>
        </w:rPr>
        <w:t xml:space="preserve"> او آمدند و در رواق را, که از پشت بسته بود, باز کردند, مشهده نمودند که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ـهـوش</w:t>
      </w:r>
      <w:r w:rsidRPr="00677CB5">
        <w:rPr>
          <w:rtl/>
          <w:lang w:bidi="fa-IR"/>
        </w:rPr>
        <w:t xml:space="preserve"> افـتـاده اسـت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بـا همان حال به خانه اش بردند.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دو روز که به حال آمد,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ـکـانـش</w:t>
      </w:r>
      <w:r w:rsidRPr="00677CB5">
        <w:rPr>
          <w:rtl/>
          <w:lang w:bidi="fa-IR"/>
        </w:rPr>
        <w:t xml:space="preserve"> کـنار بستر او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63B7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آنچه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 و شخص زائر و آن سه نفر اتفاق افتاده بود,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کرد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زد: مرا با آب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دکه</w:t>
      </w:r>
      <w:r w:rsidRPr="00677CB5">
        <w:rPr>
          <w:rtl/>
          <w:lang w:bidi="fa-IR"/>
        </w:rPr>
        <w:t xml:space="preserve"> سوختم و هلاک شدم . </w:t>
      </w:r>
      <w:r w:rsidRPr="00677CB5">
        <w:rPr>
          <w:rFonts w:hint="eastAsia"/>
          <w:rtl/>
          <w:lang w:bidi="fa-IR"/>
        </w:rPr>
        <w:t>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ـکـانش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استغاثه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مشغول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ختن</w:t>
      </w:r>
      <w:r w:rsidRPr="00677CB5">
        <w:rPr>
          <w:rtl/>
          <w:lang w:bidi="fa-IR"/>
        </w:rPr>
        <w:t xml:space="preserve"> آب بر او شدند تا آن که پهلو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باز کـردند,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به مقدار درهم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شده است . </w:t>
      </w:r>
      <w:r w:rsidRPr="00677CB5">
        <w:rPr>
          <w:rFonts w:hint="eastAsia"/>
          <w:rtl/>
          <w:lang w:bidi="fa-IR"/>
        </w:rPr>
        <w:t>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ددار</w:t>
      </w:r>
      <w:r w:rsidRPr="00677CB5">
        <w:rPr>
          <w:rtl/>
          <w:lang w:bidi="fa-IR"/>
        </w:rPr>
        <w:t xml:space="preserve"> که نامش حسان بود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مرا صاحب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با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خود زد.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را </w:t>
      </w:r>
      <w:r w:rsidRPr="00677CB5">
        <w:rPr>
          <w:rtl/>
          <w:lang w:bidi="fa-IR"/>
        </w:rPr>
        <w:lastRenderedPageBreak/>
        <w:t xml:space="preserve">برداشتند و به بغداد بردند وبه پزشکان نشان دادند همه از درمان او عـاجـز ماندند. </w:t>
      </w:r>
      <w:r w:rsidRPr="00677CB5">
        <w:rPr>
          <w:rFonts w:hint="eastAsia"/>
          <w:rtl/>
          <w:lang w:bidi="fa-IR"/>
        </w:rPr>
        <w:t>ناگز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او را به بصره بردند, چون در آن جا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فرنگ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معروف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نـبـضـش را گـرفـت 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بد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مزاج و ورم آن موضع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شده , حـکـا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کـند,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لذا گفت :گمان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نسبت به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ادب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باش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خداونداو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درد مبتلا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عـلاج نـا</w:t>
      </w:r>
      <w:r w:rsidR="00663B7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شـدنـد او را بـه بـغـداد بـرگـردانـدنـد در بغداد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به درک واصل شد.</w:t>
      </w:r>
    </w:p>
    <w:p w:rsidR="00677CB5" w:rsidRPr="00677CB5" w:rsidRDefault="00663B79" w:rsidP="002C0FA9">
      <w:pPr>
        <w:pStyle w:val="Heading2"/>
        <w:rPr>
          <w:rtl/>
        </w:rPr>
      </w:pPr>
      <w:r>
        <w:rPr>
          <w:rtl/>
        </w:rPr>
        <w:br w:type="page"/>
      </w:r>
      <w:bookmarkStart w:id="130" w:name="_Toc493414731"/>
      <w:r w:rsidR="00677CB5" w:rsidRPr="00677CB5">
        <w:rPr>
          <w:rtl/>
        </w:rPr>
        <w:lastRenderedPageBreak/>
        <w:t>80- تشرف ثروتمند مازندران</w:t>
      </w:r>
      <w:r w:rsidR="00677CB5" w:rsidRPr="00677CB5">
        <w:rPr>
          <w:rFonts w:hint="cs"/>
          <w:rtl/>
        </w:rPr>
        <w:t>ی</w:t>
      </w:r>
      <w:bookmarkEnd w:id="13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مازندران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 فرمودند: در زمـان عـالـم ربـانـ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حـاج ملا محمد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ثروتمندان آن سامان که صـاحب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املاک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به بلا و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مبتلا شد,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همه ثروتش را از دسـت داد و امـرار مـعـا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 مـنـحصر به غله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ظاهرا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بود,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حق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از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واقف تع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شده بود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گذراند.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ثروتمندان حوال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مدع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روستا شد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</w:t>
      </w:r>
      <w:r w:rsidR="00663B7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منتشر کرده بود که آن محل از املاک من بوده و غصب شده است , بنابرا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درست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و چون در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</w:t>
      </w:r>
      <w:r w:rsidRPr="00677CB5">
        <w:rPr>
          <w:rtl/>
          <w:lang w:bidi="fa-IR"/>
        </w:rPr>
        <w:t xml:space="preserve"> بـا ثروت و اقتدار بود, لذا طبق ادعا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خود, شهود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داد و در هر محضر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نزاع طـرح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 بر حسب ظاهر شرع , حکم به حقان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او نسبت به مالک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  <w:r w:rsidRPr="00677CB5">
        <w:rPr>
          <w:rFonts w:hint="eastAsia"/>
          <w:rtl/>
          <w:lang w:bidi="fa-IR"/>
        </w:rPr>
        <w:t>طرف</w:t>
      </w:r>
      <w:r w:rsidRPr="00677CB5">
        <w:rPr>
          <w:rtl/>
          <w:lang w:bidi="fa-IR"/>
        </w:rPr>
        <w:t xml:space="preserve"> مقابل (ثروتمند ورشکسته ) که ظاهرامتول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وقف در آن جا بود, از اجرا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حکم امتناع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مشاجرات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دو طرف خسته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مصلح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آمده و هر دو را ملزم نمودند که دعو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محضر عالم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,مرحوم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برده و هر چه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حکم فرمود,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شوند و به مرحله اجرابگذارند.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طرح دعو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اقامه شهود,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(ثروتمنداول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متوجه شد کـه 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اشـرفـ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حساب , حکم به ملک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جا خواهد داد,لذا </w:t>
      </w:r>
      <w:r w:rsidRPr="00677CB5">
        <w:rPr>
          <w:rtl/>
          <w:lang w:bidi="fa-IR"/>
        </w:rPr>
        <w:lastRenderedPageBreak/>
        <w:t>درمانده شد و از شدت درماندگ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خود را به مدرسه بخش اشرف (از بخشها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مازندران ) رساند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طلاب 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خصوص راه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دا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مدرسه شد,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آنها مشغول مباحثه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, مهموم و مغموم در گوشه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و سر به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بان</w:t>
      </w:r>
      <w:r w:rsidRPr="00677CB5">
        <w:rPr>
          <w:rtl/>
          <w:lang w:bidi="fa-IR"/>
        </w:rPr>
        <w:t xml:space="preserve"> تفکر فرو برد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طـلاب نـزد او آمد و علت هم و غم او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انکار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اصرارز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آن طلبه ,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 و در ضمن راه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طلبه</w:t>
      </w:r>
      <w:r w:rsidRPr="00677CB5">
        <w:rPr>
          <w:rtl/>
          <w:lang w:bidi="fa-IR"/>
        </w:rPr>
        <w:t xml:space="preserve"> گفت : چاره کار تو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شهر رفته و نماز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را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بعد از نماز به آن ملجا اعجاز متوسل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تو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و غم نجات دهند.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شهر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رفت و بعد از اقامه نماز, به آن حضرت متوسل شد.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اطراف ,نزد او ظاهر و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شد و عـلت هم و حزن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آمدنش به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="003931DD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tl/>
          <w:lang w:bidi="fa-IR"/>
        </w:rPr>
        <w:t xml:space="preserve"> تمام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ماجرا را به عرض رساند.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مـرد بـه ظـاهـر روسـتا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فرمود: مشکلت آسان و هم و غمت تمام شد.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شهرمراجعت کن و خـدمـت جناب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شو به او عرض کن از جانب شخص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مامور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حکم به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عرض کرد: با وجود اقامه شهود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طرف مقابل من نموده , چطور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حکم به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خواهد داد؟ فـرمـود: اگـر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بـر حکم به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دغدغه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داشتند, عرض کن از جانب آن شخص بزرگ عـلامـت و نـشـانه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آورده ام 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آن نشانه و علامت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بگو آن شـخص بزرگ فرموده اند: ما امثال شماها را تا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درحکم و فتوا خطا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اگر حکم به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آن است که در وقت تشرف به مکه معظمه , موقع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در مـقـام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مشغول نماز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,در قنوت , فلان دعا را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کلمه آن دعا را غـلط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آهسته به گوشت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غلط و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حش</w:t>
      </w:r>
      <w:r w:rsidRPr="00677CB5">
        <w:rPr>
          <w:rtl/>
          <w:lang w:bidi="fa-IR"/>
        </w:rPr>
        <w:t xml:space="preserve"> فلان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است و از نظرت ناپد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آن مرد به ظاهر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جملات را فرمود, از نظر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خرم و شـادان به شهر برگشت و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حضور مرحوم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ماجرا را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عرض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به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الاعظم ارواحنافداه حکم به وقف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صادر نمودند</w:t>
      </w:r>
      <w:r w:rsidR="003931D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از هم و غم خارج کردند</w:t>
      </w:r>
    </w:p>
    <w:p w:rsidR="00677CB5" w:rsidRPr="00677CB5" w:rsidRDefault="003931DD" w:rsidP="002C0FA9">
      <w:pPr>
        <w:pStyle w:val="Heading2"/>
        <w:rPr>
          <w:rtl/>
        </w:rPr>
      </w:pPr>
      <w:r>
        <w:rPr>
          <w:rtl/>
        </w:rPr>
        <w:br w:type="page"/>
      </w:r>
      <w:bookmarkStart w:id="131" w:name="_Toc493414732"/>
      <w:r w:rsidR="00677CB5" w:rsidRPr="00677CB5">
        <w:rPr>
          <w:rtl/>
        </w:rPr>
        <w:lastRenderedPageBreak/>
        <w:t>81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 xml:space="preserve">- تشرف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از خدام حرم سامرا</w:t>
      </w:r>
      <w:bookmarkEnd w:id="13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القدر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جعفر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در سامرا آشنا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اهل آن جا داشتم , که هرگاه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به خانه او سرم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که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دنش</w:t>
      </w:r>
      <w:r w:rsidRPr="00677CB5">
        <w:rPr>
          <w:rtl/>
          <w:lang w:bidi="fa-IR"/>
        </w:rPr>
        <w:t xml:space="preserve"> رفتم , او را رنجور و زار و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مشرف به مردن بود. </w:t>
      </w:r>
      <w:r w:rsidRPr="00677CB5">
        <w:rPr>
          <w:rFonts w:hint="eastAsia"/>
          <w:rtl/>
          <w:lang w:bidi="fa-IR"/>
        </w:rPr>
        <w:t>علت</w:t>
      </w:r>
      <w:r w:rsidRPr="00677CB5">
        <w:rPr>
          <w:rtl/>
          <w:lang w:bidi="fa-IR"/>
        </w:rPr>
        <w:t xml:space="preserve"> مرض او را سؤال کردم و گفتم : 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چـنـد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,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به سامرا مشرف شدند.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معمول خدام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حرمها و سامرا است , به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شواز</w:t>
      </w:r>
      <w:r w:rsidRPr="00677CB5">
        <w:rPr>
          <w:rtl/>
          <w:lang w:bidi="fa-IR"/>
        </w:rPr>
        <w:t xml:space="preserve"> آنها رفتم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خودمشتر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نامه بخوانم و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کسب کنم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قافله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صلاح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</w:t>
      </w:r>
      <w:r w:rsidRPr="00677CB5">
        <w:rPr>
          <w:rtl/>
          <w:lang w:bidi="fa-IR"/>
        </w:rPr>
        <w:t xml:space="preserve">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صفا و طراوت که با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کو</w:t>
      </w:r>
      <w:r w:rsidRPr="00677CB5">
        <w:rPr>
          <w:rtl/>
          <w:lang w:bidi="fa-IR"/>
        </w:rPr>
        <w:t xml:space="preserve"> به کنار دجله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غسل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بجا آورد و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تازه پوش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خضوع و خشوع روانه حرم مطهر شد.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خود گفتم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 استفاده کرد, لذا دنبال او براه افتادم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داخل صحن مـقـدس عـسـکر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 و بر در رواق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گرفت ومشغول خواندن اذن دخول شد, اما با کمال خضوع و اشک از دو چشمش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او رفتم و گوشه 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گرفتم و گفتم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نامه بخوانم . </w:t>
      </w:r>
      <w:r w:rsidRPr="00677CB5">
        <w:rPr>
          <w:rFonts w:hint="eastAsia"/>
          <w:rtl/>
          <w:lang w:bidi="fa-IR"/>
        </w:rPr>
        <w:t>دسـت</w:t>
      </w:r>
      <w:r w:rsidRPr="00677CB5">
        <w:rPr>
          <w:rtl/>
          <w:lang w:bidi="fa-IR"/>
        </w:rPr>
        <w:t xml:space="preserve"> بـرد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من داد و اشاره کرد, برو و به من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باش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که اگر چـنـد روز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نامه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مبلغ هم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بودم ,آن را گرفتم و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دور شـدم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طـمـع مـرا بـر آن داشت </w:t>
      </w:r>
      <w:r w:rsidRPr="00677CB5">
        <w:rPr>
          <w:rtl/>
          <w:lang w:bidi="fa-IR"/>
        </w:rPr>
        <w:lastRenderedPageBreak/>
        <w:t>که دوباره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,برگشتم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خضوع , مشغول خواندن اذن دخول است باز مزاحم او شدم و گفتم :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به تو </w:t>
      </w:r>
      <w:r w:rsidRPr="00677CB5">
        <w:rPr>
          <w:rFonts w:hint="eastAsia"/>
          <w:rtl/>
          <w:lang w:bidi="fa-IR"/>
        </w:rPr>
        <w:t>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دهم 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بـار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 و اشاره کرد که برو و به من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باش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رفتم و</w:t>
      </w:r>
      <w:r w:rsidR="003931D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با خود گـفـتـم خـوب شـکـار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آوردم , لذا مراجعت کردم و او را در همان حال خضوع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گفتم : کتاب را ببند,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بخوانم و ردا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بـار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</w:t>
      </w:r>
      <w:r w:rsidRPr="00677CB5">
        <w:rPr>
          <w:rtl/>
          <w:lang w:bidi="fa-IR"/>
        </w:rPr>
        <w:t xml:space="preserve"> به من داد و مشغول خواندن اذن دخول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رفتم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طمع مرا بر آن داشت که برگردم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برگشتم همان مطلب را تکرار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کتاب 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بغل گذاشت و چـون حـضـور قلبش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رفته بود, خارج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کار خود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و نزد او رفتم و گفتم : برگرد و هر طور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کنان گفت :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حال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 و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خود را سرزنش کردم و به خانه برگشتم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در منزل که وارد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شدم ,د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سه نفر بـر لـب بـام روبـرو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شخص</w:t>
      </w:r>
      <w:r w:rsidRPr="00677CB5">
        <w:rPr>
          <w:rtl/>
          <w:lang w:bidi="fa-IR"/>
        </w:rPr>
        <w:t xml:space="preserve"> وسط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جوانتر بود و کمان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دردست داشت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کـمـان گذاشت و به من گفت : چرا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زائر ما را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 زه کمان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سوخت و آن سه نفر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شدند و سوزش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من شدت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از دو روز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مجروح و به تدر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جراحت آن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شد, الان تمام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مرا گرفته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جعفر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خود را باز کرد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تمام پوس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دوسه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 که آن شخص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</w:t>
      </w:r>
    </w:p>
    <w:p w:rsidR="00677CB5" w:rsidRPr="00677CB5" w:rsidRDefault="003931DD" w:rsidP="002C0FA9">
      <w:pPr>
        <w:pStyle w:val="Heading2"/>
        <w:rPr>
          <w:rtl/>
        </w:rPr>
      </w:pPr>
      <w:r>
        <w:rPr>
          <w:rtl/>
        </w:rPr>
        <w:br w:type="page"/>
      </w:r>
      <w:bookmarkStart w:id="132" w:name="_Toc493414733"/>
      <w:r w:rsidR="00677CB5" w:rsidRPr="00677CB5">
        <w:rPr>
          <w:rtl/>
        </w:rPr>
        <w:lastRenderedPageBreak/>
        <w:t>82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حائر</w:t>
      </w:r>
      <w:r w:rsidR="00677CB5" w:rsidRPr="00677CB5">
        <w:rPr>
          <w:rFonts w:hint="cs"/>
          <w:rtl/>
        </w:rPr>
        <w:t>ی</w:t>
      </w:r>
      <w:bookmarkEnd w:id="132"/>
      <w:r w:rsidR="00677CB5" w:rsidRPr="00677CB5">
        <w:rPr>
          <w:rtl/>
        </w:rPr>
        <w:t xml:space="preserve">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ساکن ارض اقدس مشهد الرضا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در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ماه 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القعدة الحرام سال 1364, فرمود: حـدود سـال 1304 هـجر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دهه محرم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که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به منزل من در کـرمـانـشاه وارد شد. </w:t>
      </w:r>
      <w:r w:rsidRPr="00677CB5">
        <w:rPr>
          <w:rFonts w:hint="eastAsia"/>
          <w:rtl/>
          <w:lang w:bidi="fa-IR"/>
        </w:rPr>
        <w:t>غالبا</w:t>
      </w:r>
      <w:r w:rsidRPr="00677CB5">
        <w:rPr>
          <w:rtl/>
          <w:lang w:bidi="fa-IR"/>
        </w:rPr>
        <w:t xml:space="preserve"> زوار چه اهل علم و چه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و عراق فعل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بدون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آشنا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 من وارد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 و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دو روز,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علم نجف اشرف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آمد و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شناخت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 اشاره کرد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گفتم : سابقه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مرتاض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ظاهر در کوچه مسجد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نجف اشرف دکان عـطـار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و غالبا از نجف و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مفقود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درکربلا و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حله تفحص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ابند</w:t>
      </w:r>
      <w:r w:rsidRPr="00677CB5">
        <w:rPr>
          <w:rtl/>
          <w:lang w:bidi="fa-IR"/>
        </w:rPr>
        <w:t xml:space="preserve"> بعد از چند ماه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حجرات مسجد کوفه پـنـهـان و با 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سر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, درآن جاست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حال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به نجف آورده , باز هم بعد از چند روز مفقودم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در مسجد به خادم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سپرد که به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الش</w:t>
      </w:r>
      <w:r w:rsidRPr="00677CB5">
        <w:rPr>
          <w:rtl/>
          <w:lang w:bidi="fa-IR"/>
        </w:rPr>
        <w:t xml:space="preserve"> خبر ندهد.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بـعد از اطلاع بر حال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محبت کردم و اظهار داشتم که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</w:t>
      </w:r>
      <w:r w:rsidR="003931D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شما را از مـرتاض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دانند! با کمال انکار و امتناع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بالاخره بعد از معاهده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کـه اظـهـار نشود, گفت : من دوازده سال در مسجد کوفه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</w:t>
      </w:r>
      <w:r w:rsidRPr="00677CB5">
        <w:rPr>
          <w:rFonts w:hint="eastAsia"/>
          <w:rtl/>
          <w:lang w:bidi="fa-IR"/>
        </w:rPr>
        <w:t>شرط</w:t>
      </w:r>
      <w:r w:rsidRPr="00677CB5">
        <w:rPr>
          <w:rtl/>
          <w:lang w:bidi="fa-IR"/>
        </w:rPr>
        <w:t xml:space="preserve"> تکم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ـاضـت</w:t>
      </w:r>
      <w:r w:rsidRPr="00677CB5">
        <w:rPr>
          <w:rtl/>
          <w:lang w:bidi="fa-IR"/>
        </w:rPr>
        <w:t xml:space="preserve"> دوازده سال است و در کمتر از آن زمان ,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مقام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کمالات خودش را مـخف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فقط گفت : احضار جن ممکن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جن دروغ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راست هم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, لـذا اعتماد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قول آنهان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احضار</w:t>
      </w:r>
      <w:r w:rsidRPr="00677CB5">
        <w:rPr>
          <w:rtl/>
          <w:lang w:bidi="fa-IR"/>
        </w:rPr>
        <w:t xml:space="preserve"> ملک هم ممکن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چون آنها مشغول عـبادت هستند,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از عبادت باز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روح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علماء گذشته را احضارم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آنچه از مغ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بات</w:t>
      </w:r>
      <w:r w:rsidRPr="00677CB5">
        <w:rPr>
          <w:rtl/>
          <w:lang w:bidi="fa-IR"/>
        </w:rPr>
        <w:t xml:space="preserve"> سؤال کنم , جواب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3931D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در آن چـنـد سـال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که به تو به مجالس روضه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کردند, جهت تـقـو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ـت</w:t>
      </w:r>
      <w:r w:rsidRPr="00677CB5">
        <w:rPr>
          <w:rtl/>
          <w:lang w:bidi="fa-IR"/>
        </w:rPr>
        <w:t xml:space="preserve"> اسـاس شرع , مجلس روضه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مفصل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اقامه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که از اول فجر, مجلس مـنـعـقـد و تـا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بعد از ظهر ختم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ازلحاظ هز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و زحمات بدن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زحـمت بودم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مجلس شصت نفرروضه خوان 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که از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شهرها آمده بودند و پـنـج مداح , روضه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هشت و نه ساعت که مدت مجلس بود,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نفر و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بـاقـ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 و همه آنها حقوق داشتند, لذا از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خواهش کردم که شما از علماءسؤال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مجلس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زحمات مقبول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هست ؟ گفت : من شبها روح علماء را احضار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بـنـا</w:t>
      </w:r>
      <w:r w:rsidRPr="00677CB5">
        <w:rPr>
          <w:rtl/>
          <w:lang w:bidi="fa-IR"/>
        </w:rPr>
        <w:t xml:space="preserve"> شـد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دهد, لذا گفت : من به چهار نفر از علماء مراجعه و از آنها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: مـرحوم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اللّه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مرحوم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,مرحوم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صـدر و مـرحـوم آقـا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داماد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داماد آقاش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م</w:t>
      </w:r>
      <w:r w:rsidRPr="00677CB5">
        <w:rPr>
          <w:rFonts w:hint="eastAsia"/>
          <w:rtl/>
          <w:lang w:bidi="fa-IR"/>
        </w:rPr>
        <w:t>امقان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معروف به داماد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روز</w:t>
      </w:r>
      <w:r w:rsidRPr="00677CB5">
        <w:rPr>
          <w:rtl/>
          <w:lang w:bidi="fa-IR"/>
        </w:rPr>
        <w:t xml:space="preserve"> بـعـد گفت : من آقا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احضار و سؤال کردم , گفتند: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مجلس مقبول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 در روز نهم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دهم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کمال وجد و شوق گفتم : چرا روزش را تع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امشب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فردا</w:t>
      </w:r>
      <w:r w:rsidRPr="00677CB5">
        <w:rPr>
          <w:rtl/>
          <w:lang w:bidi="fa-IR"/>
        </w:rPr>
        <w:t xml:space="preserve"> صبح گفت : آنچه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نگه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روز, روز پنجم محرم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وضع</w:t>
      </w:r>
      <w:r w:rsidRPr="00677CB5">
        <w:rPr>
          <w:rtl/>
          <w:lang w:bidi="fa-IR"/>
        </w:rPr>
        <w:t xml:space="preserve"> من بر خلاف وضع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است</w:t>
      </w:r>
      <w:r w:rsidRPr="00677CB5">
        <w:rPr>
          <w:rtl/>
          <w:lang w:bidi="fa-IR"/>
        </w:rPr>
        <w:t xml:space="preserve"> و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علماء درکرمانشاه بود که در جـا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نند</w:t>
      </w:r>
      <w:r w:rsidRPr="00677CB5">
        <w:rPr>
          <w:rtl/>
          <w:lang w:bidi="fa-IR"/>
        </w:rPr>
        <w:t xml:space="preserve"> و اشخاص محترم به طرف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وقهرا آن قسمت , صدر مجلس مـحـسـوب شـود, بلکه کنار در خانه نشسته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, لذا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مـجـلـس مورد توجه عموم </w:t>
      </w:r>
      <w:r w:rsidRPr="00677CB5">
        <w:rPr>
          <w:rFonts w:hint="eastAsia"/>
          <w:rtl/>
          <w:lang w:bidi="fa-IR"/>
        </w:rPr>
        <w:t>اهل</w:t>
      </w:r>
      <w:r w:rsidRPr="00677CB5">
        <w:rPr>
          <w:rtl/>
          <w:lang w:bidi="fa-IR"/>
        </w:rPr>
        <w:t xml:space="preserve"> شهر بود و غالباراهش مسدود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دسته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 کوچه انتظار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اشخاص داخل منزل خارج شوند و آنها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 : در روز نهم , حدود ساعت دو کنار 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درخانه است ,نشسته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حال شما منقلب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تمام بدنتان تکان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خورد, در آن حال به نقطه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 محل نـشـسـتن زنها است نگاه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وقت تکان خورد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متوجه آن نقطه مجلس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عده اشـخاص (ده دوازده نفر)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لباس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شکل , نشسته اند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عـصـر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آنها</w:t>
      </w:r>
      <w:r w:rsidRPr="00677CB5">
        <w:rPr>
          <w:rtl/>
          <w:lang w:bidi="fa-IR"/>
        </w:rPr>
        <w:t xml:space="preserve"> ساعت دو, از در اتاق روضه خوانها از طرف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وارد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شـونـد وتا ساعت سه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و ساعت سه که مجلس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خارج و وارد شدن افراد بـهـم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خـورد,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ضمن مردم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 و شما ملتفت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وضوباش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مـحـضر مبارکشان برس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خدمت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: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استکان برداشتن انجام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شـمـا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خانه , خانه خودمان است ,در خانه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مردم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هـمـان سـاعـتـ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دو روضه خوان , روضه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خوانند و هر دو از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, مجلس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دگرگون وضجه و ناله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هـر روز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 الواعظ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هر روز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بعد از ظهر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مجلس را ختم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ساعت آمده و منبر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ازامام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حـال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مذاکرات در روز پنجم محرم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مرتاض اتفاق افتاد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مطالب را نوشتم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دم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مجمع آقا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روضه خوانها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روز نهم در انتظار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روز شمار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روز,مجلس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مـن در آن سـاعـت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کنار چاه نشسته بودم ناگاه لرزش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عارض شد و بدنم شروع به تـکان خوردن نمود فورا به آن نقطه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همان مکان حلقه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مشتمل بر </w:t>
      </w:r>
      <w:r w:rsidRPr="00677CB5">
        <w:rPr>
          <w:rtl/>
          <w:lang w:bidi="fa-IR"/>
        </w:rPr>
        <w:lastRenderedPageBreak/>
        <w:t>ده , دوازده نفر 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وار و در لباس معمول اهل کرمانشاه (عبا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بلند و کلاه نمد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دستمال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و کـفـش پـاشـنـه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) نشسته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تماما گندمگون و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استخوان و در سن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چـهـل سـالـگـ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بـودنـد بـه مـن تـبسم کردند و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و تواضع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معمول همه کس بود,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اهـل حـکـومت و امراء لشکر, نکردند و گفتند: خانه خودمان است همه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آورده اند شمادر خانه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مشغول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مکان خود مراجعت نمودم و دانستم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در اتاق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اندرون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در آن ساعت دو نفر منبر رفتند و با آن که روز تاسوعا معمولا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اباالفضل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خـوانـنـد, هر کدام چند دق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منبر رفتند و به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عنوان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خطاب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مجلس</w:t>
      </w:r>
      <w:r w:rsidRPr="00677CB5">
        <w:rPr>
          <w:rtl/>
          <w:lang w:bidi="fa-IR"/>
        </w:rPr>
        <w:t xml:space="preserve"> از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هنگامه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اشرف الواعظ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بعد از ظهر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ساعت دو آمدند و به اتاق روضه خوانها نرفتند و در همان مجلس وارد شدند و کنار در خانه , پهلو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نشستند وگفتند: من امروز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رفع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کردم , چون فردا که عاشورا است کار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اداست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نتوانستم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بعد از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قل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به منبر رفت و سکوت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بعد بدون مقدمه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معمول اهـل مـنـبـر است صدا زد: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گمشده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ابانها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سخن ما با توست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مجلس</w:t>
      </w:r>
      <w:r w:rsidRPr="00677CB5">
        <w:rPr>
          <w:rtl/>
          <w:lang w:bidi="fa-IR"/>
        </w:rPr>
        <w:t xml:space="preserve">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پـر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و مردم به سر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زدند که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ارشدند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FE7CE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پس</w:t>
      </w:r>
      <w:r w:rsidRPr="00677CB5">
        <w:rPr>
          <w:rtl/>
          <w:lang w:bidi="fa-IR"/>
        </w:rPr>
        <w:t xml:space="preserve"> از لحظه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افراد آن حلقه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دانستم از همان در اتاق وسط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رفته اند</w:t>
      </w:r>
    </w:p>
    <w:p w:rsidR="00677CB5" w:rsidRPr="00677CB5" w:rsidRDefault="00FE7CE2" w:rsidP="002C0FA9">
      <w:pPr>
        <w:pStyle w:val="Heading2"/>
        <w:rPr>
          <w:rtl/>
        </w:rPr>
      </w:pPr>
      <w:r>
        <w:rPr>
          <w:rtl/>
        </w:rPr>
        <w:br w:type="page"/>
      </w:r>
      <w:bookmarkStart w:id="133" w:name="_Toc493414734"/>
      <w:r w:rsidR="00677CB5" w:rsidRPr="00677CB5">
        <w:rPr>
          <w:rtl/>
        </w:rPr>
        <w:lastRenderedPageBreak/>
        <w:t>83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قاسم در راه مکه</w:t>
      </w:r>
      <w:bookmarkEnd w:id="13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خان</w:t>
      </w:r>
      <w:r w:rsidRPr="00677CB5">
        <w:rPr>
          <w:rtl/>
          <w:lang w:bidi="fa-IR"/>
        </w:rPr>
        <w:t xml:space="preserve"> مشعشع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کتاب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المقال فرموده است 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به نام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قاسم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سفر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رفتن خسته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درخت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خوابم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حجاج</w:t>
      </w:r>
      <w:r w:rsidRPr="00677CB5">
        <w:rPr>
          <w:rtl/>
          <w:lang w:bidi="fa-IR"/>
        </w:rPr>
        <w:t xml:space="preserve"> هم از من گذشتند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دور شدند. </w:t>
      </w:r>
    </w:p>
    <w:p w:rsidR="00677CB5" w:rsidRPr="00677CB5" w:rsidRDefault="00677CB5" w:rsidP="00FE7CE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متوجه شدم که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حجاج از من دور شده اند.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به کدام سمت متوجه شوم , لذا به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شده و با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بـلـنـد فـر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اباصالح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قصد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همان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درکتاب امان فرموده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آن کتاب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وقت گم کردن راه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گفته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حـال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زدن بودم که ناگاه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بر 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عربها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فرمود: از حجاج دور افتاده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پشت سرم سوار شو تا تو را به آنها برسانم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پشت سر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سوار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قافله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مرا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کـرد و فرمود: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کار خود برو.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عطش و تشنگ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شتر خود مشک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آورد و مرا از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راب</w:t>
      </w:r>
      <w:r w:rsidRPr="00677CB5">
        <w:rPr>
          <w:rtl/>
          <w:lang w:bidi="fa-IR"/>
        </w:rPr>
        <w:t xml:space="preserve"> نمود, به خدا قسم از آن آب گواراتر نخورده بودم . </w:t>
      </w:r>
    </w:p>
    <w:p w:rsidR="00677CB5" w:rsidRPr="00677CB5" w:rsidRDefault="00677CB5" w:rsidP="00FE7CE2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پس</w:t>
      </w:r>
      <w:r w:rsidRPr="00677CB5">
        <w:rPr>
          <w:rtl/>
          <w:lang w:bidi="fa-IR"/>
        </w:rPr>
        <w:t xml:space="preserve"> از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آب , رفتم تا به حجاج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متوجه او شدم ,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قبلا</w:t>
      </w:r>
      <w:r w:rsidRPr="00677CB5">
        <w:rPr>
          <w:rtl/>
          <w:lang w:bidi="fa-IR"/>
        </w:rPr>
        <w:t xml:space="preserve">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حجاج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و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هم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FE7CE2" w:rsidP="002C0FA9">
      <w:pPr>
        <w:pStyle w:val="Heading2"/>
        <w:rPr>
          <w:rtl/>
        </w:rPr>
      </w:pPr>
      <w:r>
        <w:rPr>
          <w:rtl/>
        </w:rPr>
        <w:br w:type="page"/>
      </w:r>
      <w:bookmarkStart w:id="134" w:name="_Toc493414735"/>
      <w:r w:rsidR="00677CB5" w:rsidRPr="00677CB5">
        <w:rPr>
          <w:rtl/>
        </w:rPr>
        <w:lastRenderedPageBreak/>
        <w:t>84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تشرف حسن بن فض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ل</w:t>
      </w:r>
      <w:r w:rsidR="00677CB5" w:rsidRPr="00677CB5">
        <w:rPr>
          <w:rtl/>
        </w:rPr>
        <w:t xml:space="preserve">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مان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در 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ک</w:t>
      </w:r>
      <w:r w:rsidR="00677CB5" w:rsidRPr="00677CB5">
        <w:rPr>
          <w:rtl/>
        </w:rPr>
        <w:t xml:space="preserve"> مسجد</w:t>
      </w:r>
      <w:bookmarkEnd w:id="134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حسن</w:t>
      </w:r>
      <w:r w:rsidRPr="00677CB5">
        <w:rPr>
          <w:rtl/>
          <w:lang w:bidi="fa-IR"/>
        </w:rPr>
        <w:t xml:space="preserve"> بن فض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پـدرم بـه خط خود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نوشت و جواب آن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خط من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جواب</w:t>
      </w:r>
      <w:r w:rsidRPr="00677CB5">
        <w:rPr>
          <w:rtl/>
          <w:lang w:bidi="fa-IR"/>
        </w:rPr>
        <w:t xml:space="preserve"> آن هم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خط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فقها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عـر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 , اما جواب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دقت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,معلوم شد که آن مرد به مذهب قرامطه , کـه طـا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ملاحده اند,م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است و علت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امدن</w:t>
      </w:r>
      <w:r w:rsidRPr="00677CB5">
        <w:rPr>
          <w:rtl/>
          <w:lang w:bidi="fa-IR"/>
        </w:rPr>
        <w:t xml:space="preserve"> جواب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حسن</w:t>
      </w:r>
      <w:r w:rsidRPr="00677CB5">
        <w:rPr>
          <w:rtl/>
          <w:lang w:bidi="fa-IR"/>
        </w:rPr>
        <w:t xml:space="preserve"> بن فض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بعد از آن , به طوس مشرف شدم و با خود عهد کردم که تادل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قاطع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مقصودم حاصل نشود, خارج نشوم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توقف ,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مبادا طول آن باعث شود کـه حـج از من فوت شود, لذا دلتنگ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نزدمحمد بن احمد که از وکلا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مـقـدسه بود, رفتم و با او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صحبت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به فلان مسجد برو در آن جا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ملاقات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تو رفع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مسجد رفتم ناگاه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خند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فرمود: دلتنگ نشو,ز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امسال بـه حـج مـشرف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با سلامت نزد اهل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کلمات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مـطمئن شدم و با خود گفتم :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والحمدللّه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آن به عسکر (سامرا) رفتم ناگاه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آن چند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نار</w:t>
      </w:r>
      <w:r w:rsidRPr="00677CB5">
        <w:rPr>
          <w:rtl/>
          <w:lang w:bidi="fa-IR"/>
        </w:rPr>
        <w:t xml:space="preserve">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بـود.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ناراحت</w:t>
      </w:r>
      <w:r w:rsidRPr="00677CB5">
        <w:rPr>
          <w:rtl/>
          <w:lang w:bidi="fa-IR"/>
        </w:rPr>
        <w:t xml:space="preserve"> شدم و با خودم گفتم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جزا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 شان 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بود؟ وجهالتم باعث شد که آن کـ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ـسـه</w:t>
      </w:r>
      <w:r w:rsidRPr="00677CB5">
        <w:rPr>
          <w:rtl/>
          <w:lang w:bidi="fa-IR"/>
        </w:rPr>
        <w:t xml:space="preserve"> را رد کـنم و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نوشتم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و نامه را به شخص آورنده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آنها را گرفت و رفت و اصلا به من در مورد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عکس العمل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رفتنش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نادم و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شدم و با خود گفتم :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کافر شدم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رد کـردم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دوباره</w:t>
      </w:r>
      <w:r w:rsidRPr="00677CB5">
        <w:rPr>
          <w:rtl/>
          <w:lang w:bidi="fa-IR"/>
        </w:rPr>
        <w:t xml:space="preserve">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نوشتم و از کار بد خود معذرت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توبه کردم و استغفار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از شـدت پـش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باخود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اگر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ـنـارها</w:t>
      </w:r>
      <w:r w:rsidRPr="00677CB5">
        <w:rPr>
          <w:rtl/>
          <w:lang w:bidi="fa-IR"/>
        </w:rPr>
        <w:t xml:space="preserve"> را به من برگردانند, خرج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نزدپدرم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برم تا آنچه را که صلاح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داند, عمل کند, چون او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از من داناتراست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را آورده بود, آمد و گفت : بد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وقتها عطا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کم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تبرک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دهند, نه رفع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اجات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 که در آن نـوشـته بود: به خاطر رد احسان خطا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اما به خاطر استغفارت , خدا تو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امرزد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حال</w:t>
      </w:r>
      <w:r w:rsidRPr="00677CB5">
        <w:rPr>
          <w:rtl/>
          <w:lang w:bidi="fa-IR"/>
        </w:rPr>
        <w:t xml:space="preserve"> کـه قصد و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تو آن است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نارها</w:t>
      </w:r>
      <w:r w:rsidRPr="00677CB5">
        <w:rPr>
          <w:rtl/>
          <w:lang w:bidi="fa-IR"/>
        </w:rPr>
        <w:t xml:space="preserve"> را به مصرف خود نرسان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خرج راه نکن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آنهارا به تو باز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را چون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احرام است مجددا فرستاد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حسن</w:t>
      </w:r>
      <w:r w:rsidRPr="00677CB5">
        <w:rPr>
          <w:rtl/>
          <w:lang w:bidi="fa-IR"/>
        </w:rPr>
        <w:t xml:space="preserve"> بن فض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راجع به دو مطلب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نوشتم و البته مطلب سوم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داشتم و به گمان آن که حضرت آن را دوست ندارند, از آن ذکر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اوردم</w:t>
      </w:r>
      <w:r w:rsidRPr="00677CB5">
        <w:rPr>
          <w:rtl/>
          <w:lang w:bidi="fa-IR"/>
        </w:rPr>
        <w:t xml:space="preserve"> ,اما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جواب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مطلب سوم هم در آن پاسخ داده شده بود</w:t>
      </w:r>
    </w:p>
    <w:p w:rsidR="00677CB5" w:rsidRPr="00677CB5" w:rsidRDefault="00FE7CE2" w:rsidP="002C0FA9">
      <w:pPr>
        <w:pStyle w:val="Heading2"/>
        <w:rPr>
          <w:rtl/>
        </w:rPr>
      </w:pPr>
      <w:r>
        <w:rPr>
          <w:rtl/>
        </w:rPr>
        <w:br w:type="page"/>
      </w:r>
      <w:bookmarkStart w:id="135" w:name="_Toc493414736"/>
      <w:r w:rsidR="00677CB5" w:rsidRPr="00677CB5">
        <w:rPr>
          <w:rtl/>
        </w:rPr>
        <w:lastRenderedPageBreak/>
        <w:t>85- تشرف ابوالحس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بن اب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البغل کاتب</w:t>
      </w:r>
      <w:bookmarkEnd w:id="13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البغل کاتب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از طرف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منصور بن صالحان ,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عهده گرفتم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اتفاق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 که باعث شد من خودم را از او پنهان کنم او هم در جستجو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برآمد.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پنهان و هراسان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قصد کردم به مقابر 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مرقد منورحضرت 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بروم و شب جمعه را در آن جا بمانم و دعا و مسئلت کنم تا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برکت آن حضرت , فرج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کـار من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شب باد و باران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ازابوجعفر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خواهش کردم که درها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مطهر را ببندد و سع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که آن جا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تا من در حرم خلوت کنم و بتوانم آنچه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, انجام دهم 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ابوجعفر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کرد و درها را بست . </w:t>
      </w:r>
      <w:r w:rsidRPr="00677CB5">
        <w:rPr>
          <w:rFonts w:hint="eastAsia"/>
          <w:rtl/>
          <w:lang w:bidi="fa-IR"/>
        </w:rPr>
        <w:t>نصف</w:t>
      </w:r>
      <w:r w:rsidRPr="00677CB5">
        <w:rPr>
          <w:rtl/>
          <w:lang w:bidi="fa-IR"/>
        </w:rPr>
        <w:t xml:space="preserve"> شب شد و به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باد و باران آمدکه تردد زوار را از آن مـکـان مقدس قطع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در آن جا ماندم و دعا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و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صـدا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سمت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خود, حضرت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خود برحضرت آدم و انب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اولوالعزم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بعد بر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ائمه سلام کرد تا به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ذکر نکرد.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عـمل تعجب کردم و گفتم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حضرتش را فراموش کرده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مذهب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خودش دارد.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فارغ شد, دو رکعت نماز خواند و رو به طرف </w:t>
      </w:r>
      <w:r w:rsidRPr="00677CB5">
        <w:rPr>
          <w:rtl/>
          <w:lang w:bidi="fa-IR"/>
        </w:rPr>
        <w:lastRenderedPageBreak/>
        <w:t xml:space="preserve">مرقد حضرت امام جواد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کرد و حضرتش را مثل امام کاظم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 و دو رکعت نمازخواند.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تـرسـان بـودم و او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سن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تمام کرده ودر زمره افراد کامل محسوب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راهن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تن و عمامه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باتحت الحنک بر سر دارد و ردا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 کتف انداخته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ابوالحس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البغل , چرا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کدام است ؟ فرمود: دو رکعت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: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اظـهـر الـجم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ستر القب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ؤاخذ</w:t>
      </w:r>
      <w:r w:rsidRPr="00677CB5">
        <w:rPr>
          <w:rtl/>
          <w:lang w:bidi="fa-IR"/>
        </w:rPr>
        <w:t xml:space="preserve"> بالجر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رة</w:t>
      </w:r>
      <w:r w:rsidRPr="00677CB5">
        <w:rPr>
          <w:rtl/>
          <w:lang w:bidi="fa-IR"/>
        </w:rPr>
        <w:t xml:space="preserve"> و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هتک</w:t>
      </w:r>
      <w:r w:rsidRPr="00677CB5">
        <w:rPr>
          <w:rtl/>
          <w:lang w:bidi="fa-IR"/>
        </w:rPr>
        <w:t xml:space="preserve"> الستروالسر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المن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الصفح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حسن التجاوز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واسع المغفرة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باسطال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بالرحمة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منته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نجو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کـل شـکـو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عون کل مستع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امبتدء</w:t>
      </w:r>
      <w:r w:rsidRPr="00677CB5">
        <w:rPr>
          <w:rtl/>
          <w:lang w:bidi="fa-IR"/>
        </w:rPr>
        <w:t xml:space="preserve"> بالنعم قبل استحقاقها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رباه ده مرتبه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رغبتاه ده مـرتـبـه اسئلک بحق هذه الاسماء و بحق محمد وآله الطاهر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tl/>
          <w:lang w:bidi="fa-IR"/>
        </w:rPr>
        <w:t xml:space="preserve"> السلام الا ما کشفت کرب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نـفـست هم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فرجت غم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واصلحت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بطلب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طرف راست صورت خود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گذاشته و صد مرتبه در سجده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امحمد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محمد اکف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فانکما کاف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وانصران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فانکماناصرا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طـرف چـپ صـورت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بگذار و صد مرتبه بگو: ادرکن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 قدرم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الغوث , الغوث , الغوث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نفست تمام شود بعد هم سرت را از سجده بردار.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کرم خود, حاجت تو را ان شاءاللّه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ابن</w:t>
      </w:r>
      <w:r w:rsidRPr="00677CB5">
        <w:rPr>
          <w:rtl/>
          <w:lang w:bidi="fa-IR"/>
        </w:rPr>
        <w:t xml:space="preserve">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البغل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نماز و دعا شدم , او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نمازم تمام شد, نزد ابوجعفر رفتم تا از او راجع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سؤال کنم , که چطور داخل شده است , اما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درها به حال خود بسته و قفل است ! بـا خود گفتم :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باشد که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و خود را به ابوجعفر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رساندم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از اتـاق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(اتاق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محل روغن چراغ حرم بود) به طرف من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مرد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داخل شدنش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درها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قفل است و من آنها را باز نکرده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قـضـ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خبر دادم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ابوجعفر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آقا,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 من مکرر حضرتش را در مثل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حرم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است مشاهده نموده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کـلام ابوجعفر, به خاطر آنچه از دستم رفته بود, تاسف خوردم 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طلوع فجر, از حرم مطهر خارج شدم و به کرخ (محل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پنهان بودم ) رفتم . </w:t>
      </w:r>
      <w:r w:rsidRPr="00677CB5">
        <w:rPr>
          <w:rFonts w:hint="eastAsia"/>
          <w:rtl/>
          <w:lang w:bidi="fa-IR"/>
        </w:rPr>
        <w:t>هنوز</w:t>
      </w:r>
      <w:r w:rsidRPr="00677CB5">
        <w:rPr>
          <w:rtl/>
          <w:lang w:bidi="fa-IR"/>
        </w:rPr>
        <w:t xml:space="preserve"> روز نشده بود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اران</w:t>
      </w:r>
      <w:r w:rsidRPr="00677CB5">
        <w:rPr>
          <w:rtl/>
          <w:lang w:bidi="fa-IR"/>
        </w:rPr>
        <w:t xml:space="preserve"> ابن صالحان 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ملاقات من شدند و راجع به من از دوستانم سؤال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با خود امان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آورده بـودنـد.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هـمـراه شـخص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ازدوستان , نزد او حاضر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صالحان از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برخاست و مرا در آغوش گرفت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تا به حال از او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بعد گفت : کار تو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از من نزد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جناب داشتم 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خاطر گفتم تااز گفته خود صرف نظر کند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گفت 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(شب جمعه )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خود,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با من درشت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دستوردادند که هر کار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نسبت به تو انجام دهم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ابـوالـحـسـ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البغل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گفتم : لا اله الا اللّه گواه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حقند.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گـذشـتـه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فرمودند: فلان کار رابکن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شرح آنچه را در حرم مطهر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تـعـجب کرد و بعد از آن نسبت به من کارها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بزرگ و خوب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انجام داد و به برکت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مقاصد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گمانش را هم از او نداشتم ,رس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1D738C">
        <w:rPr>
          <w:rStyle w:val="libFootnotenumChar"/>
          <w:rtl/>
        </w:rPr>
        <w:t>((151))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1D738C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قال</w:t>
      </w:r>
      <w:r w:rsidRPr="00677CB5">
        <w:rPr>
          <w:rtl/>
          <w:lang w:bidi="fa-IR"/>
        </w:rPr>
        <w:t xml:space="preserve"> رسول اللّه </w:t>
      </w:r>
      <w:r w:rsidR="001D738C" w:rsidRPr="001D738C">
        <w:rPr>
          <w:rStyle w:val="libAlaemChar"/>
          <w:rFonts w:eastAsiaTheme="minorHAnsi"/>
          <w:rtl/>
        </w:rPr>
        <w:t>صلى‌الله‌عليه‌وآله‌وسلم</w:t>
      </w:r>
      <w:r w:rsidRPr="00677CB5">
        <w:rPr>
          <w:rtl/>
          <w:lang w:bidi="fa-IR"/>
        </w:rPr>
        <w:t>: طوب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لمن لق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خوشابه حال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(حضرت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فداه ) را ملاقات کند. </w:t>
      </w:r>
    </w:p>
    <w:p w:rsidR="00677CB5" w:rsidRPr="00677CB5" w:rsidRDefault="001D738C" w:rsidP="002052F3">
      <w:pPr>
        <w:pStyle w:val="Heading1"/>
        <w:rPr>
          <w:rtl/>
        </w:rPr>
      </w:pPr>
      <w:r>
        <w:rPr>
          <w:rtl/>
        </w:rPr>
        <w:br w:type="page"/>
      </w:r>
      <w:r w:rsidRPr="00677CB5">
        <w:rPr>
          <w:rFonts w:hint="eastAsia"/>
          <w:rtl/>
        </w:rPr>
        <w:lastRenderedPageBreak/>
        <w:t xml:space="preserve"> </w:t>
      </w:r>
      <w:bookmarkStart w:id="136" w:name="_Toc493414737"/>
      <w:r w:rsidR="00677CB5" w:rsidRPr="00677CB5">
        <w:rPr>
          <w:rFonts w:hint="eastAsia"/>
          <w:rtl/>
        </w:rPr>
        <w:t>بخش</w:t>
      </w:r>
      <w:r w:rsidR="00677CB5" w:rsidRPr="00677CB5">
        <w:rPr>
          <w:rtl/>
        </w:rPr>
        <w:t xml:space="preserve"> دوم : مشاهدات و مکاشفات</w:t>
      </w:r>
      <w:bookmarkEnd w:id="136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بـخـش قـضـا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کـسـانـ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نـقـل شـده اسـت که ,امام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در حالت مکاشفه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مشاهده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کرده اند. </w:t>
      </w:r>
    </w:p>
    <w:p w:rsidR="00677CB5" w:rsidRPr="00677CB5" w:rsidRDefault="00677CB5" w:rsidP="002052F3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ضـمـنـا</w:t>
      </w:r>
      <w:r w:rsidRPr="00677CB5">
        <w:rPr>
          <w:rtl/>
          <w:lang w:bidi="fa-IR"/>
        </w:rPr>
        <w:t xml:space="preserve"> مـعـلـوم بـاشـد کـه مـکـاشفه ,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 نه آن که فقط قبل از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بـاشـد  و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مکاشفه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اتفاق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افتد,چ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که مربوط به حـواس ظـاهر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>, بلکه به ادراکات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معنو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</w:t>
      </w:r>
      <w:r w:rsidR="002052F3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گردند, همان گونه که ان</w:t>
      </w:r>
      <w:r w:rsidRPr="00677CB5">
        <w:rPr>
          <w:rFonts w:hint="eastAsia"/>
          <w:rtl/>
          <w:lang w:bidi="fa-IR"/>
        </w:rPr>
        <w:t>سان</w:t>
      </w:r>
      <w:r w:rsidRPr="00677CB5">
        <w:rPr>
          <w:rtl/>
          <w:lang w:bidi="fa-IR"/>
        </w:rPr>
        <w:t xml:space="preserve"> 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وشن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در خواب , با چشم وگوش ظاهر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مـکاشفه با خواب دارد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, شخص خواب , حواس ظاهر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درک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اما در مکاشفه ,ضمن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روح مشغول درک حقا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است , درهمان زمان گوش ظاهر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صداها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اطـراف را هـم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شـنـود.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حـال</w:t>
      </w:r>
      <w:r w:rsidRPr="00677CB5">
        <w:rPr>
          <w:rtl/>
          <w:lang w:bidi="fa-IR"/>
        </w:rPr>
        <w:t xml:space="preserve"> اگر روح باقدرت و تمرکز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عمل کند و در هنگام ادراک مطالب , چشم انسان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زباز</w:t>
      </w:r>
      <w:r w:rsidRPr="00677CB5">
        <w:rPr>
          <w:rtl/>
          <w:lang w:bidi="fa-IR"/>
        </w:rPr>
        <w:t xml:space="preserve"> باشد,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را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حـالات غـالـبـا نـشان دهنده آن است که , شخص نسبت به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مکاشفه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مشاهده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اسـت , عـلاقـه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 وبـه خـاطر انقطاع ازد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و اطراف خود,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طورموقت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دائم بدست آورده است . </w:t>
      </w:r>
    </w:p>
    <w:p w:rsidR="00677CB5" w:rsidRPr="00677CB5" w:rsidRDefault="002052F3" w:rsidP="00F05E26">
      <w:pPr>
        <w:pStyle w:val="Heading2"/>
        <w:rPr>
          <w:rtl/>
        </w:rPr>
      </w:pPr>
      <w:r>
        <w:rPr>
          <w:rtl/>
        </w:rPr>
        <w:br w:type="page"/>
      </w:r>
      <w:bookmarkStart w:id="137" w:name="_Toc493414738"/>
      <w:r w:rsidR="00677CB5" w:rsidRPr="00677CB5">
        <w:rPr>
          <w:rtl/>
        </w:rPr>
        <w:lastRenderedPageBreak/>
        <w:t>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کوف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شوشتر</w:t>
      </w:r>
      <w:r w:rsidR="00677CB5" w:rsidRPr="00677CB5">
        <w:rPr>
          <w:rFonts w:hint="cs"/>
          <w:rtl/>
        </w:rPr>
        <w:t>ی</w:t>
      </w:r>
      <w:bookmarkEnd w:id="13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کوف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شوشتر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حـدود سـال 1335, در شب هجدهم ماه مبارک رمضان قصد کردم به مسجد کوفه مشرف شوم و شب نوزدهم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ضربت خوردن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,و شب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کم</w:t>
      </w:r>
      <w:r w:rsidRPr="00677CB5">
        <w:rPr>
          <w:rtl/>
          <w:lang w:bidi="fa-IR"/>
        </w:rPr>
        <w:t xml:space="preserve"> که شهادت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است , را در آن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کنم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مساله وحادثه بزرگ تفکر </w:t>
      </w:r>
      <w:r w:rsidRPr="00677CB5">
        <w:rPr>
          <w:rFonts w:hint="eastAsia"/>
          <w:rtl/>
          <w:lang w:bidi="fa-IR"/>
        </w:rPr>
        <w:t>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عزادار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نـمـاز</w:t>
      </w:r>
      <w:r w:rsidRPr="00677CB5">
        <w:rPr>
          <w:rtl/>
          <w:lang w:bidi="fa-IR"/>
        </w:rPr>
        <w:t xml:space="preserve"> مـغـرب و عـشـاء را در مقام مشهور به مقام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جا آوردم وبرخاستم تا به گـوشـه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اطـراف مسجد رفته و افطار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افطارم</w:t>
      </w:r>
      <w:r w:rsidRPr="00677CB5">
        <w:rPr>
          <w:rtl/>
          <w:lang w:bidi="fa-IR"/>
        </w:rPr>
        <w:t xml:space="preserve"> در آن شب نان وخ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شرق مـسجد به راه افتادم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طاق اول گذشتم و به طاق دوم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بساط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فرش شده و شـخـص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 به خود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, بر آن فرش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و شخص معمم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لباس اهل علم نزد او نشسته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سلام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جواب</w:t>
      </w:r>
      <w:r w:rsidRPr="00677CB5">
        <w:rPr>
          <w:rtl/>
          <w:lang w:bidi="fa-IR"/>
        </w:rPr>
        <w:t xml:space="preserve"> سلامم را داد و گفت :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از حال تک تک علماء و فضلاء سؤال نمودو من در جواب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به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کلمه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اوگفت که من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او 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؟ گفت :ا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(سرورتمام مخلوقات است ) جمله او را سنگ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دانستم و گمان کردم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را بدون جهت بزرگ شمارد.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</w:t>
      </w:r>
      <w:r w:rsidRPr="00677CB5">
        <w:rPr>
          <w:rtl/>
          <w:lang w:bidi="fa-IR"/>
        </w:rPr>
        <w:t xml:space="preserve"> خود گفتم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, آن حجت منتظر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, لذا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,عالم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شخص دانشمند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) گفت : نه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ساکت</w:t>
      </w:r>
      <w:r w:rsidRPr="00677CB5">
        <w:rPr>
          <w:rtl/>
          <w:lang w:bidi="fa-IR"/>
        </w:rPr>
        <w:t xml:space="preserve"> شدم و از کلام او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گشتم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آن شـب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, نور بر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وارها</w:t>
      </w:r>
      <w:r w:rsidRPr="00677CB5">
        <w:rPr>
          <w:rtl/>
          <w:lang w:bidi="fa-IR"/>
        </w:rPr>
        <w:t xml:space="preserve"> ساطع است 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چراغها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روشن باشد,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اول شب بود, در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ـرت</w:t>
      </w:r>
      <w:r w:rsidRPr="00677CB5">
        <w:rPr>
          <w:rtl/>
          <w:lang w:bidi="fa-IR"/>
        </w:rPr>
        <w:t xml:space="preserve"> بودم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وجود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و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باوجود کلام آن شخص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است , باز ملتفت نشدم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آب خواست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دردستش کاسه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بـود, ظـاهـر شـد و بـه طـرف ما آمد ظرف آب را به او داد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آشام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اش را به من داد گـفـتـم : تشنه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کاسه را گرفت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چندقدم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,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نـمـازخـواندن در مقام , و تفکر در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عظما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برخاستم که بروم آن شخص از قصد من سؤال کرد من هم جوابش را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مرا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اکرام نمود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دعا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مـقام آمدم و چند رکعت نماز خواندم , اما کسالت و خواب بر من غالب شد, لذاخواب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هوا روشن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خود</w:t>
      </w:r>
      <w:r w:rsidRPr="00677CB5">
        <w:rPr>
          <w:rtl/>
          <w:lang w:bidi="fa-IR"/>
        </w:rPr>
        <w:t xml:space="preserve"> را به خاطر فوت شدن عبادت و کسالتم سرزنش نمودم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امشب 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محزون باشم , چرا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هم در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 درحال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تمام بهره من ,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مقام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صف ترت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داده و نمازم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هم امام جماعت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lastRenderedPageBreak/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جمع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جوان را با خود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امام</w:t>
      </w:r>
      <w:r w:rsidRPr="00677CB5">
        <w:rPr>
          <w:rtl/>
          <w:lang w:bidi="fa-IR"/>
        </w:rPr>
        <w:t xml:space="preserve"> جماعت فرمود: او دو امتحان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دارد: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سال چهل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سال هفتاد.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 وضو به خارج مسجد رفتم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هواتار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 و اثـر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جـمـاعت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تازه</w:t>
      </w:r>
      <w:r w:rsidRPr="00677CB5">
        <w:rPr>
          <w:rtl/>
          <w:lang w:bidi="fa-IR"/>
        </w:rPr>
        <w:t xml:space="preserve"> متوجه شدم که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همان حجت منتظر, امام عصر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, بوده است و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وارها</w:t>
      </w:r>
      <w:r w:rsidRPr="00677CB5">
        <w:rPr>
          <w:rtl/>
          <w:lang w:bidi="fa-IR"/>
        </w:rPr>
        <w:t xml:space="preserve"> ساطع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نور امامت بود و حضرت , امام جماعت آن عده بوده اند و هوا هم به خاطر آن نور, روشن شده بود. </w:t>
      </w:r>
      <w:r w:rsidR="00995AAA">
        <w:rPr>
          <w:rFonts w:hint="cs"/>
          <w:rtl/>
          <w:lang w:bidi="fa-IR"/>
        </w:rPr>
        <w:t>.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باز معلوم شد که آن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 خواص حضرت بوده اند و آب آوردن و برگشتن آن شخص , از معجزات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بوده است </w:t>
      </w:r>
    </w:p>
    <w:p w:rsidR="00677CB5" w:rsidRPr="00677CB5" w:rsidRDefault="00995AAA" w:rsidP="00F05E26">
      <w:pPr>
        <w:pStyle w:val="Heading2"/>
        <w:rPr>
          <w:rtl/>
        </w:rPr>
      </w:pPr>
      <w:r>
        <w:rPr>
          <w:rtl/>
        </w:rPr>
        <w:br w:type="page"/>
      </w:r>
      <w:bookmarkStart w:id="138" w:name="_Toc493414739"/>
      <w:r w:rsidR="00677CB5" w:rsidRPr="00677CB5">
        <w:rPr>
          <w:rtl/>
        </w:rPr>
        <w:lastRenderedPageBreak/>
        <w:t>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حاج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احمد رشت</w:t>
      </w:r>
      <w:r w:rsidR="00677CB5" w:rsidRPr="00677CB5">
        <w:rPr>
          <w:rFonts w:hint="cs"/>
          <w:rtl/>
        </w:rPr>
        <w:t>ی</w:t>
      </w:r>
      <w:bookmarkEnd w:id="13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احمد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سـال 1280, بـه قـصد حج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از رشت به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آمدم و در خانه حاج صفر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تاجر تـبـر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مـنـزل کـردم , امـا چون 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نبود,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تا آن که حاج جبار جلودار سده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طرابوزن (از شهرها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بار ب</w:t>
      </w:r>
      <w:r w:rsidRPr="00677CB5">
        <w:rPr>
          <w:rFonts w:hint="eastAsia"/>
          <w:rtl/>
          <w:lang w:bidi="fa-IR"/>
        </w:rPr>
        <w:t>رداشت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او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کرده و رفتم 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منزل اول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سه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حاج صفر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ملحق شدند: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حـاج مـلا بـاقـر تـبر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تاجر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 داشت که خـدمـت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که به اتفاق روانه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ارزنة الروم (شهر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صنعت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شرق ترک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)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واز آن جا عازم طرابوزن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منازل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شهر, حاج جبار جلودارآمد و گـفـت : مـنزل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فردا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مخوف است امشب زودتر حرکت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همراه قافله بـاشـ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به خاطر آن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که ما در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منازل , غالبا بافاصله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سر قافله راه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لذا</w:t>
      </w:r>
      <w:r w:rsidRPr="00677CB5">
        <w:rPr>
          <w:rtl/>
          <w:lang w:bidi="fa-IR"/>
        </w:rPr>
        <w:t xml:space="preserve"> حدود سه ساعت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اذان صبح , حرکت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حدود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فرسخ از منزل خـود دور شده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ناگاه هوا دگرگون شد و برف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گرفت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هر کدام از رفقا, سر خود را پوشاندند و به سرعت رفتند,اما من هر قدر تلاش کردم نتوانستم به آنها برسم و در آن جـا تـنـهـا مـانـدم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اسب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و در کنار راه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مضطرب بودم , چون حدود ششصد تومان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مخارج سفر همراه داشتم و ممکن بود راهزن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شود و مرا به خاطر آنـهـا ازبـ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بـبـرد.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تـامـل و تـفـکـر, با گفتم : تا صبح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مانم بعد به منزل قـبـلـ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برگشته , چند محافظ همراه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آورم و به قافله ملحق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حال ناگاه بـاغ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مقابل 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در آن باغ باغبان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بر درختها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 که برف آنها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آمد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ستادو</w:t>
      </w:r>
      <w:r w:rsidRPr="00677CB5">
        <w:rPr>
          <w:rtl/>
          <w:lang w:bidi="fa-IR"/>
        </w:rPr>
        <w:t xml:space="preserve"> فرمود: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رفته و من مانده و راه را گم 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نافله شب بخوان تا راه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مـشـغول</w:t>
      </w:r>
      <w:r w:rsidRPr="00677CB5">
        <w:rPr>
          <w:rtl/>
          <w:lang w:bidi="fa-IR"/>
        </w:rPr>
        <w:t xml:space="preserve"> نافله شب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تهجد (نماز شب ), دوباره آمد و فرمود:نرفت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:واللّه , راه را بلد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جامعه بخوان تا راه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جـامـعـه را از حفظ نداشتم و الان هم از حفظ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با آن که مکرر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مشرف شـده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بـرخاستم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جامعه را از حفظ 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آن شخص آمد و فرمود: نرفت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گرفت و گفتم :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هستم چون راه را بلدن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عاشورا بخوان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</w:t>
      </w:r>
      <w:r w:rsidRPr="00677CB5">
        <w:rPr>
          <w:rtl/>
          <w:lang w:bidi="fa-IR"/>
        </w:rPr>
        <w:t xml:space="preserve"> عـاشـورا را از حـفظ نداشتم و الان هم حفظ</w:t>
      </w:r>
      <w:r w:rsidR="00995AA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برخاستم و مشغول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عاشورا از حفظ شدم , و تمام لعن وسلام ها و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علقمه را 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باز آمد و فرمود: نـرفـت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نه , تا صبح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الان تو را به قافله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 و بر الاغ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شدو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خود را به دوش گرفت و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پشت سر من بر الاغم سوار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سوار</w:t>
      </w:r>
      <w:r w:rsidRPr="00677CB5">
        <w:rPr>
          <w:rtl/>
          <w:lang w:bidi="fa-IR"/>
        </w:rPr>
        <w:t xml:space="preserve"> شدم و اسب خود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اما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حرکت نکرد.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دهنه اسب را به من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به دوش چپ گذاشت و عنان اسب را با دست راست گرفت وبراه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اسب</w:t>
      </w:r>
      <w:r w:rsidRPr="00677CB5">
        <w:rPr>
          <w:rtl/>
          <w:lang w:bidi="fa-IR"/>
        </w:rPr>
        <w:t xml:space="preserve"> کاملا آرام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اطاعت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بعد آن بزرگوار دست خود را بر زانو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گذاشت و فرمود: شما چرا نـافـلـه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نافله , نافله , نافله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فرمود: شما چرا عاشورا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عاشورا, عاشورا, عاشورا.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 شماچرا جامعه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جامعه , جامعه , جامعه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زمـان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مـسـافـت , مـس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ناگاه برگشت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رفقا کنار نهر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شده , مشغول وضو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صبح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الاغ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شدم تا سوار اسب خود شوم , نتوانستم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جناب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دربرف فرو کرد و مـرا سـوار نمود و سر اسب را به سمت رفقا برگرداند.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در آن حال به فکر افتادم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که بود که به زبان فارس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طرفهازبان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ترک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مذهب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مذهب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ندارد! تازه چطور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سرعت مرا به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خـاطر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فکرها پشت سرم را نگاه کردم ,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ملحق شدم </w:t>
      </w:r>
    </w:p>
    <w:p w:rsidR="00677CB5" w:rsidRPr="00677CB5" w:rsidRDefault="00995AAA" w:rsidP="00F05E26">
      <w:pPr>
        <w:pStyle w:val="Heading2"/>
        <w:rPr>
          <w:rtl/>
        </w:rPr>
      </w:pPr>
      <w:r>
        <w:rPr>
          <w:rtl/>
        </w:rPr>
        <w:br w:type="page"/>
      </w:r>
      <w:bookmarkStart w:id="139" w:name="_Toc493414740"/>
      <w:r w:rsidR="00677CB5" w:rsidRPr="00677CB5"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مکاشفه ملا محمد تق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مجلس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رحمه‌الله</w:t>
      </w:r>
      <w:bookmarkEnd w:id="139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ملا محمد 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بـلـوغ در پ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کسب رضا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خاطر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او ناآرام بودم , تاآن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خـواب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حـضـرت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مسجد جامع قد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اصفهان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دارنـد.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آن حضرت سلام کردم و خواستم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مبارکشان راببوسم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نگذاشتند و رفتند.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دست مبارک حضرت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مشکلات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,از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من در نـماز وسوسه داشتم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باخود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آن نماز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من خواسته اند,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لذا دائمـا مـشغول قضا کردن آنها بودم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نماز شب خواندن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بـاره حکم را</w:t>
      </w:r>
      <w:r w:rsidR="00995AAA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از استاد خود,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نماز ظهر و عصر و مغرب را بـه قـصـد نـمـاز شـب بجا آور.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از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فرمودند: نماز شب بخوان و کار قبل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ترک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مسائل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ـادم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جان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امکان ندارد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حضورتان مشرف شوم , لذا تقاضا دارم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آن عمل کنم , عطا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>: کـتـاب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تو عطا کردم و آن را به مولا محمد تاج داده ام , برو و آن را از او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در همان عالم مکاشفه آن شخص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در مـسـجـد, خارج شدم و به سمت دار بط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(محله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در اصفهان ) رفتم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مولا محمد تاج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تورافرستاده اند؟ گفتم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از بـغـل خـود کـتـاب کـهـنه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آورد, آن را باز کردم وبوس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بر چشم خود گذاشتم و بـرگشتم و متوجه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به حال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کتاب در دست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خاطر ازدست دادن کتاب , تا طلوع فجر مشغول تضرع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ناله بـودم 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 نماز وتعق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به دلم افتاده بود که مولا محمد تاج , همان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حضرت او را تاج نام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به خاطر معروف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او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علما است , لذا به سراغ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محل تدر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او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مشغول مقابله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کامله [سجاد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]هستند.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سـاعـتـ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نـشـستم تا از کار مقابله فارغ شد. </w:t>
      </w:r>
      <w:r w:rsidRPr="00677CB5">
        <w:rPr>
          <w:rFonts w:hint="eastAsia"/>
          <w:rtl/>
          <w:lang w:bidi="fa-IR"/>
        </w:rPr>
        <w:t>ظاهرا</w:t>
      </w:r>
      <w:r w:rsidRPr="00677CB5">
        <w:rPr>
          <w:rtl/>
          <w:lang w:bidi="fa-IR"/>
        </w:rPr>
        <w:t xml:space="preserve"> مشغول بحث و صحبت راجع به سندصح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سجاد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بودند, اما من متوجه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نبوده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رفتم و خواب خود را به او گفتم و به خاطر از دست دادن کتاب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فرمود: به تو بشارت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به علوم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معارف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گرچه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فرمود اما قلب من آرام نشد.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حالت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تفکر خارج شدم تا آن که به دلم افتاد به آن 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بروم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آن جا رفتم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محله دار بط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که آن را در خـواب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ـده</w:t>
      </w:r>
      <w:r w:rsidRPr="00677CB5">
        <w:rPr>
          <w:rtl/>
          <w:lang w:bidi="fa-IR"/>
        </w:rPr>
        <w:t xml:space="preserve"> بودم 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مرد صالح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اسمش آقا حسن تاج بود,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سلام کردم 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گـفت</w:t>
      </w:r>
      <w:r w:rsidRPr="00677CB5">
        <w:rPr>
          <w:rtl/>
          <w:lang w:bidi="fa-IR"/>
        </w:rPr>
        <w:t xml:space="preserve">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کتابها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وقف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هست هر کس از طلاب که آنها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 به شروط وقف عـمـل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عمل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کتابها 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نداز</w:t>
      </w:r>
      <w:r w:rsidRPr="00677CB5">
        <w:rPr>
          <w:rtl/>
          <w:lang w:bidi="fa-IR"/>
        </w:rPr>
        <w:t xml:space="preserve"> و هرکدام را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بردار.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او بـه کتابخانه اش رفتم و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داد,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کتاب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سجاد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شروع</w:t>
      </w:r>
      <w:r w:rsidRPr="00677CB5">
        <w:rPr>
          <w:rtl/>
          <w:lang w:bidi="fa-IR"/>
        </w:rPr>
        <w:t xml:space="preserve"> به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ناله کردم و گفتم :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نـم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خواب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گفتم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نه . </w:t>
      </w:r>
    </w:p>
    <w:p w:rsidR="00677CB5" w:rsidRPr="00677CB5" w:rsidRDefault="00677CB5" w:rsidP="00995AAA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به نزد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بها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آمده و نسخه خودم را با نسخه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tl/>
          <w:lang w:bidi="fa-IR"/>
        </w:rPr>
        <w:t xml:space="preserve"> تطب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 مقابله کردم . </w:t>
      </w:r>
      <w:r w:rsidRPr="00677CB5">
        <w:rPr>
          <w:rFonts w:hint="eastAsia"/>
          <w:rtl/>
          <w:lang w:bidi="fa-IR"/>
        </w:rPr>
        <w:t>نسخه</w:t>
      </w:r>
      <w:r w:rsidRPr="00677CB5">
        <w:rPr>
          <w:rtl/>
          <w:lang w:bidi="fa-IR"/>
        </w:rPr>
        <w:t xml:space="preserve">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مربوط به جدپدر او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نسخه 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اول و او هـم از نـسـخـه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الرؤسا و ابن سکون برداشته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بزرگوار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خود را با نـسـخـه ابـن ادر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بدون واسطه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واسطه اخذ کرده بودند و نسخه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صاحب الامر به من عطا فرمودند, ازخط شه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اول نوشته شده بود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مطالب حاش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کاملا با هم موافقت داشتند.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مـقـابـلـه و تطب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نسخه خودم , مردم نزد من آمده و شروع به مقابله نمودند و به برکت حـضرت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کامله [سجاد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] در شهرها مخصوصا اصفهان مثل آفتاب ظاهر شد و در هـر خـانه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استفاده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صالح , واهل دعا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مـسـتجاب الدعوه شدند.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همه آثار معجزات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حضرت صاحب الامر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و آنچه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متعال از برکات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سجاد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به من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فرمود,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به شمار آورم </w:t>
      </w:r>
    </w:p>
    <w:p w:rsidR="00677CB5" w:rsidRPr="00677CB5" w:rsidRDefault="00995AAA" w:rsidP="00F05E26">
      <w:pPr>
        <w:pStyle w:val="Heading2"/>
        <w:rPr>
          <w:rtl/>
        </w:rPr>
      </w:pPr>
      <w:r>
        <w:rPr>
          <w:rtl/>
        </w:rPr>
        <w:br w:type="page"/>
      </w:r>
      <w:bookmarkStart w:id="140" w:name="_Toc493414741"/>
      <w:r w:rsidR="00677CB5" w:rsidRPr="00677CB5"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="00677CB5" w:rsidRPr="00677CB5">
        <w:rPr>
          <w:rtl/>
        </w:rPr>
        <w:t xml:space="preserve"> در مسجد سهله</w:t>
      </w:r>
      <w:bookmarkEnd w:id="14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صد تومان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از شاگردان مرحوم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بود,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مـجـلس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صحبت از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اندبه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فرمود: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که نمازم را در مسجد سهله بخوانم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وقت ,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مسجد پر از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ذکر و قرائت بلند است و البته درچن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معمول نبود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جمع صفها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تشک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داده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جماعت آماده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کـنار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در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رفتم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مکان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صفها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و رفتم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حاضر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مجلس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گفت : بگو [حضرت ]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کـلام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ساکت شد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خواب بود و الان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چه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درخواست شد که صحبت را به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برساند,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 </w:t>
      </w:r>
    </w:p>
    <w:p w:rsidR="00677CB5" w:rsidRPr="00677CB5" w:rsidRDefault="00827EA5" w:rsidP="00F05E26">
      <w:pPr>
        <w:pStyle w:val="Heading2"/>
        <w:rPr>
          <w:rtl/>
        </w:rPr>
      </w:pPr>
      <w:r>
        <w:rPr>
          <w:rtl/>
        </w:rPr>
        <w:br w:type="column"/>
      </w:r>
      <w:bookmarkStart w:id="141" w:name="_Toc493414742"/>
      <w:r w:rsidR="00677CB5" w:rsidRPr="00677CB5">
        <w:rPr>
          <w:rtl/>
        </w:rPr>
        <w:lastRenderedPageBreak/>
        <w:t>5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طاهر نجف</w:t>
      </w:r>
      <w:r w:rsidR="00677CB5" w:rsidRPr="00677CB5">
        <w:rPr>
          <w:rFonts w:hint="cs"/>
          <w:rtl/>
        </w:rPr>
        <w:t>ی</w:t>
      </w:r>
      <w:bookmarkEnd w:id="141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صـالح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طاهر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سالها است که خادم مسجد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باخانواده خود در هـمـان جـا مـنـزل دارد و اکثر اهل علم نجف که به آن جا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شوند,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شناسند و تاکنون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حسن و صلاح از او نقل نکرده اند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الان از هر دو چشم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هفت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هشت سال قبل , به علت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امدن</w:t>
      </w:r>
      <w:r w:rsidRPr="00677CB5">
        <w:rPr>
          <w:rtl/>
          <w:lang w:bidi="fa-IR"/>
        </w:rPr>
        <w:t xml:space="preserve"> زوار و جنگ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درنجف اشرف , کـه بـاعـث قـطـع تـردد اهل علم به آن جا شد, زندگان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تلخ گشت ,چون راه درآمد من مـنـحـصـر 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دو دسته (زوار و اهل علم ) بود,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اگرآنها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آمدند,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و با کثرت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تام</w:t>
      </w:r>
      <w:r w:rsidRPr="00677CB5">
        <w:rPr>
          <w:rtl/>
          <w:lang w:bidi="fa-IR"/>
        </w:rPr>
        <w:t xml:space="preserve"> , که سرپرست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با من بود, شب جمعه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غذا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بچه ها ازگرسنگ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دلتنگ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غالبا به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اوراد و ختوم مشغول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شب که بد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به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رو بـه قـبـله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محل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(معروف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تنور) و دکة القضاء(جا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قضاوت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نشسته اند) نشسته بودم و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حال خود را به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و اظهار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فقر وپ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باز عرض کردم :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بهتر از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چهره مبارک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را به من نشان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نـاگهان</w:t>
      </w:r>
      <w:r w:rsidRPr="00677CB5">
        <w:rPr>
          <w:rtl/>
          <w:lang w:bidi="fa-IR"/>
        </w:rPr>
        <w:t xml:space="preserve"> خود را سر پا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دستم سجاده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دست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گرم</w:t>
      </w:r>
      <w:r w:rsidRPr="00677CB5">
        <w:rPr>
          <w:rtl/>
          <w:lang w:bidi="fa-IR"/>
        </w:rPr>
        <w:t xml:space="preserve"> در دست جوان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الـقدر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آثار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و جلال از او ظاهر است , قرار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لباس نف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در بر داشـت . </w:t>
      </w:r>
    </w:p>
    <w:p w:rsidR="00677CB5" w:rsidRPr="00677CB5" w:rsidRDefault="00677CB5" w:rsidP="00827EA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ظـاهـربـ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,اما عمامه به سر مبارک داشت و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او شـخص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لباس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تن کرده بود.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به سمت دکه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محراب است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آن شخص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که دست من در دست او بود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طاهر افرش السجادة (ا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طاهر سجاده را فرش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آن را پهن نمودم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درخشد و با خط درخشان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آن نوشته شده بود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جـنـس آن را تشخ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ص</w:t>
      </w:r>
      <w:r w:rsidRPr="00677CB5">
        <w:rPr>
          <w:rtl/>
          <w:lang w:bidi="fa-IR"/>
        </w:rPr>
        <w:t xml:space="preserve"> ندادم . </w:t>
      </w:r>
    </w:p>
    <w:p w:rsidR="00677CB5" w:rsidRPr="00677CB5" w:rsidRDefault="00677CB5" w:rsidP="00827EA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ملاحظه انحراف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قبله مسجدبود, سجاده را رو به قبله فرش کردم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چطور سجاده را پهن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من از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آن جناب از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شدم و ازشدت حواس پرت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فرشتها بالطول و العرض (سجاده را به طول و عرض پهن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)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عبارت را از کجا گرفته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گـفـتـم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کـلام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که با آن ,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تبسم کرد و فرمود: اندک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بر آن سجاده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گفت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نور عظمت او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نظر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ممکن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شـخص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فاصله چهار وجب پشت سر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هردو</w:t>
      </w:r>
      <w:r w:rsidRPr="00677CB5">
        <w:rPr>
          <w:rtl/>
          <w:lang w:bidi="fa-IR"/>
        </w:rPr>
        <w:t xml:space="preserve"> نماز خواندند و من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ناگهان</w:t>
      </w:r>
      <w:r w:rsidRPr="00677CB5">
        <w:rPr>
          <w:rtl/>
          <w:lang w:bidi="fa-IR"/>
        </w:rPr>
        <w:t xml:space="preserve"> در دلم راجع به او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 و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آن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کرده ام 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نماز فارغ شدند, حضرتش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 آن جا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اما مشاهده کردم که آن بزرگوار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حدود دومتر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سقف هم داشت , نشسته اند و آن قدر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 که چـشـم را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ـره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هـمان جا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طاهر احتمال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کدام سلطان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باشم ؟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شما سلطان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طاهر به مقصد خود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ما شما را هر روزرعا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اعمال شما بر ما عرضه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شود؟ بعد هم وعده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ازتنگدست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من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لـحظه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و کردار زشت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از طرف صحن مسلم وارد مـسـجـد شـد.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آثـار</w:t>
      </w:r>
      <w:r w:rsidRPr="00677CB5">
        <w:rPr>
          <w:rtl/>
          <w:lang w:bidi="fa-IR"/>
        </w:rPr>
        <w:t xml:space="preserve"> غـضـب بر آن جناب ظاهر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را به طرف او کردو رگ هاشم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فلان , کجا فرار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آسمان از آن ما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در آنها احکام و دستورات ما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شود؟ تو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آن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ردست</w:t>
      </w:r>
      <w:r w:rsidRPr="00677CB5">
        <w:rPr>
          <w:rtl/>
          <w:lang w:bidi="fa-IR"/>
        </w:rPr>
        <w:t xml:space="preserve"> ما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آنگاه به من توجه کرد و تبسم نمود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طاهر به مراد خود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بـه خـاطـر 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ـبت</w:t>
      </w:r>
      <w:r w:rsidRPr="00677CB5">
        <w:rPr>
          <w:rtl/>
          <w:lang w:bidi="fa-IR"/>
        </w:rPr>
        <w:t xml:space="preserve"> آن جناب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جلال و عظمت او به من دست داد, نتوانستم سخن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سخن خود را تکرار فرمودند, اما شدت حال من به وصف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لذا</w:t>
      </w:r>
      <w:r w:rsidRPr="00677CB5">
        <w:rPr>
          <w:rtl/>
          <w:lang w:bidi="fa-IR"/>
        </w:rPr>
        <w:t xml:space="preserve"> نتوانستم جـوابـ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بـدهـم و سـؤالـ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حـضرتش بنما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به فاصله چشم برهم زدن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 که ناگهان خود را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مسجد, تنها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مشرق نگاه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فجر طلوع کرده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طاهر گفت : با آن که چند سال است که کور شده ام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راه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کسب درآمد بر من بـسته شده ,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خدمت علماء و طلاب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به کوفه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شدند, اما طبق وعده حـضـرت , از آن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تا به حال الحمدللّه در امر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شده و هرگز به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</w:t>
      </w:r>
      <w:r w:rsidRPr="00677CB5">
        <w:rPr>
          <w:rFonts w:hint="eastAsia"/>
          <w:rtl/>
          <w:lang w:bidi="fa-IR"/>
        </w:rPr>
        <w:t>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فتاده</w:t>
      </w:r>
      <w:r w:rsidRPr="00677CB5">
        <w:rPr>
          <w:rtl/>
          <w:lang w:bidi="fa-IR"/>
        </w:rPr>
        <w:t xml:space="preserve"> ام </w:t>
      </w:r>
    </w:p>
    <w:p w:rsidR="00677CB5" w:rsidRPr="00677CB5" w:rsidRDefault="00827EA5" w:rsidP="00F05E26">
      <w:pPr>
        <w:pStyle w:val="Heading2"/>
        <w:rPr>
          <w:rtl/>
        </w:rPr>
      </w:pPr>
      <w:r>
        <w:rPr>
          <w:rtl/>
        </w:rPr>
        <w:br w:type="page"/>
      </w:r>
      <w:bookmarkStart w:id="142" w:name="_Toc493414743"/>
      <w:r w:rsidR="00677CB5" w:rsidRPr="00677CB5">
        <w:rPr>
          <w:rtl/>
        </w:rPr>
        <w:lastRenderedPageBreak/>
        <w:t>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مکاشفه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حر عامل</w:t>
      </w:r>
      <w:r w:rsidR="00677CB5" w:rsidRPr="00677CB5">
        <w:rPr>
          <w:rFonts w:hint="cs"/>
          <w:rtl/>
        </w:rPr>
        <w:t>ی</w:t>
      </w:r>
      <w:bookmarkEnd w:id="142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حر عامل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ده سـالـه بـودم و به مرض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مبتلا شدم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دوستان و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جمع شده وگر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آماده عزادار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داشتند که همان شب خواهم مرد.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هـمـان</w:t>
      </w:r>
      <w:r w:rsidRPr="00677CB5">
        <w:rPr>
          <w:rtl/>
          <w:lang w:bidi="fa-IR"/>
        </w:rPr>
        <w:t xml:space="preserve"> شـب در عـالـم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(مکاشفه )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</w:t>
      </w:r>
      <w:r w:rsidRPr="00677CB5">
        <w:rPr>
          <w:rtl/>
          <w:lang w:bidi="fa-IR"/>
        </w:rPr>
        <w:t xml:space="preserve"> و دوازده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سلام کردم و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آنها مصافحه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امام صادق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سخن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که در ذهـنم نماند, جز آن که حضرت در حق من دعا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برحضرت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سلام کردم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مصافحه نمودم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و عرضه داشتم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ترسم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 اهداف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</w:t>
      </w:r>
      <w:r w:rsidR="00F05E26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بدست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اورده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فـرمودند</w:t>
      </w:r>
      <w:r w:rsidRPr="00677CB5">
        <w:rPr>
          <w:rtl/>
          <w:lang w:bidi="fa-IR"/>
        </w:rPr>
        <w:t>: نترس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تو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نخواه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مرد, بلکه خداوند متعال تو را شفا</w:t>
      </w:r>
      <w:r w:rsidR="00F05E26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و عمر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طـولانـ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آنـگـاه</w:t>
      </w:r>
      <w:r w:rsidRPr="00677CB5">
        <w:rPr>
          <w:rtl/>
          <w:lang w:bidi="fa-IR"/>
        </w:rPr>
        <w:t xml:space="preserve"> قدح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در دست مبارکشان بود به دست من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آن آشام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در همان لحظه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 مرض , کاملا از من رفع شد و در بستر خود نشستم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خانواده</w:t>
      </w:r>
      <w:r w:rsidRPr="00677CB5">
        <w:rPr>
          <w:rtl/>
          <w:lang w:bidi="fa-IR"/>
        </w:rPr>
        <w:t xml:space="preserve"> و بـسـتـگـان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حـالـت مـن تـعـجب کردند! اما آنهارا تا چند روز به آنچه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اطلاع ندادم </w:t>
      </w:r>
    </w:p>
    <w:p w:rsidR="00677CB5" w:rsidRPr="00677CB5" w:rsidRDefault="00F05E26" w:rsidP="00F05E2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3" w:name="_Toc493414744"/>
      <w:r w:rsidR="00677CB5" w:rsidRPr="00677CB5">
        <w:rPr>
          <w:rtl/>
          <w:lang w:bidi="fa-IR"/>
        </w:rPr>
        <w:lastRenderedPageBreak/>
        <w:t>7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مشاهده راشد همدان</w:t>
      </w:r>
      <w:r w:rsidR="00677CB5" w:rsidRPr="00677CB5">
        <w:rPr>
          <w:rFonts w:hint="cs"/>
          <w:rtl/>
          <w:lang w:bidi="fa-IR"/>
        </w:rPr>
        <w:t>ی</w:t>
      </w:r>
      <w:bookmarkEnd w:id="143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احـمـد</w:t>
      </w:r>
      <w:r w:rsidRPr="00677CB5">
        <w:rPr>
          <w:rtl/>
          <w:lang w:bidi="fa-IR"/>
        </w:rPr>
        <w:t xml:space="preserve"> بـن فارس 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اهل همدان همه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علت آن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:جد ما,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مکه مشرف شد و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سفر خود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 نقل کرد.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پس از اعمال حج , در بازگشت , چند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راه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مودم</w:t>
      </w:r>
      <w:r w:rsidRPr="00677CB5">
        <w:rPr>
          <w:rtl/>
          <w:lang w:bidi="fa-IR"/>
        </w:rPr>
        <w:t xml:space="preserve">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منازل از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خسته شدم , لذا 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حرکت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خسته شدم با خود گفتم :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خوابم و خستگ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را از تن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, بعد خود را به قافله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رسانم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خواب مرا ربود,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هـمـه کـاروانـ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از کنارم رد شدند و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دارنشدم</w:t>
      </w:r>
      <w:r w:rsidRPr="00677CB5">
        <w:rPr>
          <w:rtl/>
          <w:lang w:bidi="fa-IR"/>
        </w:rPr>
        <w:t xml:space="preserve"> , مگر از حرارت آفتاب 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وحـشت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روآورد. </w:t>
      </w:r>
      <w:r w:rsidRPr="00677CB5">
        <w:rPr>
          <w:rFonts w:hint="eastAsia"/>
          <w:rtl/>
          <w:lang w:bidi="fa-IR"/>
        </w:rPr>
        <w:t>آخرالامر</w:t>
      </w:r>
      <w:r w:rsidRPr="00677CB5">
        <w:rPr>
          <w:rtl/>
          <w:lang w:bidi="fa-IR"/>
        </w:rPr>
        <w:t xml:space="preserve">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جز آن که بر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مهربان توکل کـرده و حـرکـت کـنـم 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رفتم ناگاه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سبز و خرم بود به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اتازه</w:t>
      </w:r>
      <w:r w:rsidRPr="00677CB5">
        <w:rPr>
          <w:rtl/>
          <w:lang w:bidi="fa-IR"/>
        </w:rPr>
        <w:t xml:space="preserve"> باران در آن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خاک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وسط آن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ازدور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رو</w:t>
      </w:r>
      <w:r w:rsidRPr="00677CB5">
        <w:rPr>
          <w:rtl/>
          <w:lang w:bidi="fa-IR"/>
        </w:rPr>
        <w:t xml:space="preserve"> به آن قصر رفته و چون به در آن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دو خادم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سلام کردم و آنها جواب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دادند و گفتند: بنش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خواسته است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دو نفر بلند شد و داخل قصر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لحظات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 و گفت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زو</w:t>
      </w:r>
      <w:r w:rsidRPr="00677CB5">
        <w:rPr>
          <w:rtl/>
          <w:lang w:bidi="fa-IR"/>
        </w:rPr>
        <w:t xml:space="preserve"> داخل شـو, چـون داخـل شـدم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قصر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هرگز مثل آن به چشمم نخورده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اتاقها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قصر, خادم , پرده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بلند کرد, مشاهده کردم که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وسط اتاق نشسته و شـمـش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دراز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او از سقف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خته</w:t>
      </w:r>
      <w:r w:rsidRPr="00677CB5">
        <w:rPr>
          <w:rtl/>
          <w:lang w:bidi="fa-IR"/>
        </w:rPr>
        <w:t xml:space="preserve"> وگو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نوک آن به سر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چسب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جوان بزرگوار مثل ماه شب چهارده بود. </w:t>
      </w: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لطف و ملا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جوابم دادند بعد از آن فرمودند: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مراشناخت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به خدا قسم , نه 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مـنم قائم آل محمد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که در آخرالزمان با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خروج و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راپر از عدالت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خود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انداخته و صورتم را به خاک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فرمودند: نکن سرخود را بالا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تو</w:t>
      </w:r>
      <w:r w:rsidRPr="00677CB5">
        <w:rPr>
          <w:rtl/>
          <w:lang w:bidi="fa-IR"/>
        </w:rPr>
        <w:t xml:space="preserve"> از مردم همدان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شهر خود برس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اهل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خود را به آنچه خداوند متعال به من کرامت کرده ,بشارت دهم . </w:t>
      </w:r>
      <w:r w:rsidRPr="00677CB5">
        <w:rPr>
          <w:rFonts w:hint="eastAsia"/>
          <w:rtl/>
          <w:lang w:bidi="fa-IR"/>
        </w:rPr>
        <w:t>حـضرت</w:t>
      </w:r>
      <w:r w:rsidRPr="00677CB5">
        <w:rPr>
          <w:rtl/>
          <w:lang w:bidi="fa-IR"/>
        </w:rPr>
        <w:t xml:space="preserve"> به خادم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اشاره کرده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دادند. </w:t>
      </w:r>
      <w:r w:rsidRPr="00677CB5">
        <w:rPr>
          <w:rFonts w:hint="eastAsia"/>
          <w:rtl/>
          <w:lang w:bidi="fa-IR"/>
        </w:rPr>
        <w:t>خادم</w:t>
      </w:r>
      <w:r w:rsidRPr="00677CB5">
        <w:rPr>
          <w:rtl/>
          <w:lang w:bidi="fa-IR"/>
        </w:rPr>
        <w:t xml:space="preserve"> دست مرا گرفت و چندقدم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درختان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و ساختمان مناره 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ازمن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گـفـتم : ظاهرا اسدآباد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شهر همدان است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همان جااست , برو به سلامت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آمدم</w:t>
      </w:r>
      <w:r w:rsidRPr="00677CB5">
        <w:rPr>
          <w:rtl/>
          <w:lang w:bidi="fa-IR"/>
        </w:rPr>
        <w:t xml:space="preserve"> و وارد اسدآباد شدم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اهل</w:t>
      </w:r>
      <w:r w:rsidRPr="00677CB5">
        <w:rPr>
          <w:rtl/>
          <w:lang w:bidi="fa-IR"/>
        </w:rPr>
        <w:t xml:space="preserve">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را جمع کرده آنها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کرامت بشارت دادم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کـ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من داده بودند چهل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پنجاه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مادام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, اشرف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داشت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چشم خود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اهل شهر همدان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شدند</w:t>
      </w:r>
    </w:p>
    <w:p w:rsidR="00677CB5" w:rsidRPr="00677CB5" w:rsidRDefault="00F05E26" w:rsidP="00F05E26">
      <w:pPr>
        <w:pStyle w:val="Heading2"/>
        <w:rPr>
          <w:rtl/>
        </w:rPr>
      </w:pPr>
      <w:r>
        <w:rPr>
          <w:rtl/>
        </w:rPr>
        <w:br w:type="page"/>
      </w:r>
      <w:bookmarkStart w:id="144" w:name="_Toc493414745"/>
      <w:r w:rsidR="00677CB5" w:rsidRPr="00677CB5">
        <w:rPr>
          <w:rtl/>
        </w:rPr>
        <w:lastRenderedPageBreak/>
        <w:t>8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ابراه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م</w:t>
      </w:r>
      <w:r w:rsidR="00677CB5" w:rsidRPr="00677CB5">
        <w:rPr>
          <w:rtl/>
        </w:rPr>
        <w:t xml:space="preserve"> قط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ف</w:t>
      </w:r>
      <w:r w:rsidR="00677CB5" w:rsidRPr="00677CB5">
        <w:rPr>
          <w:rFonts w:hint="cs"/>
          <w:rtl/>
        </w:rPr>
        <w:t>ی</w:t>
      </w:r>
      <w:bookmarkEnd w:id="144"/>
      <w:r w:rsidR="00677CB5" w:rsidRPr="00677CB5">
        <w:rPr>
          <w:rtl/>
        </w:rPr>
        <w:t xml:space="preserve">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مـحدث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بحران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در حالات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(معاصرمحقق 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نقل فرموده است : حـضـرت بـقـ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به منزل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 صورت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 ,وارد شدند و از او سؤال کردند: کدام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از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قرآن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درباره موعظه از همه </w:t>
      </w:r>
      <w:r w:rsidRPr="00677CB5">
        <w:rPr>
          <w:rFonts w:hint="eastAsia"/>
          <w:rtl/>
          <w:lang w:bidi="fa-IR"/>
        </w:rPr>
        <w:t>مهمتراست</w:t>
      </w:r>
      <w:r w:rsidRPr="00677CB5">
        <w:rPr>
          <w:rtl/>
          <w:lang w:bidi="fa-IR"/>
        </w:rPr>
        <w:t xml:space="preserve"> ؟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عرض کرد: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="00F05E26" w:rsidRPr="00F05E26">
        <w:rPr>
          <w:rStyle w:val="libAlaemChar"/>
          <w:rFonts w:hint="cs"/>
          <w:rtl/>
        </w:rPr>
        <w:t>(</w:t>
      </w:r>
      <w:r w:rsidRPr="00677CB5">
        <w:rPr>
          <w:rtl/>
          <w:lang w:bidi="fa-IR"/>
        </w:rPr>
        <w:t xml:space="preserve"> </w:t>
      </w:r>
      <w:r w:rsidR="00F05E26" w:rsidRPr="00F05E26">
        <w:rPr>
          <w:rStyle w:val="libAieChar"/>
          <w:rtl/>
        </w:rPr>
        <w:t>إِنَّ الَّذِينَ يُلْحِدُونَ فِي آيَاتِنَا لَا يَخْفَوْنَ عَلَيْنَا أَفَمَن يُلْقَىٰ فِي النَّارِ خَيْرٌ أَم مَّن يَأْتِي آمِنًا يَوْمَ الْقِيَامَةِ اعْمَلُوا مَا شِئْتُمْ إِنَّهُ بِمَا تَعْمَلُونَ بَصِيرٌ</w:t>
      </w:r>
      <w:r w:rsidR="00F05E26" w:rsidRPr="00F05E26">
        <w:rPr>
          <w:rStyle w:val="libAlaemChar"/>
          <w:rFonts w:hint="cs"/>
          <w:rtl/>
        </w:rPr>
        <w:t>)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راست گفت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از نزد او خارج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از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هنوز نرفته است ؟ گفتند: 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داخل شده باشد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هم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خارج شود</w:t>
      </w:r>
    </w:p>
    <w:p w:rsidR="00677CB5" w:rsidRPr="00677CB5" w:rsidRDefault="00F05E26" w:rsidP="00F05E26">
      <w:pPr>
        <w:pStyle w:val="Heading2"/>
        <w:rPr>
          <w:rtl/>
        </w:rPr>
      </w:pPr>
      <w:r>
        <w:rPr>
          <w:rtl/>
        </w:rPr>
        <w:br w:type="page"/>
      </w:r>
      <w:bookmarkStart w:id="145" w:name="_Toc493414746"/>
      <w:r w:rsidR="00677CB5" w:rsidRPr="00677CB5">
        <w:rPr>
          <w:rtl/>
        </w:rPr>
        <w:lastRenderedPageBreak/>
        <w:t>9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محمد حسن مازندران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حائر</w:t>
      </w:r>
      <w:r w:rsidR="00677CB5" w:rsidRPr="00677CB5">
        <w:rPr>
          <w:rFonts w:hint="cs"/>
          <w:rtl/>
        </w:rPr>
        <w:t>ی</w:t>
      </w:r>
      <w:bookmarkEnd w:id="145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حسن مازندران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ساعت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ما وارد شد و حال آن که در خانه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توکل بر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خانه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تمام دکانهابسته است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بازار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که شـا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مـغـازه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بـاز بـاشـد بالاخره به دکان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برخوردم که باز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سؤال</w:t>
      </w:r>
      <w:r w:rsidRPr="00677CB5">
        <w:rPr>
          <w:rtl/>
          <w:lang w:bidi="fa-IR"/>
        </w:rPr>
        <w:t xml:space="preserve"> کردم : برنج و روغن -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-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؟ گفت :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هـم آنـچـه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فم</w:t>
      </w:r>
      <w:r w:rsidRPr="00677CB5">
        <w:rPr>
          <w:rtl/>
          <w:lang w:bidi="fa-IR"/>
        </w:rPr>
        <w:t xml:space="preserve">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درآوردم که خرد کند و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اجناس خود را بردارد بعد هم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اش را بدهد.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فردا</w:t>
      </w:r>
      <w:r w:rsidRPr="00677CB5">
        <w:rPr>
          <w:rtl/>
          <w:lang w:bidi="fa-IR"/>
        </w:rPr>
        <w:t xml:space="preserve"> صبح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ظرف روغن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در آن برنج است ,ب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</w:t>
      </w:r>
      <w:r w:rsidRPr="00677CB5">
        <w:rPr>
          <w:rtl/>
          <w:lang w:bidi="fa-IR"/>
        </w:rPr>
        <w:t xml:space="preserve"> تا پولت را خرد کنم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منزل آمدم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شام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شام خورد و بعد هم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که شد, ظرف روغن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برنج را با مبلغ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طلب داشت , برداشتم و به بازاررفتم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شخص در دکانش نشسته است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ظرف</w:t>
      </w:r>
      <w:r w:rsidRPr="00677CB5">
        <w:rPr>
          <w:rtl/>
          <w:lang w:bidi="fa-IR"/>
        </w:rPr>
        <w:t xml:space="preserve"> روغن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برنج را به اودادم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همان است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از تو گرفتم . </w:t>
      </w:r>
      <w:r w:rsidRPr="00677CB5">
        <w:rPr>
          <w:rFonts w:hint="eastAsia"/>
          <w:rtl/>
          <w:lang w:bidi="fa-IR"/>
        </w:rPr>
        <w:t>انـکـار</w:t>
      </w:r>
      <w:r w:rsidRPr="00677CB5">
        <w:rPr>
          <w:rtl/>
          <w:lang w:bidi="fa-IR"/>
        </w:rPr>
        <w:t xml:space="preserve"> کـرد و گـفـت : مـن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ـشب</w:t>
      </w:r>
      <w:r w:rsidRPr="00677CB5">
        <w:rPr>
          <w:rtl/>
          <w:lang w:bidi="fa-IR"/>
        </w:rPr>
        <w:t xml:space="preserve"> ساعت نه در دکانم را بستم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از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حتمااشتباه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و ظرف را از من نگرفته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کم</w:t>
      </w:r>
      <w:r w:rsidRPr="00677CB5">
        <w:rPr>
          <w:rtl/>
          <w:lang w:bidi="fa-IR"/>
        </w:rPr>
        <w:t xml:space="preserve"> کم اصرار کردم و قسمش دادم . </w:t>
      </w:r>
      <w:r w:rsidRPr="00677CB5">
        <w:rPr>
          <w:rFonts w:hint="eastAsia"/>
          <w:rtl/>
          <w:lang w:bidi="fa-IR"/>
        </w:rPr>
        <w:t>قسم</w:t>
      </w:r>
      <w:r w:rsidRPr="00677CB5">
        <w:rPr>
          <w:rtl/>
          <w:lang w:bidi="fa-IR"/>
        </w:rPr>
        <w:t xml:space="preserve"> خورد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از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دکان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جنب دکان او نبود که برنج و روغن و امثال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در </w:t>
      </w:r>
      <w:r w:rsidRPr="00677CB5">
        <w:rPr>
          <w:rtl/>
          <w:lang w:bidi="fa-IR"/>
        </w:rPr>
        <w:lastRenderedPageBreak/>
        <w:t xml:space="preserve">آن فروخته شود. </w:t>
      </w:r>
      <w:r w:rsidRPr="00677CB5">
        <w:rPr>
          <w:rFonts w:hint="eastAsia"/>
          <w:rtl/>
          <w:lang w:bidi="fa-IR"/>
        </w:rPr>
        <w:t>کـم</w:t>
      </w:r>
      <w:r w:rsidRPr="00677CB5">
        <w:rPr>
          <w:rtl/>
          <w:lang w:bidi="fa-IR"/>
        </w:rPr>
        <w:t xml:space="preserve"> کـم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کـردم کـه او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امام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ملازم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دربار آن بزرگوار بوده است</w:t>
      </w:r>
    </w:p>
    <w:p w:rsidR="00677CB5" w:rsidRPr="00677CB5" w:rsidRDefault="00F05E26" w:rsidP="00F05E26">
      <w:pPr>
        <w:pStyle w:val="Heading2"/>
        <w:rPr>
          <w:rtl/>
        </w:rPr>
      </w:pPr>
      <w:r>
        <w:rPr>
          <w:rtl/>
        </w:rPr>
        <w:br w:type="page"/>
      </w:r>
      <w:bookmarkStart w:id="146" w:name="_Toc493414747"/>
      <w:r w:rsidR="00677CB5" w:rsidRPr="00677CB5">
        <w:rPr>
          <w:rtl/>
        </w:rPr>
        <w:lastRenderedPageBreak/>
        <w:t>10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حاج 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رزا</w:t>
      </w:r>
      <w:r w:rsidR="00677CB5" w:rsidRPr="00677CB5">
        <w:rPr>
          <w:rtl/>
        </w:rPr>
        <w:t xml:space="preserve"> مق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م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146"/>
      <w:r w:rsidR="00677CB5" w:rsidRPr="00677CB5">
        <w:rPr>
          <w:rtl/>
        </w:rPr>
        <w:t xml:space="preserve">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عارف صمدان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قصد کردم چله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سرداب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باشم و در اوقات خلوت خود, به آن جا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تـمام شدن چله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سبب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عوارض , کدورت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گرفته و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شکسته به آن جا مشرف و مشغول نماز و اوراد مخصوص شدم . </w:t>
      </w:r>
      <w:r w:rsidRPr="00677CB5">
        <w:rPr>
          <w:rFonts w:hint="eastAsia"/>
          <w:rtl/>
          <w:lang w:bidi="fa-IR"/>
        </w:rPr>
        <w:t>نـاگـهـان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سرداب مطهر مملو از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عطر و عنبر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چشم</w:t>
      </w:r>
      <w:r w:rsidRPr="00677CB5">
        <w:rPr>
          <w:rtl/>
          <w:lang w:bidi="fa-IR"/>
        </w:rPr>
        <w:t xml:space="preserve"> باز نمودم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عمامه سبز از سرداب شش ضلع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 از خودسرداب مقدس است وارد شد و آرام آرام قدم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دارد, تا داخل صفه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چنان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شدم که قادر بر حرکت دادن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عضو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نبودم جزآن که چشمم باز بود و جمال آن منبع انوار را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مـدت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همان وقار و سک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وارد محل مذکور شد, نماز خواند و بعد ازنماز با همان حالت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روانه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به همان شکل از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خبر بودم . </w:t>
      </w:r>
    </w:p>
    <w:p w:rsidR="00677CB5" w:rsidRPr="00677CB5" w:rsidRDefault="00677CB5" w:rsidP="00F05E2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سرداب اصل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سرداب 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شدند, به خود آمدم برخاستم و گفتم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ناهنوز</w:t>
      </w:r>
      <w:r w:rsidRPr="00677CB5">
        <w:rPr>
          <w:rtl/>
          <w:lang w:bidi="fa-IR"/>
        </w:rPr>
        <w:t xml:space="preserve"> بالا نرفته اند.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کمال سرعت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021D5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پله ها بالا رفتم , ابدا</w:t>
      </w:r>
      <w:r w:rsidR="00021D5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حتما اشتباه کرده ام و هنوز در سرداب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همه جا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زنها را جستجو کردم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ضمن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مجرد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شدن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, آن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مشک و عنبر هم از مشامم محو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021D5E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کمال گرفتگ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نشستم و به نفس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قابل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عتاب و خطاب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ولکن چه سود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</w:p>
    <w:p w:rsidR="00677CB5" w:rsidRPr="00677CB5" w:rsidRDefault="00021D5E" w:rsidP="00021D5E">
      <w:pPr>
        <w:pStyle w:val="Heading2"/>
        <w:rPr>
          <w:rtl/>
        </w:rPr>
      </w:pPr>
      <w:r>
        <w:rPr>
          <w:rtl/>
        </w:rPr>
        <w:br w:type="page"/>
      </w:r>
      <w:bookmarkStart w:id="147" w:name="_Toc493414748"/>
      <w:r w:rsidR="00677CB5" w:rsidRPr="00677CB5">
        <w:rPr>
          <w:rtl/>
        </w:rPr>
        <w:lastRenderedPageBreak/>
        <w:t>11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حاج 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</w:t>
      </w:r>
      <w:r w:rsidR="00677CB5" w:rsidRPr="00677CB5">
        <w:rPr>
          <w:rtl/>
        </w:rPr>
        <w:t xml:space="preserve">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سده</w:t>
      </w:r>
      <w:r w:rsidR="00677CB5" w:rsidRPr="00677CB5">
        <w:rPr>
          <w:rFonts w:hint="cs"/>
          <w:rtl/>
        </w:rPr>
        <w:t>ی</w:t>
      </w:r>
      <w:bookmarkEnd w:id="14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عابد زاهد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مقامه فرمود: در مـسـافـرت بـودم و بـه مـشهد مقدس رضو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محضر مقدس امام عصر ارواحنافداه شوم . </w:t>
      </w:r>
    </w:p>
    <w:p w:rsidR="00677CB5" w:rsidRPr="00677CB5" w:rsidRDefault="00677CB5" w:rsidP="0029328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وقتها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گوشم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وعده تشرف به محضر حضرت را در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التسم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دادند.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مراجعت , در منزل خاتون آباد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شدم </w:t>
      </w:r>
    </w:p>
    <w:p w:rsidR="00677CB5" w:rsidRPr="00677CB5" w:rsidRDefault="00677CB5" w:rsidP="0029328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احساس</w:t>
      </w:r>
      <w:r w:rsidRPr="00677CB5">
        <w:rPr>
          <w:rtl/>
          <w:lang w:bidi="fa-IR"/>
        </w:rPr>
        <w:t xml:space="preserve"> کردم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ادتم</w:t>
      </w:r>
      <w:r w:rsidRPr="00677CB5">
        <w:rPr>
          <w:rtl/>
          <w:lang w:bidi="fa-IR"/>
        </w:rPr>
        <w:t xml:space="preserve"> آمده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من صحبت فرمود, که از سخنش لذت بردم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حالم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به من وعده شفا داد.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رفتنش سراغ او را از اطراف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گرفتم گفتند: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بـاز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فرمود: مگر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لة</w:t>
      </w:r>
      <w:r w:rsidRPr="00677CB5">
        <w:rPr>
          <w:rtl/>
          <w:lang w:bidi="fa-IR"/>
        </w:rPr>
        <w:t xml:space="preserve"> التسم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وعده ملاقات نبود؟ امشب هم همان شب است </w:t>
      </w:r>
    </w:p>
    <w:p w:rsidR="00677CB5" w:rsidRPr="00677CB5" w:rsidRDefault="00293280" w:rsidP="0029328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8" w:name="_Toc493414749"/>
      <w:r w:rsidR="00677CB5" w:rsidRPr="00677CB5">
        <w:rPr>
          <w:rtl/>
          <w:lang w:bidi="fa-IR"/>
        </w:rPr>
        <w:lastRenderedPageBreak/>
        <w:t>12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مکاشفه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محمد صالح بارفروش</w:t>
      </w:r>
      <w:r w:rsidR="00677CB5" w:rsidRPr="00677CB5">
        <w:rPr>
          <w:rFonts w:hint="cs"/>
          <w:rtl/>
          <w:lang w:bidi="fa-IR"/>
        </w:rPr>
        <w:t>ی</w:t>
      </w:r>
      <w:bookmarkEnd w:id="148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صالح بارفروش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سال 1325, در بارفروش مازندران (بابل فعل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طلوع فجر رو به قبله و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محتضر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چشمم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گوشم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ادراکات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کاملا فـعال بودند,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هنوز بدنم خواب بود ونم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حرکت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صحبت</w:t>
      </w:r>
      <w:r w:rsidRPr="00677CB5">
        <w:rPr>
          <w:rtl/>
          <w:lang w:bidi="fa-IR"/>
        </w:rPr>
        <w:t xml:space="preserve"> کردن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امکان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هـمـان وقـت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قـوس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نور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بر تمام بدنم از سر تا پنجه پا به عرض دو وجب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انداخته است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تمام ذرات آن چشم هستند و با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اطراف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بـب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قوس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ازکجا آمده است ؟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چه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انـجـام دهـد و به کجا برود؟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دوست داشتم که آن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 اما هر چه خواستم حرکت کنم , اصلا ممکن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چند لحظه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بودم که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قبله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tl/>
          <w:lang w:bidi="fa-IR"/>
        </w:rPr>
        <w:t>, که رو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مـن در آن خـواب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ظاهر شدند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آن حضرت هستند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tl/>
          <w:lang w:bidi="fa-IR"/>
        </w:rPr>
        <w:t xml:space="preserve"> 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مثل</w:t>
      </w:r>
      <w:r w:rsidRPr="00677CB5">
        <w:rPr>
          <w:rtl/>
          <w:lang w:bidi="fa-IR"/>
        </w:rPr>
        <w:t xml:space="preserve"> آن که حضرت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عمامه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مانند عمامه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ژول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هستند, بر سر و قبا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دتابستان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تن کرده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قبا باز بود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مبارک نمودار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مو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نازک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جنس شالها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 دوش انداخته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شباهت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نام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صـاحـب , کـه سالها در کربلا با من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ومانوس بود, 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مثل همان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سبزه فام ,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به زرد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اصلا شک نداشتم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جـا متوجه نبودم که چرا از در خانه وارد نشده اند و چطور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سمت قبله بدون آن که بشکافد آمده اند؟ آن حـضـرت بـه آهـسـتگ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طرف من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بدنم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ستادند</w:t>
      </w:r>
      <w:r w:rsidRPr="00677CB5">
        <w:rPr>
          <w:rtl/>
          <w:lang w:bidi="fa-IR"/>
        </w:rPr>
        <w:t xml:space="preserve"> و دست خود را به طرف من دراز کردند و فرمودند: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بـا کـمال شوق تلاش کردم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کنم , اما بدنم به همان حالت اول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تـکـانـ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بالاخره از شدت تقلا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داشتم , بدنم به حرکت آمد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در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دستم دراز شد و به دست مبارک آن حضرت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هنوز لذت تماس </w:t>
      </w:r>
      <w:r w:rsidRPr="00677CB5">
        <w:rPr>
          <w:rFonts w:hint="eastAsia"/>
          <w:rtl/>
          <w:lang w:bidi="fa-IR"/>
        </w:rPr>
        <w:t>دستم</w:t>
      </w:r>
      <w:r w:rsidRPr="00677CB5">
        <w:rPr>
          <w:rtl/>
          <w:lang w:bidi="fa-IR"/>
        </w:rPr>
        <w:t xml:space="preserve"> را با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خود احساس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لحظه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دستم به دست حضرت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قوس نور فورا به بدنم برگشت ,در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تمام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حرکات و تقلاها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لحظه انجام شده بود, اما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آن جناب از نظرم نـاپـد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شـد و مـتـوجه شدم که قوس نور, روح خودم بوده است که هنوز کاملا به بدن برنگشته بود</w:t>
      </w:r>
    </w:p>
    <w:p w:rsidR="00677CB5" w:rsidRPr="00677CB5" w:rsidRDefault="00293280" w:rsidP="00293280">
      <w:pPr>
        <w:pStyle w:val="Heading2"/>
        <w:rPr>
          <w:rtl/>
        </w:rPr>
      </w:pPr>
      <w:r>
        <w:rPr>
          <w:rtl/>
        </w:rPr>
        <w:br w:type="page"/>
      </w:r>
      <w:bookmarkStart w:id="149" w:name="_Toc493414750"/>
      <w:r w:rsidR="00677CB5" w:rsidRPr="00677CB5">
        <w:rPr>
          <w:rtl/>
        </w:rPr>
        <w:lastRenderedPageBreak/>
        <w:t>13</w:t>
      </w:r>
      <w:r>
        <w:rPr>
          <w:rFonts w:hint="cs"/>
          <w:rtl/>
        </w:rPr>
        <w:t xml:space="preserve"> -</w:t>
      </w:r>
      <w:r w:rsidR="00677CB5" w:rsidRPr="00677CB5">
        <w:rPr>
          <w:rtl/>
        </w:rPr>
        <w:t xml:space="preserve"> دو مشاهده از ملا عبدالحم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قزو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Fonts w:hint="cs"/>
          <w:rtl/>
        </w:rPr>
        <w:t>ی</w:t>
      </w:r>
      <w:bookmarkEnd w:id="14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ملا</w:t>
      </w:r>
      <w:r w:rsidRPr="00677CB5">
        <w:rPr>
          <w:rtl/>
          <w:lang w:bidi="fa-IR"/>
        </w:rPr>
        <w:t xml:space="preserve">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ملا</w:t>
      </w:r>
      <w:r w:rsidRPr="00677CB5">
        <w:rPr>
          <w:rtl/>
          <w:lang w:bidi="fa-IR"/>
        </w:rPr>
        <w:t xml:space="preserve"> 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ساکن نجف اشرف , با من مانوس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وقتها روزها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پنج شنبه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حـضـور در مـجـلـس روضه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منزل ما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مـخصوصه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بلکه سر حلقه زائر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از نجف به کربلا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رفتند, چون آنها را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راهنما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خاطر آن بود که راه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رفته بود, و کـاملا با آن آشنا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در مدرسه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صحن مطهر واقع است منزل داشت و بعدها که ازدواج کرد خانه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به آن جا منتقل شد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فوت او در سال 1294 هجر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از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به حضور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بـه مـسـجـد سـهـله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بعد از تمام شدن اعمال مسجد سهله ,گاه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همان جا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صبح به مسجد کوفه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به نجف مراجعت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وقت به مسجد سهله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ملا 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هم در آن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مسجد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متوجه شدم , او هم از جمله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بر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سهله , مداومت دارند.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اتـفاقا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دو نفر از اشراف تهران که تازه با قصد مجاورت به نجف اشرف آمده ,ول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هنوز کاملا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کـار را نـکـرده بودند, در مسجدسهله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صبح به مسجد کوفه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چون هوا گـرم بود, در طاق بزرگ مسجد,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محراب , که مقتل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منزل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 , ناگاه ملا 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باکوزه آب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و سفره نان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بغل داشت , وارد طاق بزرگ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نگاهش به همراهان من افتاد که در لباس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بودند, راه خود را به طـرف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کـج کـرد.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 او را با اصرار به سمت خود خواندم و نزد خود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اوفـهـمـانـدم کـه هـمراهان اگر چه در لباس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گانه</w:t>
      </w:r>
      <w:r w:rsidRPr="00677CB5">
        <w:rPr>
          <w:rtl/>
          <w:lang w:bidi="fa-IR"/>
        </w:rPr>
        <w:t xml:space="preserve"> اند, اما در باطن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گانه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مـطـمـئن شد و محرمانه صحبت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به او گفتم : فکر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بر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مـسـجـد سـهـلـه مـداومـت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باعث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شده و از آن چه اثرات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ملا عـبدالحم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ساکت شد و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همراهان مرا رازدار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چنانکه عرض کردم اهل حالند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نوع مطالب وحشت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ندارند بلکه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اطلاع به حال آنها فرمود: سـبـب اول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کار, آن بود که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 از لحاظ ظاهر از اداء آن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متفکر و غمگ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و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درعالم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نزد من آمد و از اندوه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گـفـتم</w:t>
      </w:r>
      <w:r w:rsidRPr="00677CB5">
        <w:rPr>
          <w:rtl/>
          <w:lang w:bidi="fa-IR"/>
        </w:rPr>
        <w:t xml:space="preserve"> :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که فکر آن مرا راحت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من دستو داد که به مسجدسهله بروم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بنا را بر آن گذاشتم که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به آن جابروم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مـدتـ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رفـتم و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با وسا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پرداخت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اثر را در رفتن به مسجد سهله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,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گرفتم که مثل مجاور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نجف اشرف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چله شب چهارشنبه به آن جا بروم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حضور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معروف است , برسم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شروع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کردم تا آن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نه شب چهارشنبه را موفق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شب چهارشنبه چهلم مـصادف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مخصوصه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هر کدام را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و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هم مداومت داشتم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حال بعد از تامل با خود حـسـاب کـردم کـه تـجـد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اعمال مسجدسهله و از سر گرفتن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مشکل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ناگز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را ترج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دادم وشب چهارشنبه را به مسجد سهله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برنامه</w:t>
      </w:r>
      <w:r w:rsidRPr="00677CB5">
        <w:rPr>
          <w:rtl/>
          <w:lang w:bidi="fa-IR"/>
        </w:rPr>
        <w:t xml:space="preserve"> 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بعد از اتمام اعمال مسجد,برا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 بر بام مقام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گوشه غرب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مسجد, در سمت قبله واقع است , بالام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آخر شب را برخاسته , مشغول نماز شب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در آن شب چون اکثر مجاور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مخصوصه به کربلا رفته بودند,مسجد خلوت بود و آن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اعمال مسجد در اول شب آمده بودند به مسجد کوفه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مـسـجـدسهله</w:t>
      </w:r>
      <w:r w:rsidRPr="00677CB5">
        <w:rPr>
          <w:rtl/>
          <w:lang w:bidi="fa-IR"/>
        </w:rPr>
        <w:t xml:space="preserve"> در آن زمانها مخروبه بود و نان و آب در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 از تـرس دسـتبرد اعراب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, جرات ماندن نکردند و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چون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خود نداشتم و آب و نـان بـه مـقدار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به همراهم بود و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مقصودم اتمام عمل بود, در آن جا تنها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</w:t>
      </w:r>
      <w:r w:rsidRPr="00677CB5">
        <w:rPr>
          <w:rtl/>
          <w:lang w:bidi="fa-IR"/>
        </w:rPr>
        <w:t xml:space="preserve"> از نـمـاز مـغـرب و عـشا و اتمام اعمال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مسجدسهله وارد است به بام مقام رفته غذا خوردم و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تا آن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شب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دست خود مرا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چـشـم باز کردم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بال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نشسته و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جنباند او گفت : شاهزاده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دارد اگر دوست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ملاقات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و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جواب</w:t>
      </w:r>
      <w:r w:rsidRPr="00677CB5">
        <w:rPr>
          <w:rtl/>
          <w:lang w:bidi="fa-IR"/>
        </w:rPr>
        <w:t xml:space="preserve"> دادم من به شاهزاده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برخاست و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من با خودم گفتم اول شب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من در مسجد نـبـود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شاهزاه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چه وقت آمد؟ لذا برخاسته و نشستم و به صحن مسجد 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فـضـا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مـسجد روشن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من بر بام آن بودم ومقام روبرو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حلقه وار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اند و در وسط آنها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بز</w:t>
      </w:r>
      <w:r w:rsidRPr="00677CB5">
        <w:rPr>
          <w:rFonts w:hint="eastAsia"/>
          <w:rtl/>
          <w:lang w:bidi="fa-IR"/>
        </w:rPr>
        <w:t>رگ</w:t>
      </w:r>
      <w:r w:rsidRPr="00677CB5">
        <w:rPr>
          <w:rtl/>
          <w:lang w:bidi="fa-IR"/>
        </w:rPr>
        <w:t xml:space="preserve"> و با مهابت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کردم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شـاهـزادگـان عجم , در نجف اشرف بوده و امشب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مسجد آمده و بعد از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فکردوباره دراز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متوجه شدم که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مسجد بـدون شمع ومشعل بود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عبادت کردن به شاهزادگان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خورد, لذا دوباره نشستم و به صحن مسجد نظر انداختم که با کمال تعجب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 مسجد را خلوت و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 آن جمع اصـلا اثـر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نـبـ</w:t>
      </w:r>
      <w:r w:rsidRPr="00677CB5">
        <w:rPr>
          <w:rFonts w:hint="eastAsia"/>
          <w:rtl/>
          <w:lang w:bidi="fa-IR"/>
        </w:rPr>
        <w:t>ود</w:t>
      </w:r>
      <w:r w:rsidRPr="00677CB5">
        <w:rPr>
          <w:rtl/>
          <w:lang w:bidi="fa-IR"/>
        </w:rPr>
        <w:t>! دانـسـتـم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شاهزاده , مولا و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بوده اند, اما من سعادت صحبت با حضرتش را نداشته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لذا</w:t>
      </w:r>
      <w:r w:rsidRPr="00677CB5">
        <w:rPr>
          <w:rtl/>
          <w:lang w:bidi="fa-IR"/>
        </w:rPr>
        <w:t xml:space="preserve"> پشت دست خود را به دندان حسرت 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صـبح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نالان به نجف اشرف بازگشتم و با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که از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بـاز ماندم و به مقصود و مطلوب خود هم نرس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اما از مداومت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چهارشنبه مسجد سـهـلـه دست بر نداشتم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درمسجد ماندم و بعد از طلوع فجر, نـمـاز را در آن جـا خواندم و بعد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الطلوع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اشرف روانه شدم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که به درس صـبـح چـهـارشـنـبـه در نـجـف برسم چنانکه غالبا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عـصـر سـه شـنـبـه از آن جا به مسجد سهله رفته و شب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ماندم و بعد از نماز صبح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الطلوع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غالبا راه مسجد سهله خلوت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از سمت نجف , بستن دروازه مانع از خروج مردم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از سمت مسجد هم در آن وقت , کمتر به نجف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راه مـرد عـربـ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از پـشـت سـر به من ملحق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سلام گفت : ملاعبدالحم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صاحب الامر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من از سؤال او و بردن اسمم , با آن که هر قدر دقت کردم او را نشناختم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وقت هم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تعجب کردم ! لذا در جواب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سعادت کجا و من کجا؟ گفت : حضرت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شانند</w:t>
      </w:r>
      <w:r w:rsidRPr="00677CB5">
        <w:rPr>
          <w:rtl/>
          <w:lang w:bidi="fa-IR"/>
        </w:rPr>
        <w:t xml:space="preserve"> که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eastAsia"/>
          <w:rtl/>
          <w:lang w:bidi="fa-IR"/>
        </w:rPr>
        <w:t>وند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 و به پشت سر اشاره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متوجه پشت سر شدم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لباس بزفروشان بود و دوراس بز هم در جـلـو داشـت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شـخص در تکل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خود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ماندم که اگرب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کنم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حضرت نباشد و اگر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نکنم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حضرت باشند.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بنا</w:t>
      </w:r>
      <w:r w:rsidRPr="00677CB5">
        <w:rPr>
          <w:rtl/>
          <w:lang w:bidi="fa-IR"/>
        </w:rPr>
        <w:t xml:space="preserve"> گذاشتم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ودا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(آنچه که از انب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گذشته نزد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هست ) را که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صدق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است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با خود گفتم چرا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بکنم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کـه بـه نـجف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 و ادعا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اعلام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بعد ازاظهار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ادعا,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مثل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مرتض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رهم</w:t>
      </w:r>
      <w:r w:rsidRPr="00677CB5">
        <w:rPr>
          <w:rtl/>
          <w:lang w:bidi="fa-IR"/>
        </w:rPr>
        <w:t xml:space="preserve"> در مقام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بر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هم در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از من واردترند.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بهتر آن است که تاورود به نجف صبر کرده و شتاب نکنم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تـصـم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خودم را گرفتم , اما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, به اطراف و پشت سر خود نگاه کردم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از بـزها هم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مرد, که با من همراه بود و به من گفته بودا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اسـت , هـم نـاپد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آرزو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نعمت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شدم و دانستم که من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آنچه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, نخواهم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از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منصرف گشتم </w:t>
      </w:r>
    </w:p>
    <w:p w:rsidR="00677CB5" w:rsidRPr="00677CB5" w:rsidRDefault="001E35B0" w:rsidP="001E35B0">
      <w:pPr>
        <w:pStyle w:val="Heading2"/>
        <w:rPr>
          <w:rtl/>
        </w:rPr>
      </w:pPr>
      <w:r>
        <w:rPr>
          <w:rtl/>
        </w:rPr>
        <w:br w:type="page"/>
      </w:r>
      <w:bookmarkStart w:id="150" w:name="_Toc493414751"/>
      <w:r w:rsidR="00677CB5" w:rsidRPr="00677CB5">
        <w:rPr>
          <w:rtl/>
        </w:rPr>
        <w:lastRenderedPageBreak/>
        <w:t>14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مشاهده 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د</w:t>
      </w:r>
      <w:r w:rsidR="00677CB5" w:rsidRPr="00677CB5">
        <w:rPr>
          <w:rtl/>
        </w:rPr>
        <w:t xml:space="preserve"> محمد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عراق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کوه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رود</w:t>
      </w:r>
      <w:r w:rsidR="00677CB5" w:rsidRPr="00677CB5">
        <w:rPr>
          <w:rFonts w:hint="cs"/>
          <w:rtl/>
        </w:rPr>
        <w:t>ی</w:t>
      </w:r>
      <w:bookmarkEnd w:id="15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عارف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کوه</w:t>
      </w:r>
      <w:r w:rsidR="001E35B0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رود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ائمه عراق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و ملا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را هم در نجف اشرف ملاقات نـمـودم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هـمـان سـفـر بعد از ورود به بعقوبه که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بغداداست با همراهان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گرفت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قبل از ورود به بغداد از راه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آباد به سامرا رفته و پس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قبر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بـغـداد و کـاظـمـ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باز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بعقوبه را به عنوان راهنما گرفته , روانه سامرا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آباد و جزان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گذشت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به نهر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و پر از آب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نهر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عبور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وقتها منجر به غرق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ناچار زوار وارد نهر شده عبور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</w:p>
    <w:p w:rsidR="00677CB5" w:rsidRPr="00677CB5" w:rsidRDefault="00677CB5" w:rsidP="001E35B0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اتفاقا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زوار,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بر قاطر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بود.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عبور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قاطرش ازمعبر لغز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هـم از مـسـ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خـارج شد و تو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گودال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آب بود, افتاد و در آب فرو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زن</w:t>
      </w:r>
      <w:r w:rsidRPr="00677CB5">
        <w:rPr>
          <w:rtl/>
          <w:lang w:bidi="fa-IR"/>
        </w:rPr>
        <w:t xml:space="preserve"> هم به دنبال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ـوان</w:t>
      </w:r>
      <w:r w:rsidRPr="00677CB5">
        <w:rPr>
          <w:rtl/>
          <w:lang w:bidi="fa-IR"/>
        </w:rPr>
        <w:t xml:space="preserve"> در نـهـر آب فرو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اگر چه توانست خود رابا شنا کردن حفظ کند و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آب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اما چون بارش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و بعلاوه آب هم دربار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اش رفته بود و از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نهر تند و روان بود, لذا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قرار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و نتوانست خود را نگه دارد و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مضطرب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آن زن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ـچاره</w:t>
      </w:r>
      <w:r w:rsidRPr="00677CB5">
        <w:rPr>
          <w:rtl/>
          <w:lang w:bidi="fa-IR"/>
        </w:rPr>
        <w:t xml:space="preserve"> ,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استغاثه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بلند کرد,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رسم زوار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بـا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حادثه , سوار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خود شدم و با عجله داخل آب شدم که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بتوانم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 دهـم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زوار هم مشغول کار خود بودند و توجه و اعتنا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مشاهده کـردم کـه جـلـو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و عقب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آن زن 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سـخـت راه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 بـه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در آب فرونم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بلکه به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اثر رطـوبـت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از آب در پا و لباس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دست انداخت و زن و قاطر را گـرفـت و با سرعت از آب خارج کردو آنها را کنار نهر گذاشت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زن جز آن کـه خـود و مـرکـبـش را کناررودخانه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احساس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آن که آن شـخـص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 بـه فـر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سرعت او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وانش</w:t>
      </w:r>
      <w:r w:rsidRPr="00677CB5">
        <w:rPr>
          <w:rtl/>
          <w:lang w:bidi="fa-IR"/>
        </w:rPr>
        <w:t xml:space="preserve"> را با دراز کردن دست , درساحل گذاشت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نشدم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واقـعه هم حضرتش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جز آن که در همان نگاه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با قامت معتدل و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نـورانـ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و در آن حال , لااقل نود درصد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داشتم که حضرت 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مشاهده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, آن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را در خاطر خود سپرده بودم و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ادآور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,خود را مسرور و خاطرم را تسل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تا آن که وارد نجف اشرف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اتـفـاقا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و در حرم مطهر آن حضرت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چشمم به سمت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افتاد ناگاه همان شخص را در آن جا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مشغول سلام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دعا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طرف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رفتم , اما ازدحام زوار مانع از آن شد که خود را 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</w:t>
      </w:r>
      <w:r w:rsidRPr="00677CB5">
        <w:rPr>
          <w:rtl/>
          <w:lang w:bidi="fa-IR"/>
        </w:rPr>
        <w:t xml:space="preserve"> برسانم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در اعضا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حرکت وسرعت , احساس نمودم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حـضـرتـش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اطراف</w:t>
      </w:r>
      <w:r w:rsidRPr="00677CB5">
        <w:rPr>
          <w:rtl/>
          <w:lang w:bidi="fa-IR"/>
        </w:rPr>
        <w:t xml:space="preserve"> حرم و رواقها را گشتم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سرور 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برگشتم </w:t>
      </w:r>
    </w:p>
    <w:p w:rsidR="00677CB5" w:rsidRPr="00677CB5" w:rsidRDefault="00203BB9" w:rsidP="00203BB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51" w:name="_Toc493414752"/>
      <w:r w:rsidR="00677CB5" w:rsidRPr="00677CB5">
        <w:rPr>
          <w:rtl/>
          <w:lang w:bidi="fa-IR"/>
        </w:rPr>
        <w:lastRenderedPageBreak/>
        <w:t>15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مکاشفه علو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مصر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و نجات از حاکم مصر</w:t>
      </w:r>
      <w:bookmarkEnd w:id="15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احمد</w:t>
      </w:r>
      <w:r w:rsidRPr="00677CB5">
        <w:rPr>
          <w:rtl/>
          <w:lang w:bidi="fa-IR"/>
        </w:rPr>
        <w:t xml:space="preserve"> بن محمد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حاکم مصر نزد احمد بن طولون , از من سعا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بود, لذا هم و غم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درخود گرفت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جان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به قصد</w:t>
      </w:r>
      <w:r w:rsidR="00203BB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اللّه الحرام از مصر خارج شدم و از آن جـا بـه عـراق رفـتـه وارد کربلا شدم و به قبرمطهر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پناه آوردم و از حضرتش امان طلب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تا پانزده روزدر آن مکان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بودم و دعا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وقـت در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خـواب وبـ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ناگاه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حضرت صاحب الزمان و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الرحمن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فرزند من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فلان کس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عـرض کردم : آر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چون قصد کشتن مرا دارد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به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پناه آورده ام تا از او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حـضـرت</w:t>
      </w:r>
      <w:r w:rsidRPr="00677CB5">
        <w:rPr>
          <w:rtl/>
          <w:lang w:bidi="fa-IR"/>
        </w:rPr>
        <w:t xml:space="preserve"> فـرمودند: چرا خدا را به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امبران</w:t>
      </w:r>
      <w:r w:rsidRPr="00677CB5">
        <w:rPr>
          <w:rtl/>
          <w:lang w:bidi="fa-IR"/>
        </w:rPr>
        <w:t xml:space="preserve"> در شدا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فشارها خوانده ونجات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افته</w:t>
      </w:r>
      <w:r w:rsidRPr="00677CB5">
        <w:rPr>
          <w:rtl/>
          <w:lang w:bidi="fa-IR"/>
        </w:rPr>
        <w:t xml:space="preserve"> اند, نخوانده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آن دعا کدام است ؟ فـرمودند: شب جمعه غسل کن و نماز شب بخوان و سجده شکر انجام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بـر سـر زانو و سر انگشتان پاها نشسته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بخوان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خود حضرت آن دعا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خواندند و پنج شـب مـتـوال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 تا از حفظ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ششم شب جمعه بود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ـاوردند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برخاستم و غسل نمودم و تغ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رلباس</w:t>
      </w:r>
      <w:r w:rsidRPr="00677CB5">
        <w:rPr>
          <w:rtl/>
          <w:lang w:bidi="fa-IR"/>
        </w:rPr>
        <w:t xml:space="preserve"> دادم بعد نماز شب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آورده و سجده شکر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بر سر زانو وانگشتان پا نشسته دعا را 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شنبه آن حضرت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فرمودند: دعا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مستجاب شد و دشمنت بعد از آن که دعا را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او سعا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بود (احمد بن طولون ) به هلاکت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احـمـد</w:t>
      </w:r>
      <w:r w:rsidRPr="00677CB5">
        <w:rPr>
          <w:rtl/>
          <w:lang w:bidi="fa-IR"/>
        </w:rPr>
        <w:t xml:space="preserve"> بن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صبح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وداع گفته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مصرروانه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اردن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همسا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گان</w:t>
      </w:r>
      <w:r w:rsidRPr="00677CB5">
        <w:rPr>
          <w:rtl/>
          <w:lang w:bidi="fa-IR"/>
        </w:rPr>
        <w:t xml:space="preserve">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که از اهل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عه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به مـن خـبر داد که احمد بن طولون دشمن تو را دستگ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کرد ودستور داد سرش را از پشت گردن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بدن او را به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انداختند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درشب جمعه اتفاق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, معلوم شد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مقارن تمام شدن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بوده است , همان گونه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من خبرش را داده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بـن طـاووس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با سند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و اندک اختلاف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کرده است که :احمد بن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بازگشت به مصر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منازل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ناگاه قاصد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طرف اولاد خودم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قـاصـد بـه هـمـراه خود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مضمون داشت : آن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او فرارکرد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عده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دعوت کرد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سفره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همانان</w:t>
      </w:r>
      <w:r w:rsidRPr="00677CB5">
        <w:rPr>
          <w:rtl/>
          <w:lang w:bidi="fa-IR"/>
        </w:rPr>
        <w:t xml:space="preserve"> بعد ازصرف غذا متفرق شدند و او هم شـب خـوابـ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غلامانش در همان مکان حضور داشتند.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صبحگاهان</w:t>
      </w:r>
      <w:r w:rsidRPr="00677CB5">
        <w:rPr>
          <w:rtl/>
          <w:lang w:bidi="fa-IR"/>
        </w:rPr>
        <w:t xml:space="preserve"> از 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صدا و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احساس 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لحاف</w:t>
      </w:r>
      <w:r w:rsidRPr="00677CB5">
        <w:rPr>
          <w:rtl/>
          <w:lang w:bidi="fa-IR"/>
        </w:rPr>
        <w:t xml:space="preserve"> را ازصورتش برداشتند اما با کمال تعجب مشاهده کردند که سرش از قفا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خونش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</w:t>
      </w:r>
    </w:p>
    <w:p w:rsidR="00677CB5" w:rsidRPr="00677CB5" w:rsidRDefault="00203BB9" w:rsidP="00203BB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52" w:name="_Toc493414753"/>
      <w:r w:rsidR="00677CB5" w:rsidRPr="00677CB5">
        <w:rPr>
          <w:rtl/>
          <w:lang w:bidi="fa-IR"/>
        </w:rPr>
        <w:lastRenderedPageBreak/>
        <w:t>16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مکاشفه محمد 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حائر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کاتب العبقر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الحسان</w:t>
      </w:r>
      <w:bookmarkEnd w:id="15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کاتب</w:t>
      </w:r>
      <w:r w:rsidRPr="00677CB5">
        <w:rPr>
          <w:rtl/>
          <w:lang w:bidi="fa-IR"/>
        </w:rPr>
        <w:t xml:space="preserve"> و نسخه 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کتاب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العبقر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الحسان , جناب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>: هـنـگام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مشغول نوشتن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بودم و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دو ثلث آن تمام شده بود, در ماه صفر خود و همسر و طفل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ساله و مادر و برادرم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کباره</w:t>
      </w:r>
      <w:r w:rsidRPr="00677CB5">
        <w:rPr>
          <w:rtl/>
          <w:lang w:bidi="fa-IR"/>
        </w:rPr>
        <w:t xml:space="preserve"> به مرض حصبه (ت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فوئ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)مبتلا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اتاق د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بستر افتاده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سالخورده پرستار همه ما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من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مردن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ابدا</w:t>
      </w:r>
      <w:r w:rsidRPr="00677CB5">
        <w:rPr>
          <w:rtl/>
          <w:lang w:bidi="fa-IR"/>
        </w:rPr>
        <w:t xml:space="preserve"> هم و غم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نداشتم جز آن که با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: دو ثلث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را با زحمات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نوشته ام حال که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به امضا و اسم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خواهد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دربـحـبـوحـه مـرض و نـهـا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ضعف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همه از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من قطع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کرده بـودنـد,تـوسـلـ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قـلـبـ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سـاحـت مـقـدس فـر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و ناموس دهـرارواحـنـافداه , نمودم و در همان حال مرض و شدت عرض کردم : آقاجان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زمان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زحمات نوشتن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به اسم و امضا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لحظه ناگاه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مرا رو به قبله خوابانده بودند, از آن 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tl/>
          <w:lang w:bidi="fa-IR"/>
        </w:rPr>
        <w:t xml:space="preserve"> خانه باز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 از آن جا تا کف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است و راه پله ندارد,ن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تنه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چند سال قبل در مسجد گوهرشاد امامت جماعت داشتند,ظاهر شد, نظر مشفقانه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نـمودند و با سر مبارک اشاره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راست و چپ فرمودند مثل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اشاره از حال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حالت چطوراست ؟ مـن از جواب دادن عاجز بودم , </w:t>
      </w:r>
      <w:r w:rsidRPr="00677CB5">
        <w:rPr>
          <w:rtl/>
          <w:lang w:bidi="fa-IR"/>
        </w:rPr>
        <w:lastRenderedPageBreak/>
        <w:t>فقط دو دست خود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طرف و آن طرف خود بازکردم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طور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زدند و نه بنده توانستم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سر مبارک خود را دو سه مرتبه حرکت دادند و با اشاره سه بار فرمودند:خوب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برخاستم و نشستم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آن روز به بعد, کم کم کسالت خود وخانواده و والده و برادرم برطرف شد و بحمداللّه موفق به نوشتن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کتاب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203BB9" w:rsidP="00203BB9">
      <w:pPr>
        <w:pStyle w:val="Heading1"/>
        <w:rPr>
          <w:rtl/>
        </w:rPr>
      </w:pPr>
      <w:r>
        <w:rPr>
          <w:rtl/>
        </w:rPr>
        <w:br w:type="page"/>
      </w:r>
      <w:bookmarkStart w:id="153" w:name="_Toc493414754"/>
      <w:r w:rsidR="00677CB5" w:rsidRPr="00677CB5">
        <w:rPr>
          <w:rFonts w:hint="eastAsia"/>
          <w:rtl/>
        </w:rPr>
        <w:lastRenderedPageBreak/>
        <w:t>بخش</w:t>
      </w:r>
      <w:r w:rsidR="00677CB5" w:rsidRPr="00677CB5">
        <w:rPr>
          <w:rtl/>
        </w:rPr>
        <w:t xml:space="preserve"> سوم :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اها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صادقه</w:t>
      </w:r>
      <w:bookmarkEnd w:id="153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بـخـش قـضـا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به حضور مقدس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فداه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 و خوابشان توام با معجزه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امثال آن بوده است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موجب اعتماد بر آن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</w:t>
      </w:r>
    </w:p>
    <w:p w:rsidR="00677CB5" w:rsidRPr="00677CB5" w:rsidRDefault="00677CB5" w:rsidP="00203BB9">
      <w:pPr>
        <w:pStyle w:val="Heading2"/>
        <w:rPr>
          <w:rtl/>
        </w:rPr>
      </w:pPr>
      <w:bookmarkStart w:id="154" w:name="_Toc493414755"/>
      <w:r w:rsidRPr="00677CB5">
        <w:rPr>
          <w:rtl/>
        </w:rPr>
        <w:t>1</w:t>
      </w:r>
      <w:r w:rsidR="00203BB9">
        <w:rPr>
          <w:rFonts w:hint="cs"/>
          <w:rtl/>
        </w:rPr>
        <w:t xml:space="preserve"> </w:t>
      </w:r>
      <w:r w:rsidRPr="00677CB5">
        <w:rPr>
          <w:rtl/>
        </w:rPr>
        <w:t>- رؤ</w:t>
      </w:r>
      <w:r w:rsidRPr="00677CB5">
        <w:rPr>
          <w:rFonts w:hint="cs"/>
          <w:rtl/>
        </w:rPr>
        <w:t>ی</w:t>
      </w:r>
      <w:r w:rsidRPr="00677CB5">
        <w:rPr>
          <w:rFonts w:hint="eastAsia"/>
          <w:rtl/>
        </w:rPr>
        <w:t>ا</w:t>
      </w:r>
      <w:r w:rsidRPr="00677CB5">
        <w:rPr>
          <w:rFonts w:hint="cs"/>
          <w:rtl/>
        </w:rPr>
        <w:t>ی</w:t>
      </w:r>
      <w:r w:rsidRPr="00677CB5">
        <w:rPr>
          <w:rtl/>
        </w:rPr>
        <w:t xml:space="preserve"> ملا محمود عراق</w:t>
      </w:r>
      <w:r w:rsidRPr="00677CB5">
        <w:rPr>
          <w:rFonts w:hint="cs"/>
          <w:rtl/>
        </w:rPr>
        <w:t>ی</w:t>
      </w:r>
      <w:bookmarkEnd w:id="154"/>
      <w:r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ملا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سـال 1273, کـه سال سوم مجاورتم در نجف اشرف بود,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درقبله صحن مطهر وارد شدم و ازدحام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علت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اجتماع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 : مـگر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حضرت صاحب الامر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ظهور فرموده اند والان در صحن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و مردم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کنند؟ بـا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شدم که اگر بروم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کنم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حضرت نباشند و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را بـاطـل کـرده باشم و اگر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نکنم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خود حضرت باشند, که درآنصورت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با حق ترک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گـفـتم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با او اظهار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کرده , دست خود را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دراز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اگرامام است ,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 من در امامت او شک دارم , لذا دست خود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مراقبول نخواهد کرد آن وقت خواهم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امام هستند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خواهم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امام نباشند, از قلب من خبر نـداشـتـه و دست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رفتن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به طرف من دراز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امام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 xml:space="preserve">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دست خودرا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علامت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خود قرار دادم و وارد صحن شدم و جمال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مثال آن حضرت 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, خود حضرت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 و از قلب خودغفلت کرده , دست خود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ـعـت</w:t>
      </w:r>
      <w:r w:rsidRPr="00677CB5">
        <w:rPr>
          <w:rtl/>
          <w:lang w:bidi="fa-IR"/>
        </w:rPr>
        <w:t xml:space="preserve"> دراز نـمـودم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مراد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دست مبارک خود را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ملاحظه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امام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خجل وپر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شدم و چون حضرت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, تبسم نموده و فـرمـودند: دانسته شدکه من امامم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سپس دست مبارک را دراز کردند و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اشاره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لـحـظه من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مطلب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افتاده , خوشحال شدم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نمودم و از شدت شوق , مشغول دور زدن به گرد وجود منور و مطهر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203BB9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از دور ظاهر شد. </w:t>
      </w:r>
      <w:r w:rsidRPr="00677CB5">
        <w:rPr>
          <w:rFonts w:hint="eastAsia"/>
          <w:rtl/>
          <w:lang w:bidi="fa-IR"/>
        </w:rPr>
        <w:t>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کردم که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عصرارواحنافداه ظـهـور فرموده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آمد و بدون تامل با آن بزرگوار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</w:t>
      </w:r>
      <w:r w:rsidRPr="00677CB5">
        <w:rPr>
          <w:rtl/>
          <w:lang w:bidi="fa-IR"/>
        </w:rPr>
        <w:t xml:space="preserve"> کرد و دور حضرتش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اثنا بود که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خـواب</w:t>
      </w:r>
      <w:r w:rsidRPr="00677CB5">
        <w:rPr>
          <w:rtl/>
          <w:lang w:bidi="fa-IR"/>
        </w:rPr>
        <w:t xml:space="preserve"> دوم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فاصله چند سال پس از آن واقعه و در همان مکان مقدس (نجف اشرف ) بـود.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را بعد از آن که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عاقبت کار خود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به فکرفرو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مشاهده کردم , چـون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بـسـ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گذشتگان و جوان ترها ومعاصر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عمر خود, در زمره اخ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بوده 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بعدها اعتقاداتشان فاسد و با</w:t>
      </w:r>
      <w:r w:rsidR="00203BB9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همان عقا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فاسد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قوت گرفت که باعث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و اضطراب خاطرم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عـالم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مسجد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(ازمساجد معتبر نجف اشرف ) تـشـر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ـف</w:t>
      </w:r>
      <w:r w:rsidRPr="00677CB5">
        <w:rPr>
          <w:rtl/>
          <w:lang w:bidi="fa-IR"/>
        </w:rPr>
        <w:t xml:space="preserve"> دارنـد و در انتها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مسجد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,حضرت را احاطه کرده و من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بودم و منتظر بودم که هنگام خروج ,به محضرشان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آن بـزرگـوار بـه قصد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رفتن ,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آوردند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شدندخودم را بر پـاهـا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مـبـارک آن بـزرگوار انداختم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شدم و عرضه داشتم : فدا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شوم عاقبت کار من چـطـور خـواهـد شـد؟ آن حـضـرت دست مبارک را دراز کرده و باعطوفت و مرحمت دست مرا گرفت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از خاک برداشتند و بعد با تبسم و ملاطفت فرمودند: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همان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منظور حضرت آن است که بدون تو وارد بهشت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بشارت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از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افکار سابق آسوده خاطر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203BB9" w:rsidP="00C27267">
      <w:pPr>
        <w:pStyle w:val="Heading2"/>
        <w:rPr>
          <w:rtl/>
        </w:rPr>
      </w:pPr>
      <w:r>
        <w:rPr>
          <w:rtl/>
        </w:rPr>
        <w:br w:type="page"/>
      </w:r>
      <w:bookmarkStart w:id="155" w:name="_Toc493414756"/>
      <w:r w:rsidR="00677CB5" w:rsidRPr="00677CB5">
        <w:rPr>
          <w:rtl/>
        </w:rPr>
        <w:lastRenderedPageBreak/>
        <w:t>2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همد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حر عامل</w:t>
      </w:r>
      <w:r w:rsidR="00677CB5" w:rsidRPr="00677CB5">
        <w:rPr>
          <w:rFonts w:hint="cs"/>
          <w:rtl/>
        </w:rPr>
        <w:t>ی</w:t>
      </w:r>
      <w:bookmarkEnd w:id="155"/>
      <w:r w:rsidR="00677CB5" w:rsidRPr="00677CB5">
        <w:rPr>
          <w:rtl/>
        </w:rPr>
        <w:t xml:space="preserve">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حر عامل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روز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مشغرا (از مناطق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مرحوم در آن جا سکونت داشته اند)</w:t>
      </w:r>
      <w:r w:rsidR="006625D7">
        <w:rPr>
          <w:lang w:bidi="fa-IR"/>
        </w:rPr>
        <w:t xml:space="preserve"> </w:t>
      </w:r>
      <w:r w:rsidRPr="00677CB5">
        <w:rPr>
          <w:rtl/>
          <w:lang w:bidi="fa-IR"/>
        </w:rPr>
        <w:t>در مجلس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طلاب و صلحاء تشک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شده بود, نشسته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="006625D7">
        <w:rPr>
          <w:lang w:bidi="fa-IR"/>
        </w:rPr>
        <w:t>.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به آن جمع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در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, کدام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ما زنده و کدام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نـامـش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محمد و همدرس ما بود, گفت :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که تا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زنده ام و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بعد از آن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بعد و تا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شش سال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ومعلوم</w:t>
      </w:r>
      <w:r w:rsidRPr="00677CB5">
        <w:rPr>
          <w:rtl/>
          <w:lang w:bidi="fa-IR"/>
        </w:rPr>
        <w:t xml:space="preserve"> بود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گفته سخت قاطع است و مزاح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مگر علم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نه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مرض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هنوز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عمل صالح و زاد و تـوشه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برنداشته ام ,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فداه را</w:t>
      </w:r>
      <w:r w:rsidR="006625D7">
        <w:rPr>
          <w:lang w:bidi="fa-IR"/>
        </w:rPr>
        <w:t xml:space="preserve"> </w:t>
      </w:r>
      <w:r w:rsidRPr="00677CB5">
        <w:rPr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فـرمودند: نترس ,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متعال تو را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مرض شفا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و تا</w:t>
      </w:r>
      <w:r w:rsidR="006625D7">
        <w:rPr>
          <w:lang w:bidi="fa-IR"/>
        </w:rPr>
        <w:t xml:space="preserve"> </w:t>
      </w:r>
      <w:r w:rsidRPr="00677CB5">
        <w:rPr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شش سال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جام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دست مبارکشان بود</w:t>
      </w:r>
      <w:r w:rsidR="006625D7">
        <w:rPr>
          <w:lang w:bidi="fa-IR"/>
        </w:rPr>
        <w:t xml:space="preserve"> </w:t>
      </w:r>
      <w:r w:rsidRPr="00677CB5">
        <w:rPr>
          <w:rtl/>
          <w:lang w:bidi="fa-IR"/>
        </w:rPr>
        <w:t xml:space="preserve">به من عطا فرمودند.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نوش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مرضم رفع شد و شفا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دارم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>,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حر عامل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از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آن را که سال1049 بود,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ـادداشت</w:t>
      </w:r>
      <w:r w:rsidRPr="00677CB5">
        <w:rPr>
          <w:rtl/>
          <w:lang w:bidi="fa-IR"/>
        </w:rPr>
        <w:t xml:space="preserve"> کردم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سال 1072, به مشهد مقدس هجرت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سال آخر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شش سال شد, به دلم افتاد که مدت مقرر گذشته است , لذا به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رجوع و آن را حساب کردم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آن زمان (روز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درمجلس نشسته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)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شش سال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ارفته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حـدود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مـاه گـذشت که از طرف برادرم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چون او در همان مناطق قبل از هجرت من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نامه نوشته بود که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محمد در همان سال وفات کرده است </w:t>
      </w:r>
    </w:p>
    <w:p w:rsidR="00677CB5" w:rsidRPr="00677CB5" w:rsidRDefault="006625D7" w:rsidP="00C27267">
      <w:pPr>
        <w:pStyle w:val="Heading2"/>
        <w:rPr>
          <w:rtl/>
        </w:rPr>
      </w:pPr>
      <w:r>
        <w:rPr>
          <w:rtl/>
        </w:rPr>
        <w:br w:type="page"/>
      </w:r>
      <w:bookmarkStart w:id="156" w:name="_Toc493414757"/>
      <w:r w:rsidR="00677CB5" w:rsidRPr="00677CB5"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ابوالوفاء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راز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و راه توسل به معصوم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</w:t>
      </w:r>
      <w:r w:rsidR="00AC01CA" w:rsidRPr="00AC01CA">
        <w:rPr>
          <w:rStyle w:val="libAlaemChar"/>
          <w:rtl/>
        </w:rPr>
        <w:t>عليه‌السلام</w:t>
      </w:r>
      <w:bookmarkEnd w:id="156"/>
      <w:r w:rsidR="00AC01CA" w:rsidRPr="00AC01CA">
        <w:rPr>
          <w:rStyle w:val="libAlaemChar"/>
          <w:rtl/>
        </w:rPr>
        <w:t xml:space="preserve"> </w:t>
      </w:r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ابوالوفاء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زندان ابوعل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tl/>
          <w:lang w:bidi="fa-IR"/>
        </w:rPr>
        <w:t xml:space="preserve"> , با وضع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معلوم شد که او قصد کشتن مرا دارد, لذا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نزد خداوند تبارک و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بردم و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شف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قرار دادم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خواب رفتم . </w:t>
      </w:r>
      <w:r w:rsidR="006625D7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رسول خدا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فرمودند: نه به مـن و نه به دخترم و نه به دو پسرم (امام حسن و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متوسل نشو, بلکه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آخرت و آنچه از فضل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ما</w:t>
      </w:r>
      <w:r w:rsidR="006625D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متوسل شو.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اما ابوالحسن (ام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), برادرم , او انتقام تو را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تو ظلم نموده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رسول اللّه 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مگر به فاطمه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ظلم نکردند,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صبر کرد؟و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راث</w:t>
      </w:r>
      <w:r w:rsidRPr="00677CB5">
        <w:rPr>
          <w:rtl/>
          <w:lang w:bidi="fa-IR"/>
        </w:rPr>
        <w:t xml:space="preserve"> شما را غصب کردند, اما صبر نمود؟ پس چطور انتقام مرا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ظلم نموده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رد؟</w:t>
      </w:r>
      <w:r w:rsidRPr="00677CB5">
        <w:rPr>
          <w:rtl/>
          <w:lang w:bidi="fa-IR"/>
        </w:rPr>
        <w:t xml:space="preserve"> حـضـرت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تـعجب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کردند و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عهد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من با او بسته بـو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فرمان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من به او داده بودم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 بپا داشتن آن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جا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نبود.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حق را ادا کرد.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وا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متعرض دوستان 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ماشود.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انتقام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. ] امـا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نجات از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شر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محمد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جعفربن محمد,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آخرت , [به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از طاعت خداوند و رضوان او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] اما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جعفر, عاف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را به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او بخواه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اما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موس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نجات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lastRenderedPageBreak/>
        <w:t>[به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نازل شدن رزق ] امـا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بـن مـحـمد,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نوافل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آنچه از طاعت خداوندعزوجل بخواه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حسن بن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آخرت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امـا الـحجة , هرگاه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به محل ذبح تو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- حضرت با دست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اشاره فـرمـودند - به او استغاثه کن , به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ابد</w:t>
      </w:r>
      <w:r w:rsidRPr="00677CB5">
        <w:rPr>
          <w:rtl/>
          <w:lang w:bidi="fa-IR"/>
        </w:rPr>
        <w:t xml:space="preserve">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و پناه است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کس که استغاثه کند و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انا مغ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بک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ابـو</w:t>
      </w:r>
      <w:r w:rsidRPr="00677CB5">
        <w:rPr>
          <w:rtl/>
          <w:lang w:bidi="fa-IR"/>
        </w:rPr>
        <w:t xml:space="preserve"> الـوفـاء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همان جا (در عالم خواب )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انا مغ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بک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لحظه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آسمان فرود آمد که سوار بر اسب است و در دست خنجر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نور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شر آن که مرا 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کند,رفع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 xml:space="preserve">: کار تو را انجام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شد,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</w:t>
      </w:r>
      <w:r w:rsidRPr="00677CB5">
        <w:rPr>
          <w:rtl/>
          <w:lang w:bidi="fa-IR"/>
        </w:rPr>
        <w:t xml:space="preserve"> مرا خواست و گفت : به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استغاثه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به آن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tl/>
          <w:lang w:bidi="fa-IR"/>
        </w:rPr>
        <w:t xml:space="preserve"> درماندگان است </w:t>
      </w:r>
    </w:p>
    <w:p w:rsidR="00677CB5" w:rsidRPr="00677CB5" w:rsidRDefault="006625D7" w:rsidP="00C27267">
      <w:pPr>
        <w:pStyle w:val="Heading2"/>
        <w:rPr>
          <w:rtl/>
        </w:rPr>
      </w:pPr>
      <w:r>
        <w:rPr>
          <w:rtl/>
        </w:rPr>
        <w:br w:type="page"/>
      </w:r>
      <w:bookmarkStart w:id="157" w:name="_Toc493414758"/>
      <w:r w:rsidR="00677CB5" w:rsidRPr="00677CB5"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صادقه ش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خ</w:t>
      </w:r>
      <w:r w:rsidR="00677CB5" w:rsidRPr="00677CB5">
        <w:rPr>
          <w:rtl/>
        </w:rPr>
        <w:t xml:space="preserve"> عبدالحس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ن</w:t>
      </w:r>
      <w:r w:rsidR="00677CB5" w:rsidRPr="00677CB5">
        <w:rPr>
          <w:rtl/>
        </w:rPr>
        <w:t xml:space="preserve"> حو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زاو</w:t>
      </w:r>
      <w:r w:rsidR="00677CB5" w:rsidRPr="00677CB5">
        <w:rPr>
          <w:rFonts w:hint="cs"/>
          <w:rtl/>
        </w:rPr>
        <w:t>ی</w:t>
      </w:r>
      <w:bookmarkEnd w:id="157"/>
      <w:r w:rsidR="00677CB5" w:rsidRPr="00677CB5">
        <w:rPr>
          <w:rtl/>
        </w:rPr>
        <w:t xml:space="preserve">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عبدالحس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</w:t>
      </w:r>
      <w:r w:rsidRPr="00677CB5">
        <w:rPr>
          <w:rtl/>
          <w:lang w:bidi="fa-IR"/>
        </w:rPr>
        <w:t xml:space="preserve"> و پـنـج سال قبل , 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شهردار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نجف اشرف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احمد که کاروانسرا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متعلق به اوست , بود.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مرد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به اجبارشهردارش کرده بودند.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عـالـم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 تخت گذاشته اند و در وسط, سجاده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پهن کرده اند و نـامـوس دهـر, حـضـرت بـقـ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ـة</w:t>
      </w:r>
      <w:r w:rsidRPr="00677CB5">
        <w:rPr>
          <w:rtl/>
          <w:lang w:bidi="fa-IR"/>
        </w:rPr>
        <w:t xml:space="preserve"> اللّه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سـجاده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دارند و همان مرد</w:t>
      </w:r>
      <w:r w:rsidR="006625D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(رئ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شـهـردار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نـزد آن سـرور حـاضر است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با تند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فرمودند:چرا داخل شغل حکومت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اسم خود را در زمره آنها محسوب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در آن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حضرت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مرد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حضرت را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خواستم گفته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را بـه او بـفـهمانم , لذا گفتم :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ولاترکنوا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ظلموا فتمسکم الن ار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مبارک به من نمود و فرمود: پس تو چرا آنها را مدح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عرض کردم : 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دست مبارک را بر دهان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گرفته و تبسم کنان سه مرتبه فرمودند: 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عنوان رد و انکار بر من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از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خوف و 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آنها را مدح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باره متوجه 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شهردار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 و فرمودند: هفت روزب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عمر تو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است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فردا</w:t>
      </w:r>
      <w:r w:rsidRPr="00677CB5">
        <w:rPr>
          <w:rtl/>
          <w:lang w:bidi="fa-IR"/>
        </w:rPr>
        <w:t xml:space="preserve"> برو و مهر حکومت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رد کن 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بعد اول صبح از خانه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در فکر خواب خود بودم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خـبـر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چـه شد؟ رئ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</w:t>
      </w:r>
      <w:r w:rsidRPr="00677CB5">
        <w:rPr>
          <w:rtl/>
          <w:lang w:bidi="fa-IR"/>
        </w:rPr>
        <w:t xml:space="preserve"> شهردار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حکومت رفته و استعفاداده و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دها</w:t>
      </w:r>
      <w:r w:rsidRPr="00677CB5">
        <w:rPr>
          <w:rtl/>
          <w:lang w:bidi="fa-IR"/>
        </w:rPr>
        <w:t xml:space="preserve"> را به آنان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نموده است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تعجب کردم ! روز بعد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احمد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حالش دگرگون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بروم و او راع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خانه اش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حالش خوب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از هوش رفته است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او نشستم , چون به هـوش آمـد, چـشـم باز کرد و 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نظرش به من افتاد, گفت : ها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انت چنت حاضر,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تو هم در آن جا حاضر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دست مرا گرفته , با کمال ضعف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تو در آن مجلس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آنچه آن جا</w:t>
      </w:r>
      <w:r w:rsidR="006625D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بود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625D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خواستم به او آرامش و دلدار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بدهم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ان شاءاللّه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مطلب از همان قرار است و من رفتن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هستم . </w:t>
      </w:r>
      <w:r w:rsidRPr="00677CB5">
        <w:rPr>
          <w:rFonts w:hint="eastAsia"/>
          <w:rtl/>
          <w:lang w:bidi="fa-IR"/>
        </w:rPr>
        <w:t>اهـل</w:t>
      </w:r>
      <w:r w:rsidRPr="00677CB5">
        <w:rPr>
          <w:rtl/>
          <w:lang w:bidi="fa-IR"/>
        </w:rPr>
        <w:t xml:space="preserve"> مجلس و حضار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متوجه نشد که ما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بلکه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کردندسابقه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هم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بوده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واقع شده است . </w:t>
      </w: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هـر حال مرض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احمد کم کم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دتر</w:t>
      </w:r>
      <w:r w:rsidRPr="00677CB5">
        <w:rPr>
          <w:rtl/>
          <w:lang w:bidi="fa-IR"/>
        </w:rPr>
        <w:t xml:space="preserve"> شد تا سر وعده بعد از هفت روز رحلت کرد و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</w:t>
      </w:r>
    </w:p>
    <w:p w:rsidR="00677CB5" w:rsidRPr="00677CB5" w:rsidRDefault="006625D7" w:rsidP="00C27267">
      <w:pPr>
        <w:pStyle w:val="Heading2"/>
        <w:rPr>
          <w:rtl/>
        </w:rPr>
      </w:pPr>
      <w:r>
        <w:rPr>
          <w:rtl/>
        </w:rPr>
        <w:br w:type="page"/>
      </w:r>
      <w:bookmarkStart w:id="158" w:name="_Toc493414759"/>
      <w:r w:rsidR="00677CB5" w:rsidRPr="00677CB5">
        <w:rPr>
          <w:rtl/>
        </w:rPr>
        <w:lastRenderedPageBreak/>
        <w:t>5 -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مصطف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الحمود و کر شدن او</w:t>
      </w:r>
      <w:bookmarkEnd w:id="158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محمد, شمعدار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سامرا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سنت سامرا, به نام مصطف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الحمود در لباس خدام حرم بود و شغل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جزآزردن زوار و گـرفتن اموال آنها به هر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و مکر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و اکثر اوقات در سرداب مقدس بود و پشت پنجره نـاصـر عـبـاسـ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حاضر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C272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را از حفظ</w:t>
      </w:r>
      <w:r w:rsidR="006625D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داشت و هر کس وارد آن مکان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شروع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او را ازحالت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 حضور قلب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وسته</w:t>
      </w:r>
      <w:r w:rsidRPr="00677CB5">
        <w:rPr>
          <w:rtl/>
          <w:lang w:bidi="fa-IR"/>
        </w:rPr>
        <w:t xml:space="preserve"> خواننده را مـتـوجـه غـلطها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معمولا افراد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و ادع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دارند,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باعث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رفتن حضورقلبشان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عـالم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: تا 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زوار مرا</w:t>
      </w:r>
      <w:r w:rsidR="00C2726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بخوانند؟ تو چه کار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مسائل دخالت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آنها و آنچه را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, به حال خود واگذار.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آن خـبـ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شد, اما هر دو گوشش را خداوند کر نموده بود وپس از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و زوار آسـوده شـدنـد و بـه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بود تا به اسلاف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</w:t>
      </w:r>
      <w:r w:rsidRPr="00677CB5">
        <w:rPr>
          <w:rtl/>
          <w:lang w:bidi="fa-IR"/>
        </w:rPr>
        <w:t xml:space="preserve"> </w:t>
      </w:r>
    </w:p>
    <w:p w:rsidR="00677CB5" w:rsidRPr="00677CB5" w:rsidRDefault="00C27267" w:rsidP="00C27267">
      <w:pPr>
        <w:pStyle w:val="Heading2"/>
        <w:rPr>
          <w:rtl/>
        </w:rPr>
      </w:pPr>
      <w:r>
        <w:rPr>
          <w:rtl/>
        </w:rPr>
        <w:br w:type="page"/>
      </w:r>
      <w:bookmarkStart w:id="159" w:name="_Toc493414760"/>
      <w:r w:rsidR="00677CB5" w:rsidRPr="00677CB5">
        <w:rPr>
          <w:rtl/>
        </w:rPr>
        <w:lastRenderedPageBreak/>
        <w:t>6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صادقه حاج ملا سلطان عل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روضه خوان</w:t>
      </w:r>
      <w:bookmarkEnd w:id="159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حاج ملا سلطان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روضه خوان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جمله عباد و زهاد بود, نقل کرد: در عـالـم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بـه حـضور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مشرف شدم و خدمت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آنچه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ذکر شده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:فلاندبنک صباحا و مساء و ل</w:t>
      </w:r>
      <w:r w:rsidRPr="00677CB5">
        <w:rPr>
          <w:rFonts w:hint="eastAsia"/>
          <w:rtl/>
          <w:lang w:bidi="fa-IR"/>
        </w:rPr>
        <w:t>ابک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بدل الدموع دما,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؟ فرمودند: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عـرض</w:t>
      </w:r>
      <w:r w:rsidRPr="00677CB5">
        <w:rPr>
          <w:rtl/>
          <w:lang w:bidi="fa-IR"/>
        </w:rPr>
        <w:t xml:space="preserve"> کـردم : آن مـصـ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آن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اشک خون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کدام است ؟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است ؟ فرمودند: نه , اگر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زنده بود,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او هم خون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عباس است ؟ فرمود: نه , بلکه اگر حضرت عباس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بود, او هم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خون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لابد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نه ,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هم اگر در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بود,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, خون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پس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کدام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است که من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؟ فرمودند: آن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,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نب</w:t>
      </w:r>
      <w:r w:rsidRPr="00677CB5">
        <w:rPr>
          <w:rtl/>
          <w:lang w:bidi="fa-IR"/>
        </w:rPr>
        <w:t xml:space="preserve"> </w:t>
      </w:r>
      <w:r w:rsidR="0010408B" w:rsidRPr="0010408B">
        <w:rPr>
          <w:rStyle w:val="libAlaemChar"/>
          <w:rtl/>
        </w:rPr>
        <w:t xml:space="preserve">عليها‌السلام </w:t>
      </w:r>
      <w:r w:rsidRPr="00677CB5">
        <w:rPr>
          <w:rtl/>
          <w:lang w:bidi="fa-IR"/>
        </w:rPr>
        <w:t xml:space="preserve"> است </w:t>
      </w:r>
    </w:p>
    <w:p w:rsidR="00677CB5" w:rsidRPr="00677CB5" w:rsidRDefault="00C27267" w:rsidP="00C27267">
      <w:pPr>
        <w:pStyle w:val="Heading2"/>
        <w:rPr>
          <w:rtl/>
        </w:rPr>
      </w:pPr>
      <w:r>
        <w:rPr>
          <w:rtl/>
        </w:rPr>
        <w:br w:type="page"/>
      </w:r>
      <w:bookmarkStart w:id="160" w:name="_Toc493414761"/>
      <w:r w:rsidR="00677CB5" w:rsidRPr="00677CB5">
        <w:rPr>
          <w:rtl/>
        </w:rPr>
        <w:lastRenderedPageBreak/>
        <w:t>7</w:t>
      </w:r>
      <w:r>
        <w:rPr>
          <w:rFonts w:hint="cs"/>
          <w:rtl/>
        </w:rPr>
        <w:t xml:space="preserve"> </w:t>
      </w:r>
      <w:r w:rsidR="00677CB5" w:rsidRPr="00677CB5">
        <w:rPr>
          <w:rtl/>
        </w:rPr>
        <w:t>- رؤ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</w:t>
      </w:r>
      <w:r w:rsidR="00677CB5" w:rsidRPr="00677CB5">
        <w:rPr>
          <w:rFonts w:hint="cs"/>
          <w:rtl/>
        </w:rPr>
        <w:t>ی</w:t>
      </w:r>
      <w:r w:rsidR="00677CB5" w:rsidRPr="00677CB5">
        <w:rPr>
          <w:rtl/>
        </w:rPr>
        <w:t xml:space="preserve"> سجاده بردار آقا محمد باقر بهبهان</w:t>
      </w:r>
      <w:r w:rsidR="00677CB5" w:rsidRPr="00677CB5">
        <w:rPr>
          <w:rFonts w:hint="cs"/>
          <w:rtl/>
        </w:rPr>
        <w:t>ی</w:t>
      </w:r>
      <w:bookmarkEnd w:id="160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محمد باقر بهبهان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وارد شدم 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منبر مردم را موعظه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کـتـاب خـرائج راوند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شده است لابلا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صحبت ها بر زبانم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مضمون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اسـت کـه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tl/>
          <w:lang w:bidi="fa-IR"/>
        </w:rPr>
        <w:t xml:space="preserve"> نگو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چرا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ظهور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چون شـما طاقت معاشرت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لباس حضرت خشن و درشت و خور</w:t>
      </w:r>
      <w:r w:rsidRPr="00677CB5">
        <w:rPr>
          <w:rFonts w:hint="eastAsia"/>
          <w:rtl/>
          <w:lang w:bidi="fa-IR"/>
        </w:rPr>
        <w:t>اک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نان جو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گفتم از الطاف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نسبت به ما,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حضرت صاحب الزمان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است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ما طاقت اطاعت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اهـل</w:t>
      </w:r>
      <w:r w:rsidRPr="00677CB5">
        <w:rPr>
          <w:rtl/>
          <w:lang w:bidi="fa-IR"/>
        </w:rPr>
        <w:t xml:space="preserve"> مجلس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و شروع به نجوا کردند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که آن حـضـرت ظهور کند, تا مبادا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است</w:t>
      </w:r>
      <w:r w:rsidRPr="00677CB5">
        <w:rPr>
          <w:rtl/>
          <w:lang w:bidi="fa-IR"/>
        </w:rPr>
        <w:t xml:space="preserve"> از دستش برود.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زمزمه درب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مردم افتاد که من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لذا با سرعت از منبر فرود آمده به خانه رفتم و در رابستم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ساعت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درب خانه را زدند.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پشت</w:t>
      </w:r>
      <w:r w:rsidRPr="00677CB5">
        <w:rPr>
          <w:rtl/>
          <w:lang w:bidi="fa-IR"/>
        </w:rPr>
        <w:t xml:space="preserve"> در آمدم و گفتم :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سجاده بردار تو هستم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 گشودم او سجاده را از همان جا به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="00C27267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خانه</w:t>
      </w:r>
      <w:r w:rsidRPr="00677CB5">
        <w:rPr>
          <w:rtl/>
          <w:lang w:bidi="fa-IR"/>
        </w:rPr>
        <w:t xml:space="preserve"> پرت کرد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مرتد, سجاده ات را بردار,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به تو اقتداکرد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عبادات خود را باطل انجام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سجاده را برداشتم او هم رفت و از ترس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در را محکم بستم 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رنشستم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شب گذشت ناگاه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منزل بلند شد. </w:t>
      </w:r>
    </w:p>
    <w:p w:rsidR="00677CB5" w:rsidRPr="00677CB5" w:rsidRDefault="00677CB5" w:rsidP="00C272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من</w:t>
      </w:r>
      <w:r w:rsidRPr="00677CB5">
        <w:rPr>
          <w:rtl/>
          <w:lang w:bidi="fa-IR"/>
        </w:rPr>
        <w:t xml:space="preserve"> با وحشت هر چه تمامتر پشت در رفتم و گفتم :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سجاده بردار است که با معذرت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اظهار عجز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آمده است و مـرا قـسـمـها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ظ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که در را بازکنم , اما من از ترس در را باز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قدر قسم خـورد و اظـهار عجز نمود, که به راست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صداقتش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, و در را گشودم ناگاه خود را بر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انداخت و آنهارا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گفتم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مسلمان , آن سجاده آوردن و مرتد گفتن تو به من چه بود 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دنت</w:t>
      </w:r>
      <w:r w:rsidRPr="00677CB5">
        <w:rPr>
          <w:rtl/>
          <w:lang w:bidi="fa-IR"/>
        </w:rPr>
        <w:t xml:space="preserve"> چه ؟ گـفـت : مـرا سرزنش نکن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نزد شما رفتم و نماز مغرب و عشا را بجا آوردم وخواب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ظهور فرموده اند. </w:t>
      </w:r>
    </w:p>
    <w:p w:rsidR="00677CB5" w:rsidRPr="00677CB5" w:rsidRDefault="00677CB5" w:rsidP="00C272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خدمت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مشرف شدم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بـه من فرمودند: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از اموال فلان شخص است و تو ندانسته آن را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آن را به صاحبش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عبا را به صاحب اصل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 دادم 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فرمودند: قبا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مربوط به فلان شخص است و تو آن را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هم بـه صاحب اولش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تا تمام لباسها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</w:t>
      </w:r>
      <w:r w:rsidR="00C2726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دستور دادند که به مردم بدهم بعد نوبت بـه خـانـه و ظـروف و فرشها و چهارپا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</w:t>
      </w:r>
      <w:r w:rsidR="00C2726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مال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کـرده به او رد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فرمودند: همسر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خواهر رضاع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است و تو ندانسته با او ازدواج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هم به خانواده اش رد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 هم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مـن</w:t>
      </w:r>
      <w:r w:rsidRPr="00677CB5">
        <w:rPr>
          <w:rtl/>
          <w:lang w:bidi="fa-IR"/>
        </w:rPr>
        <w:t xml:space="preserve"> پـسر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قاسم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ناگاه در آن اثنا همان جا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نظرحضرت بر او افتاد فرمودند: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پسر هم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زن متولد شده است , لذا فرزند حرام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شمش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بردار و گردنش را بزن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من غضبناک شدم و گفتم : به خدا قسم که تو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از 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چـه رسـد بـه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صـاحب الزمان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C27267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گفتم ازخواب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فـهم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ما طاقت اطاعت و فرمان بردار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حضرت را</w:t>
      </w:r>
      <w:r w:rsidR="00C27267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صدق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جناب 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معلوم شد و از عمل خود نادم و از گفته خود پش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مرا</w:t>
      </w:r>
      <w:r w:rsidRPr="00677CB5">
        <w:rPr>
          <w:rtl/>
          <w:lang w:bidi="fa-IR"/>
        </w:rPr>
        <w:t xml:space="preserve"> عفو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C27267" w:rsidP="00C27267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1" w:name="_Toc493414762"/>
      <w:r w:rsidR="00677CB5" w:rsidRPr="00677CB5">
        <w:rPr>
          <w:rtl/>
          <w:lang w:bidi="fa-IR"/>
        </w:rPr>
        <w:lastRenderedPageBreak/>
        <w:t>8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زن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از اهل سنت و شفا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چشمان او</w:t>
      </w:r>
      <w:bookmarkEnd w:id="16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افند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زنـ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سنت به نام ملکه , که همسرش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ملا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در مکتبخانه حـمـ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واقـع در نـجف اشرف معاون بود, شب سه شنبه دوم 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الاول سال 1317 به سردرد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مـبـتلا شد و صبح هم نور از دو چشمش رفت و ناب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>ناگرد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مـرا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مـطـلـع کـردنـد.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بـه</w:t>
      </w:r>
      <w:r w:rsidRPr="00677CB5">
        <w:rPr>
          <w:rtl/>
          <w:lang w:bidi="fa-IR"/>
        </w:rPr>
        <w:t xml:space="preserve"> شـوهرش ملا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گفتم : شبانه او را به حرم حضرت 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ببر و آن حضرت را نزد خداوند شف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قرار بده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زن شفا کرامت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شـب کـه شب چهارشنبه بود, به خاطر شدت 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زن در سر خود احساس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تعلل نمودند و به حرم مطهر نرفتند,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درد چشم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تخف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,و آن زن به هر صورت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خواب رفته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خود و شوهرش -ملا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- با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نام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نب</w:t>
      </w:r>
      <w:r w:rsidRPr="00677CB5">
        <w:rPr>
          <w:rtl/>
          <w:lang w:bidi="fa-IR"/>
        </w:rPr>
        <w:t xml:space="preserve"> در حال تـشرف به حرم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هستند.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مسجد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که مـمـلو از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تماشا کردن داخل آن مسجد شدند.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آن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صدا زد: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ملکه , نترس , ان شاءاللّه هر دو چشم تو شفا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ملکه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گفتم :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آن بزرگوار فرمود: منم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زن</w:t>
      </w:r>
      <w:r w:rsidRPr="00677CB5">
        <w:rPr>
          <w:rtl/>
          <w:lang w:bidi="fa-IR"/>
        </w:rPr>
        <w:t xml:space="preserve"> در حـالـ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خـوشحال و مسرور بود,از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 و صبح (روز چهارشنبه سوم ماه ) با زنـها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نجف اشرف خارج و وارد مقام حضرت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شدند.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ملکه</w:t>
      </w:r>
      <w:r w:rsidRPr="00677CB5">
        <w:rPr>
          <w:rtl/>
          <w:lang w:bidi="fa-IR"/>
        </w:rPr>
        <w:t xml:space="preserve"> به تـنـها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داخل محراب آن مقام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شد و شروع به تضرع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>, حالت غشوه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دست داد.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حال مشاهده کرد دو مرد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بزرگتر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جـلـو بـود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کـوچـکـتـر و در پـشت سر قرار داشت , حضور دارند.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مرد بزرگتر به ملکه فرمود:نترس و به خود وحشت راه مده . </w:t>
      </w:r>
      <w:r w:rsidRPr="00677CB5">
        <w:rPr>
          <w:rFonts w:hint="eastAsia"/>
          <w:rtl/>
          <w:lang w:bidi="fa-IR"/>
        </w:rPr>
        <w:t>ملکه</w:t>
      </w:r>
      <w:r w:rsidRPr="00677CB5">
        <w:rPr>
          <w:rtl/>
          <w:lang w:bidi="fa-IR"/>
        </w:rPr>
        <w:t xml:space="preserve"> گفت : تو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فـرمود: منم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پشت سر من است , فرزندم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آن مرد بـزرگـتـر به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جا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بود, دستور داد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جه</w:t>
      </w:r>
      <w:r w:rsidRPr="00677CB5">
        <w:rPr>
          <w:rtl/>
          <w:lang w:bidi="fa-IR"/>
        </w:rPr>
        <w:t xml:space="preserve"> ,برخ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دست خود را بر چـشـمـهـا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ضع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بکش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زن برخواست و برچشمها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ملکه دست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او هم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, از حالت غشوه به خود آمد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دکه</w:t>
      </w:r>
      <w:r w:rsidRPr="00677CB5">
        <w:rPr>
          <w:rtl/>
          <w:lang w:bidi="fa-IR"/>
        </w:rPr>
        <w:t xml:space="preserve">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اول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ناتر</w:t>
      </w:r>
      <w:r w:rsidRPr="00677CB5">
        <w:rPr>
          <w:rtl/>
          <w:lang w:bidi="fa-IR"/>
        </w:rPr>
        <w:t xml:space="preserve"> شده اند. </w:t>
      </w:r>
      <w:r w:rsidRPr="00677CB5">
        <w:rPr>
          <w:rFonts w:hint="eastAsia"/>
          <w:rtl/>
          <w:lang w:bidi="fa-IR"/>
        </w:rPr>
        <w:t>زنها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با او بودند,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او جمع شدند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صلوات بلندنمودند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اکثر اهل نجف اشرف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را از واد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جـمله افراد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ناقل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الان حدود چهارده سال است که از آن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هنوز گوشها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راپر کرده است </w:t>
      </w: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ملکه را وارد نجف نمودند و به حرم حضرت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بردند و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زن بهتر از اول شد </w:t>
      </w:r>
    </w:p>
    <w:p w:rsidR="00677CB5" w:rsidRPr="00677CB5" w:rsidRDefault="00674D1F" w:rsidP="00674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2" w:name="_Toc493414763"/>
      <w:r w:rsidR="00677CB5" w:rsidRPr="00677CB5">
        <w:rPr>
          <w:rtl/>
          <w:lang w:bidi="fa-IR"/>
        </w:rPr>
        <w:lastRenderedPageBreak/>
        <w:t>9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حاج م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رزا</w:t>
      </w:r>
      <w:r w:rsidR="00677CB5" w:rsidRPr="00677CB5">
        <w:rPr>
          <w:rtl/>
          <w:lang w:bidi="fa-IR"/>
        </w:rPr>
        <w:t xml:space="preserve"> محمد راز</w:t>
      </w:r>
      <w:r w:rsidR="00677CB5" w:rsidRPr="00677CB5">
        <w:rPr>
          <w:rFonts w:hint="cs"/>
          <w:rtl/>
          <w:lang w:bidi="fa-IR"/>
        </w:rPr>
        <w:t>ی</w:t>
      </w:r>
      <w:bookmarkEnd w:id="16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حاج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مشتاق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بودم و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با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گفتم که اگر من هم جزو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 حضرت بودم , حتما به شرف ملاقات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خواب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="00674D1F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لابـد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سته</w:t>
      </w:r>
      <w:r w:rsidRPr="00677CB5">
        <w:rPr>
          <w:rtl/>
          <w:lang w:bidi="fa-IR"/>
        </w:rPr>
        <w:t xml:space="preserve">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و در من کوتاه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ترس و اضطراب داشتم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کـه مـوفـق بـه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قبله هفتم و امام هشتم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پس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به نجف اشرف برگشتم و چند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  <w:r w:rsidRPr="00677CB5">
        <w:rPr>
          <w:rFonts w:hint="eastAsia"/>
          <w:rtl/>
          <w:lang w:bidi="fa-IR"/>
        </w:rPr>
        <w:t>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خـواب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شـخـصـ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گفت : امام 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به نجف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کجا هستند؟ گفت : در مسجد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(از مساجد معتبر نجف اشرف )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خبر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مسرور شدم و با سرعت و عجله تمام به قصد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ورس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به شرف حضور آن بزرگوار, به طرف مسجد هند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روانه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داخل مسجد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حضرت کـنـار مسجد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و اجتماع مردم بحد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راه عبور بسته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به حضرت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ـدانـه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ـسـتـادم</w:t>
      </w:r>
      <w:r w:rsidRPr="00677CB5">
        <w:rPr>
          <w:rtl/>
          <w:lang w:bidi="fa-IR"/>
        </w:rPr>
        <w:t xml:space="preserve"> و با خود گفتم : مردم در همه کارها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 و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بزرگوار سر مبارک را برداشتند و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انداختند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چشم مبارکشان به من افتاد و با اشاره دست مرا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خودخواندند.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جـمع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نوع ملاطفت را از حضرت نسبت به من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راه را باز کردند ومن خدمتشان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بزرگوار, به من اظهار رافت و مرحمت نمودند و فرمودند:وقت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مشهد مراجعت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ما در آن بالاخانه به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دنت</w:t>
      </w:r>
      <w:r w:rsidRPr="00677CB5">
        <w:rPr>
          <w:rtl/>
          <w:lang w:bidi="fa-IR"/>
        </w:rPr>
        <w:t xml:space="preserve">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ما رانشناخت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مطلب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آن بزرگوار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روزها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مراجعت ازمشهد, که در بـالاخـانـه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آمدن مردم نشسته بودم ,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آورده اند,در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لباس مـعـمول اهل نجف بوده اند و من تصور کرده ام از نجف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هستند که به قصد ثواب , ب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آمـده انـد و اصلا متوجه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 بلکه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اهل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آسمان هستند, نشده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کلام حضرت شرمنده شده و ازخواب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به خاطر تشرف به خدمت آن سرور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خـواب ,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خـوشحال بودم و به شکرانه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نعمت عظم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شمار اهل آن درگاه هستم ,سجده شکر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بجا آوردم </w:t>
      </w:r>
    </w:p>
    <w:p w:rsidR="00677CB5" w:rsidRPr="00677CB5" w:rsidRDefault="00674D1F" w:rsidP="00674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3" w:name="_Toc493414764"/>
      <w:r w:rsidR="00677CB5" w:rsidRPr="00677CB5">
        <w:rPr>
          <w:rtl/>
          <w:lang w:bidi="fa-IR"/>
        </w:rPr>
        <w:lastRenderedPageBreak/>
        <w:t>10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حسن</w:t>
      </w:r>
      <w:bookmarkEnd w:id="163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متد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حسن نقل کرد: چله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چهل شب چهارشنبه به مسجدسهله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چهارشنبه چهلم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 کمال مهابت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نمودم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صورت مبارکش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کار تو درست 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tl/>
          <w:lang w:bidi="fa-IR"/>
        </w:rPr>
        <w:t xml:space="preserve"> نماز است کار تو درست 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به صبح مانده است مشغول نماز شب شدم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نجف اشرف مراجعت کردم , چند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اما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بنا</w:t>
      </w:r>
      <w:r w:rsidRPr="00677CB5">
        <w:rPr>
          <w:rtl/>
          <w:lang w:bidi="fa-IR"/>
        </w:rPr>
        <w:t xml:space="preserve"> گذاردم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چله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مسجد بروم 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عـصـر</w:t>
      </w:r>
      <w:r w:rsidRPr="00677CB5">
        <w:rPr>
          <w:rtl/>
          <w:lang w:bidi="fa-IR"/>
        </w:rPr>
        <w:t xml:space="preserve"> سه شنبه براه افتادم در بازار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 : من صد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وجوه شرع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بر ذمه دارم و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خـواهم به مکه مشرف شوم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مبلغ را با تو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مصالحه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که هشتاد لـ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ـره</w:t>
      </w:r>
      <w:r w:rsidRPr="00677CB5">
        <w:rPr>
          <w:rtl/>
          <w:lang w:bidi="fa-IR"/>
        </w:rPr>
        <w:t xml:space="preserve"> به من ببخش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قبول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صد</w:t>
      </w:r>
      <w:r w:rsidRPr="00677CB5">
        <w:rPr>
          <w:rtl/>
          <w:lang w:bidi="fa-IR"/>
        </w:rPr>
        <w:t xml:space="preserve">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به عنوان خمس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کردم و هشتاد 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اش را بخش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به مکه رفت و بعد از آن هم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من نمود</w:t>
      </w:r>
    </w:p>
    <w:p w:rsidR="00677CB5" w:rsidRPr="00677CB5" w:rsidRDefault="00674D1F" w:rsidP="00674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4" w:name="_Toc493414765"/>
      <w:r w:rsidR="00677CB5" w:rsidRPr="00677CB5">
        <w:rPr>
          <w:rtl/>
          <w:lang w:bidi="fa-IR"/>
        </w:rPr>
        <w:lastRenderedPageBreak/>
        <w:t>11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آقا عبدالصمد زنجان</w:t>
      </w:r>
      <w:r w:rsidR="00677CB5" w:rsidRPr="00677CB5">
        <w:rPr>
          <w:rFonts w:hint="cs"/>
          <w:rtl/>
          <w:lang w:bidi="fa-IR"/>
        </w:rPr>
        <w:t>ی</w:t>
      </w:r>
      <w:bookmarkEnd w:id="164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اجل , آقا عبدالصمد زنجان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در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تـقـر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ـبـا</w:t>
      </w:r>
      <w:r w:rsidRPr="00677CB5">
        <w:rPr>
          <w:rtl/>
          <w:lang w:bidi="fa-IR"/>
        </w:rPr>
        <w:t xml:space="preserve"> هـشـتـاد تـومان بدهکار شدم و از ادا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عاجز بودم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سخت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گـذشت , لذا مشغول به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ختومات و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توسلات شدم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صاحب العصر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جان را از نور جمالش منور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حضرت دست کرم را باز کرده و فرمودند:ساعت خود را به من نشان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ساعت خـود را از جـ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ـب</w:t>
      </w:r>
      <w:r w:rsidRPr="00677CB5">
        <w:rPr>
          <w:rtl/>
          <w:lang w:bidi="fa-IR"/>
        </w:rPr>
        <w:t xml:space="preserve"> درآوردم و بـدست آن حضرت دادم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سرور ساعت را گرفتند و دوباره به من برگرداندند.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خـواب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قابل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ناراحت شدم و با خود گفتم :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همه زحمات , آن سـرور فقط به ساعت من نظر فرمودند,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خودم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بهره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وضات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نبردم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سؤال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نه مطلب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حضرت استفاده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صورت , با کمال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را به صبح رساندم و به مجلس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رفقارفتم , چون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, ساعت را از بغل درآوردم تا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چه وقت است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نفراز حضار گفت 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ساعت طلا را از کجا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من کجا و ساعت طلا کجا؟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ساعت برن</w:t>
      </w:r>
      <w:r w:rsidRPr="00677CB5">
        <w:rPr>
          <w:rFonts w:hint="eastAsia"/>
          <w:rtl/>
          <w:lang w:bidi="fa-IR"/>
        </w:rPr>
        <w:t>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از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از حضار نظر کرد و گفت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ناب است ! چون دقت کردم تعجب مرا گرفت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ساعت از طلا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ساعت</w:t>
      </w:r>
      <w:r w:rsidRPr="00677CB5">
        <w:rPr>
          <w:rtl/>
          <w:lang w:bidi="fa-IR"/>
        </w:rPr>
        <w:t xml:space="preserve"> فروش را احضار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گفت : من ساعت برنج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فروخته ام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شک و شبهه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خودم هم آن را از فلان شخص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به شما فروخته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شخص ثالث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احضار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او هم گفت : ساعت برنج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چنددست که همه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رفـتـه</w:t>
      </w:r>
      <w:r w:rsidRPr="00677CB5">
        <w:rPr>
          <w:rtl/>
          <w:lang w:bidi="fa-IR"/>
        </w:rPr>
        <w:t xml:space="preserve"> رفـتـه تعجب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شد! ناگاه خواب شب قبل به خاطرم آمد وحال خود و خـواب رابـه حضار مجلس گفتم و بر همه معلوم شد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اثرات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ائ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 آن برگز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خدا بوده که برنج زرد را به طلا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سرخ تبد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کرده است 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مجلس گفت :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چقدر است ؟ گفتم : هفتاد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هشتادتومان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من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شما را ادا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شما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ساعت را به من هد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اسداللّه زنجان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به او (آقا عبدالصمد زنجان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خواب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بود) گفتم :خانه آباد چـرا سـاعـت را از دسـت 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اگـر آن را نـگـه داشـتـه بـود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هـفـتـاد هـزار تومان استفاده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</w:p>
    <w:p w:rsidR="00677CB5" w:rsidRPr="00677CB5" w:rsidRDefault="00674D1F" w:rsidP="00674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5" w:name="_Toc493414766"/>
      <w:r w:rsidR="00677CB5" w:rsidRPr="00677CB5">
        <w:rPr>
          <w:rtl/>
          <w:lang w:bidi="fa-IR"/>
        </w:rPr>
        <w:lastRenderedPageBreak/>
        <w:t>12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ک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از صلحاء</w:t>
      </w:r>
      <w:bookmarkEnd w:id="165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فضل اللّه راوند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صالح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نقل کرده است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برخاستن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بر من سخت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مرا محزون کرده بود درخواب حضرت صـاحـب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فرمودند: بر تو باد به آب کاسن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خداوند برخاستن رابر تو آسان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شـخـص گـفـت : بـعـد از آن مـن آب کـاسن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خوردم و برخاستن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بر من آسان شد</w:t>
      </w:r>
    </w:p>
    <w:p w:rsidR="00677CB5" w:rsidRPr="00677CB5" w:rsidRDefault="00674D1F" w:rsidP="00674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6" w:name="_Toc493414767"/>
      <w:r w:rsidR="00677CB5" w:rsidRPr="00677CB5">
        <w:rPr>
          <w:rtl/>
          <w:lang w:bidi="fa-IR"/>
        </w:rPr>
        <w:lastRenderedPageBreak/>
        <w:t>13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رزا</w:t>
      </w:r>
      <w:r w:rsidR="00677CB5" w:rsidRPr="00677CB5">
        <w:rPr>
          <w:rtl/>
          <w:lang w:bidi="fa-IR"/>
        </w:rPr>
        <w:t xml:space="preserve"> محمد حس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ن</w:t>
      </w:r>
      <w:r w:rsidR="00677CB5" w:rsidRPr="00677CB5">
        <w:rPr>
          <w:rtl/>
          <w:lang w:bidi="fa-IR"/>
        </w:rPr>
        <w:t xml:space="preserve"> نا</w:t>
      </w:r>
      <w:r w:rsidR="00677CB5" w:rsidRPr="00677CB5">
        <w:rPr>
          <w:rFonts w:hint="cs"/>
          <w:rtl/>
          <w:lang w:bidi="fa-IR"/>
        </w:rPr>
        <w:t>یی</w:t>
      </w:r>
      <w:r w:rsidR="00677CB5" w:rsidRPr="00677CB5">
        <w:rPr>
          <w:rFonts w:hint="eastAsia"/>
          <w:rtl/>
          <w:lang w:bidi="fa-IR"/>
        </w:rPr>
        <w:t>ن</w:t>
      </w:r>
      <w:r w:rsidR="00677CB5" w:rsidRPr="00677CB5">
        <w:rPr>
          <w:rFonts w:hint="cs"/>
          <w:rtl/>
          <w:lang w:bidi="fa-IR"/>
        </w:rPr>
        <w:t>ی</w:t>
      </w:r>
      <w:bookmarkEnd w:id="166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صالح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برادر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, به نام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سع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در حال حاضر مشغول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علوم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حدود</w:t>
      </w:r>
      <w:r w:rsidRPr="00677CB5">
        <w:rPr>
          <w:rtl/>
          <w:lang w:bidi="fa-IR"/>
        </w:rPr>
        <w:t xml:space="preserve"> سال 1285, 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ظاهر شد و پشت قدمش ورم کرد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آن پا کج و از راه رفتن عاجز شد. </w:t>
      </w:r>
    </w:p>
    <w:p w:rsidR="00677CB5" w:rsidRPr="00677CB5" w:rsidRDefault="00677CB5" w:rsidP="00674D1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احمد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, پسر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عبدالوهاب نا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درمان و معالجه آوردند و اثرات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داشـت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پا برطرف و ورم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ماده ورم پراکنده شد.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گذشت , ماده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زانو و ساق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پس از چندروز,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در همان پا و در ران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در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کتف 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همه آنها زخم شد و درد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را معالجه کردند تا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باز شدند و از آنها چرک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مشغول معالجه بود, و به انواع معالجات متوسل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از آن زخـمها بهبود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و بلکه هر روز بر جراحت افزوده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طولان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قادر نبود پا را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بگذارد, لذا او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 از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 دوش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به خ</w:t>
      </w:r>
      <w:r w:rsidRPr="00677CB5">
        <w:rPr>
          <w:rFonts w:hint="eastAsia"/>
          <w:rtl/>
          <w:lang w:bidi="fa-IR"/>
        </w:rPr>
        <w:t>اطر</w:t>
      </w:r>
      <w:r w:rsidRPr="00677CB5">
        <w:rPr>
          <w:rtl/>
          <w:lang w:bidi="fa-IR"/>
        </w:rPr>
        <w:t xml:space="preserve"> طول مدت مـرض , مـزاجـش ضـع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و از کثرت خون وچرک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آن دملها و جراحات خارج شده بود, جز پـوسـت و استخوان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نمانده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کار بر پدرمان سخت شد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به هر نوع معالجه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اقدام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 جز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شدن جراحت و ضعف حال و قوا اثر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کار</w:t>
      </w:r>
      <w:r w:rsidRPr="00677CB5">
        <w:rPr>
          <w:rtl/>
          <w:lang w:bidi="fa-IR"/>
        </w:rPr>
        <w:t xml:space="preserve"> آن زخمها هم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اگر دست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گذاشتند, چرک و خون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</w:t>
      </w:r>
      <w:r w:rsidRPr="00677CB5">
        <w:rPr>
          <w:rtl/>
          <w:lang w:bidi="fa-IR"/>
        </w:rPr>
        <w:t xml:space="preserve"> , وبـا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ما</w:t>
      </w:r>
      <w:r w:rsidRPr="00677CB5">
        <w:rPr>
          <w:rtl/>
          <w:lang w:bidi="fa-IR"/>
        </w:rPr>
        <w:t xml:space="preserve"> از ترس وبا به 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دهات اطراف پناه بـرده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مطلع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جراح حاذق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وسف</w:t>
      </w:r>
      <w:r w:rsidRPr="00677CB5">
        <w:rPr>
          <w:rtl/>
          <w:lang w:bidi="fa-IR"/>
        </w:rPr>
        <w:t xml:space="preserve"> درروستا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ما مـنزل 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پدرم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نزد او فرستاد و او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معالجه حاضر کردند.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ضمان</w:t>
      </w:r>
      <w:r w:rsidRPr="00677CB5">
        <w:rPr>
          <w:rtl/>
          <w:lang w:bidi="fa-IR"/>
        </w:rPr>
        <w:t xml:space="preserve"> را بر او عرضه داشتند,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ساکت ماند, تا آن که پدرم از نزد او خارج شد.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بـه نـام حـاج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ـرزاعـبدالوهاب</w:t>
      </w:r>
      <w:r w:rsidRPr="00677CB5">
        <w:rPr>
          <w:rtl/>
          <w:lang w:bidi="fa-IR"/>
        </w:rPr>
        <w:t xml:space="preserve">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او 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او نجو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من از مضمون صحبتها فـهـمـ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کـه بـه او خـبـر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ـاس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دهـد و از مـن مـخف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که مبادا به مادرم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مضطرب شوند.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پدرم به اتاق برگشت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جراح گفت : من اول مبلغ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بعد شروع به معالجه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هدفش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آن بود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ازپرداخت آن مبلغ , که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tl/>
          <w:lang w:bidi="fa-IR"/>
        </w:rPr>
        <w:t xml:space="preserve"> بـود, خـوددار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کـند, تا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باشد وبرود.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هم از دادن آنچه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مـعـالجه خواسته بود, امتناع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جراح</w:t>
      </w:r>
      <w:r w:rsidRPr="00677CB5">
        <w:rPr>
          <w:rtl/>
          <w:lang w:bidi="fa-IR"/>
        </w:rPr>
        <w:t xml:space="preserve"> فرصت راغن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شمرد و به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مراجعت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پدر</w:t>
      </w:r>
      <w:r w:rsidRPr="00677CB5">
        <w:rPr>
          <w:rtl/>
          <w:lang w:bidi="fa-IR"/>
        </w:rPr>
        <w:t xml:space="preserve"> و مادر هر دو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جراح به سبب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عجز او از معالجه بوده است و با آن مهارت و استاد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دارد,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تواند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 دهد, لذا از برادرم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نام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ابوطالب , داشتم که در غا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صلاح بود و درنا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مشهور بود که استغاثه به امام عصر, حضرت حجت ارواحنافداه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مردم نوشته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الاجابه است 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مـردم</w:t>
      </w:r>
      <w:r w:rsidRPr="00677CB5">
        <w:rPr>
          <w:rtl/>
          <w:lang w:bidi="fa-IR"/>
        </w:rPr>
        <w:t xml:space="preserve"> در شدا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بلاها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به او مراجعه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مادرم</w:t>
      </w:r>
      <w:r w:rsidRPr="00677CB5">
        <w:rPr>
          <w:rtl/>
          <w:lang w:bidi="fa-IR"/>
        </w:rPr>
        <w:t xml:space="preserve"> از او خواهش کرد تا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برادرم رقعه استغاثه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روز</w:t>
      </w:r>
      <w:r w:rsidRPr="00677CB5">
        <w:rPr>
          <w:rtl/>
          <w:lang w:bidi="fa-IR"/>
        </w:rPr>
        <w:t xml:space="preserve"> جـمـعه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رقعه را نوشت و مادرم آن را گرفت و برادرم را برداشت و به نزد 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ما بود, رفتند.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برادرم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دستش در دست مادرم بود, آن رقعه را در چاه انداخت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هر دو رقت قلب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و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 ساعت آخر روز جمعه اتفاق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چـنـد</w:t>
      </w:r>
      <w:r w:rsidRPr="00677CB5">
        <w:rPr>
          <w:rtl/>
          <w:lang w:bidi="fa-IR"/>
        </w:rPr>
        <w:t xml:space="preserve">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من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سه نفر سوار بر اسب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و شما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واقعه اسـماع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هرقل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شده , از صحرا رو به خانه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</w:t>
      </w:r>
      <w:r w:rsidRPr="003B6151">
        <w:rPr>
          <w:rStyle w:val="libFootnotenumChar"/>
          <w:rtl/>
        </w:rPr>
        <w:t>((182))</w:t>
      </w:r>
      <w:r w:rsidRPr="00677CB5">
        <w:rPr>
          <w:rtl/>
          <w:lang w:bidi="fa-IR"/>
        </w:rPr>
        <w:t xml:space="preserve"> در همان حال ,واقعه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به خـاطـرم آمـد و چون در آن روزها از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او مطلع شده بودم ,خصوص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اتش</w:t>
      </w:r>
      <w:r w:rsidRPr="00677CB5">
        <w:rPr>
          <w:rtl/>
          <w:lang w:bidi="fa-IR"/>
        </w:rPr>
        <w:t xml:space="preserve"> در نظرم بود.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متوجه</w:t>
      </w:r>
      <w:r w:rsidRPr="00677CB5">
        <w:rPr>
          <w:rtl/>
          <w:lang w:bidi="fa-IR"/>
        </w:rPr>
        <w:t xml:space="preserve"> شدم آن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همه است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برادر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ضم</w:t>
      </w:r>
      <w:r w:rsidRPr="00677CB5">
        <w:rPr>
          <w:rtl/>
          <w:lang w:bidi="fa-IR"/>
        </w:rPr>
        <w:t xml:space="preserve"> آمده اند.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در بستر خود,در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خانه و بر پشت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داده بود, چنانچه در آن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مـعـمـولا بـه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دو حـالـت بـود. </w:t>
      </w:r>
      <w:r w:rsidRPr="00677CB5">
        <w:rPr>
          <w:rFonts w:hint="eastAsia"/>
          <w:rtl/>
          <w:lang w:bidi="fa-IR"/>
        </w:rPr>
        <w:t>حـضرت</w:t>
      </w:r>
      <w:r w:rsidRPr="00677CB5">
        <w:rPr>
          <w:rtl/>
          <w:lang w:bidi="fa-IR"/>
        </w:rPr>
        <w:t xml:space="preserve">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آمدند و در دست مبارک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را در موضع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بدن او گذاشتند [گو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کتف او بود] و فرمودند: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زکه</w:t>
      </w:r>
      <w:r w:rsidRPr="00677CB5">
        <w:rPr>
          <w:rtl/>
          <w:lang w:bidi="fa-IR"/>
        </w:rPr>
        <w:t xml:space="preserve">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ات از سفر آمده است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آن طور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منظور حضرت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, بشارت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گرم</w:t>
      </w:r>
      <w:r w:rsidRPr="00677CB5">
        <w:rPr>
          <w:rtl/>
          <w:lang w:bidi="fa-IR"/>
        </w:rPr>
        <w:t xml:space="preserve"> به نام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 است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سفر تجارت رفته و سفرش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و به خاطر طول مسافرت و دگرگون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روزگار,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قحط و 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نگران او</w:t>
      </w:r>
      <w:r w:rsidR="003B6151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حـضـرت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ـزه</w:t>
      </w:r>
      <w:r w:rsidRPr="00677CB5">
        <w:rPr>
          <w:rtl/>
          <w:lang w:bidi="fa-IR"/>
        </w:rPr>
        <w:t xml:space="preserve"> را بـر کتف او گذاشتند و آن سخن را فرمودند, برادرم ازرختخواب خود بـرخـاسـت و با عجله به طرف در خانه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استقبال از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مان رفت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 از خواب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ـدار</w:t>
      </w:r>
      <w:r w:rsidRPr="00677CB5">
        <w:rPr>
          <w:rtl/>
          <w:lang w:bidi="fa-IR"/>
        </w:rPr>
        <w:t xml:space="preserve"> شدم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فجر طلوع کرده و </w:t>
      </w:r>
      <w:r w:rsidRPr="00677CB5">
        <w:rPr>
          <w:rtl/>
          <w:lang w:bidi="fa-IR"/>
        </w:rPr>
        <w:lastRenderedPageBreak/>
        <w:t>هوا روشن و هنوز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صبح برنخاسته است . </w:t>
      </w:r>
      <w:r w:rsidRPr="00677CB5">
        <w:rPr>
          <w:rFonts w:hint="eastAsia"/>
          <w:rtl/>
          <w:lang w:bidi="fa-IR"/>
        </w:rPr>
        <w:t>بلند</w:t>
      </w:r>
      <w:r w:rsidRPr="00677CB5">
        <w:rPr>
          <w:rtl/>
          <w:lang w:bidi="fa-IR"/>
        </w:rPr>
        <w:t xml:space="preserve"> شدم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آن که لباس بپوشم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برادرم رفتم و او را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کردم و گفتم :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تو را شفا دادند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ودستش را گرفتم و او را برداشتم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سر پا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مادرم از خواب برخاست و صدا زد: چرا او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[ا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اعتراض به خاطر آن بود کـه بـرادرم از شدت درد اکثر شب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بود و اندک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حال ,غن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به شمار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] گـفـتـم : حـضرت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او را شفا داده اند.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راسرپا نگه داشتم , شروع به راه رفتن در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حجره کرد,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همان شب قدرت گذاشتن پا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نداشت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اگر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برود,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حمل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در آن 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منتشر شد و همه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و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بودند,جمع شدند تا او را بـبـ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ـنـنـد</w:t>
      </w:r>
      <w:r w:rsidRPr="00677CB5">
        <w:rPr>
          <w:rtl/>
          <w:lang w:bidi="fa-IR"/>
        </w:rPr>
        <w:t>, چـون باور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خواب را نقل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بشارت شفا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داده ام , خوشحال و مسرور بودم . </w:t>
      </w:r>
      <w:r w:rsidRPr="00677CB5">
        <w:rPr>
          <w:rFonts w:hint="eastAsia"/>
          <w:rtl/>
          <w:lang w:bidi="fa-IR"/>
        </w:rPr>
        <w:t>چـرک</w:t>
      </w:r>
      <w:r w:rsidRPr="00677CB5">
        <w:rPr>
          <w:rtl/>
          <w:lang w:bidi="fa-IR"/>
        </w:rPr>
        <w:t xml:space="preserve"> و خون در همان روز قطع شد و زخمها قبل از تمام شدن هفته , الت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از چند روز 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ما,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اکبر, با دست پر و سلامت از سفرتجارت برگشت </w:t>
      </w:r>
    </w:p>
    <w:p w:rsidR="00677CB5" w:rsidRPr="00677CB5" w:rsidRDefault="003B6151" w:rsidP="003B615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7" w:name="_Toc493414768"/>
      <w:r w:rsidR="00677CB5" w:rsidRPr="00677CB5">
        <w:rPr>
          <w:rtl/>
          <w:lang w:bidi="fa-IR"/>
        </w:rPr>
        <w:lastRenderedPageBreak/>
        <w:t>14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آقا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حسن تو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سرکان</w:t>
      </w:r>
      <w:r w:rsidR="00677CB5" w:rsidRPr="00677CB5">
        <w:rPr>
          <w:rFonts w:hint="cs"/>
          <w:rtl/>
          <w:lang w:bidi="fa-IR"/>
        </w:rPr>
        <w:t>ی</w:t>
      </w:r>
      <w:bookmarkEnd w:id="167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محقق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تو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اوا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tl/>
          <w:lang w:bidi="fa-IR"/>
        </w:rPr>
        <w:t xml:space="preserve"> جـوانـ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نجف اشرف مشغول تحص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بودم , امر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</w:t>
      </w:r>
      <w:r w:rsidRPr="00677CB5">
        <w:rPr>
          <w:rtl/>
          <w:lang w:bidi="fa-IR"/>
        </w:rPr>
        <w:t xml:space="preserve"> بر من سخت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. </w:t>
      </w:r>
      <w:r w:rsidRPr="00677CB5">
        <w:rPr>
          <w:rFonts w:hint="eastAsia"/>
          <w:rtl/>
          <w:lang w:bidi="fa-IR"/>
        </w:rPr>
        <w:t>بنا</w:t>
      </w:r>
      <w:r w:rsidRPr="00677CB5">
        <w:rPr>
          <w:rtl/>
          <w:lang w:bidi="fa-IR"/>
        </w:rPr>
        <w:t xml:space="preserve"> گذاشتم فقط به قصد دعا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توسعه حال به کربلا مشرف شوم . </w:t>
      </w:r>
      <w:r w:rsidRPr="00677CB5">
        <w:rPr>
          <w:rFonts w:hint="eastAsia"/>
          <w:rtl/>
          <w:lang w:bidi="fa-IR"/>
        </w:rPr>
        <w:t>اولـ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وارد شـدم , شـب را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هنوز به حرم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نشده بودم در خواب به حضور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له الفداء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دعا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مولاجان , من فقط به قصد دعا کردن مشرف شده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فـرمودند</w:t>
      </w:r>
      <w:r w:rsidRPr="00677CB5">
        <w:rPr>
          <w:rtl/>
          <w:lang w:bidi="fa-IR"/>
        </w:rPr>
        <w:t>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دعا</w:t>
      </w:r>
      <w:r w:rsidRPr="00677CB5">
        <w:rPr>
          <w:rtl/>
          <w:lang w:bidi="fa-IR"/>
        </w:rPr>
        <w:t xml:space="preserve">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دست به دعا برداشتم و باتضرع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دعا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 xml:space="preserve">: 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</w:t>
      </w:r>
      <w:r w:rsidRPr="00677CB5">
        <w:rPr>
          <w:rtl/>
          <w:lang w:bidi="fa-IR"/>
        </w:rPr>
        <w:t xml:space="preserve"> باره بهتر از اول مشغول به دعا کردن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فرمودند: 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مرتبه</w:t>
      </w:r>
      <w:r w:rsidRPr="00677CB5">
        <w:rPr>
          <w:rtl/>
          <w:lang w:bidi="fa-IR"/>
        </w:rPr>
        <w:t xml:space="preserve"> سوم , به جد و جهد, آن گونه که بلد بودم , در دعا اصرار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فرمودند:نشد.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من عاجز شدم و عرض کردم : آقاجان , دعا کردن وکالت بردار هست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انه</w:t>
      </w:r>
      <w:r w:rsidRPr="00677CB5">
        <w:rPr>
          <w:rtl/>
          <w:lang w:bidi="fa-IR"/>
        </w:rPr>
        <w:t xml:space="preserve"> ؟ فرمودند: بله هست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من شما را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کردم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دعا بفرما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حـضـرت</w:t>
      </w:r>
      <w:r w:rsidRPr="00677CB5">
        <w:rPr>
          <w:rtl/>
          <w:lang w:bidi="fa-IR"/>
        </w:rPr>
        <w:t xml:space="preserve"> فـرمـودند: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 , و دست به دعا برداشته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دعا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من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چـون</w:t>
      </w:r>
      <w:r w:rsidRPr="00677CB5">
        <w:rPr>
          <w:rtl/>
          <w:lang w:bidi="fa-IR"/>
        </w:rPr>
        <w:t xml:space="preserve"> بـه نـجف اشرف , برگشتم , شخص تاجر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تو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سرکان</w:t>
      </w:r>
      <w:r w:rsidRPr="00677CB5">
        <w:rPr>
          <w:rtl/>
          <w:lang w:bidi="fa-IR"/>
        </w:rPr>
        <w:t xml:space="preserve"> , که ساکن تهران بود,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عـتـبـات مـشرف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حضور مبارک حجة الاسلام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چون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تو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شاگردان مبرز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بود,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مرحوم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او را در </w:t>
      </w: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تاجر تو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سرکان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نمودند وبالاخره فرمودند: دخترت را به او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تـاجـر فـورا قبول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چند روز جناب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حسن , صاحب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وثروت و خانه و زندگ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3B6151" w:rsidP="003B615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8" w:name="_Toc493414769"/>
      <w:r w:rsidR="00677CB5" w:rsidRPr="00677CB5">
        <w:rPr>
          <w:rtl/>
          <w:lang w:bidi="fa-IR"/>
        </w:rPr>
        <w:lastRenderedPageBreak/>
        <w:t>15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حاج ملا محمد حسن قزو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در سرداب مقدس</w:t>
      </w:r>
      <w:bookmarkEnd w:id="168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حاج ملا محمد حسن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صاحب کتاب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اض</w:t>
      </w:r>
      <w:r w:rsidRPr="00677CB5">
        <w:rPr>
          <w:rtl/>
          <w:lang w:bidi="fa-IR"/>
        </w:rPr>
        <w:t xml:space="preserve"> الشهادة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حـاجـت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برآورده شدن آن , در سرداب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, دعا و تضرع 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ازآن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را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نوازش فرموده ووعده اجابت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تمام آنچه وعده داده بودند, انجام شد</w:t>
      </w:r>
    </w:p>
    <w:p w:rsidR="00677CB5" w:rsidRPr="00677CB5" w:rsidRDefault="003B6151" w:rsidP="003B615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9" w:name="_Toc493414770"/>
      <w:r w:rsidR="00677CB5" w:rsidRPr="00677CB5">
        <w:rPr>
          <w:rtl/>
          <w:lang w:bidi="fa-IR"/>
        </w:rPr>
        <w:lastRenderedPageBreak/>
        <w:t>16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رض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الد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ن</w:t>
      </w:r>
      <w:r w:rsidR="00677CB5" w:rsidRPr="00677CB5">
        <w:rPr>
          <w:rtl/>
          <w:lang w:bidi="fa-IR"/>
        </w:rPr>
        <w:t xml:space="preserve"> محمد آو</w:t>
      </w:r>
      <w:r w:rsidR="00677CB5" w:rsidRPr="00677CB5">
        <w:rPr>
          <w:rFonts w:hint="cs"/>
          <w:rtl/>
          <w:lang w:bidi="fa-IR"/>
        </w:rPr>
        <w:t>ی</w:t>
      </w:r>
      <w:bookmarkEnd w:id="169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محمد آو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مدت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سلطان جرماغون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سلاط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مغول ) زندان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عـالـم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حـضرت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را مشاهده کرد و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عرضه داشت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رها شدن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گروه ظالم مرا شفاعت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عبرات را بخوان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کرد: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عبرات کدام است ؟ فرمودند: آن دعا در کتاب مصباح تو آمده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گفت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, در مصباح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فـرمـودنـد</w:t>
      </w:r>
      <w:r w:rsidRPr="00677CB5">
        <w:rPr>
          <w:rtl/>
          <w:lang w:bidi="fa-IR"/>
        </w:rPr>
        <w:t>: مصباح را نگاه کن , آن را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 وچون صبح شـده بود, نماز خواند و کتاب مصباح را باز نمود و ورقه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اوراق آن کتاب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دعا در آن نوشته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چهل</w:t>
      </w:r>
      <w:r w:rsidRPr="00677CB5">
        <w:rPr>
          <w:rtl/>
          <w:lang w:bidi="fa-IR"/>
        </w:rPr>
        <w:t xml:space="preserve"> مرتبه آن دعا را خواند.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زندان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بود, دو زن داشت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دو, عاقل و اهل تدب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بودکه بر او اعـتماد داشت . 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بنا به قرار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گذاشته بود نزد او آمد.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مخاطب قرار داد و گفت : از اولاد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زندان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منظورت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زن گفت : در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>,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نورآفتاب از رخسارش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دو انگشت خود قرار داد و</w:t>
      </w:r>
      <w:r w:rsidR="003B6151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فرمود: شوهر تو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فرزندان مرا </w:t>
      </w:r>
      <w:r w:rsidRPr="00677CB5">
        <w:rPr>
          <w:rtl/>
          <w:lang w:bidi="fa-IR"/>
        </w:rPr>
        <w:lastRenderedPageBreak/>
        <w:t>دستگ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کرده و در خورد و خوراک بر او سخت گرفته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فرمودند: من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طالب</w:t>
      </w:r>
      <w:r w:rsidRPr="00677CB5">
        <w:rPr>
          <w:rtl/>
          <w:lang w:bidi="fa-IR"/>
        </w:rPr>
        <w:t xml:space="preserve"> هستم . </w:t>
      </w:r>
    </w:p>
    <w:p w:rsidR="00677CB5" w:rsidRPr="00677CB5" w:rsidRDefault="00677CB5" w:rsidP="003B6151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شوهرت بگو اگر او را رها نکند, خانه اش راخراب خواهم کرد. </w:t>
      </w:r>
      <w:r w:rsidRPr="00677CB5">
        <w:rPr>
          <w:rFonts w:hint="eastAsia"/>
          <w:rtl/>
          <w:lang w:bidi="fa-IR"/>
        </w:rPr>
        <w:t>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منتشر شد و به گوش سلطان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گفت : من راجع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اطلاع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ندارم و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ردستان</w:t>
      </w:r>
      <w:r w:rsidRPr="00677CB5">
        <w:rPr>
          <w:rtl/>
          <w:lang w:bidi="fa-IR"/>
        </w:rPr>
        <w:t xml:space="preserve"> خود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شما زندان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؟ گفتند: همان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علو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دستور داده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سلطان</w:t>
      </w:r>
      <w:r w:rsidRPr="00677CB5">
        <w:rPr>
          <w:rtl/>
          <w:lang w:bidi="fa-IR"/>
        </w:rPr>
        <w:t xml:space="preserve"> گفت : رها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او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که سوار آن شود, و راه را نشانش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دتا</w:t>
      </w:r>
      <w:r w:rsidRPr="00677CB5">
        <w:rPr>
          <w:rtl/>
          <w:lang w:bidi="fa-IR"/>
        </w:rPr>
        <w:t xml:space="preserve"> به خانه خود برود</w:t>
      </w:r>
    </w:p>
    <w:p w:rsidR="00677CB5" w:rsidRPr="00677CB5" w:rsidRDefault="006C57A8" w:rsidP="006C57A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0" w:name="_Toc493414771"/>
      <w:r w:rsidR="00677CB5" w:rsidRPr="00677CB5">
        <w:rPr>
          <w:rtl/>
          <w:lang w:bidi="fa-IR"/>
        </w:rPr>
        <w:lastRenderedPageBreak/>
        <w:t>17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ض</w:t>
      </w:r>
      <w:r w:rsidR="00677CB5" w:rsidRPr="00677CB5">
        <w:rPr>
          <w:rtl/>
          <w:lang w:bidi="fa-IR"/>
        </w:rPr>
        <w:t xml:space="preserve"> کربلائ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و شفا از مرض</w:t>
      </w:r>
      <w:bookmarkEnd w:id="170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در خواب به مرد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مجاور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حائر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(کربلا)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دادند, چـون او از مـرض خود, به آن حضرت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اودستور دادند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 xml:space="preserve"> و بشو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آب را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اشامد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شخص</w:t>
      </w:r>
      <w:r w:rsidRPr="00677CB5">
        <w:rPr>
          <w:rtl/>
          <w:lang w:bidi="fa-IR"/>
        </w:rPr>
        <w:t xml:space="preserve">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طبق دستور حضرت عمل کرد و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بسم اللّه الرحمن 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بسم اللّه دواء و الحمد للّه شفاء و لا اله الااللّه کفاء هو الشاف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شـفـاء و هـو الکاف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کفاء اذهب الباءس برب الناس شفاء 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غادرسقم</w:t>
      </w:r>
      <w:r w:rsidRPr="00677CB5">
        <w:rPr>
          <w:rtl/>
          <w:lang w:bidi="fa-IR"/>
        </w:rPr>
        <w:t xml:space="preserve"> و 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و آله النجباء</w:t>
      </w:r>
    </w:p>
    <w:p w:rsidR="00677CB5" w:rsidRPr="00677CB5" w:rsidRDefault="006C57A8" w:rsidP="006C57A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1" w:name="_Toc493414772"/>
      <w:r w:rsidR="00677CB5" w:rsidRPr="00677CB5">
        <w:rPr>
          <w:rtl/>
          <w:lang w:bidi="fa-IR"/>
        </w:rPr>
        <w:lastRenderedPageBreak/>
        <w:t>18-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مک</w:t>
      </w:r>
      <w:r w:rsidR="00677CB5" w:rsidRPr="00677CB5">
        <w:rPr>
          <w:rFonts w:hint="cs"/>
          <w:rtl/>
          <w:lang w:bidi="fa-IR"/>
        </w:rPr>
        <w:t>ی</w:t>
      </w:r>
      <w:bookmarkEnd w:id="17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صالح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من به تنگ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</w:t>
      </w:r>
      <w:r w:rsidRPr="00677CB5">
        <w:rPr>
          <w:rtl/>
          <w:lang w:bidi="fa-IR"/>
        </w:rPr>
        <w:t xml:space="preserve"> و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مبتلا شدم , ب</w:t>
      </w:r>
      <w:r w:rsidR="006C57A8">
        <w:rPr>
          <w:rFonts w:hint="cs"/>
          <w:rtl/>
          <w:lang w:bidi="fa-IR"/>
        </w:rPr>
        <w:t xml:space="preserve">ه </w:t>
      </w:r>
      <w:r w:rsidRPr="00677CB5">
        <w:rPr>
          <w:rtl/>
          <w:lang w:bidi="fa-IR"/>
        </w:rPr>
        <w:t>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طلبکارها مرابکشند,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از تـنـگدست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غصه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دست به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خود کرده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بدون آن که خود گذاشته باشم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باشم ,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بم</w:t>
      </w:r>
      <w:r w:rsidRPr="00677CB5">
        <w:rPr>
          <w:rtl/>
          <w:lang w:bidi="fa-IR"/>
        </w:rPr>
        <w:t xml:space="preserve"> گذاشته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مشاهده آن دعا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تعجب کردم 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! در خواب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ئت</w:t>
      </w:r>
      <w:r w:rsidRPr="00677CB5">
        <w:rPr>
          <w:rtl/>
          <w:lang w:bidi="fa-IR"/>
        </w:rPr>
        <w:t xml:space="preserve"> صلحا و زهاد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مربوط به خودت را به تو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آن را بخوان تا از تنگ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شدت رها شو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او رانشناختم و تعجبم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شد! مرتبه دوم ,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فرمودند: آن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که به تو عطاکرد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بخوان و به هر کس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عـل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آن دعا را چند بار تجربه کردم و فرج و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نمودم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گم شد و چند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مفقود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مدت به خاطر از دست دادن آن , تاسف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خوردم و از بد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عمل خود استغفار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امابعدها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آمد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دعـا در فـلان مکان از تو مفقود شده بود و آن رابه من داد,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 که به آن جا رفته باشم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دعا</w:t>
      </w:r>
      <w:r w:rsidRPr="00677CB5">
        <w:rPr>
          <w:rtl/>
          <w:lang w:bidi="fa-IR"/>
        </w:rPr>
        <w:t xml:space="preserve"> را گرفتم و سجده شکربجا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بـسـم اللّه الـرحمن 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رب 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اسئلک مددا روحان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والجزئ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اقهر بـمباد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 نفس قاهرة فتنقبض </w:t>
      </w:r>
      <w:r w:rsidRPr="00677CB5">
        <w:rPr>
          <w:rtl/>
          <w:lang w:bidi="fa-IR"/>
        </w:rPr>
        <w:lastRenderedPageBreak/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اشارة دقائقها انقباضاتسقط به قواها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الکون ذو روح الا و نار قهر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 احرقت ظهوره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ذا ا</w:t>
      </w:r>
      <w:r w:rsidRPr="00677CB5">
        <w:rPr>
          <w:rFonts w:hint="eastAsia"/>
          <w:rtl/>
          <w:lang w:bidi="fa-IR"/>
        </w:rPr>
        <w:t>لبطش</w:t>
      </w:r>
      <w:r w:rsidRPr="00677CB5">
        <w:rPr>
          <w:rtl/>
          <w:lang w:bidi="fa-IR"/>
        </w:rPr>
        <w:t xml:space="preserve"> الشد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قهار اسئلک بـما اودعته عزرائ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من اس مائک القهر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فانفعلت له النفوس بالقهر ان تودعن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هذا السر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هذه الساعة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کل صعب و اذلل به کل 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بقوتک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ذا القوة المت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کـ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در سحر سه مرتبه [در صورت امکان ], صبح سه مرتبه و درشب هم سه مـرتبه خوانده شود و هرگاه کار سخت شود, بعد از خواندن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رحمن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ارحم الراحم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اسئلک اللطف بما جرت به المقاد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</w:p>
    <w:p w:rsidR="00677CB5" w:rsidRPr="00677CB5" w:rsidRDefault="006C57A8" w:rsidP="006C57A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2" w:name="_Toc493414773"/>
      <w:r w:rsidR="00677CB5" w:rsidRPr="00677CB5">
        <w:rPr>
          <w:rtl/>
          <w:lang w:bidi="fa-IR"/>
        </w:rPr>
        <w:lastRenderedPageBreak/>
        <w:t>19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رزا</w:t>
      </w:r>
      <w:r w:rsidR="00677CB5" w:rsidRPr="00677CB5">
        <w:rPr>
          <w:rtl/>
          <w:lang w:bidi="fa-IR"/>
        </w:rPr>
        <w:t xml:space="preserve"> محمد 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قزو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ن</w:t>
      </w:r>
      <w:r w:rsidR="00677CB5" w:rsidRPr="00677CB5">
        <w:rPr>
          <w:rFonts w:hint="cs"/>
          <w:rtl/>
          <w:lang w:bidi="fa-IR"/>
        </w:rPr>
        <w:t>ی</w:t>
      </w:r>
      <w:bookmarkEnd w:id="17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صالح ,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باقر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فرزند آخوند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فرمود: جـنـاب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ـرزا</w:t>
      </w:r>
      <w:r w:rsidRPr="00677CB5">
        <w:rPr>
          <w:rtl/>
          <w:lang w:bidi="fa-IR"/>
        </w:rPr>
        <w:t xml:space="preserve"> مـحمد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قزو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زاهد و عابد و موثق بود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علم جفر و حـروف (از علوم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) داشت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بدست آوردن آن سفرها کرده و به شهرها رفته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 و پدرم رفاقت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وجود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اوقـاتـ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پدرم مشغول تعم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شهر و قلعه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به سامرا آمد ونزد ما منزل کرد و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برگشت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همان جا بود,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سه سال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ما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گـفـت :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تنگ شده و صبرم به آخر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از تودرخواست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که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به پدرت برسان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C57A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درخواستت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سامرا بودم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بار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درخواست کردم علم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عمر خود را در آن صرف کرده ام (علم جفر وحروف ) به من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آنچه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و مصاحب تو است و اشاره به پدرت کردند. </w:t>
      </w:r>
      <w:r w:rsidRPr="00677CB5">
        <w:rPr>
          <w:rFonts w:hint="eastAsia"/>
          <w:rtl/>
          <w:lang w:bidi="fa-IR"/>
        </w:rPr>
        <w:t>عرض</w:t>
      </w:r>
      <w:r w:rsidRPr="00677CB5">
        <w:rPr>
          <w:rtl/>
          <w:lang w:bidi="fa-IR"/>
        </w:rPr>
        <w:t xml:space="preserve"> کردم : او اسرار خود را از من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 از او بخواه چون از تو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</w:t>
      </w:r>
      <w:r w:rsidRPr="00677CB5">
        <w:rPr>
          <w:rtl/>
          <w:lang w:bidi="fa-IR"/>
        </w:rPr>
        <w:t xml:space="preserve"> نخواهد کرد.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و برخاستم که نزد پدرت بروم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گوشه صحن مقدس به طرفم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از آن کـه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فرمود: چرا از من نزدحضرت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چه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من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داشته ام , خواسته و من بخل کرده و نداده ام ؟ خجل شدم و سر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انداختم و الان سه سال است که </w:t>
      </w:r>
      <w:r w:rsidRPr="00677CB5">
        <w:rPr>
          <w:rtl/>
          <w:lang w:bidi="fa-IR"/>
        </w:rPr>
        <w:lastRenderedPageBreak/>
        <w:t>ملازم و همراه او شده ام , نه اوحرف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عـلم به من فرموده و نه من قدرت بر سؤال دارم و تا به حال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ابرازنکرده ام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غم و غصه را از من برطرف کن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ـرزا</w:t>
      </w:r>
      <w:r w:rsidRPr="00677CB5">
        <w:rPr>
          <w:rtl/>
          <w:lang w:bidi="fa-IR"/>
        </w:rPr>
        <w:t xml:space="preserve"> مـحـمد باقر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از صبر او تعجب کردم و نزد پدرم رفتم و آنچه 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, عرض کردم سپس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از کجا دانست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او نزد امام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شکا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کرده است ؟ فرمود: آن حضرت در خواب به من فرمودند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خواب را نقل نکرد</w:t>
      </w:r>
    </w:p>
    <w:p w:rsidR="00677CB5" w:rsidRPr="00677CB5" w:rsidRDefault="006C57A8" w:rsidP="006C57A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3" w:name="_Toc493414774"/>
      <w:r w:rsidR="00677CB5" w:rsidRPr="00677CB5">
        <w:rPr>
          <w:rtl/>
          <w:lang w:bidi="fa-IR"/>
        </w:rPr>
        <w:lastRenderedPageBreak/>
        <w:t>20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محمد صادق عراق</w:t>
      </w:r>
      <w:r w:rsidR="00677CB5" w:rsidRPr="00677CB5">
        <w:rPr>
          <w:rFonts w:hint="cs"/>
          <w:rtl/>
          <w:lang w:bidi="fa-IR"/>
        </w:rPr>
        <w:t>ی</w:t>
      </w:r>
      <w:bookmarkEnd w:id="173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54294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حاج ملا فتحعل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آخـونـد مـلا محمد صادق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به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وجه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واقـع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شـد. </w:t>
      </w:r>
      <w:r w:rsidRPr="00677CB5">
        <w:rPr>
          <w:rFonts w:hint="eastAsia"/>
          <w:rtl/>
          <w:lang w:bidi="fa-IR"/>
        </w:rPr>
        <w:t>شـب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عالم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پا است . </w:t>
      </w:r>
      <w:r w:rsidRPr="00677CB5">
        <w:rPr>
          <w:rFonts w:hint="eastAsia"/>
          <w:rtl/>
          <w:lang w:bidi="fa-IR"/>
        </w:rPr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مربوط به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گـفـتـند: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عجله خدمت آن حضرت مشرف شد وسخت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خود را به آن سرور عرض کرد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کار و رفع مشکلات خو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خواست . </w:t>
      </w: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او را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اولاد خود حواله دادند و اشاره به او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اش فرمودند. </w:t>
      </w:r>
      <w:r w:rsidRPr="00677CB5">
        <w:rPr>
          <w:rFonts w:hint="eastAsia"/>
          <w:rtl/>
          <w:lang w:bidi="fa-IR"/>
        </w:rPr>
        <w:t>آخـوند</w:t>
      </w:r>
      <w:r w:rsidRPr="00677CB5">
        <w:rPr>
          <w:rtl/>
          <w:lang w:bidi="fa-IR"/>
        </w:rPr>
        <w:t xml:space="preserve"> از محضر آن حضرت خارج شد و به همان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اشاره فرموده بودند,رفت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عالم مـورد اعـتماد, جناب آقا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سلطان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سجاده نشسته و مشغول دعا خواندن است , در آن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حضور دارد. </w:t>
      </w:r>
    </w:p>
    <w:p w:rsidR="00677CB5" w:rsidRPr="00677CB5" w:rsidRDefault="00677CB5" w:rsidP="0054294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سلام کرد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نقل کرد.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جهت وسعت رزق ,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او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جـا آخوند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 و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دعا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ادش</w:t>
      </w:r>
      <w:r w:rsidRPr="00677CB5">
        <w:rPr>
          <w:rtl/>
          <w:lang w:bidi="fa-IR"/>
        </w:rPr>
        <w:t xml:space="preserve"> مانده بود, به طرف خانه آن عالم بزرگوار براه افتاد. </w:t>
      </w:r>
    </w:p>
    <w:p w:rsidR="00677CB5" w:rsidRPr="00677CB5" w:rsidRDefault="00677CB5" w:rsidP="0054294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قبل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, رابطه آخوند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قطع بود و علتش را اظـهـار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او را به همان شکل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بود,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سجاده خود نشسته , مشغول ذکر و استغفارمشاهده نمود و سلام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جواب سلامش را داد و تبسم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مطلع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آخوندبرا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کار خود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خواست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مرحوم</w:t>
      </w:r>
      <w:r w:rsidRPr="00677CB5">
        <w:rPr>
          <w:rtl/>
          <w:lang w:bidi="fa-IR"/>
        </w:rPr>
        <w:t xml:space="preserve"> سلطان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همان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که درعالم خواب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فرموده بود,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آخـونـد</w:t>
      </w:r>
      <w:r w:rsidRPr="00677CB5">
        <w:rPr>
          <w:rtl/>
          <w:lang w:bidi="fa-IR"/>
        </w:rPr>
        <w:t xml:space="preserve"> عـراقـ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خواندن آن دعا شد و به اندک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هر طرف به او روآورد و از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تنگدست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راحت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اتـفاق , مرحوم حاج ملا فتحعل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ستا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نزد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درس خوانده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</w:t>
      </w:r>
      <w:r w:rsidRPr="00677CB5">
        <w:rPr>
          <w:rtl/>
          <w:lang w:bidi="fa-IR"/>
        </w:rPr>
        <w:t xml:space="preserve"> آنچه را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به آخوند در عالم خواب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داده بود, سه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است : اول آن که , بعد از نماز صبح دست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گذاشته و هفتاد مرتبه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فتاح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دوم</w:t>
      </w:r>
      <w:r w:rsidRPr="00677CB5">
        <w:rPr>
          <w:rtl/>
          <w:lang w:bidi="fa-IR"/>
        </w:rPr>
        <w:t xml:space="preserve"> ,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که در کتاب کاف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بخواند که حضرت رسول اکرم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>آن را به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صـحابه که مبتلا به مرض 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دادند و از برکت خواندن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به اندک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مشکلاتش برطرف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لا حول و لا قوة الا باللّه توکلت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موت</w:t>
      </w:r>
      <w:r w:rsidRPr="00677CB5">
        <w:rPr>
          <w:rtl/>
          <w:lang w:bidi="fa-IR"/>
        </w:rPr>
        <w:t xml:space="preserve"> و الحمد للّه الذ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تخذ</w:t>
      </w:r>
      <w:r w:rsidRPr="00677CB5">
        <w:rPr>
          <w:rtl/>
          <w:lang w:bidi="fa-IR"/>
        </w:rPr>
        <w:t xml:space="preserve"> ولدا و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کن</w:t>
      </w:r>
      <w:r w:rsidRPr="00677CB5">
        <w:rPr>
          <w:rtl/>
          <w:lang w:bidi="fa-IR"/>
        </w:rPr>
        <w:t xml:space="preserve"> له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الملک و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کن</w:t>
      </w:r>
      <w:r w:rsidRPr="00677CB5">
        <w:rPr>
          <w:rtl/>
          <w:lang w:bidi="fa-IR"/>
        </w:rPr>
        <w:t xml:space="preserve"> له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الذل و کبره 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سـوم</w:t>
      </w:r>
      <w:r w:rsidRPr="00677CB5">
        <w:rPr>
          <w:rtl/>
          <w:lang w:bidi="fa-IR"/>
        </w:rPr>
        <w:t xml:space="preserve"> , دعـا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را که ابن فهد 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حضرت رضا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نقل کرده که بعد از نماز صبح خوانده شود و هر کس آن را بخواند حاجتش برآورده و مشکلاتش حل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دعا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بسم اللّه و باللّه و صل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و آله و افوض امر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ان اللّه بص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بالعباد فـوق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اللّه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ئات</w:t>
      </w:r>
      <w:r w:rsidRPr="00677CB5">
        <w:rPr>
          <w:rtl/>
          <w:lang w:bidi="fa-IR"/>
        </w:rPr>
        <w:t xml:space="preserve"> ما مکروا لااله الا انت سبحانک 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کنت من الظالم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فاستجبنا له و نج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ناه</w:t>
      </w:r>
      <w:r w:rsidRPr="00677CB5">
        <w:rPr>
          <w:rtl/>
          <w:lang w:bidi="fa-IR"/>
        </w:rPr>
        <w:t xml:space="preserve"> من الـغم و کذلک ننج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حسبنا اللّه و نعم الوک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فانقلبو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بنعمة من اللّه و فضل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مسسهم</w:t>
      </w:r>
      <w:r w:rsidRPr="00677CB5">
        <w:rPr>
          <w:rtl/>
          <w:lang w:bidi="fa-IR"/>
        </w:rPr>
        <w:t xml:space="preserve"> سـوء </w:t>
      </w:r>
      <w:r w:rsidRPr="00677CB5">
        <w:rPr>
          <w:rtl/>
          <w:lang w:bidi="fa-IR"/>
        </w:rPr>
        <w:lastRenderedPageBreak/>
        <w:t>ماشاءاللّه لا حول و لا قوة الا باللّه ماشاءاللّه لا ماشاء الناس ماشاءاللّه و ان کره الناس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الرب من المربوب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الخالق من المخلوق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الرازق من المرزوق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رب العالم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هو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لم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زل</w:t>
      </w:r>
      <w:r w:rsidRPr="00677CB5">
        <w:rPr>
          <w:rtl/>
          <w:lang w:bidi="fa-IR"/>
        </w:rPr>
        <w:t xml:space="preserve"> ح</w:t>
      </w:r>
      <w:r w:rsidRPr="00677CB5">
        <w:rPr>
          <w:rFonts w:hint="eastAsia"/>
          <w:rtl/>
          <w:lang w:bidi="fa-IR"/>
        </w:rPr>
        <w:t>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کان مذکن ت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لا اله الا هو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توکلت و هو رب العرش العظ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</w:p>
    <w:p w:rsidR="00542946" w:rsidRDefault="00542946" w:rsidP="00677CB5">
      <w:pPr>
        <w:pStyle w:val="libNormal"/>
        <w:rPr>
          <w:rFonts w:hint="cs"/>
          <w:rtl/>
          <w:lang w:bidi="fa-IR"/>
        </w:rPr>
      </w:pPr>
    </w:p>
    <w:p w:rsidR="00677CB5" w:rsidRPr="00677CB5" w:rsidRDefault="00542946" w:rsidP="0054294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4" w:name="_Toc493414775"/>
      <w:r w:rsidRPr="00677CB5">
        <w:rPr>
          <w:rtl/>
          <w:lang w:bidi="fa-IR"/>
        </w:rPr>
        <w:lastRenderedPageBreak/>
        <w:t>21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صادقه حاج ملا باقر بهبهان</w:t>
      </w:r>
      <w:r w:rsidR="00677CB5" w:rsidRPr="00677CB5">
        <w:rPr>
          <w:rFonts w:hint="cs"/>
          <w:rtl/>
          <w:lang w:bidi="fa-IR"/>
        </w:rPr>
        <w:t>ی</w:t>
      </w:r>
      <w:bookmarkEnd w:id="174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عـالـم</w:t>
      </w:r>
      <w:r w:rsidRPr="00677CB5">
        <w:rPr>
          <w:rtl/>
          <w:lang w:bidi="fa-IR"/>
        </w:rPr>
        <w:t xml:space="preserve"> فاضل , حاج ملا باقر بهبهان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مؤلف کتاب دمعة الساکبة , ارادت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کامل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ارادت و اخلاص , باغ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ساحل هند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در اطراف مسجد سهله 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و غـرس کـرده و نام آن را صاحب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گذاشته بود, اما به خاطر مخارج آن باغ و ضعف درآمد [ا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کـتـابفروش بود] و کثرت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, در اواخربدهکار 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حال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مشهور شد کـه حـضـرت صـاحـب الامر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باغ صاحب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ملا باقر را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پس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مشهورشد که آن حضرت قرضش را ادا نموده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از خود آن مرحوم سؤال کردم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جواب فرمود: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باغبانها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صاحب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صالح است . </w:t>
      </w:r>
    </w:p>
    <w:p w:rsidR="00677CB5" w:rsidRPr="00677CB5" w:rsidRDefault="00677CB5" w:rsidP="0067616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روزها</w:t>
      </w:r>
      <w:r w:rsidRPr="00677CB5">
        <w:rPr>
          <w:rtl/>
          <w:lang w:bidi="fa-IR"/>
        </w:rPr>
        <w:t xml:space="preserve"> در باغ باغبان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شبها را در مسجدسهله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توته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به خاطر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اواخر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شده بود, مضطرب بودم که مبادا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ون</w:t>
      </w:r>
      <w:r w:rsidRPr="00677CB5">
        <w:rPr>
          <w:rtl/>
          <w:lang w:bidi="fa-IR"/>
        </w:rPr>
        <w:t xml:space="preserve"> مردم بم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, لذا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شدم , چون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را به نام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کرده و جلد آخر کتاب دمعة الساکبه را در احوال حضرتش نوشته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باغبان مذکور آمد و گفت : امروز بعد از نماز صبح , در صفه (سکو) وسط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="00676165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مسجد</w:t>
      </w:r>
      <w:r w:rsidRPr="00677CB5">
        <w:rPr>
          <w:rtl/>
          <w:lang w:bidi="fa-IR"/>
        </w:rPr>
        <w:t xml:space="preserve"> سهله نشسته ومشغول 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نماز بودم ناگاه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گفت : حاج ملاباقر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فروشد؟ گفتم : تمامش را نه , اما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قسمت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را چون قرض دارد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فروشد.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</w:t>
      </w:r>
      <w:r w:rsidRPr="00677CB5">
        <w:rPr>
          <w:rtl/>
          <w:lang w:bidi="fa-IR"/>
        </w:rPr>
        <w:t xml:space="preserve"> شـخـص گفت : پس تو نصف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را از طرف او به من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صد تومان بفروش وپول آن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به او برسان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که وکالت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او ندارم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بفروش و پولش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اگر اجازه نداد, پول را برگردان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لابد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سند و شهود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کار باشد و تا خود او حاضر نباشد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من و او سـنـد و شـهـود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لازم نـ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هر قدر اصرار کرد, قبول ننمودم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من پول را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دهم , ببر و تو را در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باغ وک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اگر فروخت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بخر, والا پول را برگردان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</w:t>
      </w:r>
      <w:r w:rsidRPr="00677CB5">
        <w:rPr>
          <w:rtl/>
          <w:lang w:bidi="fa-IR"/>
        </w:rPr>
        <w:t xml:space="preserve"> خـود گفتم پول مردم را گرفتن هزار دردسر دارد, لذا قبول نکردم و به او گفتم : من هرروز صـبح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هستم از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پرسم و جواب را به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گفته مراشن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برخاست و از مسجد خارج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ملا باقر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باغبان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واقعه را ذکر کرد به او گفتم : چرا نفروخت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وچرا قبول نکرد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من که به تنها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عهده مخارج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بعلاوه قرض دارم و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هم تمام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باغ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[چه رسد به نصف آن ] بـاغـبـان در جواب گفت : تو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به من اجازه نداده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من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فضول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رامناسب خـود نـد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حـال کـه خودت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چون فردا وعده جواب است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اگر آمد به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616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گـفـتـم</w:t>
      </w:r>
      <w:r w:rsidRPr="00677CB5">
        <w:rPr>
          <w:rtl/>
          <w:lang w:bidi="fa-IR"/>
        </w:rPr>
        <w:t xml:space="preserve"> : او را بـبـ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هر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خواهد, من مضا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قه</w:t>
      </w:r>
      <w:r w:rsidRPr="00677CB5">
        <w:rPr>
          <w:rtl/>
          <w:lang w:bidi="fa-IR"/>
        </w:rPr>
        <w:t xml:space="preserve"> ندارم و هر طور شده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داکن</w:t>
      </w:r>
      <w:r w:rsidRPr="00677CB5">
        <w:rPr>
          <w:rtl/>
          <w:lang w:bidi="fa-IR"/>
        </w:rPr>
        <w:t xml:space="preserve"> و معامله را انجام بده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با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به نجف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هر طور و نزد هر کس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خواهد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معامله را به آخر برسان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فردا</w:t>
      </w:r>
      <w:r w:rsidRPr="00677CB5">
        <w:rPr>
          <w:rtl/>
          <w:lang w:bidi="fa-IR"/>
        </w:rPr>
        <w:t xml:space="preserve"> باغبان آمد و گفت : هر قدر در صفه مسجد منتظر شدم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قبلا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 :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شناسم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برو, نجف و مسجد و باغات را بگرد,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بشناس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باغبان</w:t>
      </w:r>
      <w:r w:rsidRPr="00677CB5">
        <w:rPr>
          <w:rtl/>
          <w:lang w:bidi="fa-IR"/>
        </w:rPr>
        <w:t xml:space="preserve"> رفت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برگشت , گفت : از هر کس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 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شدم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متاسف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معامله صورت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, هم قرض من ادا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و هم باعث سبک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مخارج باغ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پـس</w:t>
      </w:r>
      <w:r w:rsidRPr="00677CB5">
        <w:rPr>
          <w:rtl/>
          <w:lang w:bidi="fa-IR"/>
        </w:rPr>
        <w:t xml:space="preserve">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ـاس</w:t>
      </w:r>
      <w:r w:rsidRPr="00677CB5">
        <w:rPr>
          <w:rtl/>
          <w:lang w:bidi="fa-IR"/>
        </w:rPr>
        <w:t xml:space="preserve"> و 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گذشتن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, 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مورد قرض و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خود و آن که مـن از عـهده مخارج باغ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بر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مطالب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فکرم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و با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الات</w:t>
      </w:r>
      <w:r w:rsidRPr="00677CB5">
        <w:rPr>
          <w:rtl/>
          <w:lang w:bidi="fa-IR"/>
        </w:rPr>
        <w:t xml:space="preserve"> خوابم برد.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عـالـم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,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محضر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حضرت صاحب الامر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هستم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به من تـوجـه کردند و فرمودند: حاج ملا باقر, پول باغ نزد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اسداللّه (عالم عامل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اسداللّه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است برو از او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گفتند و من از خواب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به سبب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شاد گشتم , اما بعد از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تامل با خودگفتم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خواب , از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الات</w:t>
      </w:r>
      <w:r w:rsidRPr="00677CB5">
        <w:rPr>
          <w:rtl/>
          <w:lang w:bidi="fa-IR"/>
        </w:rPr>
        <w:t xml:space="preserve"> باشد و گفتن آن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باعث بدخ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درباره خود من بشود,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تصور کـنـد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درخواست کمک ازا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کرده ام , چون من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اثبا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مـدعـ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ندارم . </w:t>
      </w:r>
      <w:r w:rsidRPr="00677CB5">
        <w:rPr>
          <w:rFonts w:hint="eastAsia"/>
          <w:rtl/>
          <w:lang w:bidi="fa-IR"/>
        </w:rPr>
        <w:t>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دوباره گفتم :س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مرد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داند که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نـوع مردم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نقل خواب هم ضرر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و دروغ هم نگفته ام تا نزد خدا مسئول باشم . </w:t>
      </w:r>
      <w:r w:rsidRPr="00677CB5">
        <w:rPr>
          <w:rFonts w:hint="eastAsia"/>
          <w:rtl/>
          <w:lang w:bidi="fa-IR"/>
        </w:rPr>
        <w:t>مـصـمـم</w:t>
      </w:r>
      <w:r w:rsidRPr="00677CB5">
        <w:rPr>
          <w:rtl/>
          <w:lang w:bidi="fa-IR"/>
        </w:rPr>
        <w:t xml:space="preserve"> بر رفتن نزد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گفتن خواب شدم . </w:t>
      </w:r>
      <w:r w:rsidRPr="00677CB5">
        <w:rPr>
          <w:rFonts w:hint="eastAsia"/>
          <w:rtl/>
          <w:lang w:bidi="fa-IR"/>
        </w:rPr>
        <w:lastRenderedPageBreak/>
        <w:t>نماز</w:t>
      </w:r>
      <w:r w:rsidRPr="00677CB5">
        <w:rPr>
          <w:rtl/>
          <w:lang w:bidi="fa-IR"/>
        </w:rPr>
        <w:t xml:space="preserve"> صبح را خواندم . </w:t>
      </w:r>
      <w:r w:rsidRPr="00677CB5">
        <w:rPr>
          <w:rFonts w:hint="eastAsia"/>
          <w:rtl/>
          <w:lang w:bidi="fa-IR"/>
        </w:rPr>
        <w:t>خانه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رمنزل</w:t>
      </w:r>
      <w:r w:rsidRPr="00677CB5">
        <w:rPr>
          <w:rtl/>
          <w:lang w:bidi="fa-IR"/>
        </w:rPr>
        <w:t xml:space="preserve"> تا کتابفروش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بود, لذا بعد از نماز به طرف مغازه براه افتادم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اثنا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عبور, به در خانه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توقف کردم و دست به حلقه در بردم و آهسته آن را حرکت دادم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بالاخانه مشرف به در منزل بلند شد: حاج ملا باقر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؟صبرکن که آمدم 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با خود گفتم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روزنه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, اما 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</w:t>
      </w:r>
      <w:r w:rsidRPr="00677CB5">
        <w:rPr>
          <w:rtl/>
          <w:lang w:bidi="fa-IR"/>
        </w:rPr>
        <w:t xml:space="preserve">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کلاه و لباس خلوت به تن داشت از پله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را باز کرد و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دستم داد و گفت :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نفهمد.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در را بست و بدون آن که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رفت . 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را آوردم و پولها را شمردم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صد تومان تمام , در آن بود.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دمذکور</w:t>
      </w:r>
      <w:r w:rsidRPr="00677CB5">
        <w:rPr>
          <w:rtl/>
          <w:lang w:bidi="fa-IR"/>
        </w:rPr>
        <w:t xml:space="preserve"> زنده بود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واقـعـه را بـه کـسـ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نگفتم . </w:t>
      </w:r>
      <w:r w:rsidRPr="00677CB5">
        <w:rPr>
          <w:rFonts w:hint="eastAsia"/>
          <w:rtl/>
          <w:lang w:bidi="fa-IR"/>
        </w:rPr>
        <w:t>اگر</w:t>
      </w:r>
      <w:r w:rsidRPr="00677CB5">
        <w:rPr>
          <w:rtl/>
          <w:lang w:bidi="fa-IR"/>
        </w:rPr>
        <w:t xml:space="preserve"> چه از تقس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پول به طلبکارها وقرا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افراد خبردار شدند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فوت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انتشار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</w:t>
      </w:r>
    </w:p>
    <w:p w:rsidR="00677CB5" w:rsidRPr="00677CB5" w:rsidRDefault="00676165" w:rsidP="0067616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5" w:name="_Toc493414776"/>
      <w:r w:rsidR="00677CB5" w:rsidRPr="00677CB5">
        <w:rPr>
          <w:rtl/>
          <w:lang w:bidi="fa-IR"/>
        </w:rPr>
        <w:lastRenderedPageBreak/>
        <w:t>22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رؤ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ابراه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و شفا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چشم او</w:t>
      </w:r>
      <w:bookmarkEnd w:id="175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616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ابـراه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وحش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رماح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زمستانها</w:t>
      </w:r>
      <w:r w:rsidRPr="00677CB5">
        <w:rPr>
          <w:rtl/>
          <w:lang w:bidi="fa-IR"/>
        </w:rPr>
        <w:t xml:space="preserve"> نزد طا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فه</w:t>
      </w:r>
      <w:r w:rsidRPr="00677CB5">
        <w:rPr>
          <w:rtl/>
          <w:lang w:bidi="fa-IR"/>
        </w:rPr>
        <w:t xml:space="preserve"> خود وتابستانها به نـجف اشرف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آمد. </w:t>
      </w:r>
      <w:r w:rsidRPr="00677CB5">
        <w:rPr>
          <w:rFonts w:hint="eastAsia"/>
          <w:rtl/>
          <w:lang w:bidi="fa-IR"/>
        </w:rPr>
        <w:t>هر</w:t>
      </w:r>
      <w:r w:rsidRPr="00677CB5">
        <w:rPr>
          <w:rtl/>
          <w:lang w:bidi="fa-IR"/>
        </w:rPr>
        <w:t xml:space="preserve"> شب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آن که در حرم مطهر را باز کنند,م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انتظار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باز شود.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آخر وقت هم در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ماند. </w:t>
      </w:r>
      <w:r w:rsidRPr="00677CB5">
        <w:rPr>
          <w:rFonts w:hint="eastAsia"/>
          <w:rtl/>
          <w:lang w:bidi="fa-IR"/>
        </w:rPr>
        <w:t>شـب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خود بحث کرد, لذا حوصله اش سر رفته , همان جا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توسل راخواند و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مشاهده کرد که در حرم مطهر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آن جا کاملاروشن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ابـراهـ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هر قدر نگاه کردم شمع و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متوجه شدم که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در محل دو انگشت مبارک </w:t>
      </w:r>
      <w:r w:rsidRPr="00676165">
        <w:rPr>
          <w:rStyle w:val="libFootnotenumChar"/>
          <w:rtl/>
        </w:rPr>
        <w:t>((192))</w:t>
      </w:r>
      <w:r w:rsidRPr="00677CB5">
        <w:rPr>
          <w:rtl/>
          <w:lang w:bidi="fa-IR"/>
        </w:rPr>
        <w:t xml:space="preserve">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آن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آهسته</w:t>
      </w:r>
      <w:r w:rsidRPr="00677CB5">
        <w:rPr>
          <w:rtl/>
          <w:lang w:bidi="fa-IR"/>
        </w:rPr>
        <w:t xml:space="preserve"> آمدم و دستم را بر صندوق گذاشته , سرم راخم کردم نگاه کردم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کـرسـ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گـذاشته شده و حضرت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نشسته اند و ازنور چهره مبارکشان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روشن شده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خود</w:t>
      </w:r>
      <w:r w:rsidRPr="00677CB5">
        <w:rPr>
          <w:rtl/>
          <w:lang w:bidi="fa-IR"/>
        </w:rPr>
        <w:t xml:space="preserve"> را بر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حضرت انداختم . </w:t>
      </w:r>
    </w:p>
    <w:p w:rsidR="00677CB5" w:rsidRPr="00677CB5" w:rsidRDefault="00677CB5" w:rsidP="0067616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دستم به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سه نوبت دستشان را بر دست من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فرمودند: تو اجر شهدا را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چشمم هنوز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تاسف</w:t>
      </w:r>
      <w:r w:rsidRPr="00677CB5">
        <w:rPr>
          <w:rtl/>
          <w:lang w:bidi="fa-IR"/>
        </w:rPr>
        <w:t xml:space="preserve"> خوردم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کاش دست مبارک را بر چشم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توسل را خواندم و به خواب رفتم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صحرا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هستم وجمع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ـصـد</w:t>
      </w:r>
      <w:r w:rsidRPr="00677CB5">
        <w:rPr>
          <w:rtl/>
          <w:lang w:bidi="fa-IR"/>
        </w:rPr>
        <w:t xml:space="preserve"> نفر به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روند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جلو آنها بود.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آن که جلوتربود,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هم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ستادند</w:t>
      </w:r>
      <w:r w:rsidRPr="00677CB5">
        <w:rPr>
          <w:rtl/>
          <w:lang w:bidi="fa-IR"/>
        </w:rPr>
        <w:t xml:space="preserve"> و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را انداختند و مشغول نماز شدند.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زخود</w:t>
      </w:r>
      <w:r w:rsidRPr="00677CB5">
        <w:rPr>
          <w:rtl/>
          <w:lang w:bidi="fa-IR"/>
        </w:rPr>
        <w:t xml:space="preserve"> را داخل صف کردم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نماز تمام شد,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آوردند.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سوار شد و تند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مردک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گفتند: پشت سرش نماز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نشناخت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گفتم : الان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 xml:space="preserve">: قائم آل محمد,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,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چشم خود را فراموش کردم وفر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برآوردم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ابن</w:t>
      </w:r>
      <w:r w:rsidRPr="00677CB5">
        <w:rPr>
          <w:rtl/>
          <w:lang w:bidi="fa-IR"/>
        </w:rPr>
        <w:t xml:space="preserve"> رسول اللّه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من از اهل بهشتم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اهل جهنم ؟ تا سه نوبت جواب ندادند.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شدم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بر آوردم : قسم به اجداد طاهر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نتان</w:t>
      </w:r>
      <w:r w:rsidRPr="00677CB5">
        <w:rPr>
          <w:rtl/>
          <w:lang w:bidi="fa-IR"/>
        </w:rPr>
        <w:t xml:space="preserve"> , من از اهل بهشتم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از اهل دوزخ ؟ آن حـضرت نظر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انداختند و تبسم نمودند.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من هم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سه بار دست بر چشم و سر من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فرمودند: از اهل بهشت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دار</w:t>
      </w:r>
      <w:r w:rsidRPr="00677CB5">
        <w:rPr>
          <w:rtl/>
          <w:lang w:bidi="fa-IR"/>
        </w:rPr>
        <w:t xml:space="preserve"> شدم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آب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غل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ظ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چشمم خارج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صورتم تر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چـه مـعن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دارد؟ چشم من چنان خشک بود که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وقت نم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آب را پاک کردم و چون سـر را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لـحـاف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ـرون</w:t>
      </w:r>
      <w:r w:rsidRPr="00677CB5">
        <w:rPr>
          <w:rtl/>
          <w:lang w:bidi="fa-IR"/>
        </w:rPr>
        <w:t xml:space="preserve"> آوردم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سـتـاره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روزنه خانه ام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و چشمم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شده است </w:t>
      </w:r>
    </w:p>
    <w:p w:rsidR="00677CB5" w:rsidRPr="00677CB5" w:rsidRDefault="00676165" w:rsidP="0067616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6" w:name="_Toc493414777"/>
      <w:r w:rsidR="00677CB5" w:rsidRPr="00677CB5">
        <w:rPr>
          <w:rtl/>
          <w:lang w:bidi="fa-IR"/>
        </w:rPr>
        <w:lastRenderedPageBreak/>
        <w:t>23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آقام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رزا</w:t>
      </w:r>
      <w:r w:rsidR="00677CB5" w:rsidRPr="00677CB5">
        <w:rPr>
          <w:rtl/>
          <w:lang w:bidi="fa-IR"/>
        </w:rPr>
        <w:t xml:space="preserve"> عبدالرزاق حائر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همدان</w:t>
      </w:r>
      <w:r w:rsidR="00677CB5" w:rsidRPr="00677CB5">
        <w:rPr>
          <w:rFonts w:hint="cs"/>
          <w:rtl/>
          <w:lang w:bidi="fa-IR"/>
        </w:rPr>
        <w:t>ی</w:t>
      </w:r>
      <w:bookmarkEnd w:id="176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عبدالرزاق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همدان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>: همسر مرحومه ام , از ماه مبارک رمضان سال 1362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همدان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ومرض او منجر به امـراض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ـگـر</w:t>
      </w:r>
      <w:r w:rsidRPr="00677CB5">
        <w:rPr>
          <w:rtl/>
          <w:lang w:bidi="fa-IR"/>
        </w:rPr>
        <w:t xml:space="preserve"> گـرد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مـعالجه به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اطباء و دکترها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درجه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خارج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مـتـخـصـصـ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مراجعه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داروها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مختلف که معمولا با</w:t>
      </w:r>
      <w:r w:rsidR="00676165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گزاف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استفاده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مـدت مـرض و مـعالجه با آن داروها که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هفت ماه طول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معمولا معالجه بادعاها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مـجـرب و خـتومات معتبر و انواع توسلات و استشفاء به تربت امام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تربت قبر مطهر که از 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آمده بود,ن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همراه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جـمـله آنها که مخصوصا با حال تضرع و توجه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انجام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شد, توسل به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عصر, حضرت حجت روح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فداه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نوشتم و دو رکعت نمازخوانده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سلام اللّه الکامل الـتـام ...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[در مـفات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الجنان بطور کامل ذکر شده است ] را در روز جمعه انجام دادم , اما با همه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, مرض و درد آن مرحومه شب و روز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دتر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اواخر از شدت درد, در سـخـتـ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tl/>
          <w:lang w:bidi="fa-IR"/>
        </w:rPr>
        <w:t xml:space="preserve"> وفـر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tl/>
          <w:lang w:bidi="fa-IR"/>
        </w:rPr>
        <w:t xml:space="preserve"> زدن بـود و هر غذا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نصف استکان آب جوجه را استفراغ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ـگرراض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مرگ خود شده بود و مکرر التماس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کرد: شکم مرا پاره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من که هرساعت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دردجـان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دهـم , بالاخره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خوب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 </w:t>
      </w:r>
      <w:r w:rsidRPr="00677CB5">
        <w:rPr>
          <w:rtl/>
          <w:lang w:bidi="fa-IR"/>
        </w:rPr>
        <w:lastRenderedPageBreak/>
        <w:t>لااقل از دردآسوده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, چون شکم , ورم فوق العاده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بستگان و دوستان هم به آنچه خودش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بودند. </w:t>
      </w:r>
    </w:p>
    <w:p w:rsidR="00677CB5" w:rsidRPr="00677CB5" w:rsidRDefault="00677CB5" w:rsidP="0067616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حال</w:t>
      </w:r>
      <w:r w:rsidRPr="00677CB5">
        <w:rPr>
          <w:rtl/>
          <w:lang w:bidi="fa-IR"/>
        </w:rPr>
        <w:t xml:space="preserve"> من هم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آنها رقت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بـالاخره</w:t>
      </w:r>
      <w:r w:rsidRPr="00677CB5">
        <w:rPr>
          <w:rtl/>
          <w:lang w:bidi="fa-IR"/>
        </w:rPr>
        <w:t xml:space="preserve"> کار به جا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از حضرت حجت ارواحنافداه گله مند شدم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خاطرتوسل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دوستان در همان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به آن حضرت و اثر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فور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او,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قهرکردم و گله 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حجة اللّه اگر مرض حتم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شفا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امکان پذ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بفهمان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tl/>
          <w:lang w:bidi="fa-IR"/>
        </w:rPr>
        <w:cr/>
      </w:r>
      <w:r w:rsidRPr="00677CB5">
        <w:rPr>
          <w:rFonts w:hint="eastAsia"/>
          <w:rtl/>
          <w:lang w:bidi="fa-IR"/>
        </w:rPr>
        <w:t>شما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اعتنا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والامطلب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شـدت مـرض و درد, شـب چـهارشنبه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ازدهم</w:t>
      </w:r>
      <w:r w:rsidRPr="00677CB5">
        <w:rPr>
          <w:rtl/>
          <w:lang w:bidi="fa-IR"/>
        </w:rPr>
        <w:t xml:space="preserve"> رب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الثان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از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در آن وقت نتوانستم کنار او باشم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مورد اعتماد گفتند: خودش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قبلا زبان او از تکلم بسته شده بود, زبان باز کرد و شهادت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 و عرضه داشت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کننده در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بر</w:t>
      </w:r>
      <w:r w:rsidRPr="00677CB5">
        <w:rPr>
          <w:rtl/>
          <w:lang w:bidi="fa-IR"/>
        </w:rPr>
        <w:t>, به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tl/>
          <w:lang w:bidi="fa-IR"/>
        </w:rPr>
        <w:t xml:space="preserve"> برس و جـان را تـسل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کثرت اندوه نتوانستم به غسالخانه بروم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نهاگذشت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ختم فاتحه آن مرحومه در مسجد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(مسجد محله حاج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که نمازم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خوانم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بزرگوار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شاگردان و مخصوص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خودم , به نام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درمجلس گفتند: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, شب پنج شنبه دوازدهـم ربـ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ـع</w:t>
      </w:r>
      <w:r w:rsidRPr="00677CB5">
        <w:rPr>
          <w:rtl/>
          <w:lang w:bidi="fa-IR"/>
        </w:rPr>
        <w:t xml:space="preserve"> الثان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حضرت حجت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به حضورشان شرف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</w:t>
      </w:r>
      <w:r w:rsidRPr="00677CB5">
        <w:rPr>
          <w:rtl/>
          <w:lang w:bidi="fa-IR"/>
        </w:rPr>
        <w:t xml:space="preserve">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حضرت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لفظ را بدون کم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>, فرمودند: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عبدالرزاق و بعد هم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مرحمت نمودند که مربوط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موضوع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خواب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کرد,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اخت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و به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سر خودزدم و از جـسـارتـ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عرض کرده بودم (گله کردن از حضرت ),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خجالت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C5674D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چه قابل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دارم که آن حضرت به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سگ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خود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اثر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حضرت به خوب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گشت و اندوهم که فوق طاقت بود,نسبتا کم و آرام شـد و به نظرم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, هم جواب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ام را داده اندو هم بنده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اه</w:t>
      </w:r>
      <w:r w:rsidRPr="00677CB5">
        <w:rPr>
          <w:rtl/>
          <w:lang w:bidi="fa-IR"/>
        </w:rPr>
        <w:t xml:space="preserve"> خود را از گـلـه و قـهـر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آوردند و هم به من فهماندند که مقدرات حتم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قابل تغ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هم بر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افزودند</w:t>
      </w:r>
    </w:p>
    <w:p w:rsidR="00677CB5" w:rsidRPr="00677CB5" w:rsidRDefault="00C5674D" w:rsidP="00C5674D">
      <w:pPr>
        <w:pStyle w:val="Heading1"/>
        <w:rPr>
          <w:rtl/>
        </w:rPr>
      </w:pPr>
      <w:r>
        <w:rPr>
          <w:rtl/>
        </w:rPr>
        <w:br w:type="page"/>
      </w:r>
      <w:bookmarkStart w:id="177" w:name="_Toc493414778"/>
      <w:r w:rsidR="00677CB5" w:rsidRPr="00677CB5">
        <w:rPr>
          <w:rFonts w:hint="eastAsia"/>
          <w:rtl/>
        </w:rPr>
        <w:lastRenderedPageBreak/>
        <w:t>بخش</w:t>
      </w:r>
      <w:r w:rsidR="00677CB5" w:rsidRPr="00677CB5">
        <w:rPr>
          <w:rtl/>
        </w:rPr>
        <w:t xml:space="preserve"> چهارم : تجل</w:t>
      </w:r>
      <w:r w:rsidR="00677CB5" w:rsidRPr="00677CB5">
        <w:rPr>
          <w:rFonts w:hint="cs"/>
          <w:rtl/>
        </w:rPr>
        <w:t>ی</w:t>
      </w:r>
      <w:r w:rsidR="00677CB5" w:rsidRPr="00677CB5">
        <w:rPr>
          <w:rFonts w:hint="eastAsia"/>
          <w:rtl/>
        </w:rPr>
        <w:t>ات</w:t>
      </w:r>
      <w:r w:rsidR="00677CB5" w:rsidRPr="00677CB5">
        <w:rPr>
          <w:rtl/>
        </w:rPr>
        <w:t xml:space="preserve"> حضرت</w:t>
      </w:r>
      <w:bookmarkEnd w:id="177"/>
      <w:r w:rsidR="00677CB5" w:rsidRPr="00677CB5">
        <w:rPr>
          <w:rtl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بخش ,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ائ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آنها, اشخاص متوجه نور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صدا 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عطر مبارک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شده اند. </w:t>
      </w:r>
    </w:p>
    <w:p w:rsidR="00677CB5" w:rsidRPr="00677CB5" w:rsidRDefault="00677CB5" w:rsidP="00B22444">
      <w:pPr>
        <w:pStyle w:val="Heading2"/>
        <w:rPr>
          <w:rtl/>
          <w:lang w:bidi="fa-IR"/>
        </w:rPr>
      </w:pPr>
      <w:bookmarkStart w:id="178" w:name="_Toc493414779"/>
      <w:r w:rsidRPr="00677CB5">
        <w:rPr>
          <w:rtl/>
          <w:lang w:bidi="fa-IR"/>
        </w:rPr>
        <w:t>1</w:t>
      </w:r>
      <w:r w:rsidR="00C5674D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-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توسط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</w:t>
      </w:r>
      <w:bookmarkEnd w:id="178"/>
      <w:r w:rsidRPr="00677CB5">
        <w:rPr>
          <w:rtl/>
          <w:lang w:bidi="fa-IR"/>
        </w:rPr>
        <w:t xml:space="preserve">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بزرگوار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, رض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 طاووس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فرمود: سحرگاه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سامرا, دعا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کلمات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را حفظ کردم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زندگان و مردگان دعا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 و از جمله کلمات آن حضرت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بودکه عرضه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داشتند: و ابـقهم و 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tl/>
          <w:lang w:bidi="fa-IR"/>
        </w:rPr>
        <w:t xml:space="preserve">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عزنا و ملکنا و سلطاننا و دولتنا.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حفظ کن و آنها را در دولت و سلطنت ما,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ده . )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در شب چهارشنبه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زدهم</w:t>
      </w:r>
      <w:r w:rsidRPr="00677CB5">
        <w:rPr>
          <w:rtl/>
          <w:lang w:bidi="fa-IR"/>
        </w:rPr>
        <w:t xml:space="preserve"> ذ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قعده</w:t>
      </w:r>
      <w:r w:rsidRPr="00677CB5">
        <w:rPr>
          <w:rtl/>
          <w:lang w:bidi="fa-IR"/>
        </w:rPr>
        <w:t xml:space="preserve"> سال 638,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اتفاق افتاد</w:t>
      </w:r>
    </w:p>
    <w:p w:rsidR="00677CB5" w:rsidRPr="00677CB5" w:rsidRDefault="00B22444" w:rsidP="00B2244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9" w:name="_Toc493414780"/>
      <w:r w:rsidR="00677CB5" w:rsidRPr="00677CB5">
        <w:rPr>
          <w:rtl/>
          <w:lang w:bidi="fa-IR"/>
        </w:rPr>
        <w:lastRenderedPageBreak/>
        <w:t>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شن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دن</w:t>
      </w:r>
      <w:r w:rsidR="00677CB5" w:rsidRPr="00677CB5">
        <w:rPr>
          <w:rtl/>
          <w:lang w:bidi="fa-IR"/>
        </w:rPr>
        <w:t xml:space="preserve"> دعا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حضرت برا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ع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ان</w:t>
      </w:r>
      <w:bookmarkEnd w:id="179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سـحـرگـاهـ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سرداب مقدس بودم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خود دعا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کـردنـد و عرضه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داشتند: اللهم ان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عتنا</w:t>
      </w:r>
      <w:r w:rsidRPr="00677CB5">
        <w:rPr>
          <w:rtl/>
          <w:lang w:bidi="fa-IR"/>
        </w:rPr>
        <w:t xml:space="preserve"> خلقت من شعاع انوارنا وبق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نتنا</w:t>
      </w:r>
      <w:r w:rsidRPr="00677CB5">
        <w:rPr>
          <w:rtl/>
          <w:lang w:bidi="fa-IR"/>
        </w:rPr>
        <w:t xml:space="preserve"> و قد فعلوا ذنوبا کث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رة</w:t>
      </w:r>
      <w:r w:rsidRPr="00677CB5">
        <w:rPr>
          <w:rtl/>
          <w:lang w:bidi="fa-IR"/>
        </w:rPr>
        <w:t xml:space="preserve"> اتکالا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حبنا و 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تنا</w:t>
      </w:r>
      <w:r w:rsidRPr="00677CB5">
        <w:rPr>
          <w:rtl/>
          <w:lang w:bidi="fa-IR"/>
        </w:rPr>
        <w:t xml:space="preserve"> فان کانت ذنوبهم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نک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نهم</w:t>
      </w:r>
      <w:r w:rsidRPr="00677CB5">
        <w:rPr>
          <w:rtl/>
          <w:lang w:bidi="fa-IR"/>
        </w:rPr>
        <w:t xml:space="preserve"> فاصفح عنهم فقد رض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و ما کـان منها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نهم</w:t>
      </w:r>
      <w:r w:rsidRPr="00677CB5">
        <w:rPr>
          <w:rtl/>
          <w:lang w:bidi="fa-IR"/>
        </w:rPr>
        <w:t xml:space="preserve"> ف</w:t>
      </w:r>
      <w:r w:rsidRPr="00677CB5">
        <w:rPr>
          <w:rFonts w:hint="eastAsia"/>
          <w:rtl/>
          <w:lang w:bidi="fa-IR"/>
        </w:rPr>
        <w:t>اصلح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نهم</w:t>
      </w:r>
      <w:r w:rsidRPr="00677CB5">
        <w:rPr>
          <w:rtl/>
          <w:lang w:bidi="fa-IR"/>
        </w:rPr>
        <w:t xml:space="preserve"> و قاص بهاعن خمسنا وادخلهم الجنة فزحزحهم عن النار و لا تجمع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نهم</w:t>
      </w:r>
      <w:r w:rsidRPr="00677CB5">
        <w:rPr>
          <w:rtl/>
          <w:lang w:bidi="fa-IR"/>
        </w:rPr>
        <w:t xml:space="preserve">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اعدائناف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سخطک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ترجمه</w:t>
      </w:r>
      <w:r w:rsidRPr="00677CB5">
        <w:rPr>
          <w:rtl/>
          <w:lang w:bidi="fa-IR"/>
        </w:rPr>
        <w:t xml:space="preserve"> دعا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: خدا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 را از شعاع نور ما و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نت</w:t>
      </w:r>
      <w:r w:rsidRPr="00677CB5">
        <w:rPr>
          <w:rtl/>
          <w:lang w:bidi="fa-IR"/>
        </w:rPr>
        <w:t xml:space="preserve"> ما خلق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,آنها گناهان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اتکاء بر محبت به ما و 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ما, کرده اند, اگر گناهان آنها گناه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در ارتباط با تـو اسـت , از آنها بگذر که ما را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آنچه از گناهان آنها, در ارتباط با خودشان هست , خودت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آنها را اصلاح کن و از خمس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حق مااست , به آنها بده تا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شوند.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آنها را از آتش جهنم نجات بده 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آنها را با دشمنان ما در سخط خود جمع نفرما. </w:t>
      </w:r>
    </w:p>
    <w:p w:rsidR="00677CB5" w:rsidRPr="00677CB5" w:rsidRDefault="00B22444" w:rsidP="00B2244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0" w:name="_Toc493414781"/>
      <w:r w:rsidR="00677CB5" w:rsidRPr="00677CB5">
        <w:rPr>
          <w:rtl/>
          <w:lang w:bidi="fa-IR"/>
        </w:rPr>
        <w:lastRenderedPageBreak/>
        <w:t>3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مشاهده نور حضرت توسط زن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صالحه</w:t>
      </w:r>
      <w:bookmarkEnd w:id="180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صالح , شمس الد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محمد بن قارون , فرمود: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نجم اسود, در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قوسا که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آباد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کنار رود فرات است ,ساکن بود.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از اهل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صلاح بود و زن صالحه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نام فاطمه داشت که او هم اهل تقو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دو,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پسر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دختر به نامها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نب</w:t>
      </w:r>
      <w:r w:rsidRPr="00677CB5">
        <w:rPr>
          <w:rtl/>
          <w:lang w:bidi="fa-IR"/>
        </w:rPr>
        <w:t xml:space="preserve"> داشتند, اما هم مرد و هم همسرش هر دو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شدند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بودند.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زن متوجه شد که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شد 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حق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از تو برداشت . </w:t>
      </w:r>
      <w:r w:rsidRPr="00677CB5">
        <w:rPr>
          <w:rFonts w:hint="eastAsia"/>
          <w:rtl/>
          <w:lang w:bidi="fa-IR"/>
        </w:rPr>
        <w:t>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 شوهر خود, ابوعل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خدمت کن و درخدمت او کوتاه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نداشته باش . </w:t>
      </w:r>
      <w:r w:rsidRPr="00677CB5">
        <w:rPr>
          <w:rFonts w:hint="eastAsia"/>
          <w:rtl/>
          <w:lang w:bidi="fa-IR"/>
        </w:rPr>
        <w:t>زن</w:t>
      </w:r>
      <w:r w:rsidRPr="00677CB5">
        <w:rPr>
          <w:rtl/>
          <w:lang w:bidi="fa-IR"/>
        </w:rPr>
        <w:t xml:space="preserve"> گفت : چشمها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باز کردم و خانه را پر از نور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دانستم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ازطرف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بوده است </w:t>
      </w:r>
    </w:p>
    <w:p w:rsidR="00677CB5" w:rsidRPr="00677CB5" w:rsidRDefault="00B22444" w:rsidP="00B2244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1" w:name="_Toc493414782"/>
      <w:r w:rsidR="00677CB5" w:rsidRPr="00677CB5">
        <w:rPr>
          <w:rtl/>
          <w:lang w:bidi="fa-IR"/>
        </w:rPr>
        <w:lastRenderedPageBreak/>
        <w:t>4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استشمام عطر حضرت در سرداب مطهر</w:t>
      </w:r>
      <w:bookmarkEnd w:id="18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آقـا</w:t>
      </w:r>
      <w:r w:rsidRPr="00677CB5">
        <w:rPr>
          <w:rtl/>
          <w:lang w:bidi="fa-IR"/>
        </w:rPr>
        <w:t xml:space="preserve"> مـحـمـد, که متجاوز از چهل سال متول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شمعها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سرداب مطهربوده 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والده من , که از صالحات بود, نقل کرد: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اهل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عالم ربان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آخوند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و خود آن مرحوم , در سرداب مقدس همان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مجاور سامرا بود و قصد داشت بنا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قلعه آن شهر را تمام کند,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روز, جمعه بود و جناب آخوند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مشغول خواندن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ندبه شد و مثل زن مص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زده و مـحب فراق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ناله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در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وناله شرکت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هـم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 ناگاه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گرفت و در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سرداب منتشر و هوا از آن پر شد, به طـور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همه ما را مدهوش کرد. </w:t>
      </w:r>
      <w:r w:rsidRPr="00677CB5">
        <w:rPr>
          <w:rFonts w:hint="eastAsia"/>
          <w:rtl/>
          <w:lang w:bidi="fa-IR"/>
        </w:rPr>
        <w:t>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ساکت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قدرت صحبت کردن را نداشت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مدت</w:t>
      </w:r>
      <w:r w:rsidRPr="00677CB5">
        <w:rPr>
          <w:rtl/>
          <w:lang w:bidi="fa-IR"/>
        </w:rPr>
        <w:t xml:space="preserve"> زمـان کم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گذشت و آن عطر خوشبوهم رفت و هوا به حالت اول خود برگشت و ما هم مشغول خواندن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دعا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مـنزل مراجعت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از جناب آخوند ملا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العابد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راجع به آن بو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خوش سؤال کردم 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تو را چه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سؤال ؟ و از جواب دادن خوددار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فرمود. </w:t>
      </w: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متق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آقا 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رضا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که کاملا با آخوند سلماس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نقل کرد: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مرحوم راجع به ملاقات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با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سؤال کردم وگمان داشتم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مثل اسـتـاد خـود,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بحرالعلوم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باشند و تشرفات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داشته اند.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جواب من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بدون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کم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کردند </w:t>
      </w:r>
    </w:p>
    <w:p w:rsidR="00677CB5" w:rsidRPr="00677CB5" w:rsidRDefault="00B22444" w:rsidP="00B2244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2" w:name="_Toc493414783"/>
      <w:r w:rsidR="00677CB5" w:rsidRPr="00677CB5">
        <w:rPr>
          <w:rtl/>
          <w:lang w:bidi="fa-IR"/>
        </w:rPr>
        <w:lastRenderedPageBreak/>
        <w:t>5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حکا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ت</w:t>
      </w:r>
      <w:r w:rsidR="00677CB5" w:rsidRPr="00677CB5">
        <w:rPr>
          <w:rtl/>
          <w:lang w:bidi="fa-IR"/>
        </w:rPr>
        <w:t xml:space="preserve"> عطار بصراو</w:t>
      </w:r>
      <w:r w:rsidR="00677CB5" w:rsidRPr="00677CB5">
        <w:rPr>
          <w:rFonts w:hint="cs"/>
          <w:rtl/>
          <w:lang w:bidi="fa-IR"/>
        </w:rPr>
        <w:t>ی</w:t>
      </w:r>
      <w:bookmarkEnd w:id="18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شخص</w:t>
      </w:r>
      <w:r w:rsidRPr="00677CB5">
        <w:rPr>
          <w:rtl/>
          <w:lang w:bidi="fa-IR"/>
        </w:rPr>
        <w:t xml:space="preserve"> عطار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بصره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مغازه عطار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نشسته بودم که دو نفر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سدر و کافور به دکان من وارد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طرز صحبت کردن و چهره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دقت کردم , متوجه شدم که اهل بصره و بلکه از مردم مـعمول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ستند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از شهر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ارشان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,اما جواب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ندادند.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اصرار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جـوابـ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هر حال من التماس نمودم , تا آن که آنها را به رسول مختار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و آل اطـهـار آن حـضـرت قـسـم دادم . </w:t>
      </w:r>
      <w:r w:rsidRPr="00677CB5">
        <w:rPr>
          <w:rFonts w:hint="eastAsia"/>
          <w:rtl/>
          <w:lang w:bidi="fa-IR"/>
        </w:rPr>
        <w:t>مطلب</w:t>
      </w:r>
      <w:r w:rsidRPr="00677CB5">
        <w:rPr>
          <w:rtl/>
          <w:lang w:bidi="fa-IR"/>
        </w:rPr>
        <w:t xml:space="preserve"> که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اظهار کردند: ما از ملازمان درگاه حـضـرت حـجـت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هـست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جمع ما که در خدمت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بود, وفات کرده است , لذا حضرت ما را مامورفرموده اند که سدر و کافورش را از تو بخر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مطلب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دامان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رها نکردم و تضرع و اصرار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که مرا هم با خود ببر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گـفـتند</w:t>
      </w:r>
      <w:r w:rsidRPr="00677CB5">
        <w:rPr>
          <w:rtl/>
          <w:lang w:bidi="fa-IR"/>
        </w:rPr>
        <w:t>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بسته به اجازه آن بزرگوار است و چون اجازه نفرموده اند, جرات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جسارت را ندار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گـفـتـم</w:t>
      </w:r>
      <w:r w:rsidRPr="00677CB5">
        <w:rPr>
          <w:rtl/>
          <w:lang w:bidi="fa-IR"/>
        </w:rPr>
        <w:t xml:space="preserve"> : مرا به محضر حضرتش برسان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بعد همان جا, طلب رخصت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اگر اجازه فرمودند, شـرفـ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ـاب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والا از همان جا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گردم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,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درخواست مرا اجابت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شما اجر و پاداش خواهد داد, اما بازهم امتناع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تضرع و اصـرار را از حـد گـذراندم , به حال من ترحم نموده و منت گذاشتند و قبول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با عجله تمام سدر و کافور را تحو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دادم و دکان را بستم و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براه افتادم , تا آن که به ساحل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آنها</w:t>
      </w:r>
      <w:r w:rsidRPr="00677CB5">
        <w:rPr>
          <w:rtl/>
          <w:lang w:bidi="fa-IR"/>
        </w:rPr>
        <w:t xml:space="preserve"> بدون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لازم باشد به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 شوند,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راه افتادند, اما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متوجه</w:t>
      </w:r>
      <w:r w:rsidRPr="00677CB5">
        <w:rPr>
          <w:rtl/>
          <w:lang w:bidi="fa-IR"/>
        </w:rPr>
        <w:t xml:space="preserve"> من شدند و گفتند: نترس , خدا را به حق حضرت حجت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قسم بده که تو را حفظ کند. </w:t>
      </w:r>
      <w:r w:rsidRPr="00677CB5">
        <w:rPr>
          <w:rFonts w:hint="eastAsia"/>
          <w:rtl/>
          <w:lang w:bidi="fa-IR"/>
        </w:rPr>
        <w:t>بسم</w:t>
      </w:r>
      <w:r w:rsidRPr="00677CB5">
        <w:rPr>
          <w:rtl/>
          <w:lang w:bidi="fa-IR"/>
        </w:rPr>
        <w:t xml:space="preserve"> اللّه بگو و روانه شو.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را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متعال را به حق حضرت حجت ارواحنافداه قسم دادم و بررو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مـانـنـد زمـ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خـشک به دنبالشان براه افتادم تا آن که به وسط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ابرها به هم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وستند</w:t>
      </w:r>
      <w:r w:rsidRPr="00677CB5">
        <w:rPr>
          <w:rtl/>
          <w:lang w:bidi="fa-IR"/>
        </w:rPr>
        <w:t xml:space="preserve"> و باران شروع به بار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کرد. </w:t>
      </w:r>
    </w:p>
    <w:p w:rsidR="00677CB5" w:rsidRPr="00677CB5" w:rsidRDefault="00677CB5" w:rsidP="00B22444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اتـفـاقـا</w:t>
      </w:r>
      <w:r w:rsidRPr="00677CB5">
        <w:rPr>
          <w:rtl/>
          <w:lang w:bidi="fa-IR"/>
        </w:rPr>
        <w:t xml:space="preserve"> من در وقت خروج از بصره , صابون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پخته و آن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خشک شدن در آفتاب ,بر پشت بام گذاشته بودم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باران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صابونها افتادم و خاطرم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محض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خطور ذهن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 آب فرو رفت , لذا مجبور به شنا کردن شدم تا خود را از غرق شدن , حفظ کنم , اما بـا هـمه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احوال از همراهان دور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من شدند و مرا به آن حالت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بـرگشتند و دست مرا گرفتند و از آب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گفتند: از آن خطور ذهن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فکرت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توبه کن و مجدداخدا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قسم بده 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توبه کردم و دوباره خدا را به حق حضرت حجت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قسم دادم و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آب 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بـالاخـره</w:t>
      </w:r>
      <w:r w:rsidRPr="00677CB5">
        <w:rPr>
          <w:rtl/>
          <w:lang w:bidi="fa-IR"/>
        </w:rPr>
        <w:t xml:space="preserve"> بـه سـاحل 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آن جا هم به طرف مقصد,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ادامه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رفـتـ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در دامنه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, چادر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چشم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 که نور آن , فضا را روشن نموده بود. </w:t>
      </w:r>
      <w:r w:rsidRPr="00677CB5">
        <w:rPr>
          <w:rFonts w:hint="eastAsia"/>
          <w:rtl/>
          <w:lang w:bidi="fa-IR"/>
        </w:rPr>
        <w:t>همراهان</w:t>
      </w:r>
      <w:r w:rsidRPr="00677CB5">
        <w:rPr>
          <w:rtl/>
          <w:lang w:bidi="fa-IR"/>
        </w:rPr>
        <w:t xml:space="preserve"> گفتند: تمام مقصود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است و با آنها تا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چادررفتم و همان جا توقف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اجازه گرفتن وارد شد و درباره آوردن من با حضرت </w:t>
      </w:r>
      <w:r w:rsidRPr="00677CB5">
        <w:rPr>
          <w:rtl/>
          <w:lang w:bidi="fa-IR"/>
        </w:rPr>
        <w:lastRenderedPageBreak/>
        <w:t>صحبت کرد,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سـخـن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راچون داخل چادر بودند,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حضرت فرمودند: ردوه فانه رجل صابون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دست رد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بگذار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تقاض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را اجـابت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شمار ملازمان ما ندان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او 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صابون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جمله حضرت ,اشاره به خطور ذهن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در مورد صابون بود,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هنوز دل را از وابستگ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نکرده است تا محبت محبوب واقع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آن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دهد و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دوستان خدا را ندارد.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سخن را کـه شـن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آن را بر طبق برهان عقل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وشرع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دندان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طمع را کنده و چشم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آرزو پـوش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دانستم تا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دل , به 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آلوده است , چهره محبوب در آن مـنـعکس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وصورت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مطلوب , در آن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نخواهد شد چه رسد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 خدمت و ملازمت آن حضرت باشد </w:t>
      </w:r>
    </w:p>
    <w:p w:rsidR="00677CB5" w:rsidRPr="00677CB5" w:rsidRDefault="00D44588" w:rsidP="00D4458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3" w:name="_Toc493414784"/>
      <w:r w:rsidR="00677CB5" w:rsidRPr="00677CB5">
        <w:rPr>
          <w:rtl/>
          <w:lang w:bidi="fa-IR"/>
        </w:rPr>
        <w:lastRenderedPageBreak/>
        <w:t>6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دن</w:t>
      </w:r>
      <w:r w:rsidR="00677CB5" w:rsidRPr="00677CB5">
        <w:rPr>
          <w:rtl/>
          <w:lang w:bidi="fa-IR"/>
        </w:rPr>
        <w:t xml:space="preserve"> نور آن حضرت توسط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مهد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دج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ل</w:t>
      </w:r>
      <w:r w:rsidR="00677CB5" w:rsidRPr="00677CB5">
        <w:rPr>
          <w:rFonts w:hint="cs"/>
          <w:rtl/>
          <w:lang w:bidi="fa-IR"/>
        </w:rPr>
        <w:t>ی</w:t>
      </w:r>
      <w:bookmarkEnd w:id="183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مـن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ماه رمضان در سامرا به سرداب مقدس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و مشغول نماز و دعا و تلاوت قرآن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شب قدر در اثناء قرائت قرآن به خود گفتم ,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ما موردرضا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والا چطور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سالها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متماد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با آن که در جوار آن حضرت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بدنم به لرزه درآمد و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ظاهر گشت که سـرداب مـطـهـر را روشـن نمود.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جز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فانوس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نور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پـنـجاه فانوس روشنا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داشت . </w:t>
      </w:r>
      <w:r w:rsidRPr="00677CB5">
        <w:rPr>
          <w:rFonts w:hint="eastAsia"/>
          <w:rtl/>
          <w:lang w:bidi="fa-IR"/>
        </w:rPr>
        <w:t>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رشدم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دست داد عرض کردم : مولا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, اگر شما خودتان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دفلان</w:t>
      </w:r>
      <w:r w:rsidRPr="00677CB5">
        <w:rPr>
          <w:rtl/>
          <w:lang w:bidi="fa-IR"/>
        </w:rPr>
        <w:t xml:space="preserve"> حاجت مرا تا صبح برآورده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صـبـح</w:t>
      </w:r>
      <w:r w:rsidRPr="00677CB5">
        <w:rPr>
          <w:rtl/>
          <w:lang w:bidi="fa-IR"/>
        </w:rPr>
        <w:t xml:space="preserve"> حـاجـت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خواسته بودم , برآورده کردند و معلوم شد, که در آن سرداب مقدس , مورد توجه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قرار گرفته ام </w:t>
      </w:r>
    </w:p>
    <w:p w:rsidR="00D44588" w:rsidRDefault="00677CB5" w:rsidP="00D44588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7</w:t>
      </w:r>
    </w:p>
    <w:p w:rsidR="00677CB5" w:rsidRPr="00677CB5" w:rsidRDefault="00D44588" w:rsidP="00D4458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4" w:name="_Toc493414785"/>
      <w:r w:rsidR="00677CB5" w:rsidRPr="00677CB5">
        <w:rPr>
          <w:rtl/>
          <w:lang w:bidi="fa-IR"/>
        </w:rPr>
        <w:lastRenderedPageBreak/>
        <w:t>7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دن</w:t>
      </w:r>
      <w:r w:rsidR="00677CB5" w:rsidRPr="00677CB5">
        <w:rPr>
          <w:rtl/>
          <w:lang w:bidi="fa-IR"/>
        </w:rPr>
        <w:t xml:space="preserve"> نور حضرت , توسط اهل سامرا</w:t>
      </w:r>
      <w:bookmarkEnd w:id="184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اهل سامرا, با وجودتعصب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بر مذهب خود دارند, معروف و مورد تا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است و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بس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اتفاق افتاده است آن را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شـنـاسـند,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مجرد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آثار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معجزه , شروع به هلهله و کارها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باره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علماء مورد وثوق وبلکه چند نفر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نقل کرده اند: شـبـ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سـامـرا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از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گذشته بود. 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همگ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شش هفت نفر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,به حرم عـسـکـر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شده و هر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دست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اضافه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شمعها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و ضـر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ـح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روشن بودند.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مقابل 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مقدس , مشغول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ناگاه لرزه و ترس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دلـمان افتاد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دندانها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را که به هم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خورد,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شمعها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بـاره و بدون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خاموش شدند, اما فضا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حرم مطهر مثل روز روشن بود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زنها را که در خـانـه 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خـود هـلـهله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زدند,شن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طرف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تشر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آورند,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علامات ظاهر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شود, لذا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حضرت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پـدران بـزرگوار خود آمده اند. </w:t>
      </w:r>
      <w:r w:rsidRPr="00677CB5">
        <w:rPr>
          <w:rFonts w:hint="eastAsia"/>
          <w:rtl/>
          <w:lang w:bidi="fa-IR"/>
        </w:rPr>
        <w:t>خواست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خود را به گوشه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زبانمان بند آمده 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قادر بر تکلم نبود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بهت و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و وحشت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عظ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سراسر وجود ما را فرا گـرفـتـه بود و از شدت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و ارتعاش و هول ,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بودهلاک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تاب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 حرم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نـاقـل</w:t>
      </w:r>
      <w:r w:rsidRPr="00677CB5">
        <w:rPr>
          <w:rtl/>
          <w:lang w:bidi="fa-IR"/>
        </w:rPr>
        <w:t xml:space="preserve"> جـر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ـان</w:t>
      </w:r>
      <w:r w:rsidRPr="00677CB5">
        <w:rPr>
          <w:rtl/>
          <w:lang w:bidi="fa-IR"/>
        </w:rPr>
        <w:t xml:space="preserve"> , قسم خورد که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آهن در 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من بود آن را درآوردم و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شمع , در دست گرفتم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سر آن کل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مثل چراغ مشتعل بود. </w:t>
      </w:r>
      <w:r w:rsidRPr="00677CB5">
        <w:rPr>
          <w:rFonts w:hint="eastAsia"/>
          <w:rtl/>
          <w:lang w:bidi="fa-IR"/>
        </w:rPr>
        <w:t>باز</w:t>
      </w:r>
      <w:r w:rsidRPr="00677CB5">
        <w:rPr>
          <w:rtl/>
          <w:lang w:bidi="fa-IR"/>
        </w:rPr>
        <w:t xml:space="preserve"> انگشت خود را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شکل گرفتم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اتفاق افتاد.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خلاصه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معجزات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زمان ظاهر شده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است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آنها ممکن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آنچه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مـؤلف اتفاق افتاده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که حاجت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داشتم , لذا در آن مکان مقدس مشغول دعا و تضرع شدم . 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آن حضرت را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مرا نوازش فرمودند و وعده استجابت دادند.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را خواسته بودم و در خواب وعده داده بودند, به من مرحمت فرمودند</w:t>
      </w:r>
    </w:p>
    <w:p w:rsidR="00677CB5" w:rsidRPr="00677CB5" w:rsidRDefault="00D44588" w:rsidP="00D4458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5" w:name="_Toc493414786"/>
      <w:r w:rsidR="00677CB5" w:rsidRPr="00677CB5">
        <w:rPr>
          <w:rtl/>
          <w:lang w:bidi="fa-IR"/>
        </w:rPr>
        <w:lastRenderedPageBreak/>
        <w:t>8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شن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دن</w:t>
      </w:r>
      <w:r w:rsidR="00677CB5" w:rsidRPr="00677CB5">
        <w:rPr>
          <w:rtl/>
          <w:lang w:bidi="fa-IR"/>
        </w:rPr>
        <w:t xml:space="preserve"> صدا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حضرت توسط رجاء مصر</w:t>
      </w:r>
      <w:r w:rsidR="00677CB5" w:rsidRPr="00677CB5">
        <w:rPr>
          <w:rFonts w:hint="cs"/>
          <w:rtl/>
          <w:lang w:bidi="fa-IR"/>
        </w:rPr>
        <w:t>ی</w:t>
      </w:r>
      <w:bookmarkEnd w:id="185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رجاء</w:t>
      </w:r>
      <w:r w:rsidRPr="00677CB5">
        <w:rPr>
          <w:rtl/>
          <w:lang w:bidi="fa-IR"/>
        </w:rPr>
        <w:t xml:space="preserve">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نامش عبد ربه بوده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سـه سـال بعد از وفات حضرت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وارد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شدم و به صار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ارفتم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سـا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ـه</w:t>
      </w:r>
      <w:r w:rsidRPr="00677CB5">
        <w:rPr>
          <w:rtl/>
          <w:lang w:bidi="fa-IR"/>
        </w:rPr>
        <w:t xml:space="preserve"> بـانـ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مربوط به آن حضرت بود, نشستم و با خود فکرم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که اگر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(فرزند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بود) لابد بعد از سه سال ظاهر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نـاگاه</w:t>
      </w:r>
      <w:r w:rsidRPr="00677CB5">
        <w:rPr>
          <w:rtl/>
          <w:lang w:bidi="fa-IR"/>
        </w:rPr>
        <w:t xml:space="preserve"> بدون آنکه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,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هاتف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مرا صدا زد و فرمود: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عبدربه پسر نص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>, به اهل مصر بگو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رسول خدا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او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مان</w:t>
      </w:r>
      <w:r w:rsidRPr="00677CB5">
        <w:rPr>
          <w:rtl/>
          <w:lang w:bidi="fa-IR"/>
        </w:rPr>
        <w:t xml:space="preserve"> آورده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رجاء مصر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اسم پدر خود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دانستم , چون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مصر خارج شده بودم طفل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</w:t>
      </w:r>
      <w:r w:rsidRPr="00677CB5">
        <w:rPr>
          <w:rFonts w:hint="eastAsia"/>
          <w:rtl/>
          <w:lang w:bidi="fa-IR"/>
        </w:rPr>
        <w:t>بودم</w:t>
      </w:r>
      <w:r w:rsidRPr="00677CB5">
        <w:rPr>
          <w:rtl/>
          <w:lang w:bidi="fa-IR"/>
        </w:rPr>
        <w:t xml:space="preserve">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نام پدرم را از او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صاحب صداحضرت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اسـت , لذا عرض کردم : شما بعد از امام حسن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صاحب الزمان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دانستم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امام بر حق است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او حق است و شکم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ثابت شد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سوره</w:t>
      </w:r>
      <w:r w:rsidRPr="00677CB5">
        <w:rPr>
          <w:rtl/>
          <w:lang w:bidi="fa-IR"/>
        </w:rPr>
        <w:t xml:space="preserve"> زمر,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69:</w:t>
      </w:r>
      <w:r w:rsidR="00D44588" w:rsidRPr="00D44588">
        <w:rPr>
          <w:rStyle w:val="libAlaemChar"/>
          <w:rFonts w:hint="cs"/>
          <w:rtl/>
        </w:rPr>
        <w:t>(</w:t>
      </w:r>
      <w:r w:rsidRPr="00677CB5">
        <w:rPr>
          <w:rtl/>
          <w:lang w:bidi="fa-IR"/>
        </w:rPr>
        <w:t xml:space="preserve"> </w:t>
      </w:r>
      <w:r w:rsidR="00D44588" w:rsidRPr="00D44588">
        <w:rPr>
          <w:rStyle w:val="libAieChar"/>
          <w:rtl/>
        </w:rPr>
        <w:t>وَأَشْرَقَتِ الْأَرْضُ بِنُورِ رَبِّهَا</w:t>
      </w:r>
      <w:r w:rsidR="00D44588" w:rsidRPr="00D44588">
        <w:rPr>
          <w:rStyle w:val="libAlaemChar"/>
          <w:rFonts w:hint="cs"/>
          <w:rtl/>
        </w:rPr>
        <w:t>)</w:t>
      </w:r>
      <w:r w:rsidR="00D44588"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t>هنگام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امام عصر - ارواحنا فداه -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کنند,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با نور و تجل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روشن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امام</w:t>
      </w:r>
      <w:r w:rsidRPr="00677CB5">
        <w:rPr>
          <w:rtl/>
          <w:lang w:bidi="fa-IR"/>
        </w:rPr>
        <w:t xml:space="preserve"> صادق </w:t>
      </w:r>
      <w:r w:rsidR="00D44588" w:rsidRPr="00D44588">
        <w:rPr>
          <w:rStyle w:val="libAlaemChar"/>
          <w:rFonts w:eastAsiaTheme="minorHAnsi"/>
          <w:rtl/>
        </w:rPr>
        <w:t>عليه‌السلام</w:t>
      </w:r>
      <w:r w:rsidR="00D44588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77CB5">
        <w:rPr>
          <w:rtl/>
          <w:lang w:bidi="fa-IR"/>
        </w:rPr>
        <w:t>المحجة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tl/>
          <w:lang w:bidi="fa-IR"/>
        </w:rPr>
        <w:t xml:space="preserve"> نزل 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القائم الحجة , صفحه 184 </w:t>
      </w:r>
    </w:p>
    <w:p w:rsidR="00677CB5" w:rsidRPr="00677CB5" w:rsidRDefault="00D44588" w:rsidP="00D4458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6" w:name="_Toc493414787"/>
      <w:r w:rsidR="00677CB5" w:rsidRPr="00677CB5">
        <w:rPr>
          <w:rFonts w:hint="eastAsia"/>
          <w:rtl/>
          <w:lang w:bidi="fa-IR"/>
        </w:rPr>
        <w:lastRenderedPageBreak/>
        <w:t>بخش</w:t>
      </w:r>
      <w:r w:rsidR="00677CB5" w:rsidRPr="00677CB5">
        <w:rPr>
          <w:rtl/>
          <w:lang w:bidi="fa-IR"/>
        </w:rPr>
        <w:t xml:space="preserve"> پنجم : توسلات</w:t>
      </w:r>
      <w:bookmarkEnd w:id="186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بخش , قضا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ائ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در آنها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ساحت مقدس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فداه متوسل شده و از توسل خود به نتا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D44588">
      <w:pPr>
        <w:pStyle w:val="Heading2"/>
        <w:rPr>
          <w:rtl/>
          <w:lang w:bidi="fa-IR"/>
        </w:rPr>
      </w:pPr>
      <w:bookmarkStart w:id="187" w:name="_Toc493414788"/>
      <w:r w:rsidRPr="00677CB5">
        <w:rPr>
          <w:rtl/>
          <w:lang w:bidi="fa-IR"/>
        </w:rPr>
        <w:t>1</w:t>
      </w:r>
      <w:r w:rsidR="00D44588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- توسل ملا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امام جمعه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bookmarkEnd w:id="187"/>
      <w:r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ملا</w:t>
      </w:r>
      <w:r w:rsidRPr="00677CB5">
        <w:rPr>
          <w:rtl/>
          <w:lang w:bidi="fa-IR"/>
        </w:rPr>
        <w:t xml:space="preserve"> محمود عراق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در کتاب دارالسلام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سـال 1266, بـا امـام جمعه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>, حاج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باقر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>, در تهران بودم و در خانه آقا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ملک التجار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منزل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مهمان امام جمعه بودم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خاطر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از طرف شـاه اجازه نداشت به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مراجعت کند و با من هم انس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, مرا نزد خود نگه داشت و مخارج خـورد و خـوراکم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چون فکرنم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مسافرت طول بکشد, ته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بودم به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جهت از نظر مخارج جانب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حمام و امثال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در فشار بودم و چون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هم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شناختم ,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توانستم قرض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تالار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اط</w:t>
      </w:r>
      <w:r w:rsidRPr="00677CB5">
        <w:rPr>
          <w:rtl/>
          <w:lang w:bidi="fa-IR"/>
        </w:rPr>
        <w:t xml:space="preserve">, با امام جمعه نشسته بودم 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استراحت و نماز برخاستم و به اتاق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شاه نش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تالار واقع است , رفتم و مشغول خواندن نماز ظهر وعصر شدم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نماز, در طـاقـچـه اتـاق کتاب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را برداشته و گشودم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ترجمه جلد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زدهم</w:t>
      </w:r>
      <w:r w:rsidRPr="00677CB5">
        <w:rPr>
          <w:rtl/>
          <w:lang w:bidi="fa-IR"/>
        </w:rPr>
        <w:t xml:space="preserve"> بحار است که در احـوالات حـضرت حجة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نظر کردم ,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البغل کاتب در باب معجزات آن حضرت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خواندم 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بعداز</w:t>
      </w:r>
      <w:r w:rsidRPr="00677CB5">
        <w:rPr>
          <w:rtl/>
          <w:lang w:bidi="fa-IR"/>
        </w:rPr>
        <w:t xml:space="preserve"> خواندن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با خود گفتم : با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و شدت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دارم , خوب اسـت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عمل راتجربه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برخاستم</w:t>
      </w:r>
      <w:r w:rsidRPr="00677CB5">
        <w:rPr>
          <w:rtl/>
          <w:lang w:bidi="fa-IR"/>
        </w:rPr>
        <w:t xml:space="preserve"> , نماز و دعا و سجده را بجا آوردم و از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متعال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خودفرج را طلب کردم 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از غرفه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آمدم و در تالار نزد امام جمعه نشستم 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مـرد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در وارد شـد و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دست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داد و دستمال سف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جلو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گذاشت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نامه را خواند آن را با دستمال به من داد و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مال تو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ملاحظه</w:t>
      </w:r>
      <w:r w:rsidRPr="00677CB5">
        <w:rPr>
          <w:rtl/>
          <w:lang w:bidi="fa-IR"/>
        </w:rPr>
        <w:t xml:space="preserve"> کردم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آقـا عـلـ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اصـغـر تاجر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در سرا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تجارتخانه داشت ,ب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پول در دستمال گذاشته و در 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امام جمعه نوشته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 به فلان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D44588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خوب دقت کردم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کـه از زمـان تمام شدن دعا و استغاثه , تازمان ورود نامه و دستمال 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از آن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تومان بشمارد ونامه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بنو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سد</w:t>
      </w:r>
      <w:r w:rsidRPr="00677CB5">
        <w:rPr>
          <w:rtl/>
          <w:lang w:bidi="fa-IR"/>
        </w:rPr>
        <w:t xml:space="preserve">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بفرستد, وقت نگذشته بود. </w:t>
      </w:r>
      <w:r w:rsidRPr="00677CB5">
        <w:rPr>
          <w:rFonts w:hint="eastAsia"/>
          <w:rtl/>
          <w:lang w:bidi="fa-IR"/>
        </w:rPr>
        <w:t>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که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تعجب کردم و سبحان اللّه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امام</w:t>
      </w:r>
      <w:r w:rsidRPr="00677CB5">
        <w:rPr>
          <w:rtl/>
          <w:lang w:bidi="fa-IR"/>
        </w:rPr>
        <w:t xml:space="preserve"> جمعه از علت تعجب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واقعه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نقل کردم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سبحان اللّه پس من هم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 راانجام دهم 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زود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هـم برخاست و به همان اتاق رفت . </w:t>
      </w:r>
      <w:r w:rsidRPr="00677CB5">
        <w:rPr>
          <w:rFonts w:hint="eastAsia"/>
          <w:rtl/>
          <w:lang w:bidi="fa-IR"/>
        </w:rPr>
        <w:t>نماز</w:t>
      </w:r>
      <w:r w:rsidRPr="00677CB5">
        <w:rPr>
          <w:rtl/>
          <w:lang w:bidi="fa-IR"/>
        </w:rPr>
        <w:t xml:space="preserve"> ظهر و عصر را خواند و بعد از نماز, عمل مذکور را انجام داد. </w:t>
      </w:r>
      <w:r w:rsidRPr="00677CB5">
        <w:rPr>
          <w:rFonts w:hint="eastAsia"/>
          <w:rtl/>
          <w:lang w:bidi="fa-IR"/>
        </w:rPr>
        <w:t>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نگذشت ,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که سبب احضار او به تهران شده بود,ذل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و معزول کرده و به کاشان فرستادند و شاه به عنوان عذرخواه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امام جمعه آمد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با احترام به تبر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برگردان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را ذخ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کردم و در مواقع شدت و حاجت به کار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بردم و آثارسر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و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, از </w:t>
      </w:r>
      <w:r w:rsidRPr="00677CB5">
        <w:rPr>
          <w:rtl/>
          <w:lang w:bidi="fa-IR"/>
        </w:rPr>
        <w:lastRenderedPageBreak/>
        <w:t>جمله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: سـالـ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نـجف اشرف مرض وبا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مردم را هلاک و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گررا</w:t>
      </w:r>
      <w:r w:rsidRPr="00677CB5">
        <w:rPr>
          <w:rtl/>
          <w:lang w:bidi="fa-IR"/>
        </w:rPr>
        <w:t xml:space="preserve"> مضطرب کرده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وضع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دروازه کوچک شهر نجف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رفتم و در خارج دروازه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را تنها بجا آوردم (در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قبل به آن اشاره شد) ورفع وبا را از خدا خواستم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بعد به آشنا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خبر دادم که وبا رفع شد.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>: از کجا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؟ گفتم :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لش</w:t>
      </w:r>
      <w:r w:rsidRPr="00677CB5">
        <w:rPr>
          <w:rtl/>
          <w:lang w:bidi="fa-IR"/>
        </w:rPr>
        <w:t xml:space="preserve"> را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اگر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شب</w:t>
      </w:r>
      <w:r w:rsidRPr="00677CB5">
        <w:rPr>
          <w:rtl/>
          <w:lang w:bidi="fa-IR"/>
        </w:rPr>
        <w:t xml:space="preserve"> به بعد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مبتلا نشده باشد,راست است . </w:t>
      </w:r>
      <w:r w:rsidRPr="00677CB5">
        <w:rPr>
          <w:rFonts w:hint="eastAsia"/>
          <w:rtl/>
          <w:lang w:bidi="fa-IR"/>
        </w:rPr>
        <w:t>گفتند</w:t>
      </w:r>
      <w:r w:rsidRPr="00677CB5">
        <w:rPr>
          <w:rtl/>
          <w:lang w:bidi="fa-IR"/>
        </w:rPr>
        <w:t xml:space="preserve">: فلان و فلان امشب وبا گرفته اند.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نبا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باشد, بلکه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ظهر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و قبل از آن بوده باشد.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نمودند همان طور بود که من گفته بودم و بعد از آن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مرض در آن سال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نشد و مردم آسوده شدند,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علت را ندانستند.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مـکرر</w:t>
      </w:r>
      <w:r w:rsidRPr="00677CB5">
        <w:rPr>
          <w:rtl/>
          <w:lang w:bidi="fa-IR"/>
        </w:rPr>
        <w:t xml:space="preserve"> اتفاق افتاده است که برادران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شدت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واداشته و آنهاسر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عا</w:t>
      </w:r>
      <w:r w:rsidRPr="00677CB5">
        <w:rPr>
          <w:rtl/>
          <w:lang w:bidi="fa-IR"/>
        </w:rPr>
        <w:t xml:space="preserve"> به فرج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روز در منزل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برادران بودم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جا برشدت و مشکلاتش مطلع شدم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را به او تعل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نموده , به منزل آمدم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بلند شد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همان مرد است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از برکت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فرج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حاصل شد و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تو هم هر قدر لازم 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بردار. </w:t>
      </w: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من از 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به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ندارم , اما بگو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گـفت : من بعد از رفتن تو, به حرم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رالمؤمن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را بجاآوردم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,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مطهر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برخورد و آن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ازداشتم</w:t>
      </w:r>
      <w:r w:rsidRPr="00677CB5">
        <w:rPr>
          <w:rtl/>
          <w:lang w:bidi="fa-IR"/>
        </w:rPr>
        <w:t xml:space="preserve"> در دست من پول نهاد و رفت . </w:t>
      </w:r>
      <w:r w:rsidRPr="00677CB5">
        <w:rPr>
          <w:rFonts w:hint="eastAsia"/>
          <w:rtl/>
          <w:lang w:bidi="fa-IR"/>
        </w:rPr>
        <w:t>خـلاصـه</w:t>
      </w:r>
      <w:r w:rsidRPr="00677CB5">
        <w:rPr>
          <w:rtl/>
          <w:lang w:bidi="fa-IR"/>
        </w:rPr>
        <w:t xml:space="preserve">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عمل آثار سر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اما در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موارد حاجت و اضطرار به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نداده و به کـار نـبـرده ام 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ـرا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آن بـزرگوار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دعا را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 نام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اند, معلوم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که در وقت فشار و شدت اثر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4773BF" w:rsidP="004773B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8" w:name="_Toc493414789"/>
      <w:r w:rsidR="00677CB5" w:rsidRPr="00677CB5">
        <w:rPr>
          <w:rtl/>
          <w:lang w:bidi="fa-IR"/>
        </w:rPr>
        <w:lastRenderedPageBreak/>
        <w:t>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محمد باقر شفت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و جز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ره</w:t>
      </w:r>
      <w:r w:rsidR="00677CB5" w:rsidRPr="00677CB5">
        <w:rPr>
          <w:rtl/>
          <w:lang w:bidi="fa-IR"/>
        </w:rPr>
        <w:t xml:space="preserve"> خضراء</w:t>
      </w:r>
      <w:bookmarkEnd w:id="188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حـضرت</w:t>
      </w:r>
      <w:r w:rsidRPr="00677CB5">
        <w:rPr>
          <w:rtl/>
          <w:lang w:bidi="fa-IR"/>
        </w:rPr>
        <w:t xml:space="preserve"> حجة الاسلام , حاج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محمد باقر شفت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در پشت کتاب تحفة الابرار (رساله عمل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خودشان ) و به خط خود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را نوشته بودند: من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از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که مرا به مشاهده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خضراء وبحر 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و شـهـرهـا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اولاد آن حضر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در آن جا بر خلق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عظمت هستند, حکومت دارند, موفق گرداند و خدا را به حق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قسم دادم که صحت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بر من معلوم شود.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کـه شـب عـ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غـد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کـه شب جمعه بود, ثلث آخر شب کنار باغچه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خانه مادر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دآباداصفهان</w:t>
      </w:r>
      <w:r w:rsidRPr="00677CB5">
        <w:rPr>
          <w:rtl/>
          <w:lang w:bidi="fa-IR"/>
        </w:rPr>
        <w:t xml:space="preserve"> است ,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مجلل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علماءبود.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به تمام آنچه که در دل داشتم , خبر داد و همچن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صحت آن شهرها و</w:t>
      </w:r>
      <w:r w:rsidR="004773BF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بلاد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جز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خضراء اسـت آگـاه نـمـود و گـفـت 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tl/>
          <w:lang w:bidi="fa-IR"/>
        </w:rPr>
        <w:t xml:space="preserve">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چشم خودبب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تا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الابصار (صاحبان بص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رت</w:t>
      </w:r>
      <w:r w:rsidRPr="00677CB5">
        <w:rPr>
          <w:rtl/>
          <w:lang w:bidi="fa-IR"/>
        </w:rPr>
        <w:t xml:space="preserve"> ) عبرت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باشد؟ گفتم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آقا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و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صورت منت بزرگ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دو چشمت را بر هم بگذار و هفت مرتبه بر جدت محمد و آل او صلوات بفرست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آنـچه</w:t>
      </w:r>
      <w:r w:rsidRPr="00677CB5">
        <w:rPr>
          <w:rtl/>
          <w:lang w:bidi="fa-IR"/>
        </w:rPr>
        <w:t xml:space="preserve"> دستور داد, انجام دادم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فرمود: دو چشمت را باز کن و نظر کن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ات</w:t>
      </w:r>
      <w:r w:rsidRPr="00677CB5">
        <w:rPr>
          <w:rtl/>
          <w:lang w:bidi="fa-IR"/>
        </w:rPr>
        <w:t xml:space="preserve"> ونشانه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چـشـمها را گشودم شهر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خانه 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دور و طرف راست و چپ آن ازدرخت و گل , سبز و خرم بود کانها جنات تجر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تحتها الانهار. (مانند بهشت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نهرها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در آن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) بـعـد فرمود: به آخر آن </w:t>
      </w:r>
      <w:r w:rsidRPr="00677CB5">
        <w:rPr>
          <w:rtl/>
          <w:lang w:bidi="fa-IR"/>
        </w:rPr>
        <w:lastRenderedPageBreak/>
        <w:t>درختها نظر کن و به آن جا برو, مسجد و امام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نماز صبح را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آورد. </w:t>
      </w:r>
      <w:r w:rsidRPr="00677CB5">
        <w:rPr>
          <w:rFonts w:hint="eastAsia"/>
          <w:rtl/>
          <w:lang w:bidi="fa-IR"/>
        </w:rPr>
        <w:t>پشت</w:t>
      </w:r>
      <w:r w:rsidRPr="00677CB5">
        <w:rPr>
          <w:rtl/>
          <w:lang w:bidi="fa-IR"/>
        </w:rPr>
        <w:t xml:space="preserve"> سر او جماعت و صفوف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ندارد.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نمازخود</w:t>
      </w:r>
      <w:r w:rsidRPr="00677CB5">
        <w:rPr>
          <w:rtl/>
          <w:lang w:bidi="fa-IR"/>
        </w:rPr>
        <w:t xml:space="preserve"> را به آن امام اقتداء کن , کـه او از طـبـقـه هـفتم اولاد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و نامش عبدالرحمان است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نماز مرا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حـسـب</w:t>
      </w:r>
      <w:r w:rsidRPr="00677CB5">
        <w:rPr>
          <w:rtl/>
          <w:lang w:bidi="fa-IR"/>
        </w:rPr>
        <w:t xml:space="preserve"> الامـر بـراه افتادم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خود به خود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تا به آن مسجد و به هـمـان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گفته بود,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امام , مثل ماه شب چهارده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ودر محراب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ستاده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من او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کردم فرمود: مرحبابک (خوش آمد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) به درست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خدا بر تو منت گذارد. </w:t>
      </w:r>
      <w:r w:rsidRPr="00677CB5">
        <w:rPr>
          <w:rFonts w:hint="eastAsia"/>
          <w:rtl/>
          <w:lang w:bidi="fa-IR"/>
        </w:rPr>
        <w:t>مسائل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رابطه با احکام مشکل بود,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کردم و جواب گرفتم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مرا اکرام و انعام نمود. </w:t>
      </w:r>
      <w:r w:rsidRPr="00677CB5">
        <w:rPr>
          <w:rFonts w:hint="eastAsia"/>
          <w:rtl/>
          <w:lang w:bidi="fa-IR"/>
        </w:rPr>
        <w:t>آنگاه</w:t>
      </w:r>
      <w:r w:rsidRPr="00677CB5">
        <w:rPr>
          <w:rtl/>
          <w:lang w:bidi="fa-IR"/>
        </w:rPr>
        <w:t xml:space="preserve"> نماز فجر را بجا آورد.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او اقتداء نمودم و مشغول به تعق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داشتم شدم تا آن کـه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طـلـوع آفـتـاب شـد.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جا از ذهنم گذشت که در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با مردم نماز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خـوانده ام و آنها لابد به عادت هر روز منتظرم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باشند, اما امروز گذشت و به آنها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رسم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وقـت ,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امام که در محراب نشسته بود,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مترس و محزون مباش که به زود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را به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آنها نماز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نـاگاه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 من است دست مرا گرفت و گفت : به برکت امام زمان خود</w:t>
      </w:r>
      <w:r w:rsidR="004773BF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خود را در مسجد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دآباد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جماعت نماز خواندم و آن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هم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</w:t>
      </w:r>
    </w:p>
    <w:p w:rsidR="00677CB5" w:rsidRPr="00677CB5" w:rsidRDefault="004773BF" w:rsidP="004773B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9" w:name="_Toc493414790"/>
      <w:r w:rsidR="00677CB5" w:rsidRPr="00677CB5">
        <w:rPr>
          <w:rtl/>
          <w:lang w:bidi="fa-IR"/>
        </w:rPr>
        <w:lastRenderedPageBreak/>
        <w:t>3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ورام بن اب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فراس</w:t>
      </w:r>
      <w:bookmarkEnd w:id="189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بن طاووس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رش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ابوالعباس بن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مون</w:t>
      </w:r>
      <w:r w:rsidRPr="00677CB5">
        <w:rPr>
          <w:rtl/>
          <w:lang w:bidi="fa-IR"/>
        </w:rPr>
        <w:t xml:space="preserve"> واسط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رسامرا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نقل کرد و گفت : زمـانـ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ورام بن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فراس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(جد من ) به خاطر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مغاز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(ظاهرا نام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اسـت )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بود, از حله به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 و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من به قصد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سامرا حرکت کردم ,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هوا</w:t>
      </w:r>
      <w:r w:rsidRPr="00677CB5">
        <w:rPr>
          <w:rtl/>
          <w:lang w:bidi="fa-IR"/>
        </w:rPr>
        <w:t xml:space="preserve">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سرد بود و من مقصد خود رابرا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گفتم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خواهم با تو رقعه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بفرستم که آن را به همراه خود داشته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سرداب مـقـدس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وارد آن جـا شد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نفر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 که خارج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 همان وقت نامه را در سرداب بگذار و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به آن جا برو اگر رقعه را در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نگو. </w:t>
      </w:r>
      <w:r w:rsidRPr="00677CB5">
        <w:rPr>
          <w:rFonts w:hint="eastAsia"/>
          <w:rtl/>
          <w:lang w:bidi="fa-IR"/>
        </w:rPr>
        <w:t>ابـوالـعباس</w:t>
      </w:r>
      <w:r w:rsidRPr="00677CB5">
        <w:rPr>
          <w:rtl/>
          <w:lang w:bidi="fa-IR"/>
        </w:rPr>
        <w:t xml:space="preserve"> واسط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دستورات را انجام دادم صبح هم رقعه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وبه طرف منزل برگشتم . </w:t>
      </w:r>
      <w:r w:rsidRPr="00677CB5">
        <w:rPr>
          <w:rFonts w:hint="eastAsia"/>
          <w:rtl/>
          <w:lang w:bidi="fa-IR"/>
        </w:rPr>
        <w:t>شـ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ـخ</w:t>
      </w:r>
      <w:r w:rsidRPr="00677CB5">
        <w:rPr>
          <w:rtl/>
          <w:lang w:bidi="fa-IR"/>
        </w:rPr>
        <w:t xml:space="preserve"> ,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</w:t>
      </w:r>
      <w:r w:rsidRPr="00677CB5">
        <w:rPr>
          <w:rtl/>
          <w:lang w:bidi="fa-IR"/>
        </w:rPr>
        <w:t xml:space="preserve"> از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با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خود به حله برگشته بود.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بعدا</w:t>
      </w:r>
      <w:r w:rsidRPr="00677CB5">
        <w:rPr>
          <w:rtl/>
          <w:lang w:bidi="fa-IR"/>
        </w:rPr>
        <w:t xml:space="preserve"> در موسم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او رادر حله ملاقات کردم و فرمود: آن حاجت را به من مرحمت کردند.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ابوالعباس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را بعد از فوت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تا به حال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نگفته بودم </w:t>
      </w:r>
    </w:p>
    <w:p w:rsidR="00677CB5" w:rsidRPr="00677CB5" w:rsidRDefault="004773BF" w:rsidP="004773B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0" w:name="_Toc493414791"/>
      <w:r w:rsidR="00677CB5" w:rsidRPr="00677CB5">
        <w:rPr>
          <w:rtl/>
          <w:lang w:bidi="fa-IR"/>
        </w:rPr>
        <w:lastRenderedPageBreak/>
        <w:t>4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آقا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رضا, عالم اصفهان</w:t>
      </w:r>
      <w:r w:rsidR="00677CB5" w:rsidRPr="00677CB5">
        <w:rPr>
          <w:rFonts w:hint="cs"/>
          <w:rtl/>
          <w:lang w:bidi="fa-IR"/>
        </w:rPr>
        <w:t>ی</w:t>
      </w:r>
      <w:bookmarkEnd w:id="190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رضا, که از علما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موثق اصفهان است , فرمود: زمـان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خاطر قرضها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که داشتم , به اموات متوسل شدم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نفر از آنها- تقر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- به اسم , طلب مغفرت و آمرزش نمودم بعد هم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متوسل شدم و بخشها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از دعا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ندبه مثل هل 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بن احمد 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فتلق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نـاگاه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اتاق به نور مخصوص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که 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نور آفتاب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بود, منور و روشن شدو در همان روز فرج کامل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4773BF" w:rsidP="004773B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1" w:name="_Toc493414792"/>
      <w:r w:rsidR="00677CB5" w:rsidRPr="00677CB5">
        <w:rPr>
          <w:rtl/>
          <w:lang w:bidi="fa-IR"/>
        </w:rPr>
        <w:lastRenderedPageBreak/>
        <w:t>5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ابراه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روضه خوان</w:t>
      </w:r>
      <w:bookmarkEnd w:id="19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جناب</w:t>
      </w:r>
      <w:r w:rsidRPr="00677CB5">
        <w:rPr>
          <w:rtl/>
          <w:lang w:bidi="fa-IR"/>
        </w:rPr>
        <w:t xml:space="preserve"> آقا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ترک روضه خوان , از اتق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و ابرار بود و سالها پناهنده ناح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مقدسه در سامرا بـود و عـلاقـه 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داشت و دائم درذکر آن بزرگوار بود و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, معروف به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صاحب الزمان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من هر روز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حضرت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در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سفرها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حضرت ثامن الائمه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معجزات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توسل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عجل اللّه تـعـال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 از جمله جناب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هاد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بجستان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نقل نمود که : در مراجعت از مشهد مقدس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سادات , که به همراه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از ر</w:t>
      </w:r>
      <w:r w:rsidRPr="00677CB5">
        <w:rPr>
          <w:rFonts w:hint="eastAsia"/>
          <w:rtl/>
          <w:lang w:bidi="fa-IR"/>
        </w:rPr>
        <w:t>شت</w:t>
      </w:r>
      <w:r w:rsidRPr="00677CB5">
        <w:rPr>
          <w:rtl/>
          <w:lang w:bidi="fa-IR"/>
        </w:rPr>
        <w:t xml:space="preserve"> به سمت ترکستان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لنگه جوال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حمل نموده بود و با هم از کنار رودارس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راه در آن چـند فرسخ , در خاک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است 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بسته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را به من واگذاشت و خود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از طرف خاک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گفت : من از ممنوع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ورود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به خاک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غافل بودم و آن که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,به گمرک و مجوز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دارد.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ناگهان چهار نفر از ماموران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با اسلحه از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درختان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آمدند وصدا زدند که نگه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ما, که مرد ترک مؤمن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بود, به آنها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آقا آخوند است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گمرک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ندارد بگذار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سربازان کافر, با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حرف با چوب به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زد, او هم نعره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خورد و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شکست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سراغ من آمدند. </w:t>
      </w:r>
    </w:p>
    <w:p w:rsidR="00677CB5" w:rsidRPr="00677CB5" w:rsidRDefault="00677CB5" w:rsidP="004773BF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مـن</w:t>
      </w:r>
      <w:r w:rsidRPr="00677CB5">
        <w:rPr>
          <w:rtl/>
          <w:lang w:bidi="fa-IR"/>
        </w:rPr>
        <w:t xml:space="preserve"> با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جوان خود و طفل کوچک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به همراه داشت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تنها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بچه</w:t>
      </w:r>
      <w:r w:rsidRPr="00677CB5">
        <w:rPr>
          <w:rtl/>
          <w:lang w:bidi="fa-IR"/>
        </w:rPr>
        <w:t xml:space="preserve"> ازمشاهده سربازان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مامور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گفتم :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گفتند: بارها و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باز کن , بب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چه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بقچه</w:t>
      </w:r>
      <w:r w:rsidRPr="00677CB5">
        <w:rPr>
          <w:rtl/>
          <w:lang w:bidi="fa-IR"/>
        </w:rPr>
        <w:t xml:space="preserve"> ها را باز کردم 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لباسها وخرده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زه</w:t>
      </w:r>
      <w:r w:rsidRPr="00677CB5">
        <w:rPr>
          <w:rtl/>
          <w:lang w:bidi="fa-IR"/>
        </w:rPr>
        <w:t xml:space="preserve"> ها را, نگاه کردند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: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دار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مـن چون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تمام بازرس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است ,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کار مشکل شد.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کردم الان به سر بسته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 و مرا خواهند برد.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خودم نترس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بلکه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بچه که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در چنگ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کافران چه خواهند شد. </w:t>
      </w:r>
      <w:r w:rsidRPr="00677CB5">
        <w:rPr>
          <w:rFonts w:hint="eastAsia"/>
          <w:rtl/>
          <w:lang w:bidi="fa-IR"/>
        </w:rPr>
        <w:t>اشـک</w:t>
      </w:r>
      <w:r w:rsidRPr="00677CB5">
        <w:rPr>
          <w:rtl/>
          <w:lang w:bidi="fa-IR"/>
        </w:rPr>
        <w:t xml:space="preserve"> از چـشـمـم سـراز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و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همه جا قطع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لذا قرآن مج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به دست گرفتم و مـتـوسـل بـه حـضـرت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ارواحنافداه شدم , عرضه داشتم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که جز شما پناهگاه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چـهار نفر خودشان همه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رورو</w:t>
      </w:r>
      <w:r w:rsidRPr="00677CB5">
        <w:rPr>
          <w:rtl/>
          <w:lang w:bidi="fa-IR"/>
        </w:rPr>
        <w:t xml:space="preserve"> کردند تا به بسته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آن را بازکردند.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هر چه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خوب و خوشرنگ بوده ,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با خود برداشته است . </w:t>
      </w:r>
      <w:r w:rsidRPr="00677CB5">
        <w:rPr>
          <w:rFonts w:hint="eastAsia"/>
          <w:rtl/>
          <w:lang w:bidi="fa-IR"/>
        </w:rPr>
        <w:t>مـامـوران</w:t>
      </w:r>
      <w:r w:rsidRPr="00677CB5">
        <w:rPr>
          <w:rtl/>
          <w:lang w:bidi="fa-IR"/>
        </w:rPr>
        <w:t xml:space="preserve"> , کـلافـهـا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ابـر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را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به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نشان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دادند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گفتند: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و آن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انداختند, تا به آخررس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, اما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از کلافها را نـگفتند که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است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آن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شدندتا آن که از همه گذشته و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رفتند.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گفتند: آخوند بار کن و برو,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نبود. </w:t>
      </w:r>
      <w:r w:rsidRPr="00677CB5">
        <w:rPr>
          <w:rFonts w:hint="eastAsia"/>
          <w:rtl/>
          <w:lang w:bidi="fa-IR"/>
        </w:rPr>
        <w:t>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که بستم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آنها را بار کنم . </w:t>
      </w:r>
      <w:r w:rsidRPr="00677CB5">
        <w:rPr>
          <w:rFonts w:hint="eastAsia"/>
          <w:rtl/>
          <w:lang w:bidi="fa-IR"/>
        </w:rPr>
        <w:t>سراغ</w:t>
      </w:r>
      <w:r w:rsidRPr="00677CB5">
        <w:rPr>
          <w:rtl/>
          <w:lang w:bidi="fa-IR"/>
        </w:rPr>
        <w:t xml:space="preserve">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آن قدرباد کرده که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به مرگ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است 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زدم و گفتم :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گـفـت</w:t>
      </w:r>
      <w:r w:rsidRPr="00677CB5">
        <w:rPr>
          <w:rtl/>
          <w:lang w:bidi="fa-IR"/>
        </w:rPr>
        <w:t xml:space="preserve"> :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شـکسته و الان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زدم : بگو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و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وهمچنان اشکم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سراز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محال است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توانم برخ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او را گرفته وگفتم : بگو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. </w:t>
      </w: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برخاست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مامور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ما نظر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که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کم کم پا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گذاشت و راه افتاد و همان طور که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باد کرده بود بارها را سوارنمود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چند</w:t>
      </w:r>
      <w:r w:rsidRPr="00677CB5">
        <w:rPr>
          <w:rtl/>
          <w:lang w:bidi="fa-IR"/>
        </w:rPr>
        <w:t xml:space="preserve">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راه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مشک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که سرش را باز کرده اند,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ورم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به سرعت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پـرس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: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چطور است ؟ آن را نشان داد که اصلا نه درد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 و نه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درد</w:t>
      </w:r>
      <w:r w:rsidR="00712866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و در کمال آرامش و 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بعد از آن , اعتقاد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دو ساعت که از خاک روس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خارج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ما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تعجب کردند که چـطور 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شم</w:t>
      </w:r>
      <w:r w:rsidRPr="00677CB5">
        <w:rPr>
          <w:rtl/>
          <w:lang w:bidi="fa-IR"/>
        </w:rPr>
        <w:t xml:space="preserve"> را از آن راه آورد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اگر شما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جرم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گرفتند, ده سال زندان و فلان مقدار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مه</w:t>
      </w:r>
      <w:r w:rsidRPr="00677CB5">
        <w:rPr>
          <w:rtl/>
          <w:lang w:bidi="fa-IR"/>
        </w:rPr>
        <w:t xml:space="preserve"> نقد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</w:t>
      </w:r>
    </w:p>
    <w:p w:rsidR="00677CB5" w:rsidRPr="00677CB5" w:rsidRDefault="00712866" w:rsidP="0071286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2" w:name="_Toc493414793"/>
      <w:r w:rsidR="00677CB5" w:rsidRPr="00677CB5">
        <w:rPr>
          <w:rtl/>
          <w:lang w:bidi="fa-IR"/>
        </w:rPr>
        <w:lastRenderedPageBreak/>
        <w:t>6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گر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از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ابراه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روضه خوان</w:t>
      </w:r>
      <w:bookmarkEnd w:id="19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بعد از آن واقعه , در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راه به محل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لازم بود عابر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از آن جا,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عبور کنند,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</w:t>
      </w:r>
      <w:r w:rsidRPr="00677CB5">
        <w:rPr>
          <w:rtl/>
          <w:lang w:bidi="fa-IR"/>
        </w:rPr>
        <w:t xml:space="preserve"> کوه و کمر سخت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هوا</w:t>
      </w:r>
      <w:r w:rsidRPr="00677CB5">
        <w:rPr>
          <w:rtl/>
          <w:lang w:bidi="fa-IR"/>
        </w:rPr>
        <w:t xml:space="preserve"> هم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سرد شد.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اده</w:t>
      </w:r>
      <w:r w:rsidRPr="00677CB5">
        <w:rPr>
          <w:rtl/>
          <w:lang w:bidi="fa-IR"/>
        </w:rPr>
        <w:t xml:space="preserve">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طفل براه افتاد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مشغول به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شد تا آن که بعد از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تنها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مانده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بـاد</w:t>
      </w:r>
      <w:r w:rsidRPr="00677CB5">
        <w:rPr>
          <w:rtl/>
          <w:lang w:bidi="fa-IR"/>
        </w:rPr>
        <w:t xml:space="preserve"> بـلند و سرما چنان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 که ما را از حرکت باز داشت . </w:t>
      </w:r>
      <w:r w:rsidRPr="00677CB5">
        <w:rPr>
          <w:rFonts w:hint="eastAsia"/>
          <w:rtl/>
          <w:lang w:bidi="fa-IR"/>
        </w:rPr>
        <w:t>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تامل کردم و نظربه اطراف نـمـودم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وقـت هم تنگ است و امشب را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ماند و ازسرما و صدمه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وانات</w:t>
      </w:r>
      <w:r w:rsidRPr="00677CB5">
        <w:rPr>
          <w:rtl/>
          <w:lang w:bidi="fa-IR"/>
        </w:rPr>
        <w:t xml:space="preserve"> درنـده تـلف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از راه نجات قطع و جز توسل به درگاه حضرت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راه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نمانده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خضوع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دست تمسک به عنا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آن حضرت زدم و رو به درگاه آن نجات دهنده درماندگان آوردم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نـاگـهـان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چهار نفر از مردان ترک , که اهل آن نواح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بودند,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هزارزحمت و 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شدند.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بلند گرفته و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گذارد و آن چهار مرد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بر کتف خود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برند.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به ما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رو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نموده و گفتم : من ملا هستم و مـجـاور نـجف اشرف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باشم 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امام رضا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مشرف شده ام و الان هم در راه مراجعت به نجف هستم 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خدا, من و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وبچه ام را از مردن نجات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آنـهـا صـدا زد: مـگـر نـمـ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ما چگونه مبتلا هست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اسب پا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برزم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گذارد و ما چهار نفر او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قـدر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مـا گـذشـتند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متاثر شدم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 گفت :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خود را سوار اسب کن اگر پـا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را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گذاشت و راه رفت , ما شما را نجات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والا بهتر است که همه شما امشب طعمه گرگ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به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گفت : اگر ما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آنهادور 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فورا درندگان بر سـرشـان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صبر کردند.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بلندکرد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اسب گذاشت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همسرم هم سوار شد اسب فورا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که ابدا برزم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گذاشت و بالا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, بر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نهاد و هنوز شلاق به او نخورده بود که براه افتاد.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مرد ترک صدا زد: ملا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بچه را به مادرش بده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بچه</w:t>
      </w:r>
      <w:r w:rsidRPr="00677CB5">
        <w:rPr>
          <w:rtl/>
          <w:lang w:bidi="fa-IR"/>
        </w:rPr>
        <w:t xml:space="preserve"> را هـم سـوارکـرد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آنـهـا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فته</w:t>
      </w:r>
      <w:r w:rsidRPr="00677CB5">
        <w:rPr>
          <w:rtl/>
          <w:lang w:bidi="fa-IR"/>
        </w:rPr>
        <w:t xml:space="preserve"> من شدند و مرا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به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ـاده</w:t>
      </w:r>
      <w:r w:rsidRPr="00677CB5">
        <w:rPr>
          <w:rtl/>
          <w:lang w:bidi="fa-IR"/>
        </w:rPr>
        <w:t xml:space="preserve"> ام عـذرخـواهـ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ساعت هفت شب از آن دره خلاص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ازسنگلاخ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وقـت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روستا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همه مردان و زنان آنها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آمده , انتظارم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کشند و زن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پسر خود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زند چشمش که به پسرش افتاد,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ما 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وس</w:t>
      </w:r>
      <w:r w:rsidRPr="00677CB5">
        <w:rPr>
          <w:rtl/>
          <w:lang w:bidi="fa-IR"/>
        </w:rPr>
        <w:t xml:space="preserve">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گفت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درندگان شما را خورده اند. </w:t>
      </w:r>
    </w:p>
    <w:p w:rsidR="00677CB5" w:rsidRPr="00677CB5" w:rsidRDefault="00677CB5" w:rsidP="0071286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گفتند: ما از 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ملا نجات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آن زن آمد و از من تشکرنمود</w:t>
      </w:r>
    </w:p>
    <w:p w:rsidR="00677CB5" w:rsidRPr="00677CB5" w:rsidRDefault="00712866" w:rsidP="00B4552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3" w:name="_Toc493414794"/>
      <w:r w:rsidR="00677CB5" w:rsidRPr="00677CB5">
        <w:rPr>
          <w:rtl/>
          <w:lang w:bidi="fa-IR"/>
        </w:rPr>
        <w:lastRenderedPageBreak/>
        <w:t>7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سوم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خ</w:t>
      </w:r>
      <w:r w:rsidR="00677CB5" w:rsidRPr="00677CB5">
        <w:rPr>
          <w:rtl/>
          <w:lang w:bidi="fa-IR"/>
        </w:rPr>
        <w:t xml:space="preserve"> ابراه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روضه خوان</w:t>
      </w:r>
      <w:bookmarkEnd w:id="193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نقل کرد: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سفر چند نفر با من همراه بودند که از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مال گرفته و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راه , بـه مـحـل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غالبا مخوف و 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دزدان است 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مرتبه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آشفته حال جلو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اسب مرا گرفت و گفت : به آن طرف نظر کن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سوارها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فلان دزدها هستند محال اسـت بـه طـور عـاد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به سلامت بگذر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من مال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وانها</w:t>
      </w:r>
      <w:r w:rsidRPr="00677CB5">
        <w:rPr>
          <w:rtl/>
          <w:lang w:bidi="fa-IR"/>
        </w:rPr>
        <w:t xml:space="preserve"> ندارم اگر آنها را بـبـرنـد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مـن قـطـع خـواهـد شد. 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گفتم</w:t>
      </w:r>
      <w:r w:rsidRPr="00677CB5">
        <w:rPr>
          <w:rtl/>
          <w:lang w:bidi="fa-IR"/>
        </w:rPr>
        <w:t xml:space="preserve"> :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مرد از دست من چه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اگر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قدر عرضه نداشته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چه ملا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هست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قة</w:t>
      </w:r>
      <w:r w:rsidRPr="00677CB5">
        <w:rPr>
          <w:rtl/>
          <w:lang w:bidi="fa-IR"/>
        </w:rPr>
        <w:t xml:space="preserve"> در دل من تاث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نمود.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همان</w:t>
      </w:r>
      <w:r w:rsidRPr="00677CB5">
        <w:rPr>
          <w:rtl/>
          <w:lang w:bidi="fa-IR"/>
        </w:rPr>
        <w:t xml:space="preserve"> وقت قلبا دست شفاعت و توسل به حبل المت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, امام زمان ارواحنافداه بر آوردم و بعد به آنها گفتم : هر چه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شما قبول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گفتند: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من راض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 است و پنجاه تومان خر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ام به آنها بده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 از ما بگذرند.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گـفتم</w:t>
      </w:r>
      <w:r w:rsidRPr="00677CB5">
        <w:rPr>
          <w:rtl/>
          <w:lang w:bidi="fa-IR"/>
        </w:rPr>
        <w:t xml:space="preserve"> : من از وسط راه به سمت آنها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. </w:t>
      </w:r>
      <w:r w:rsidRPr="00677CB5">
        <w:rPr>
          <w:rFonts w:hint="eastAsia"/>
          <w:rtl/>
          <w:lang w:bidi="fa-IR"/>
        </w:rPr>
        <w:t>شما</w:t>
      </w:r>
      <w:r w:rsidRPr="00677CB5">
        <w:rPr>
          <w:rtl/>
          <w:lang w:bidi="fa-IR"/>
        </w:rPr>
        <w:t xml:space="preserve"> به سرعت از خارج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قبل از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من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دره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رفته باش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اگر هم مرا بکشند اعتنا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باکمال سرعت راهتان را ادامه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چون نجات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اول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حرکت کردند و من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جدا شدم و صدا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را به قرائت سوره مبارکه الرحمن بلند کرده و دامـنه کوه را پر از صدا کردم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دزدها</w:t>
      </w:r>
      <w:r w:rsidRPr="00677CB5">
        <w:rPr>
          <w:rtl/>
          <w:lang w:bidi="fa-IR"/>
        </w:rPr>
        <w:t xml:space="preserve"> هم منتظر بودند که قافله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دره محاصره شود تا فرود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ـنـد</w:t>
      </w:r>
      <w:r w:rsidRPr="00677CB5">
        <w:rPr>
          <w:rtl/>
          <w:lang w:bidi="fa-IR"/>
        </w:rPr>
        <w:t xml:space="preserve"> و کاروان را غارت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چون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من به سمت آنهام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صدا را بلند کرده ام , تعجب کردند و نگاه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 و من هم با کمال اطم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نان</w:t>
      </w:r>
      <w:r w:rsidRPr="00677CB5">
        <w:rPr>
          <w:rtl/>
          <w:lang w:bidi="fa-IR"/>
        </w:rPr>
        <w:t xml:space="preserve">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سلام</w:t>
      </w:r>
      <w:r w:rsidRPr="00677CB5">
        <w:rPr>
          <w:rtl/>
          <w:lang w:bidi="fa-IR"/>
        </w:rPr>
        <w:t xml:space="preserve"> کردم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آنها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نشسته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بغل گرفته است . </w:t>
      </w:r>
      <w:r w:rsidRPr="00677CB5">
        <w:rPr>
          <w:rFonts w:hint="eastAsia"/>
          <w:rtl/>
          <w:lang w:bidi="fa-IR"/>
        </w:rPr>
        <w:t>چون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گذشتم به زبان ترک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جوانان گفت :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او را لخت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اعتنا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ما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طعمه را به تو اختصاص داد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تو در آن 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خودت</w:t>
      </w:r>
      <w:r w:rsidRPr="00677CB5">
        <w:rPr>
          <w:rtl/>
          <w:lang w:bidi="fa-IR"/>
        </w:rPr>
        <w:t xml:space="preserve"> برو او را لخت کن و غن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متش</w:t>
      </w:r>
      <w:r w:rsidRPr="00677CB5">
        <w:rPr>
          <w:rtl/>
          <w:lang w:bidi="fa-IR"/>
        </w:rPr>
        <w:t xml:space="preserve"> را صاحب شو. </w:t>
      </w:r>
      <w:r w:rsidRPr="00677CB5">
        <w:rPr>
          <w:rFonts w:hint="eastAsia"/>
          <w:rtl/>
          <w:lang w:bidi="fa-IR"/>
        </w:rPr>
        <w:t>تـا</w:t>
      </w:r>
      <w:r w:rsidRPr="00677CB5">
        <w:rPr>
          <w:rtl/>
          <w:lang w:bidi="fa-IR"/>
        </w:rPr>
        <w:t xml:space="preserve"> چـنـد مـرتـبـه آن پـ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خـبـ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,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را بر غارت اثاث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من تشو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جوانها</w:t>
      </w:r>
      <w:r w:rsidR="00B4552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قبول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نمودند و بالاخره گفتند: ما جوان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بر خود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او راغارت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رمرد</w:t>
      </w:r>
      <w:r w:rsidRPr="00677CB5">
        <w:rPr>
          <w:rtl/>
          <w:lang w:bidi="fa-IR"/>
        </w:rPr>
        <w:t xml:space="preserve"> گفت : آن قدر مهلت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قافله از چنگ شما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رود. </w:t>
      </w:r>
      <w:r w:rsidRPr="00677CB5">
        <w:rPr>
          <w:rFonts w:hint="eastAsia"/>
          <w:rtl/>
          <w:lang w:bidi="fa-IR"/>
        </w:rPr>
        <w:t>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ملا را</w:t>
      </w:r>
      <w:r w:rsidR="00B4552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لخت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بـالاخره</w:t>
      </w:r>
      <w:r w:rsidRPr="00677CB5">
        <w:rPr>
          <w:rtl/>
          <w:lang w:bidi="fa-IR"/>
        </w:rPr>
        <w:t xml:space="preserve"> دزدها به من مشغول نشدند و در انتظار آمدن قافله ماندند, تا آن که قافله ازمحل ترس و دره به محل باز و امن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من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ملحق شدم . </w:t>
      </w:r>
      <w:r w:rsidRPr="00677CB5">
        <w:rPr>
          <w:rFonts w:hint="eastAsia"/>
          <w:rtl/>
          <w:lang w:bidi="fa-IR"/>
        </w:rPr>
        <w:t>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شکر کرد و ارادت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نمود, به طور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بعد از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بـه مـقـصـد خـواست پنج تومان از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به خاطر سلامت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و</w:t>
      </w:r>
      <w:r w:rsidR="00B4552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نجات از دزدان , از من 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رد</w:t>
      </w:r>
      <w:r w:rsidRPr="00677CB5">
        <w:rPr>
          <w:rtl/>
          <w:lang w:bidi="fa-IR"/>
        </w:rPr>
        <w:t>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قبول نکردم و حمد و شکر خدا را بجا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</w:t>
      </w:r>
    </w:p>
    <w:p w:rsidR="00677CB5" w:rsidRPr="00677CB5" w:rsidRDefault="00B4552E" w:rsidP="00B4552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4" w:name="_Toc493414795"/>
      <w:r w:rsidR="00677CB5" w:rsidRPr="00677CB5">
        <w:rPr>
          <w:rtl/>
          <w:lang w:bidi="fa-IR"/>
        </w:rPr>
        <w:lastRenderedPageBreak/>
        <w:t>8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عبدالرح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خادم مسجد جمکران</w:t>
      </w:r>
      <w:bookmarkEnd w:id="194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خادم مسجد جمکران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شـب جـمعه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جمع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مسجد جمکران آمده بودند.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از الاغ خود غافل بودم و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متوجه شدم و به سر وقتش رفتم ,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و کره اش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الاغ</w:t>
      </w:r>
      <w:r w:rsidRPr="00677CB5">
        <w:rPr>
          <w:rtl/>
          <w:lang w:bidi="fa-IR"/>
        </w:rPr>
        <w:t xml:space="preserve"> حدودچهل تومان ارزش داشت </w:t>
      </w:r>
      <w:r w:rsidRPr="00677CB5">
        <w:rPr>
          <w:rFonts w:hint="eastAsia"/>
          <w:rtl/>
          <w:lang w:bidi="fa-IR"/>
        </w:rPr>
        <w:t>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اطراف شهر به دنبالش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گشتم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الاغ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طـرف کاشان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بردند. </w:t>
      </w:r>
      <w:r w:rsidRPr="00677CB5">
        <w:rPr>
          <w:rFonts w:hint="eastAsia"/>
          <w:rtl/>
          <w:lang w:bidi="fa-IR"/>
        </w:rPr>
        <w:t>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به آن طرفها فرستادم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مان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از آن که مـا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ـوس</w:t>
      </w:r>
      <w:r w:rsidRPr="00677CB5">
        <w:rPr>
          <w:rtl/>
          <w:lang w:bidi="fa-IR"/>
        </w:rPr>
        <w:t xml:space="preserve"> 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شدم , به مسجد آمدم و عرض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حجة اللّه (حضرت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) من خادم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هستم جزا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من آن است که الاغ مرا ببرند؟ من ناب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نا</w:t>
      </w:r>
      <w:r w:rsidRPr="00677CB5">
        <w:rPr>
          <w:rtl/>
          <w:lang w:bidi="fa-IR"/>
        </w:rPr>
        <w:t xml:space="preserve"> هستم , سوار او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و بـرا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خدمت به مسجد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آمدم حال جزا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؟ حتما با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تا جمعه </w:t>
      </w:r>
      <w:r w:rsidRPr="00677CB5">
        <w:rPr>
          <w:rFonts w:hint="eastAsia"/>
          <w:rtl/>
          <w:lang w:bidi="fa-IR"/>
        </w:rPr>
        <w:t>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نده</w:t>
      </w:r>
      <w:r w:rsidRPr="00677CB5">
        <w:rPr>
          <w:rtl/>
          <w:lang w:bidi="fa-IR"/>
        </w:rPr>
        <w:t xml:space="preserve"> 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الاغ خـودش 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</w:t>
      </w:r>
      <w:r w:rsidR="00B4552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سوار آن شده و به منزل بروم و تا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مکان نخواهم رفت , و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ام گرفت 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روز</w:t>
      </w:r>
      <w:r w:rsidRPr="00677CB5">
        <w:rPr>
          <w:rtl/>
          <w:lang w:bidi="fa-IR"/>
        </w:rPr>
        <w:t xml:space="preserve"> جـمـعه شد و تا ظهر خبر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نشد, لذا بعد از ظهر به مسجد رفته و باز عرض کردم :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حجة اللّه روز جمعه شد و الاغ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امد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صبر</w:t>
      </w:r>
      <w:r w:rsidRPr="00677CB5">
        <w:rPr>
          <w:rtl/>
          <w:lang w:bidi="fa-IR"/>
        </w:rPr>
        <w:t xml:space="preserve"> کردم تا عصر شد.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کـس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آمد و گفت : دامادت سوار بر الاغ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سؤال کردم : از کجاپ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؟ گـفـت : شـخـص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اهل ساوه آن را به قبرستان بزرگ قم آورده بود تا بفروشد. </w:t>
      </w:r>
      <w:r w:rsidRPr="00677CB5">
        <w:rPr>
          <w:rFonts w:hint="eastAsia"/>
          <w:rtl/>
          <w:lang w:bidi="fa-IR"/>
        </w:rPr>
        <w:t>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تا نگاه کـردم حـ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را شناختم و آن را گرفتم . </w:t>
      </w:r>
      <w:r w:rsidRPr="00677CB5">
        <w:rPr>
          <w:rFonts w:hint="eastAsia"/>
          <w:rtl/>
          <w:lang w:bidi="fa-IR"/>
        </w:rPr>
        <w:t>مرد</w:t>
      </w:r>
      <w:r w:rsidRPr="00677CB5">
        <w:rPr>
          <w:rtl/>
          <w:lang w:bidi="fa-IR"/>
        </w:rPr>
        <w:t xml:space="preserve"> ساوه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ساوه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الاغ را آورد و مـن خـر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ـدم</w:t>
      </w:r>
      <w:r w:rsidRPr="00677CB5">
        <w:rPr>
          <w:rtl/>
          <w:lang w:bidi="fa-IR"/>
        </w:rPr>
        <w:t xml:space="preserve"> , اما تعجب کردم که چرا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ارزان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من داده است , چون 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متش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ادتر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نها</w:t>
      </w:r>
      <w:r w:rsidRPr="00677CB5">
        <w:rPr>
          <w:rtl/>
          <w:lang w:bidi="fa-IR"/>
        </w:rPr>
        <w:t xml:space="preserve"> است لذا آن را آوردم تا در قم بفروشم ,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استفاده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tl/>
          <w:lang w:bidi="fa-IR"/>
        </w:rPr>
        <w:lastRenderedPageBreak/>
        <w:t xml:space="preserve">بکنم 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دزد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کرده و پول را پس گرفتند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عبدالرح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از برکت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مسجد وتوسلش به امام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به مراد خود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</w:p>
    <w:p w:rsidR="00677CB5" w:rsidRPr="00677CB5" w:rsidRDefault="00677CB5" w:rsidP="00B4552E">
      <w:pPr>
        <w:pStyle w:val="Heading2"/>
        <w:rPr>
          <w:rtl/>
          <w:lang w:bidi="fa-IR"/>
        </w:rPr>
      </w:pPr>
      <w:bookmarkStart w:id="195" w:name="_Toc493414796"/>
      <w:r w:rsidRPr="00677CB5">
        <w:rPr>
          <w:rtl/>
          <w:lang w:bidi="fa-IR"/>
        </w:rPr>
        <w:t>9</w:t>
      </w:r>
      <w:r w:rsidR="00B4552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- توسل آقا محمد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تاجر و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</w:t>
      </w:r>
      <w:bookmarkEnd w:id="195"/>
      <w:r w:rsidRPr="00677CB5">
        <w:rPr>
          <w:rtl/>
          <w:lang w:bidi="fa-IR"/>
        </w:rPr>
        <w:t xml:space="preserve">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علامه</w:t>
      </w:r>
      <w:r w:rsidRPr="00677CB5">
        <w:rPr>
          <w:rtl/>
          <w:lang w:bidi="fa-IR"/>
        </w:rPr>
        <w:t xml:space="preserve"> ,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شهرستان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اللّه مقامه در زوائد الفرائد ذکر فرموده است : از جـمله کرامات حضرت حجت منتظر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, که در سرداب مقدس ظاهر شد, آن است که شخص لال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شفا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خبر کم کم شا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</w:t>
      </w:r>
      <w:r w:rsidRPr="00677CB5">
        <w:rPr>
          <w:rtl/>
          <w:lang w:bidi="fa-IR"/>
        </w:rPr>
        <w:t xml:space="preserve"> شد تاا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که آن شخص وارد کربلا شده است 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قصد ملاقات او و تحق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حال به منزلش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اما در خانه نبود و چون بعد ازمراجعت به خانه خبردار شد که حق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به قصد ملاقات او رفته بودم , عصر خود بارفقا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به منزل ما آمدند.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جـمـلـه رفـقا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حاج کربلا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تاجر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ساکن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غالب</w:t>
      </w:r>
      <w:r w:rsidRPr="00677CB5">
        <w:rPr>
          <w:rtl/>
          <w:lang w:bidi="fa-IR"/>
        </w:rPr>
        <w:t xml:space="preserve"> رفقا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مـعـتـمـد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هستند و با او از هند در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بوده و کمال معاشرت را با هم داشتند. </w:t>
      </w:r>
      <w:r w:rsidRPr="00677CB5">
        <w:rPr>
          <w:rFonts w:hint="eastAsia"/>
          <w:rtl/>
          <w:lang w:bidi="fa-IR"/>
        </w:rPr>
        <w:t>همه</w:t>
      </w:r>
      <w:r w:rsidRPr="00677CB5">
        <w:rPr>
          <w:rtl/>
          <w:lang w:bidi="fa-IR"/>
        </w:rPr>
        <w:t xml:space="preserve"> شهادت دادند که او لال بوده و از قرا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هم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لال بودن او حاصل شد. </w:t>
      </w:r>
      <w:r w:rsidRPr="00677CB5">
        <w:rPr>
          <w:rFonts w:hint="eastAsia"/>
          <w:rtl/>
          <w:lang w:bidi="fa-IR"/>
        </w:rPr>
        <w:t>اسم</w:t>
      </w:r>
      <w:r w:rsidRPr="00677CB5">
        <w:rPr>
          <w:rtl/>
          <w:lang w:bidi="fa-IR"/>
        </w:rPr>
        <w:t xml:space="preserve"> خود آن شخص آقا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الاصل , که ساکن مل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, از نواح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حـاج</w:t>
      </w:r>
      <w:r w:rsidRPr="00677CB5">
        <w:rPr>
          <w:rtl/>
          <w:lang w:bidi="fa-IR"/>
        </w:rPr>
        <w:t xml:space="preserve"> کـربـلا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اسماع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کرد: آقا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پسر عمو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است . </w:t>
      </w:r>
      <w:r w:rsidRPr="00677CB5">
        <w:rPr>
          <w:rFonts w:hint="eastAsia"/>
          <w:rtl/>
          <w:lang w:bidi="fa-IR"/>
        </w:rPr>
        <w:t>حدود</w:t>
      </w:r>
      <w:r w:rsidRPr="00677CB5">
        <w:rPr>
          <w:rtl/>
          <w:lang w:bidi="fa-IR"/>
        </w:rPr>
        <w:t xml:space="preserve"> دو هزارتومان سرما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تجارت داشت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کم کم در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معاملات مختلف تلف شد و حالش به خاطر غصه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امر و فکر و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ـالات</w:t>
      </w:r>
      <w:r w:rsidRPr="00677CB5">
        <w:rPr>
          <w:rtl/>
          <w:lang w:bidi="fa-IR"/>
        </w:rPr>
        <w:t xml:space="preserve"> کـم کـم منجر به جنون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مدت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مجنون بود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با معالجه و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ره</w:t>
      </w:r>
      <w:r w:rsidRPr="00677CB5">
        <w:rPr>
          <w:rtl/>
          <w:lang w:bidi="fa-IR"/>
        </w:rPr>
        <w:t xml:space="preserve"> , به مرور جـنـون او تـخـف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</w:t>
      </w:r>
      <w:r w:rsidRPr="00677CB5">
        <w:rPr>
          <w:rtl/>
          <w:lang w:bidi="fa-IR"/>
        </w:rPr>
        <w:t xml:space="preserve">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لکنت در زبان اوپ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جنون کاملا رفع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زبان کـاملا لال گشت و به جز با اشاره نم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توانست مطالب را تفه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کند. </w:t>
      </w:r>
      <w:r w:rsidRPr="00677CB5">
        <w:rPr>
          <w:rFonts w:hint="eastAsia"/>
          <w:rtl/>
          <w:lang w:bidi="fa-IR"/>
        </w:rPr>
        <w:t>سه</w:t>
      </w:r>
      <w:r w:rsidRPr="00677CB5">
        <w:rPr>
          <w:rtl/>
          <w:lang w:bidi="fa-IR"/>
        </w:rPr>
        <w:t xml:space="preserve"> سال و 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حالت بود.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ما عازم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عتبات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lastRenderedPageBreak/>
        <w:t>او</w:t>
      </w:r>
      <w:r w:rsidRPr="00677CB5">
        <w:rPr>
          <w:rtl/>
          <w:lang w:bidi="fa-IR"/>
        </w:rPr>
        <w:t xml:space="preserve"> هم به قصد توسل و استشفاء و ملاقات مادرش که در عتبات بود, طالب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گشت , لذا با ما به کشت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نشست تا به بغداد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حال قطار به سامرا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او را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آن جا روانه کردم و خود در کاظم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ماندم 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خود آقا مهد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سامرا گفت : روز پـنج شنبه , نهم ماه جماد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الثان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سال 1299, که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امسال است وارد سامراشدم و بعد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حرم مطهر,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منبر روضه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نشستم . </w:t>
      </w:r>
      <w:r w:rsidRPr="00677CB5">
        <w:rPr>
          <w:rFonts w:hint="eastAsia"/>
          <w:rtl/>
          <w:lang w:bidi="fa-IR"/>
        </w:rPr>
        <w:t>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عباس بغداد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روضه خواند و من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کردم و در دل ملتج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متوسل بودم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جمعه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بـه مـنـزل بعض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طلاب که مجلس روضه 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داشتند رفتم و ازآن جا به منزل حجة الاسلام حـاج 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ـرزا</w:t>
      </w:r>
      <w:r w:rsidRPr="00677CB5">
        <w:rPr>
          <w:rtl/>
          <w:lang w:bidi="fa-IR"/>
        </w:rPr>
        <w:t xml:space="preserve"> مـحـمد حسن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سلمه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رفته , و بااشاره التماس دعا کردم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اظهار محبت نمودند و دعا کردند. </w:t>
      </w:r>
      <w:r w:rsidRPr="00677CB5">
        <w:rPr>
          <w:rFonts w:hint="eastAsia"/>
          <w:rtl/>
          <w:lang w:bidi="fa-IR"/>
        </w:rPr>
        <w:t>بـعد</w:t>
      </w:r>
      <w:r w:rsidRPr="00677CB5">
        <w:rPr>
          <w:rtl/>
          <w:lang w:bidi="fa-IR"/>
        </w:rPr>
        <w:t xml:space="preserve"> ازمنزل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به سرداب مشرف شدم اما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افتم</w:t>
      </w:r>
      <w:r w:rsidRPr="00677CB5">
        <w:rPr>
          <w:rtl/>
          <w:lang w:bidi="fa-IR"/>
        </w:rPr>
        <w:t xml:space="preserve">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بخواند. 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مـنزل مراجعت کردم و دوباره رفتم و کنار در سرداب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و برد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نوشتم که من لالم 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بخوان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روضه خوان از سرداب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 آن نوشته را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نشان دادم 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به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گفت :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شخص را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بده . </w:t>
      </w:r>
      <w:r w:rsidRPr="00677CB5">
        <w:rPr>
          <w:rFonts w:hint="eastAsia"/>
          <w:rtl/>
          <w:lang w:bidi="fa-IR"/>
        </w:rPr>
        <w:t>گفت</w:t>
      </w:r>
      <w:r w:rsidRPr="00677CB5">
        <w:rPr>
          <w:rtl/>
          <w:lang w:bidi="fa-IR"/>
        </w:rPr>
        <w:t xml:space="preserve"> : پول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</w:t>
      </w:r>
      <w:r w:rsidRPr="00677CB5">
        <w:rPr>
          <w:rtl/>
          <w:lang w:bidi="fa-IR"/>
        </w:rPr>
        <w:t xml:space="preserve">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خود به او داد و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مرا به سرداب برد و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بـعـد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مرا نزد صفه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خواستند و چون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بود و من غر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و تنهابودم ,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عاقبت</w:t>
      </w:r>
      <w:r w:rsidRPr="00677CB5">
        <w:rPr>
          <w:rtl/>
          <w:lang w:bidi="fa-IR"/>
        </w:rPr>
        <w:t xml:space="preserve"> رفتم و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در آن جا چاه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است دو نفر که آن جا نشسته بودند,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من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خواندند و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خواستند.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قمر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دادم بعدخم شدم و لب چاه را بوس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حاجت خود را عرض کردم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, به صحن سرداب آمدم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ستادم</w:t>
      </w:r>
      <w:r w:rsidRPr="00677CB5">
        <w:rPr>
          <w:rtl/>
          <w:lang w:bidi="fa-IR"/>
        </w:rPr>
        <w:t xml:space="preserve"> که نماز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را بخوانم . </w:t>
      </w:r>
      <w:r w:rsidRPr="00677CB5">
        <w:rPr>
          <w:rFonts w:hint="eastAsia"/>
          <w:rtl/>
          <w:lang w:bidi="fa-IR"/>
        </w:rPr>
        <w:t>تکب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 مثل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به اشاره گفتم و شروع به قرائت کردم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هنگام ناخودآگاه زبانم به بسم اللّه الرحمن </w:t>
      </w:r>
      <w:r w:rsidRPr="00677CB5">
        <w:rPr>
          <w:rtl/>
          <w:lang w:bidi="fa-IR"/>
        </w:rPr>
        <w:lastRenderedPageBreak/>
        <w:t>الـرح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جار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 قرائت و اذکار را به تجو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خواندم و بعد از نماز دو تسب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ح</w:t>
      </w:r>
      <w:r w:rsidRPr="00677CB5">
        <w:rPr>
          <w:rtl/>
          <w:lang w:bidi="fa-IR"/>
        </w:rPr>
        <w:t xml:space="preserve"> استغفار کرده وص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غه</w:t>
      </w:r>
      <w:r w:rsidRPr="00677CB5">
        <w:rPr>
          <w:rtl/>
          <w:lang w:bidi="fa-IR"/>
        </w:rPr>
        <w:t xml:space="preserve"> تـوبـه را خواندم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آمدم و به هر که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سلام کردم تا آن که اشخاص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حالت قبل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بودند,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و مطلب را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B4552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آنها</w:t>
      </w:r>
      <w:r w:rsidRPr="00677CB5">
        <w:rPr>
          <w:rtl/>
          <w:lang w:bidi="fa-IR"/>
        </w:rPr>
        <w:t xml:space="preserve"> اطرافم را گرفتند وجامه ام را پاره کردند و ازدحام نمودند. </w:t>
      </w:r>
      <w:r w:rsidRPr="00677CB5">
        <w:rPr>
          <w:rFonts w:hint="eastAsia"/>
          <w:rtl/>
          <w:lang w:bidi="fa-IR"/>
        </w:rPr>
        <w:t>عاقبت</w:t>
      </w:r>
      <w:r w:rsidRPr="00677CB5">
        <w:rPr>
          <w:rtl/>
          <w:lang w:bidi="fa-IR"/>
        </w:rPr>
        <w:t xml:space="preserve"> به منزل گر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صبح</w:t>
      </w:r>
      <w:r w:rsidRPr="00677CB5">
        <w:rPr>
          <w:rtl/>
          <w:lang w:bidi="fa-IR"/>
        </w:rPr>
        <w:t xml:space="preserve"> به منزل جناب حجة الاسلام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رفتم , چون به دنبال من فرستاده بودند. </w:t>
      </w:r>
      <w:r w:rsidRPr="00677CB5">
        <w:rPr>
          <w:rFonts w:hint="eastAsia"/>
          <w:rtl/>
          <w:lang w:bidi="fa-IR"/>
        </w:rPr>
        <w:t>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سؤال نمودند و فرمودند: قرائت خود را بخوان 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, عرض کردم : من چند سال است که قرائت نکرده ام , طبعا پسند سرکارنخواهد بود. </w:t>
      </w:r>
      <w:r w:rsidRPr="00677CB5">
        <w:rPr>
          <w:rFonts w:hint="eastAsia"/>
          <w:rtl/>
          <w:lang w:bidi="fa-IR"/>
        </w:rPr>
        <w:t>فرمودند</w:t>
      </w:r>
      <w:r w:rsidRPr="00677CB5">
        <w:rPr>
          <w:rtl/>
          <w:lang w:bidi="fa-IR"/>
        </w:rPr>
        <w:t>: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خوب خواند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زوار که در آن جا بودند, خواهش کردند که چراغان کنند و چون اجازه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افتند</w:t>
      </w:r>
      <w:r w:rsidRPr="00677CB5">
        <w:rPr>
          <w:rtl/>
          <w:lang w:bidi="fa-IR"/>
        </w:rPr>
        <w:t>, چراغان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 شکوه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انجام دادند.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محمد عسکر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صاحب مستدرکات بحارالانوار, فرمودند: در شب اول چراغان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مرحوم آ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مجاهد, مرحوم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حضور داشتند,طناب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گلدسته شرق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گـلـدسته غرب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بسته بودند و تعداد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فانوسها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خته</w:t>
      </w:r>
      <w:r w:rsidRPr="00677CB5">
        <w:rPr>
          <w:rtl/>
          <w:lang w:bidi="fa-IR"/>
        </w:rPr>
        <w:t xml:space="preserve"> بود, گس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خته</w:t>
      </w:r>
      <w:r w:rsidRPr="00677CB5">
        <w:rPr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شد</w:t>
      </w:r>
      <w:r w:rsidRPr="00677CB5">
        <w:rPr>
          <w:rtl/>
          <w:lang w:bidi="fa-IR"/>
        </w:rPr>
        <w:t>, ولـ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فـانوسها چه آنها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پشت بام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افتادند و چه آنها که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ختند</w:t>
      </w:r>
      <w:r w:rsidRPr="00677CB5">
        <w:rPr>
          <w:rtl/>
          <w:lang w:bidi="fa-IR"/>
        </w:rPr>
        <w:t>, از اعجاز ائمه عسکر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آس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6" w:name="_Toc493414797"/>
      <w:r w:rsidR="00677CB5" w:rsidRPr="00677CB5">
        <w:rPr>
          <w:rtl/>
          <w:lang w:bidi="fa-IR"/>
        </w:rPr>
        <w:lastRenderedPageBreak/>
        <w:t>10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حاج ملا باقر بهبهان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و شفا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فرزندش</w:t>
      </w:r>
      <w:bookmarkEnd w:id="196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حاج ملا باقر بهبهان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در کتاب دمعة الساکبة نوشته است : فـرزندم ,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محمد که تنها پسرم بود, مر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</w:t>
      </w:r>
      <w:r w:rsidRPr="00677CB5">
        <w:rPr>
          <w:rtl/>
          <w:lang w:bidi="fa-IR"/>
        </w:rPr>
        <w:t xml:space="preserve"> شد و روزبه روز هم مرضش شدت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بر حـزن و انـدوه من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افزود, تا آن که مردم از او ناام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شدند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به مردنش نمودند, لذا علما و سادات در دعاها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او طلب شفا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کردند.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آن که شب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ازدهم</w:t>
      </w:r>
      <w:r w:rsidRPr="00677CB5">
        <w:rPr>
          <w:rtl/>
          <w:lang w:bidi="fa-IR"/>
        </w:rPr>
        <w:t xml:space="preserve"> مرضش , حال او سخت شد و مرضش سنگ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اضطراب و التهابش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راه</w:t>
      </w:r>
      <w:r w:rsidRPr="00677CB5">
        <w:rPr>
          <w:rtl/>
          <w:lang w:bidi="fa-IR"/>
        </w:rPr>
        <w:t xml:space="preserve"> چاره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نداشتم به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جهت ملتج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متوسل به حضرت قائم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شدم و با ناراحت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اضطراب از نزد پسرم خارج شدم و بر بام خانه بالا رفـتـم 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قرارانه به حضرتش متوسل گشته و با ذلت و مسکنت عرض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ادرکـن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اغثن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خود را به خاک عجز و مذلت مال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هم از بام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آمدم و نـزد پـسرم رفتم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نشستم , با کمال تعجب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نفسش آرام , حواسش بجا و عرق او را گرفته بود.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خدا</w:t>
      </w:r>
      <w:r w:rsidRPr="00677CB5">
        <w:rPr>
          <w:rtl/>
          <w:lang w:bidi="fa-IR"/>
        </w:rPr>
        <w:t xml:space="preserve"> را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نعمت بزرگ شکرگزار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کردم 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7" w:name="_Toc493414798"/>
      <w:r w:rsidR="00677CB5" w:rsidRPr="00677CB5">
        <w:rPr>
          <w:rtl/>
          <w:lang w:bidi="fa-IR"/>
        </w:rPr>
        <w:lastRenderedPageBreak/>
        <w:t>11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آقا نجف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اصفهان</w:t>
      </w:r>
      <w:r w:rsidR="00677CB5" w:rsidRPr="00677CB5">
        <w:rPr>
          <w:rFonts w:hint="cs"/>
          <w:rtl/>
          <w:lang w:bidi="fa-IR"/>
        </w:rPr>
        <w:t>ی</w:t>
      </w:r>
      <w:bookmarkEnd w:id="197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آقا نجف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فرمودند: در سفر حج و مکه معظمه , 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خارج شهر رفته و مشغول عبادت بودم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نماز, که آنرا با کـمـال شـرا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ـط</w:t>
      </w:r>
      <w:r w:rsidRPr="00677CB5">
        <w:rPr>
          <w:rtl/>
          <w:lang w:bidi="fa-IR"/>
        </w:rPr>
        <w:t xml:space="preserve"> و آداب بجا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آوردم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اعراب و اشق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اء</w:t>
      </w:r>
      <w:r w:rsidRPr="00677CB5">
        <w:rPr>
          <w:rtl/>
          <w:lang w:bidi="fa-IR"/>
        </w:rPr>
        <w:t xml:space="preserve"> از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کوه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آتش بغض در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ـنه</w:t>
      </w:r>
      <w:r w:rsidRPr="00677CB5">
        <w:rPr>
          <w:rtl/>
          <w:lang w:bidi="fa-IR"/>
        </w:rPr>
        <w:t xml:space="preserve"> پر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اش سرشار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دست</w:t>
      </w:r>
      <w:r w:rsidRPr="00677CB5">
        <w:rPr>
          <w:rtl/>
          <w:lang w:bidi="fa-IR"/>
        </w:rPr>
        <w:t xml:space="preserve"> به خنجر برد و به سو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چون فضا خلوت از مردم و فـارغ از ازدحـام بود,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نمودم الان است که آن نابکار کار را تمام خواهد ساخت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حال نـمـاز و تـوجه به مناجات حضرت کارساز 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>, دست توسل به ملجا کل ,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, زدم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پا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خب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ث</w:t>
      </w:r>
      <w:r w:rsidRPr="00677CB5">
        <w:rPr>
          <w:rtl/>
          <w:lang w:bidi="fa-IR"/>
        </w:rPr>
        <w:t xml:space="preserve"> به سنگ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گرفت و واژگون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قفا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زده و او را از بالا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کوه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افکند و همان دم به جهنم فرستاد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8" w:name="_Toc493414799"/>
      <w:r w:rsidR="00677CB5" w:rsidRPr="00677CB5">
        <w:rPr>
          <w:rtl/>
          <w:lang w:bidi="fa-IR"/>
        </w:rPr>
        <w:lastRenderedPageBreak/>
        <w:t>12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حاج ملا 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تهران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در سرداب غ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بت</w:t>
      </w:r>
      <w:bookmarkEnd w:id="198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محدث</w:t>
      </w:r>
      <w:r w:rsidRPr="00677CB5">
        <w:rPr>
          <w:rtl/>
          <w:lang w:bidi="fa-IR"/>
        </w:rPr>
        <w:t xml:space="preserve">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فرمود: عـالـم عـامـل , حاج ملا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 مجاور نجف اشرف بود و اکثر سالها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ائمه سامرا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مـشرف شده , انس عج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سرداب مطهر داشت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از آن مکان استمداد 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وضات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داشت در آن جا به مقامات عال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دست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ازجمله</w:t>
      </w:r>
      <w:r w:rsidRPr="00677CB5">
        <w:rPr>
          <w:rtl/>
          <w:lang w:bidi="fa-IR"/>
        </w:rPr>
        <w:t xml:space="preserve"> مطالبش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((ه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نشد که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و کرامت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.))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ـام</w:t>
      </w:r>
      <w:r w:rsidRPr="00677CB5">
        <w:rPr>
          <w:rtl/>
          <w:lang w:bidi="fa-IR"/>
        </w:rPr>
        <w:t xml:space="preserve"> مـجـاورت مـن , ده مـرتبه به سامرا مشرف شد و در منزل ما, مستقر شد,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آنچه را که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>, پـنـهـان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 و اصرار داشت که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بلکه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عبادات خودرا هم مخف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کرد. </w:t>
      </w:r>
      <w:r w:rsidRPr="00677CB5">
        <w:rPr>
          <w:rFonts w:hint="eastAsia"/>
          <w:rtl/>
          <w:lang w:bidi="fa-IR"/>
        </w:rPr>
        <w:t>روز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التماس کردم که از آنچه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,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فـرمـود</w:t>
      </w:r>
      <w:r w:rsidRPr="00677CB5">
        <w:rPr>
          <w:rtl/>
          <w:lang w:bidi="fa-IR"/>
        </w:rPr>
        <w:t>: مـکـرر اتفاق افتاده که در شبها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, زمان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همه مردم در خواب وصدا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حس و حرکت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نبوده , به سرداب مطهر مشرف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. </w:t>
      </w:r>
      <w:r w:rsidRPr="00677CB5">
        <w:rPr>
          <w:rFonts w:hint="eastAsia"/>
          <w:rtl/>
          <w:lang w:bidi="fa-IR"/>
        </w:rPr>
        <w:t>کنار</w:t>
      </w:r>
      <w:r w:rsidRPr="00677CB5">
        <w:rPr>
          <w:rtl/>
          <w:lang w:bidi="fa-IR"/>
        </w:rPr>
        <w:t xml:space="preserve"> سرداب ,پ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</w:t>
      </w:r>
      <w:r w:rsidRPr="00677CB5">
        <w:rPr>
          <w:rtl/>
          <w:lang w:bidi="fa-IR"/>
        </w:rPr>
        <w:t xml:space="preserve"> از ورود و 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رفتن از پـلـه ها, نور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از سرداب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بر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وار</w:t>
      </w:r>
      <w:r w:rsidRPr="00677CB5">
        <w:rPr>
          <w:rtl/>
          <w:lang w:bidi="fa-IR"/>
        </w:rPr>
        <w:t xml:space="preserve"> ودهل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اول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تابد و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از مـحـلـ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بـه محل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رود,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دردست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باشد و از مکان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مکان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حـرکـت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کـنـد و پرتو آن نور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مت</w:t>
      </w:r>
      <w:r w:rsidRPr="00677CB5">
        <w:rPr>
          <w:rFonts w:hint="eastAsia"/>
          <w:rtl/>
          <w:lang w:bidi="fa-IR"/>
        </w:rPr>
        <w:t>حرک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شود. </w:t>
      </w:r>
      <w:r w:rsidRPr="00677CB5">
        <w:rPr>
          <w:rFonts w:hint="eastAsia"/>
          <w:rtl/>
          <w:lang w:bidi="fa-IR"/>
        </w:rPr>
        <w:t>پا</w:t>
      </w:r>
      <w:r w:rsidRPr="00677CB5">
        <w:rPr>
          <w:rFonts w:hint="cs"/>
          <w:rtl/>
          <w:lang w:bidi="fa-IR"/>
        </w:rPr>
        <w:t>یی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روم و داخل سرداب مطهر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شوم نه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درآن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نم</w:t>
      </w:r>
      <w:r w:rsidRPr="00677CB5">
        <w:rPr>
          <w:rtl/>
          <w:lang w:bidi="fa-IR"/>
        </w:rPr>
        <w:t xml:space="preserve"> و نه چراغ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مشاهده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کنم . </w:t>
      </w:r>
      <w:r w:rsidRPr="00677CB5">
        <w:rPr>
          <w:rFonts w:hint="eastAsia"/>
          <w:rtl/>
          <w:lang w:bidi="fa-IR"/>
        </w:rPr>
        <w:t>مرحوم</w:t>
      </w:r>
      <w:r w:rsidRPr="00677CB5">
        <w:rPr>
          <w:rtl/>
          <w:lang w:bidi="fa-IR"/>
        </w:rPr>
        <w:t xml:space="preserve"> حاج ملا 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تهران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اواخر, که آن جا مشرف بود, آثار استسقاء درا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شد و خـ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صدمه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, لذا به سرداب مطهر مشرف شد. </w:t>
      </w:r>
      <w:r w:rsidRPr="00677CB5">
        <w:rPr>
          <w:rFonts w:hint="eastAsia"/>
          <w:rtl/>
          <w:lang w:bidi="fa-IR"/>
        </w:rPr>
        <w:t>بعدا</w:t>
      </w:r>
      <w:r w:rsidR="003611EE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فرمود</w:t>
      </w:r>
      <w:r w:rsidRPr="00677CB5">
        <w:rPr>
          <w:rtl/>
          <w:lang w:bidi="fa-IR"/>
        </w:rPr>
        <w:t>: امشب شفا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عوامانه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گـرفـتـم ,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سرداب مطهر رفته و در آن گوشه نشستم بعد هم پاها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را به قصد شفا داخـل چـاه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</w:t>
      </w:r>
      <w:r w:rsidRPr="00677CB5">
        <w:rPr>
          <w:rtl/>
          <w:lang w:bidi="fa-IR"/>
        </w:rPr>
        <w:lastRenderedPageBreak/>
        <w:t>عوام آن را چاه 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بت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ند</w:t>
      </w:r>
      <w:r w:rsidRPr="00677CB5">
        <w:rPr>
          <w:rtl/>
          <w:lang w:bidi="fa-IR"/>
        </w:rPr>
        <w:t>, کردم و خود را آو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زان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مرض تماما رفع شد.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مـرحوم تصم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داشت در سامرا بماند,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پس از مراجعت به نجف اشرف ,نزد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کان</w:t>
      </w:r>
      <w:r w:rsidRPr="00677CB5">
        <w:rPr>
          <w:rtl/>
          <w:lang w:bidi="fa-IR"/>
        </w:rPr>
        <w:t xml:space="preserve"> مانع شدند.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 دوباره مرض عود کرد و در آخر ماه صفر سال 1290 ازدن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رفت </w:t>
      </w:r>
    </w:p>
    <w:p w:rsidR="003611EE" w:rsidRDefault="00677CB5" w:rsidP="003611EE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1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9" w:name="_Toc493414800"/>
      <w:r w:rsidR="00677CB5" w:rsidRPr="00677CB5">
        <w:rPr>
          <w:rtl/>
          <w:lang w:bidi="fa-IR"/>
        </w:rPr>
        <w:lastRenderedPageBreak/>
        <w:t>13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آقا م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رزا</w:t>
      </w:r>
      <w:r w:rsidR="00677CB5" w:rsidRPr="00677CB5">
        <w:rPr>
          <w:rtl/>
          <w:lang w:bidi="fa-IR"/>
        </w:rPr>
        <w:t xml:space="preserve"> ابراه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م</w:t>
      </w:r>
      <w:r w:rsidR="00677CB5" w:rsidRPr="00677CB5">
        <w:rPr>
          <w:rtl/>
          <w:lang w:bidi="fa-IR"/>
        </w:rPr>
        <w:t xml:space="preserve"> ش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راز</w:t>
      </w:r>
      <w:r w:rsidR="00677CB5" w:rsidRPr="00677CB5">
        <w:rPr>
          <w:rFonts w:hint="cs"/>
          <w:rtl/>
          <w:lang w:bidi="fa-IR"/>
        </w:rPr>
        <w:t>ی</w:t>
      </w:r>
      <w:bookmarkEnd w:id="199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عالم</w:t>
      </w:r>
      <w:r w:rsidRPr="00677CB5">
        <w:rPr>
          <w:rtl/>
          <w:lang w:bidi="fa-IR"/>
        </w:rPr>
        <w:t xml:space="preserve"> فاضل , آقا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حائر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فرمود: زمـان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در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tl/>
          <w:lang w:bidi="fa-IR"/>
        </w:rPr>
        <w:t xml:space="preserve"> بودم , چند حاجت مهم داشتم و متح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بودم که چطور به آنها دست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کنم , لذا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ام تنگ شده بود.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آن حاجتها توف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کربلا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حضرت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دالشهداء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بود. 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</w:t>
      </w:r>
      <w:r w:rsidRPr="00677CB5">
        <w:rPr>
          <w:rtl/>
          <w:lang w:bidi="fa-IR"/>
        </w:rPr>
        <w:t xml:space="preserve"> بـه خـواسـتـه ام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مگر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به ساحت مقدس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ارواحنافداه متوسل شوم , به هـمـ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جهت حاجات خود را در عر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ضه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از ائمه اطهار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ت</w:t>
      </w:r>
      <w:r w:rsidRPr="00677CB5">
        <w:rPr>
          <w:rtl/>
          <w:lang w:bidi="fa-IR"/>
        </w:rPr>
        <w:t xml:space="preserve"> شده است , درج نمودم و نـزد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غـروب آفـتـاب , در حال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تنها</w:t>
      </w:r>
      <w:r w:rsidR="003611E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بودم , از شهر خارج </w:t>
      </w:r>
      <w:r w:rsidRPr="00677CB5">
        <w:rPr>
          <w:rFonts w:hint="eastAsia"/>
          <w:rtl/>
          <w:lang w:bidi="fa-IR"/>
        </w:rPr>
        <w:t>شدم</w:t>
      </w:r>
      <w:r w:rsidRPr="00677CB5">
        <w:rPr>
          <w:rtl/>
          <w:lang w:bidi="fa-IR"/>
        </w:rPr>
        <w:t xml:space="preserve"> و کنار استخر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آب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داشـت رفـتـم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آن جا, ازنواب اربعه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, جناب 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بن روح را صدا زده و آنـچـه را کـه در روا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ـات</w:t>
      </w:r>
      <w:r w:rsidRPr="00677CB5">
        <w:rPr>
          <w:rtl/>
          <w:lang w:bidi="fa-IR"/>
        </w:rPr>
        <w:t xml:space="preserve"> وارد شـده , عـرض کـردم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ـشـان</w:t>
      </w:r>
      <w:r w:rsidRPr="00677CB5">
        <w:rPr>
          <w:rtl/>
          <w:lang w:bidi="fa-IR"/>
        </w:rPr>
        <w:t xml:space="preserve"> را واسطه خود با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قرار دادم 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عـر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ـضـه</w:t>
      </w:r>
      <w:r w:rsidRPr="00677CB5">
        <w:rPr>
          <w:rtl/>
          <w:lang w:bidi="fa-IR"/>
        </w:rPr>
        <w:t xml:space="preserve"> را در آب انـداخته و هنگام غروب از دروازه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شهر, وارد شدم 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کار,غ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خدا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کس مطلع نشد و به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نگفتم . </w:t>
      </w:r>
      <w:r w:rsidRPr="00677CB5">
        <w:rPr>
          <w:rFonts w:hint="eastAsia"/>
          <w:rtl/>
          <w:lang w:bidi="fa-IR"/>
        </w:rPr>
        <w:t>صـبـح</w:t>
      </w:r>
      <w:r w:rsidRPr="00677CB5">
        <w:rPr>
          <w:rtl/>
          <w:lang w:bidi="fa-IR"/>
        </w:rPr>
        <w:t xml:space="preserve"> روز بـعد به محضر استاد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نزد او درس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خواندم , رفتم . </w:t>
      </w:r>
      <w:r w:rsidRPr="00677CB5">
        <w:rPr>
          <w:rFonts w:hint="eastAsia"/>
          <w:rtl/>
          <w:lang w:bidi="fa-IR"/>
        </w:rPr>
        <w:t>تمام</w:t>
      </w:r>
      <w:r w:rsidRPr="00677CB5">
        <w:rPr>
          <w:rtl/>
          <w:lang w:bidi="fa-IR"/>
        </w:rPr>
        <w:t xml:space="preserve"> هم درسها</w:t>
      </w:r>
      <w:r w:rsidR="003611EE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 xml:space="preserve">آن جا حاضر بـودند.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جل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لباس خدام حضرت اب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عبداللّه الحس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وارد شد و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استاد نشست . </w:t>
      </w:r>
      <w:r w:rsidRPr="00677CB5">
        <w:rPr>
          <w:rFonts w:hint="eastAsia"/>
          <w:rtl/>
          <w:lang w:bidi="fa-IR"/>
        </w:rPr>
        <w:t>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</w:t>
      </w:r>
      <w:r w:rsidRPr="00677CB5">
        <w:rPr>
          <w:rtl/>
          <w:lang w:bidi="fa-IR"/>
        </w:rPr>
        <w:t xml:space="preserve"> کدام از ما تا آن وقت او را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و نشناخته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بعدا هم او را در 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راز</w:t>
      </w:r>
      <w:r w:rsidRPr="00677CB5">
        <w:rPr>
          <w:rtl/>
          <w:lang w:bidi="fa-IR"/>
        </w:rPr>
        <w:t xml:space="preserve"> 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ـد</w:t>
      </w:r>
      <w:r w:rsidRPr="00677CB5">
        <w:rPr>
          <w:rtl/>
          <w:lang w:bidi="fa-IR"/>
        </w:rPr>
        <w:t xml:space="preserve"> مـتـوجه من شد و مرا به اسم مخاطب قرار داد و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Pr="00677CB5">
        <w:rPr>
          <w:rtl/>
          <w:lang w:bidi="fa-IR"/>
        </w:rPr>
        <w:t xml:space="preserve"> 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بدان که رقعه تو خدمت حضرت صاحب الزمان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آن بزرگوار تسل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شد. </w:t>
      </w: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صـحبت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مبهوت شدم . 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هم معن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کلام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را نفهم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, لذا از </w:t>
      </w:r>
      <w:r w:rsidRPr="00677CB5">
        <w:rPr>
          <w:rtl/>
          <w:lang w:bidi="fa-IR"/>
        </w:rPr>
        <w:lastRenderedPageBreak/>
        <w:t>اوپرس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>: جر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؟ فرمود: شب گذشته در خواب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عده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اطراف جناب سلمان محمد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جمع شده اند.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نزد</w:t>
      </w:r>
      <w:r w:rsidRPr="00677CB5">
        <w:rPr>
          <w:rtl/>
          <w:lang w:bidi="fa-IR"/>
        </w:rPr>
        <w:t xml:space="preserve"> آن حضرت رقعه ها و نامه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بود و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مشغول نظرکردن به آنها بودند. </w:t>
      </w:r>
      <w:r w:rsidRPr="00677CB5">
        <w:rPr>
          <w:rFonts w:hint="eastAsia"/>
          <w:rtl/>
          <w:lang w:bidi="fa-IR"/>
        </w:rPr>
        <w:t>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جناب سلمان مرا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 به من فرمودند: برو نزد آم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رزا</w:t>
      </w:r>
      <w:r w:rsidR="003611EE">
        <w:rPr>
          <w:rFonts w:hint="cs"/>
          <w:rtl/>
          <w:lang w:bidi="fa-IR"/>
        </w:rPr>
        <w:t xml:space="preserve"> </w:t>
      </w:r>
      <w:r w:rsidRPr="00677CB5">
        <w:rPr>
          <w:rFonts w:hint="eastAsia"/>
          <w:rtl/>
          <w:lang w:bidi="fa-IR"/>
        </w:rPr>
        <w:t>ابراه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[علاوه بر اسم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مشخصات مرا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ز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نـمـوده بـود] و به او بگو رقعه اش دست من است 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دست خود را بلند کرد. </w:t>
      </w:r>
      <w:r w:rsidRPr="00677CB5">
        <w:rPr>
          <w:rFonts w:hint="eastAsia"/>
          <w:rtl/>
          <w:lang w:bidi="fa-IR"/>
        </w:rPr>
        <w:t>سپس</w:t>
      </w:r>
      <w:r w:rsidRPr="00677CB5">
        <w:rPr>
          <w:rtl/>
          <w:lang w:bidi="fa-IR"/>
        </w:rPr>
        <w:t xml:space="preserve"> رقعه به حضرت حـجة عجل اللّه تعال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فرجه الشر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ف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و</w:t>
      </w:r>
      <w:r w:rsidRPr="00677CB5">
        <w:rPr>
          <w:rtl/>
          <w:lang w:bidi="fa-IR"/>
        </w:rPr>
        <w:t xml:space="preserve"> در همان عالم رؤ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رقعه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مهر کرده در دست داشتند.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همان عالم خواب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طور فهم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که نامه هر کس را آن سرور قبول کرد, آن رامهر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 و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حاجتش قبول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اصل آن را به او 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کند.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حاضر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و هم درسها راجع به صادق بودن خواب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از من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را برا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ان</w:t>
      </w:r>
      <w:r w:rsidRPr="00677CB5">
        <w:rPr>
          <w:rtl/>
          <w:lang w:bidi="fa-IR"/>
        </w:rPr>
        <w:t xml:space="preserve"> کرده و قسم خوردم که احد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کارم مطلع نبوده است , لذا آنها مـرا بـشـارت دادند که حاجاتم برآورده خواهد شد و همان طور هم شد,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عن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ارت</w:t>
      </w:r>
      <w:r w:rsidRPr="00677CB5">
        <w:rPr>
          <w:rtl/>
          <w:lang w:bidi="fa-IR"/>
        </w:rPr>
        <w:t xml:space="preserve"> کربلا موفق شدم چنانکه الان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جا (کربلا) هستم و سا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حوائجم هم بحمداللّ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برآورده شد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0" w:name="_Toc493414801"/>
      <w:r w:rsidR="00677CB5" w:rsidRPr="00677CB5">
        <w:rPr>
          <w:rtl/>
          <w:lang w:bidi="fa-IR"/>
        </w:rPr>
        <w:lastRenderedPageBreak/>
        <w:t>14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جمع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در ب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ابان</w:t>
      </w:r>
      <w:bookmarkEnd w:id="200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محمد</w:t>
      </w:r>
      <w:r w:rsidRPr="00677CB5">
        <w:rPr>
          <w:rtl/>
          <w:lang w:bidi="fa-IR"/>
        </w:rPr>
        <w:t xml:space="preserve"> بن خالد برق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نقل کرد: در سـفـر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کـه با جمع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همراه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, ناگاه از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راه منحرف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نفر از رفقا به کنار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رفـت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زد: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صالح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اباصالح ) ارشدونا ال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الطر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رحمکم اللّه . (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ااباصالح</w:t>
      </w:r>
      <w:r w:rsidRPr="00677CB5">
        <w:rPr>
          <w:rtl/>
          <w:lang w:bidi="fa-IR"/>
        </w:rPr>
        <w:t xml:space="preserve"> ,راه را به ما نشان ده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. ) در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هنگام رف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ما (آن کس که از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گران</w:t>
      </w:r>
      <w:r w:rsidRPr="00677CB5">
        <w:rPr>
          <w:rtl/>
          <w:lang w:bidi="fa-IR"/>
        </w:rPr>
        <w:t xml:space="preserve"> کناره گرفت و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برآورد)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نازک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شن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: راه طرف راست است 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بـه مـن گـفت : چن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یی</w:t>
      </w:r>
      <w:r w:rsidRPr="00677CB5">
        <w:rPr>
          <w:rtl/>
          <w:lang w:bidi="fa-IR"/>
        </w:rPr>
        <w:t xml:space="preserve"> به گوشش خورده است ,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همراهان نگفت 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به سـا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ـر</w:t>
      </w:r>
      <w:r w:rsidRPr="00677CB5">
        <w:rPr>
          <w:rtl/>
          <w:lang w:bidi="fa-IR"/>
        </w:rPr>
        <w:t xml:space="preserve"> دوستان گفتم : طرف راست را بگ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حرکت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بعد</w:t>
      </w:r>
      <w:r w:rsidRPr="00677CB5">
        <w:rPr>
          <w:rtl/>
          <w:lang w:bidi="fa-IR"/>
        </w:rPr>
        <w:t xml:space="preserve"> به همان طرف رفته و راه را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دا</w:t>
      </w:r>
      <w:r w:rsidRPr="00677CB5">
        <w:rPr>
          <w:rtl/>
          <w:lang w:bidi="fa-IR"/>
        </w:rPr>
        <w:t xml:space="preserve"> کرد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3611EE" w:rsidP="003611E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1" w:name="_Toc493414802"/>
      <w:r w:rsidR="00677CB5" w:rsidRPr="00677CB5">
        <w:rPr>
          <w:rtl/>
          <w:lang w:bidi="fa-IR"/>
        </w:rPr>
        <w:lastRenderedPageBreak/>
        <w:t>15- توسل حاج ملا عباسعل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اصفهان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و نجات از مرگ</w:t>
      </w:r>
      <w:bookmarkEnd w:id="201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عابد</w:t>
      </w:r>
      <w:r w:rsidRPr="00677CB5">
        <w:rPr>
          <w:rtl/>
          <w:lang w:bidi="fa-IR"/>
        </w:rPr>
        <w:t xml:space="preserve"> زاهد, حاج ملا عباسعل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جورتان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</w:t>
      </w:r>
      <w:r w:rsidR="00AC01CA" w:rsidRPr="00AC01CA">
        <w:rPr>
          <w:rStyle w:val="libAlaemChar"/>
          <w:rtl/>
        </w:rPr>
        <w:t xml:space="preserve">رحمه‌الله 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فرما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: در سفر به مکه معظمه , با اهل قافله بر قطار شتران سوار بود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3611EE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من در آخر قرارداشت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از تـشنگ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ضعف خواب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توقف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, بند قطار گس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خته</w:t>
      </w:r>
      <w:r w:rsidRPr="00677CB5">
        <w:rPr>
          <w:rtl/>
          <w:lang w:bidi="fa-IR"/>
        </w:rPr>
        <w:t xml:space="preserve"> شد ومقدار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 قافله عقب ماندم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خنجر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سر و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خورد و به زم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افتادم احساس کردم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پشت من آمده است تا سرم را از تن جدا کند.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لحظه چون زبان نداشتم , در دل متوسل به حضرت بق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ة</w:t>
      </w:r>
      <w:r w:rsidRPr="00677CB5">
        <w:rPr>
          <w:rtl/>
          <w:lang w:bidi="fa-IR"/>
        </w:rPr>
        <w:t xml:space="preserve"> اللّه ارواحنا فـداه شـده و گـفتم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حجة اللّه ,ادرکن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فورا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روشن شد و پشتم سبک گرد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آن ظالم هم دفع شد.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[ومعلوم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کارش به کجا انجام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. ] بعد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قض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هوش</w:t>
      </w:r>
      <w:r w:rsidRPr="00677CB5">
        <w:rPr>
          <w:rtl/>
          <w:lang w:bidi="fa-IR"/>
        </w:rPr>
        <w:t xml:space="preserve"> شدم و همان جا افتاده بودم , تا روز بعد, قبل از ظهر که همراهان به سراغم آمده و مرا بردند و چون زخم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برداشته بودم , طب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</w:t>
      </w:r>
      <w:r w:rsidRPr="00677CB5">
        <w:rPr>
          <w:rtl/>
          <w:lang w:bidi="fa-IR"/>
        </w:rPr>
        <w:t xml:space="preserve"> به آنهاگفت :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خواهد رفت . </w:t>
      </w:r>
      <w:r w:rsidRPr="00677CB5">
        <w:rPr>
          <w:rFonts w:hint="eastAsia"/>
          <w:rtl/>
          <w:lang w:bidi="fa-IR"/>
        </w:rPr>
        <w:t>وقـتـ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نه</w:t>
      </w:r>
      <w:r w:rsidRPr="00677CB5">
        <w:rPr>
          <w:rtl/>
          <w:lang w:bidi="fa-IR"/>
        </w:rPr>
        <w:t xml:space="preserve"> ط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با کمال ضعف به حرم مقدس رفتم و به پ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غمبراکرم</w:t>
      </w:r>
      <w:r w:rsidRPr="00677CB5">
        <w:rPr>
          <w:rtl/>
          <w:lang w:bidi="fa-IR"/>
        </w:rPr>
        <w:t xml:space="preserve"> </w:t>
      </w:r>
      <w:r w:rsidR="00B43485" w:rsidRPr="00B43485">
        <w:rPr>
          <w:rStyle w:val="libAlaemChar"/>
          <w:rtl/>
        </w:rPr>
        <w:t xml:space="preserve">صلى‌الله‌عليه‌وآله‌وسلم </w:t>
      </w:r>
      <w:r w:rsidRPr="00677CB5">
        <w:rPr>
          <w:rtl/>
          <w:lang w:bidi="fa-IR"/>
        </w:rPr>
        <w:t xml:space="preserve">پناهنده شدم . </w:t>
      </w: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توسل , آن زخم عم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ق</w:t>
      </w:r>
      <w:r w:rsidRPr="00677CB5">
        <w:rPr>
          <w:rtl/>
          <w:lang w:bidi="fa-IR"/>
        </w:rPr>
        <w:t xml:space="preserve"> با آن که احت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اج</w:t>
      </w:r>
      <w:r w:rsidRPr="00677CB5">
        <w:rPr>
          <w:rtl/>
          <w:lang w:bidi="fa-IR"/>
        </w:rPr>
        <w:t xml:space="preserve"> به بخ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داشت , درمان شد </w:t>
      </w:r>
    </w:p>
    <w:p w:rsidR="00677CB5" w:rsidRPr="00677CB5" w:rsidRDefault="004201D6" w:rsidP="004201D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2" w:name="_Toc493414803"/>
      <w:r w:rsidR="00677CB5" w:rsidRPr="00677CB5">
        <w:rPr>
          <w:rtl/>
          <w:lang w:bidi="fa-IR"/>
        </w:rPr>
        <w:lastRenderedPageBreak/>
        <w:t>16- توسل همسر آقا س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Fonts w:hint="eastAsia"/>
          <w:rtl/>
          <w:lang w:bidi="fa-IR"/>
        </w:rPr>
        <w:t>د</w:t>
      </w:r>
      <w:r w:rsidR="00677CB5" w:rsidRPr="00677CB5">
        <w:rPr>
          <w:rtl/>
          <w:lang w:bidi="fa-IR"/>
        </w:rPr>
        <w:t xml:space="preserve"> رضا دزفول</w:t>
      </w:r>
      <w:r w:rsidR="00677CB5" w:rsidRPr="00677CB5">
        <w:rPr>
          <w:rFonts w:hint="cs"/>
          <w:rtl/>
          <w:lang w:bidi="fa-IR"/>
        </w:rPr>
        <w:t>ی</w:t>
      </w:r>
      <w:bookmarkEnd w:id="202"/>
      <w:r w:rsidR="00677CB5" w:rsidRPr="00677CB5">
        <w:rPr>
          <w:rtl/>
          <w:lang w:bidi="fa-IR"/>
        </w:rPr>
        <w:t xml:space="preserve">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آقا</w:t>
      </w:r>
      <w:r w:rsidRPr="00677CB5">
        <w:rPr>
          <w:rtl/>
          <w:lang w:bidi="fa-IR"/>
        </w:rPr>
        <w:t xml:space="preserve"> 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رضا دزفول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(از ائمه جماعت نجف ) فرمود: معمولا در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مخصوصه کربلا به خانه مشخص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 آن جا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رفت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ارات</w:t>
      </w:r>
      <w:r w:rsidRPr="00677CB5">
        <w:rPr>
          <w:rtl/>
          <w:lang w:bidi="fa-IR"/>
        </w:rPr>
        <w:t xml:space="preserve"> ,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اطفال را به همراه بردم . </w:t>
      </w:r>
      <w:r w:rsidRPr="00677CB5">
        <w:rPr>
          <w:rFonts w:hint="eastAsia"/>
          <w:rtl/>
          <w:lang w:bidi="fa-IR"/>
        </w:rPr>
        <w:t>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سوار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خود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الاغ و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آنها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جفت پالک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(اتاقک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بدون سقف که بر رو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وان</w:t>
      </w:r>
      <w:r w:rsidRPr="00677CB5">
        <w:rPr>
          <w:rtl/>
          <w:lang w:bidi="fa-IR"/>
        </w:rPr>
        <w:t xml:space="preserve"> جهت نشستن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گذارند) کرا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ه</w:t>
      </w:r>
      <w:r w:rsidRPr="00677CB5">
        <w:rPr>
          <w:rtl/>
          <w:lang w:bidi="fa-IR"/>
        </w:rPr>
        <w:t xml:space="preserve"> نموده و با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 xml:space="preserve"> زوار روانه کربلا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بـ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ـن</w:t>
      </w:r>
      <w:r w:rsidRPr="00677CB5">
        <w:rPr>
          <w:rtl/>
          <w:lang w:bidi="fa-IR"/>
        </w:rPr>
        <w:t xml:space="preserve"> دو کـاروانـسرا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خان شور و خان نخ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ناگاه متوجه شدم که پالک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و اطفال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با اضـطـراب مـکـار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را صـدا زدم و گفتم : پالک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الات</w:t>
      </w:r>
      <w:r w:rsidRPr="00677CB5">
        <w:rPr>
          <w:rtl/>
          <w:lang w:bidi="fa-IR"/>
        </w:rPr>
        <w:t xml:space="preserve"> من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tl/>
          <w:lang w:bidi="fa-IR"/>
        </w:rPr>
        <w:t xml:space="preserve"> و ظاهرا عقب مانده اند. </w:t>
      </w:r>
      <w:r w:rsidRPr="00677CB5">
        <w:rPr>
          <w:rFonts w:hint="eastAsia"/>
          <w:rtl/>
          <w:lang w:bidi="fa-IR"/>
        </w:rPr>
        <w:t>او</w:t>
      </w:r>
      <w:r w:rsidRPr="00677CB5">
        <w:rPr>
          <w:rtl/>
          <w:lang w:bidi="fa-IR"/>
        </w:rPr>
        <w:t xml:space="preserve"> هم مـسـافـت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ـاد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دنبالشان رفت و برگشت و گفت : آنها قطعا باقافله 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قبل از ما حرکت کـرده بـود, رفـتـه انـد. </w:t>
      </w:r>
      <w:r w:rsidRPr="00677CB5">
        <w:rPr>
          <w:rFonts w:hint="eastAsia"/>
          <w:rtl/>
          <w:lang w:bidi="fa-IR"/>
        </w:rPr>
        <w:t>من</w:t>
      </w:r>
      <w:r w:rsidRPr="00677CB5">
        <w:rPr>
          <w:rtl/>
          <w:lang w:bidi="fa-IR"/>
        </w:rPr>
        <w:t xml:space="preserve"> هم هر چه جستجو کردم آنها راند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به</w:t>
      </w:r>
      <w:r w:rsidRPr="00677CB5">
        <w:rPr>
          <w:rtl/>
          <w:lang w:bidi="fa-IR"/>
        </w:rPr>
        <w:t xml:space="preserve"> هم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دل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مشوش و نگران شدم و خود را به گفته مکار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آرامش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دادم . </w:t>
      </w:r>
      <w:r w:rsidRPr="00677CB5">
        <w:rPr>
          <w:rFonts w:hint="eastAsia"/>
          <w:rtl/>
          <w:lang w:bidi="fa-IR"/>
        </w:rPr>
        <w:t>خلاصه</w:t>
      </w:r>
      <w:r w:rsidRPr="00677CB5">
        <w:rPr>
          <w:rtl/>
          <w:lang w:bidi="fa-IR"/>
        </w:rPr>
        <w:t xml:space="preserve"> با پر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حال , وارد کربلا شده و رو به منزل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غالبا وارد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شدم , نهادم وقت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به آن جا رسـ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, در را زدم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الم</w:t>
      </w:r>
      <w:r w:rsidRPr="00677CB5">
        <w:rPr>
          <w:rtl/>
          <w:lang w:bidi="fa-IR"/>
        </w:rPr>
        <w:t xml:space="preserve"> در را باز کرد. </w:t>
      </w:r>
      <w:r w:rsidRPr="00677CB5">
        <w:rPr>
          <w:rFonts w:hint="eastAsia"/>
          <w:rtl/>
          <w:lang w:bidi="fa-IR"/>
        </w:rPr>
        <w:t>تا</w:t>
      </w:r>
      <w:r w:rsidRPr="00677CB5">
        <w:rPr>
          <w:rtl/>
          <w:lang w:bidi="fa-IR"/>
        </w:rPr>
        <w:t xml:space="preserve"> او را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گفتم : شما کجا</w:t>
      </w:r>
      <w:r w:rsidR="004201D6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از قافله ما جدا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چه وقت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ده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گفت : ما,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خان شور و نخ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له</w:t>
      </w:r>
      <w:r w:rsidRPr="00677CB5">
        <w:rPr>
          <w:rtl/>
          <w:lang w:bidi="fa-IR"/>
        </w:rPr>
        <w:t xml:space="preserve"> از قافله جدا شد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علت</w:t>
      </w:r>
      <w:r w:rsidRPr="00677CB5">
        <w:rPr>
          <w:rtl/>
          <w:lang w:bidi="fa-IR"/>
        </w:rPr>
        <w:t xml:space="preserve"> آن را پرس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جـواب گـفـت 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خواستم قدر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غذا از طاس کباب مس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رون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اورم</w:t>
      </w:r>
      <w:r w:rsidRPr="00677CB5">
        <w:rPr>
          <w:rtl/>
          <w:lang w:bidi="fa-IR"/>
        </w:rPr>
        <w:t xml:space="preserve"> و به طفل هابدهم 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از</w:t>
      </w:r>
      <w:r w:rsidRPr="00677CB5">
        <w:rPr>
          <w:rtl/>
          <w:lang w:bidi="fa-IR"/>
        </w:rPr>
        <w:t xml:space="preserve"> حـرکـت قـاطـر دسـتم لرز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در طاس کباب صدا کرد.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صدا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ناگهان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,قاطر رم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و به سـرعـت هـر چـه تـمـام تر رو به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</w:t>
      </w:r>
      <w:r w:rsidRPr="00677CB5">
        <w:rPr>
          <w:rtl/>
          <w:lang w:bidi="fa-IR"/>
        </w:rPr>
        <w:t xml:space="preserve"> گذاشت و هر چه در طاس کباب باشدت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شتر</w:t>
      </w:r>
      <w:r w:rsidRPr="00677CB5">
        <w:rPr>
          <w:rtl/>
          <w:lang w:bidi="fa-IR"/>
        </w:rPr>
        <w:t xml:space="preserve"> به ظرف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خـورد, قـاطـر بر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دنش</w:t>
      </w:r>
      <w:r w:rsidRPr="00677CB5">
        <w:rPr>
          <w:rtl/>
          <w:lang w:bidi="fa-IR"/>
        </w:rPr>
        <w:t xml:space="preserve">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افزود. </w:t>
      </w:r>
      <w:r w:rsidRPr="00677CB5">
        <w:rPr>
          <w:rFonts w:hint="eastAsia"/>
          <w:rtl/>
          <w:lang w:bidi="fa-IR"/>
        </w:rPr>
        <w:t>بالاخره</w:t>
      </w:r>
      <w:r w:rsidRPr="00677CB5">
        <w:rPr>
          <w:rtl/>
          <w:lang w:bidi="fa-IR"/>
        </w:rPr>
        <w:t xml:space="preserve"> , ترس دور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ازقافله که هر چه صدا 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مطلع نشد از </w:t>
      </w:r>
      <w:r w:rsidRPr="00677CB5">
        <w:rPr>
          <w:rFonts w:hint="cs"/>
          <w:rtl/>
          <w:lang w:bidi="fa-IR"/>
        </w:rPr>
        <w:lastRenderedPageBreak/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طرف و ترس افتادن از پالک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وهلاکت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شکستن اعضا از طرف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گر</w:t>
      </w:r>
      <w:r w:rsidRPr="00677CB5">
        <w:rPr>
          <w:rtl/>
          <w:lang w:bidi="fa-IR"/>
        </w:rPr>
        <w:t>, ما را بر آن داشـت کـه به حضرت 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عصرارواحنافداه استغاثه کن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پس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صاحب الزمان ما بلند شد. </w:t>
      </w:r>
      <w:r w:rsidRPr="00677CB5">
        <w:rPr>
          <w:rFonts w:hint="eastAsia"/>
          <w:rtl/>
          <w:lang w:bidi="fa-IR"/>
        </w:rPr>
        <w:t>نـاگـاه</w:t>
      </w:r>
      <w:r w:rsidRPr="00677CB5">
        <w:rPr>
          <w:rtl/>
          <w:lang w:bidi="fa-IR"/>
        </w:rPr>
        <w:t xml:space="preserve"> شـخص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نوران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درکمال ابهت و جلال و به ز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عرب ها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آن اطراف نمودار شد و فرمود: لاتـخـافـ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لاتخاف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</w:p>
    <w:p w:rsidR="00677CB5" w:rsidRPr="00677CB5" w:rsidRDefault="00677CB5" w:rsidP="00677CB5">
      <w:pPr>
        <w:pStyle w:val="libNormal"/>
        <w:rPr>
          <w:rtl/>
          <w:lang w:bidi="fa-IR"/>
        </w:rPr>
      </w:pPr>
      <w:r w:rsidRPr="00677CB5">
        <w:rPr>
          <w:rtl/>
          <w:lang w:bidi="fa-IR"/>
        </w:rPr>
        <w:t>(نترس ) تا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کلمه را فرمود, همان قاطر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که با سرعت بس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ار</w:t>
      </w:r>
      <w:r w:rsidRPr="00677CB5">
        <w:rPr>
          <w:rtl/>
          <w:lang w:bidi="fa-IR"/>
        </w:rPr>
        <w:t xml:space="preserve"> ز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>, فوراا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ستاد</w:t>
      </w:r>
      <w:r w:rsidRPr="00677CB5">
        <w:rPr>
          <w:rtl/>
          <w:lang w:bidi="fa-IR"/>
        </w:rPr>
        <w:t xml:space="preserve"> و قدم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بر نداشت . </w:t>
      </w:r>
    </w:p>
    <w:p w:rsidR="00677CB5" w:rsidRPr="00677CB5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آن</w:t>
      </w:r>
      <w:r w:rsidRPr="00677CB5">
        <w:rPr>
          <w:rtl/>
          <w:lang w:bidi="fa-IR"/>
        </w:rPr>
        <w:t xml:space="preserve"> بزرگوار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آمد و فرمود: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خواه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دبه</w:t>
      </w:r>
      <w:r w:rsidRPr="00677CB5">
        <w:rPr>
          <w:rtl/>
          <w:lang w:bidi="fa-IR"/>
        </w:rPr>
        <w:t xml:space="preserve"> کربلا برو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عـرض کردم : بل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. </w:t>
      </w:r>
      <w:r w:rsidRPr="00677CB5">
        <w:rPr>
          <w:rFonts w:hint="eastAsia"/>
          <w:rtl/>
          <w:lang w:bidi="fa-IR"/>
        </w:rPr>
        <w:t>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افسار قاطر را به دست گرفت و ما را از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راهه</w:t>
      </w:r>
      <w:r w:rsidRPr="00677CB5">
        <w:rPr>
          <w:rtl/>
          <w:lang w:bidi="fa-IR"/>
        </w:rPr>
        <w:t xml:space="preserve"> عبور و حرکت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داد. </w:t>
      </w:r>
      <w:r w:rsidRPr="00677CB5">
        <w:rPr>
          <w:rFonts w:hint="eastAsia"/>
          <w:rtl/>
          <w:lang w:bidi="fa-IR"/>
        </w:rPr>
        <w:t>در</w:t>
      </w:r>
      <w:r w:rsidRPr="00677CB5">
        <w:rPr>
          <w:rtl/>
          <w:lang w:bidi="fa-IR"/>
        </w:rPr>
        <w:t xml:space="preserve"> طول مس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</w:t>
      </w:r>
      <w:r w:rsidRPr="00677CB5">
        <w:rPr>
          <w:rtl/>
          <w:lang w:bidi="fa-IR"/>
        </w:rPr>
        <w:t xml:space="preserve"> از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شان</w:t>
      </w:r>
      <w:r w:rsidRPr="00677CB5">
        <w:rPr>
          <w:rtl/>
          <w:lang w:bidi="fa-IR"/>
        </w:rPr>
        <w:t xml:space="preserve"> سؤال کردم : شما ک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ست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د؟</w:t>
      </w:r>
      <w:r w:rsidRPr="00677CB5">
        <w:rPr>
          <w:rtl/>
          <w:lang w:bidi="fa-IR"/>
        </w:rPr>
        <w:t xml:space="preserve"> فـرمـودنـد: مـن کـس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هستم که برا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فر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ادرس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درماندگان در امثال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ابانها</w:t>
      </w:r>
      <w:r w:rsidRPr="00677CB5">
        <w:rPr>
          <w:rtl/>
          <w:lang w:bidi="fa-IR"/>
        </w:rPr>
        <w:t xml:space="preserve"> مع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شده ام . </w:t>
      </w:r>
      <w:r w:rsidRPr="00677CB5">
        <w:rPr>
          <w:rFonts w:hint="eastAsia"/>
          <w:rtl/>
          <w:lang w:bidi="fa-IR"/>
        </w:rPr>
        <w:t>همراه</w:t>
      </w:r>
      <w:r w:rsidRPr="00677CB5">
        <w:rPr>
          <w:rtl/>
          <w:lang w:bidi="fa-IR"/>
        </w:rPr>
        <w:t xml:space="preserve"> آن بزرگوار آمد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تا به کربلا رس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الان نزد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ساعت و ن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است که وارد شده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و با آرامش تمام چا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هم صرف کرده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م</w:t>
      </w:r>
      <w:r w:rsidRPr="00677CB5">
        <w:rPr>
          <w:rtl/>
          <w:lang w:bidi="fa-IR"/>
        </w:rPr>
        <w:t xml:space="preserve"> </w:t>
      </w:r>
    </w:p>
    <w:p w:rsidR="00677CB5" w:rsidRPr="00677CB5" w:rsidRDefault="004201D6" w:rsidP="004201D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3" w:name="_Toc493414804"/>
      <w:r w:rsidR="00677CB5" w:rsidRPr="00677CB5">
        <w:rPr>
          <w:rtl/>
          <w:lang w:bidi="fa-IR"/>
        </w:rPr>
        <w:lastRenderedPageBreak/>
        <w:t>17</w:t>
      </w:r>
      <w:r>
        <w:rPr>
          <w:rFonts w:hint="cs"/>
          <w:rtl/>
          <w:lang w:bidi="fa-IR"/>
        </w:rPr>
        <w:t xml:space="preserve"> </w:t>
      </w:r>
      <w:r w:rsidR="00677CB5" w:rsidRPr="00677CB5">
        <w:rPr>
          <w:rtl/>
          <w:lang w:bidi="fa-IR"/>
        </w:rPr>
        <w:t>- توسل مرد</w:t>
      </w:r>
      <w:r w:rsidR="00677CB5" w:rsidRPr="00677CB5">
        <w:rPr>
          <w:rFonts w:hint="cs"/>
          <w:rtl/>
          <w:lang w:bidi="fa-IR"/>
        </w:rPr>
        <w:t>ی</w:t>
      </w:r>
      <w:r w:rsidR="00677CB5" w:rsidRPr="00677CB5">
        <w:rPr>
          <w:rtl/>
          <w:lang w:bidi="fa-IR"/>
        </w:rPr>
        <w:t xml:space="preserve"> از توابع اصفهان</w:t>
      </w:r>
      <w:bookmarkEnd w:id="203"/>
      <w:r w:rsidR="00677CB5" w:rsidRPr="00677CB5">
        <w:rPr>
          <w:rtl/>
          <w:lang w:bidi="fa-IR"/>
        </w:rPr>
        <w:t xml:space="preserve"> </w:t>
      </w:r>
    </w:p>
    <w:p w:rsidR="00A84136" w:rsidRDefault="00677CB5" w:rsidP="004201D6">
      <w:pPr>
        <w:pStyle w:val="libNormal"/>
        <w:rPr>
          <w:rtl/>
          <w:lang w:bidi="fa-IR"/>
        </w:rPr>
      </w:pPr>
      <w:r w:rsidRPr="00677CB5">
        <w:rPr>
          <w:rFonts w:hint="eastAsia"/>
          <w:rtl/>
          <w:lang w:bidi="fa-IR"/>
        </w:rPr>
        <w:t>مرد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صالح از اهل دهقانان (از توابع اصفهان ) گفت :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</w:t>
      </w:r>
      <w:r w:rsidRPr="00677CB5">
        <w:rPr>
          <w:rtl/>
          <w:lang w:bidi="fa-IR"/>
        </w:rPr>
        <w:t xml:space="preserve"> روز بـه امـامـزاده قـ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ـس</w:t>
      </w:r>
      <w:r w:rsidRPr="00677CB5">
        <w:rPr>
          <w:rtl/>
          <w:lang w:bidi="fa-IR"/>
        </w:rPr>
        <w:t xml:space="preserve"> مـشـرف شدم و خ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ال</w:t>
      </w:r>
      <w:r w:rsidRPr="00677CB5">
        <w:rPr>
          <w:rtl/>
          <w:lang w:bidi="fa-IR"/>
        </w:rPr>
        <w:t xml:space="preserve"> داشتم به همگ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(از توابع سم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رم</w:t>
      </w:r>
      <w:r w:rsidRPr="00677CB5">
        <w:rPr>
          <w:rtl/>
          <w:lang w:bidi="fa-IR"/>
        </w:rPr>
        <w:t xml:space="preserve"> واطراف شهرضا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اصفهان ) بروم . </w:t>
      </w:r>
      <w:r w:rsidRPr="00677CB5">
        <w:rPr>
          <w:rFonts w:hint="eastAsia"/>
          <w:rtl/>
          <w:lang w:bidi="fa-IR"/>
        </w:rPr>
        <w:t>هـوا</w:t>
      </w:r>
      <w:r w:rsidRPr="00677CB5">
        <w:rPr>
          <w:rtl/>
          <w:lang w:bidi="fa-IR"/>
        </w:rPr>
        <w:t xml:space="preserve"> سـرد بـود. </w:t>
      </w:r>
      <w:r w:rsidRPr="00677CB5">
        <w:rPr>
          <w:rFonts w:hint="eastAsia"/>
          <w:rtl/>
          <w:lang w:bidi="fa-IR"/>
        </w:rPr>
        <w:t>تـار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ـکـ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شب مرا گرفت و راه را گم کردم . </w:t>
      </w:r>
      <w:r w:rsidRPr="00677CB5">
        <w:rPr>
          <w:rFonts w:hint="eastAsia"/>
          <w:rtl/>
          <w:lang w:bidi="fa-IR"/>
        </w:rPr>
        <w:t>با</w:t>
      </w:r>
      <w:r w:rsidRPr="00677CB5">
        <w:rPr>
          <w:rtl/>
          <w:lang w:bidi="fa-IR"/>
        </w:rPr>
        <w:t xml:space="preserve"> خود گفتم امشب از سرما</w:t>
      </w:r>
      <w:r w:rsidR="004201D6">
        <w:rPr>
          <w:rFonts w:hint="cs"/>
          <w:rtl/>
          <w:lang w:bidi="fa-IR"/>
        </w:rPr>
        <w:t xml:space="preserve"> </w:t>
      </w:r>
      <w:r w:rsidRPr="00677CB5">
        <w:rPr>
          <w:rtl/>
          <w:lang w:bidi="fa-IR"/>
        </w:rPr>
        <w:t>هلاک مـ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شـوم و 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ا</w:t>
      </w:r>
      <w:r w:rsidRPr="00677CB5">
        <w:rPr>
          <w:rtl/>
          <w:lang w:bidi="fa-IR"/>
        </w:rPr>
        <w:t xml:space="preserve"> آن که گرگ مرا م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درد. </w:t>
      </w:r>
      <w:r w:rsidRPr="00677CB5">
        <w:rPr>
          <w:rFonts w:hint="eastAsia"/>
          <w:rtl/>
          <w:lang w:bidi="fa-IR"/>
        </w:rPr>
        <w:t>ب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چاره</w:t>
      </w:r>
      <w:r w:rsidRPr="00677CB5">
        <w:rPr>
          <w:rtl/>
          <w:lang w:bidi="fa-IR"/>
        </w:rPr>
        <w:t xml:space="preserve"> شدم و همان جا به امام زمان </w:t>
      </w:r>
      <w:r w:rsidR="00AC01CA" w:rsidRPr="00AC01CA">
        <w:rPr>
          <w:rStyle w:val="libAlaemChar"/>
          <w:rtl/>
        </w:rPr>
        <w:t xml:space="preserve">عليه‌السلام </w:t>
      </w:r>
      <w:r w:rsidRPr="00677CB5">
        <w:rPr>
          <w:rtl/>
          <w:lang w:bidi="fa-IR"/>
        </w:rPr>
        <w:t>متوسل گشته و زار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نمودم . </w:t>
      </w:r>
      <w:r w:rsidRPr="00677CB5">
        <w:rPr>
          <w:rFonts w:hint="eastAsia"/>
          <w:rtl/>
          <w:lang w:bidi="fa-IR"/>
        </w:rPr>
        <w:t>ناگاه</w:t>
      </w:r>
      <w:r w:rsidRPr="00677CB5">
        <w:rPr>
          <w:rtl/>
          <w:lang w:bidi="fa-IR"/>
        </w:rPr>
        <w:t xml:space="preserve"> هوا روشن شد و مثل ا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که کس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دستم را گرفت . </w:t>
      </w:r>
      <w:r w:rsidRPr="00677CB5">
        <w:rPr>
          <w:rFonts w:hint="eastAsia"/>
          <w:rtl/>
          <w:lang w:bidi="fa-IR"/>
        </w:rPr>
        <w:t>طول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نکش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</w:t>
      </w:r>
      <w:r w:rsidRPr="00677CB5">
        <w:rPr>
          <w:rtl/>
          <w:lang w:bidi="fa-IR"/>
        </w:rPr>
        <w:t xml:space="preserve"> که به سرعت ,سه فرسخ را ط</w:t>
      </w:r>
      <w:r w:rsidRPr="00677CB5">
        <w:rPr>
          <w:rFonts w:hint="cs"/>
          <w:rtl/>
          <w:lang w:bidi="fa-IR"/>
        </w:rPr>
        <w:t>ی</w:t>
      </w:r>
      <w:r w:rsidRPr="00677CB5">
        <w:rPr>
          <w:rtl/>
          <w:lang w:bidi="fa-IR"/>
        </w:rPr>
        <w:t xml:space="preserve"> و خود را در قبرستان همگ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ن</w:t>
      </w:r>
      <w:r w:rsidRPr="00677CB5">
        <w:rPr>
          <w:rtl/>
          <w:lang w:bidi="fa-IR"/>
        </w:rPr>
        <w:t xml:space="preserve"> د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دم</w:t>
      </w:r>
      <w:r w:rsidRPr="00677CB5">
        <w:rPr>
          <w:rtl/>
          <w:lang w:bidi="fa-IR"/>
        </w:rPr>
        <w:t xml:space="preserve"> و باز هوا تار</w:t>
      </w:r>
      <w:r w:rsidRPr="00677CB5">
        <w:rPr>
          <w:rFonts w:hint="cs"/>
          <w:rtl/>
          <w:lang w:bidi="fa-IR"/>
        </w:rPr>
        <w:t>ی</w:t>
      </w:r>
      <w:r w:rsidRPr="00677CB5">
        <w:rPr>
          <w:rFonts w:hint="eastAsia"/>
          <w:rtl/>
          <w:lang w:bidi="fa-IR"/>
        </w:rPr>
        <w:t>ک</w:t>
      </w:r>
      <w:r w:rsidRPr="00677CB5">
        <w:rPr>
          <w:rtl/>
          <w:lang w:bidi="fa-IR"/>
        </w:rPr>
        <w:t xml:space="preserve"> </w:t>
      </w:r>
      <w:r w:rsidR="004201D6">
        <w:rPr>
          <w:rFonts w:hint="cs"/>
          <w:rtl/>
          <w:lang w:bidi="fa-IR"/>
        </w:rPr>
        <w:t>شد</w:t>
      </w:r>
    </w:p>
    <w:p w:rsidR="004201D6" w:rsidRDefault="00A84136" w:rsidP="00A84136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04" w:name="_Toc493414805"/>
      <w:r>
        <w:rPr>
          <w:rFonts w:hint="cs"/>
          <w:rtl/>
          <w:lang w:bidi="fa-IR"/>
        </w:rPr>
        <w:lastRenderedPageBreak/>
        <w:t>فهرست مطالب</w:t>
      </w:r>
      <w:bookmarkEnd w:id="204"/>
    </w:p>
    <w:sdt>
      <w:sdtPr>
        <w:id w:val="34848565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  <w:lang w:bidi="ar-SA"/>
        </w:rPr>
      </w:sdtEndPr>
      <w:sdtContent>
        <w:p w:rsidR="00C4456C" w:rsidRDefault="00C4456C" w:rsidP="00C4456C">
          <w:pPr>
            <w:pStyle w:val="TOCHeading"/>
          </w:pPr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414601" w:history="1">
            <w:r w:rsidRPr="006959DF">
              <w:rPr>
                <w:rStyle w:val="Hyperlink"/>
                <w:noProof/>
                <w:rtl/>
              </w:rPr>
              <w:t>مقدمه بخش اول : تشرفات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2" w:history="1">
            <w:r w:rsidRPr="006959DF">
              <w:rPr>
                <w:rStyle w:val="Hyperlink"/>
                <w:noProof/>
                <w:rtl/>
              </w:rPr>
              <w:t>تقس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م بند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603" w:history="1">
            <w:r w:rsidRPr="006959DF">
              <w:rPr>
                <w:rStyle w:val="Hyperlink"/>
                <w:noProof/>
                <w:rtl/>
                <w:lang w:bidi="fa-IR"/>
              </w:rPr>
              <w:t>بخش اول : تشرفات(قسمت اول : تشرفات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که صاحبان آنها در هنگام تشرف امام زمان </w:t>
            </w:r>
            <w:r w:rsidRPr="006959DF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راشناخته اند)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4" w:history="1">
            <w:r w:rsidRPr="006959DF">
              <w:rPr>
                <w:rStyle w:val="Hyperlink"/>
                <w:noProof/>
                <w:rtl/>
              </w:rPr>
              <w:t>2 - تشرف جناب جعفر نعلبند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5" w:history="1">
            <w:r w:rsidRPr="006959DF">
              <w:rPr>
                <w:rStyle w:val="Hyperlink"/>
                <w:noProof/>
                <w:rtl/>
              </w:rPr>
              <w:t>3 - تشرف محمد بن 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بحر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6" w:history="1">
            <w:r w:rsidRPr="006959DF">
              <w:rPr>
                <w:rStyle w:val="Hyperlink"/>
                <w:noProof/>
                <w:rtl/>
              </w:rPr>
              <w:t>4 - تشرف اسماع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ل هرقل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7" w:history="1">
            <w:r w:rsidRPr="006959DF">
              <w:rPr>
                <w:rStyle w:val="Hyperlink"/>
                <w:noProof/>
                <w:rtl/>
              </w:rPr>
              <w:t>5 - تشرف ملا احمد مقدس اردب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8" w:history="1">
            <w:r w:rsidRPr="006959DF">
              <w:rPr>
                <w:rStyle w:val="Hyperlink"/>
                <w:noProof/>
                <w:rtl/>
              </w:rPr>
              <w:t>6 -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09" w:history="1">
            <w:r w:rsidRPr="006959DF">
              <w:rPr>
                <w:rStyle w:val="Hyperlink"/>
                <w:noProof/>
                <w:rtl/>
              </w:rPr>
              <w:t>7 -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و صاحب مفتاح الکرامه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0" w:history="1">
            <w:r w:rsidRPr="006959DF">
              <w:rPr>
                <w:rStyle w:val="Hyperlink"/>
                <w:noProof/>
                <w:rtl/>
              </w:rPr>
              <w:t>8 -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در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1" w:history="1">
            <w:r w:rsidRPr="006959DF">
              <w:rPr>
                <w:rStyle w:val="Hyperlink"/>
                <w:noProof/>
                <w:rtl/>
              </w:rPr>
              <w:t>9 -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در حرم ام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رالمؤمن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ن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2" w:history="1">
            <w:r w:rsidRPr="006959DF">
              <w:rPr>
                <w:rStyle w:val="Hyperlink"/>
                <w:noProof/>
                <w:rtl/>
              </w:rPr>
              <w:t>10 -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در سرداب مطهر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3" w:history="1">
            <w:r w:rsidRPr="006959DF">
              <w:rPr>
                <w:rStyle w:val="Hyperlink"/>
                <w:noProof/>
                <w:rtl/>
              </w:rPr>
              <w:t>12 - تشرف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زبان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بن طاووس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4" w:history="1">
            <w:r w:rsidRPr="006959DF">
              <w:rPr>
                <w:rStyle w:val="Hyperlink"/>
                <w:noProof/>
                <w:rtl/>
              </w:rPr>
              <w:t>13 - تشرف حسن بن مثله جمکران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5" w:history="1">
            <w:r w:rsidRPr="006959DF">
              <w:rPr>
                <w:rStyle w:val="Hyperlink"/>
                <w:noProof/>
                <w:rtl/>
              </w:rPr>
              <w:t>14 - تشرف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به نقل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د بن طاووس در روز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کشنبه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6" w:history="1">
            <w:r w:rsidRPr="006959DF">
              <w:rPr>
                <w:rStyle w:val="Hyperlink"/>
                <w:noProof/>
                <w:rtl/>
              </w:rPr>
              <w:t>15 - تشرف زهر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7" w:history="1">
            <w:r w:rsidRPr="006959DF">
              <w:rPr>
                <w:rStyle w:val="Hyperlink"/>
                <w:noProof/>
                <w:rtl/>
              </w:rPr>
              <w:t>16 - تشرف ازد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8" w:history="1">
            <w:r w:rsidRPr="006959DF">
              <w:rPr>
                <w:rStyle w:val="Hyperlink"/>
                <w:noProof/>
                <w:rtl/>
              </w:rPr>
              <w:t>17 - تشرف ابوسع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کابل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19" w:history="1">
            <w:r w:rsidRPr="006959DF">
              <w:rPr>
                <w:rStyle w:val="Hyperlink"/>
                <w:noProof/>
                <w:rtl/>
              </w:rPr>
              <w:t>18 - تشرف غانم هند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0" w:history="1">
            <w:r w:rsidRPr="006959DF">
              <w:rPr>
                <w:rStyle w:val="Hyperlink"/>
                <w:noProof/>
                <w:rtl/>
              </w:rPr>
              <w:t>19 - تشرف 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بن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جوهر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1" w:history="1">
            <w:r w:rsidRPr="006959DF">
              <w:rPr>
                <w:rStyle w:val="Hyperlink"/>
                <w:noProof/>
                <w:rtl/>
              </w:rPr>
              <w:t>20- تشرف حسن بن وجناء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2" w:history="1">
            <w:r w:rsidRPr="006959DF">
              <w:rPr>
                <w:rStyle w:val="Hyperlink"/>
                <w:noProof/>
                <w:rtl/>
              </w:rPr>
              <w:t>21 - تشرف ابو راجح حمام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3" w:history="1">
            <w:r w:rsidRPr="006959DF">
              <w:rPr>
                <w:rStyle w:val="Hyperlink"/>
                <w:noProof/>
                <w:rtl/>
              </w:rPr>
              <w:t>22 - تشرف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بن مهز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ار اهواز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4" w:history="1">
            <w:r w:rsidRPr="006959DF">
              <w:rPr>
                <w:rStyle w:val="Hyperlink"/>
                <w:noProof/>
                <w:rtl/>
              </w:rPr>
              <w:t>23 -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جعفر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با پدر بزرگوار 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5" w:history="1">
            <w:r w:rsidRPr="006959DF">
              <w:rPr>
                <w:rStyle w:val="Hyperlink"/>
                <w:noProof/>
                <w:rtl/>
              </w:rPr>
              <w:t>24 - تشرف زن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صالحه از مازندران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6" w:history="1">
            <w:r w:rsidRPr="006959DF">
              <w:rPr>
                <w:rStyle w:val="Hyperlink"/>
                <w:noProof/>
                <w:rtl/>
              </w:rPr>
              <w:t>25 - تشرف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عبداللّه ملا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7" w:history="1">
            <w:r w:rsidRPr="006959DF">
              <w:rPr>
                <w:rStyle w:val="Hyperlink"/>
                <w:noProof/>
                <w:rtl/>
              </w:rPr>
              <w:t>26 - تشرف ملا حب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 اللّه و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صادق قم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8" w:history="1">
            <w:r w:rsidRPr="006959DF">
              <w:rPr>
                <w:rStyle w:val="Hyperlink"/>
                <w:noProof/>
                <w:rtl/>
              </w:rPr>
              <w:t>27 - تشرف ملا ابوالقاسم قندهار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جمع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اهل 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29" w:history="1">
            <w:r w:rsidRPr="006959DF">
              <w:rPr>
                <w:rStyle w:val="Hyperlink"/>
                <w:noProof/>
                <w:rtl/>
              </w:rPr>
              <w:t>28 -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عباباف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0" w:history="1">
            <w:r w:rsidRPr="006959DF">
              <w:rPr>
                <w:rStyle w:val="Hyperlink"/>
                <w:noProof/>
                <w:rtl/>
              </w:rPr>
              <w:t>29 - تشرف جده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تبر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1" w:history="1">
            <w:r w:rsidRPr="006959DF">
              <w:rPr>
                <w:rStyle w:val="Hyperlink"/>
                <w:noProof/>
                <w:rtl/>
              </w:rPr>
              <w:t>30 - تشرف مؤذن و خادم مدرسه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2" w:history="1">
            <w:r w:rsidRPr="006959DF">
              <w:rPr>
                <w:rStyle w:val="Hyperlink"/>
                <w:noProof/>
                <w:rtl/>
              </w:rPr>
              <w:t>31 - تشرف صد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ق الذاکر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تهران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3" w:history="1">
            <w:r w:rsidRPr="006959DF">
              <w:rPr>
                <w:rStyle w:val="Hyperlink"/>
                <w:noProof/>
                <w:rtl/>
              </w:rPr>
              <w:t>32 - تشرف عمه مکرمه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صدرالد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4" w:history="1">
            <w:r w:rsidRPr="006959DF">
              <w:rPr>
                <w:rStyle w:val="Hyperlink"/>
                <w:noProof/>
                <w:rtl/>
              </w:rPr>
              <w:t>33 - تشرف ابن هشام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5" w:history="1">
            <w:r w:rsidRPr="006959DF">
              <w:rPr>
                <w:rStyle w:val="Hyperlink"/>
                <w:noProof/>
                <w:rtl/>
              </w:rPr>
              <w:t xml:space="preserve">34 -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ان صالح اهل 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ت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6" w:history="1">
            <w:r w:rsidRPr="006959DF">
              <w:rPr>
                <w:rStyle w:val="Hyperlink"/>
                <w:noProof/>
                <w:rtl/>
              </w:rPr>
              <w:t>35 -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حمود بغداد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7" w:history="1">
            <w:r w:rsidRPr="006959DF">
              <w:rPr>
                <w:rStyle w:val="Hyperlink"/>
                <w:noProof/>
                <w:rtl/>
              </w:rPr>
              <w:t>36 - تشرف محمد بن اب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الرواد و ابن جعفر دهان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8" w:history="1">
            <w:r w:rsidRPr="006959DF">
              <w:rPr>
                <w:rStyle w:val="Hyperlink"/>
                <w:noProof/>
                <w:rtl/>
              </w:rPr>
              <w:t>37 -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عطوه علو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حسن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39" w:history="1">
            <w:r w:rsidRPr="006959DF">
              <w:rPr>
                <w:rStyle w:val="Hyperlink"/>
                <w:noProof/>
                <w:rtl/>
              </w:rPr>
              <w:t>38 -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ابن اب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الجواد نعمان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0" w:history="1">
            <w:r w:rsidRPr="006959DF">
              <w:rPr>
                <w:rStyle w:val="Hyperlink"/>
                <w:noProof/>
                <w:rtl/>
              </w:rPr>
              <w:t>39 - تشرف حاج محمد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تاجر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1" w:history="1">
            <w:r w:rsidRPr="006959DF">
              <w:rPr>
                <w:rStyle w:val="Hyperlink"/>
                <w:noProof/>
                <w:rtl/>
              </w:rPr>
              <w:t xml:space="preserve">40 -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وسف بن احمد جعفر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2" w:history="1">
            <w:r w:rsidRPr="006959DF">
              <w:rPr>
                <w:rStyle w:val="Hyperlink"/>
                <w:noProof/>
                <w:rtl/>
              </w:rPr>
              <w:t>41 - تشرف جنگجو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غزوه صف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3" w:history="1">
            <w:r w:rsidRPr="006959DF">
              <w:rPr>
                <w:rStyle w:val="Hyperlink"/>
                <w:noProof/>
                <w:rtl/>
              </w:rPr>
              <w:t>42 - تشرف مادر عثمان در حله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4" w:history="1">
            <w:r w:rsidRPr="006959DF">
              <w:rPr>
                <w:rStyle w:val="Hyperlink"/>
                <w:noProof/>
                <w:rtl/>
              </w:rPr>
              <w:t>43 - تشرف اخو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آقا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داماد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5" w:history="1">
            <w:r w:rsidRPr="006959DF">
              <w:rPr>
                <w:rStyle w:val="Hyperlink"/>
                <w:noProof/>
                <w:rtl/>
              </w:rPr>
              <w:t>44 - تشرف زاهد کوف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 جعف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6" w:history="1">
            <w:r w:rsidRPr="006959DF">
              <w:rPr>
                <w:rStyle w:val="Hyperlink"/>
                <w:noProof/>
                <w:rtl/>
              </w:rPr>
              <w:t>45 - تشرف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مدلل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7" w:history="1">
            <w:r w:rsidRPr="006959DF">
              <w:rPr>
                <w:rStyle w:val="Hyperlink"/>
                <w:noProof/>
                <w:rtl/>
              </w:rPr>
              <w:t>46 - تشرف مشهد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اکبر تهران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8" w:history="1">
            <w:r w:rsidRPr="006959DF">
              <w:rPr>
                <w:rStyle w:val="Hyperlink"/>
                <w:noProof/>
                <w:rtl/>
              </w:rPr>
              <w:t>47 - تشرف جعفر بن زهدر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شفا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پا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49" w:history="1">
            <w:r w:rsidRPr="006959DF">
              <w:rPr>
                <w:rStyle w:val="Hyperlink"/>
                <w:noProof/>
                <w:rtl/>
              </w:rPr>
              <w:t>48 - تشرف پ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رزن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کن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زان 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0" w:history="1">
            <w:r w:rsidRPr="006959DF">
              <w:rPr>
                <w:rStyle w:val="Hyperlink"/>
                <w:noProof/>
                <w:rtl/>
              </w:rPr>
              <w:t>49 -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تق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651" w:history="1">
            <w:r w:rsidRPr="006959DF">
              <w:rPr>
                <w:rStyle w:val="Hyperlink"/>
                <w:noProof/>
                <w:rtl/>
                <w:lang w:bidi="fa-IR"/>
              </w:rPr>
              <w:t>بخش اول:قسمت دوم ( تشرفات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که صاحبان آنها در همان وقت حضرت رانشناخته اند ول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بعدا از قرائن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متوجه شده اند که امام عصر</w:t>
            </w:r>
            <w:r w:rsidRPr="006959DF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را ملاقات کرده اند)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2" w:history="1">
            <w:r w:rsidRPr="006959DF">
              <w:rPr>
                <w:rStyle w:val="Hyperlink"/>
                <w:noProof/>
                <w:rtl/>
              </w:rPr>
              <w:t>1 - تشرف آقا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شب 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فطر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3" w:history="1">
            <w:r w:rsidRPr="006959DF">
              <w:rPr>
                <w:rStyle w:val="Hyperlink"/>
                <w:noProof/>
                <w:rtl/>
              </w:rPr>
              <w:t>2 - تشرف آقا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جمع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گر در حله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4" w:history="1">
            <w:r w:rsidRPr="006959DF">
              <w:rPr>
                <w:rStyle w:val="Hyperlink"/>
                <w:noProof/>
                <w:rtl/>
              </w:rPr>
              <w:t>3 -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راه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5" w:history="1">
            <w:r w:rsidRPr="006959DF">
              <w:rPr>
                <w:rStyle w:val="Hyperlink"/>
                <w:noProof/>
                <w:rtl/>
              </w:rPr>
              <w:t>4 -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مزار قاسم بن موس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الکاظم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6" w:history="1">
            <w:r w:rsidRPr="006959DF">
              <w:rPr>
                <w:rStyle w:val="Hyperlink"/>
                <w:noProof/>
                <w:rtl/>
              </w:rPr>
              <w:t>5-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در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مد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7" w:history="1">
            <w:r w:rsidRPr="006959DF">
              <w:rPr>
                <w:rStyle w:val="Hyperlink"/>
                <w:noProof/>
                <w:rtl/>
              </w:rPr>
              <w:t>6 - قض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ه تکان دهنده آقا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حسن کاظم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8" w:history="1">
            <w:r w:rsidRPr="006959DF">
              <w:rPr>
                <w:rStyle w:val="Hyperlink"/>
                <w:noProof/>
                <w:rtl/>
              </w:rPr>
              <w:t>7 - تشرف حاج ملا هاشم صلوات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سده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59" w:history="1">
            <w:r w:rsidRPr="006959DF">
              <w:rPr>
                <w:rStyle w:val="Hyperlink"/>
                <w:noProof/>
                <w:rtl/>
              </w:rPr>
              <w:t>8 - تشرف حاج ملا هاشم صلوات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کنار کشت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0" w:history="1">
            <w:r w:rsidRPr="006959DF">
              <w:rPr>
                <w:rStyle w:val="Hyperlink"/>
                <w:noProof/>
                <w:rtl/>
              </w:rPr>
              <w:t>9 - تشرف تاجر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ط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الارض با جناب هالو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1" w:history="1">
            <w:r w:rsidRPr="006959DF">
              <w:rPr>
                <w:rStyle w:val="Hyperlink"/>
                <w:noProof/>
                <w:rtl/>
              </w:rPr>
              <w:t>10 -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انصار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2" w:history="1">
            <w:r w:rsidRPr="006959DF">
              <w:rPr>
                <w:rStyle w:val="Hyperlink"/>
                <w:noProof/>
                <w:rtl/>
              </w:rPr>
              <w:t>11 - تشرف حجة الاسلام آقا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3" w:history="1">
            <w:r w:rsidRPr="006959DF">
              <w:rPr>
                <w:rStyle w:val="Hyperlink"/>
                <w:noProof/>
                <w:rtl/>
              </w:rPr>
              <w:t>12 - تشرف علامه حل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راه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4" w:history="1">
            <w:r w:rsidRPr="006959DF">
              <w:rPr>
                <w:rStyle w:val="Hyperlink"/>
                <w:noProof/>
                <w:rtl/>
              </w:rPr>
              <w:t>13 - تشرف علامه حل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کتاب عالم سن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5" w:history="1">
            <w:r w:rsidRPr="006959DF">
              <w:rPr>
                <w:rStyle w:val="Hyperlink"/>
                <w:noProof/>
                <w:rtl/>
              </w:rPr>
              <w:t>14 - تشرف شه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ثان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6" w:history="1">
            <w:r w:rsidRPr="006959DF">
              <w:rPr>
                <w:rStyle w:val="Hyperlink"/>
                <w:noProof/>
                <w:rtl/>
              </w:rPr>
              <w:t>15 -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بحرالعلوم و ارزش گر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ه بر امام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ن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7" w:history="1">
            <w:r w:rsidRPr="006959DF">
              <w:rPr>
                <w:rStyle w:val="Hyperlink"/>
                <w:noProof/>
                <w:rtl/>
              </w:rPr>
              <w:t>16 - تشرف آخوند ملا محمود عراق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8" w:history="1">
            <w:r w:rsidRPr="006959DF">
              <w:rPr>
                <w:rStyle w:val="Hyperlink"/>
                <w:noProof/>
                <w:rtl/>
              </w:rPr>
              <w:t>17 -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آل رح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م </w:t>
            </w:r>
            <w:r w:rsidRPr="006959DF">
              <w:rPr>
                <w:rStyle w:val="Hyperlink"/>
                <w:rFonts w:cs="Rafed Alaem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69" w:history="1">
            <w:r w:rsidRPr="006959DF">
              <w:rPr>
                <w:rStyle w:val="Hyperlink"/>
                <w:noProof/>
                <w:rtl/>
              </w:rPr>
              <w:t>18 - تشرف صاحب کتاب الزام الناصب در راه نجف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0" w:history="1">
            <w:r w:rsidRPr="006959DF">
              <w:rPr>
                <w:rStyle w:val="Hyperlink"/>
                <w:noProof/>
                <w:rtl/>
              </w:rPr>
              <w:t>19 -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علما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زاهد نجف اشرف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1" w:history="1">
            <w:r w:rsidRPr="006959DF">
              <w:rPr>
                <w:rStyle w:val="Hyperlink"/>
                <w:noProof/>
                <w:rtl/>
              </w:rPr>
              <w:t>20 -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قط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با همراهان در مسجد کوفه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2" w:history="1">
            <w:r w:rsidRPr="006959DF">
              <w:rPr>
                <w:rStyle w:val="Hyperlink"/>
                <w:noProof/>
                <w:rtl/>
              </w:rPr>
              <w:t>21 - توسل مادر اسماع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ل خان نوائ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مسجدالحرام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3" w:history="1">
            <w:r w:rsidRPr="006959DF">
              <w:rPr>
                <w:rStyle w:val="Hyperlink"/>
                <w:noProof/>
                <w:rtl/>
              </w:rPr>
              <w:t>22 - تشرف محمود فارس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4" w:history="1">
            <w:r w:rsidRPr="006959DF">
              <w:rPr>
                <w:rStyle w:val="Hyperlink"/>
                <w:noProof/>
                <w:rtl/>
              </w:rPr>
              <w:t>23 -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ام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 اسحاق استرآباد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راه مکه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5" w:history="1">
            <w:r w:rsidRPr="006959DF">
              <w:rPr>
                <w:rStyle w:val="Hyperlink"/>
                <w:noProof/>
                <w:rtl/>
              </w:rPr>
              <w:t>24 - تشرف مرد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سبز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فروش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6" w:history="1">
            <w:r w:rsidRPr="006959DF">
              <w:rPr>
                <w:rStyle w:val="Hyperlink"/>
                <w:noProof/>
                <w:rtl/>
              </w:rPr>
              <w:t>25 - تشرف مرد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اهل مدائن در غ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بت صغر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7" w:history="1">
            <w:r w:rsidRPr="006959DF">
              <w:rPr>
                <w:rStyle w:val="Hyperlink"/>
                <w:noProof/>
                <w:rtl/>
              </w:rPr>
              <w:t>26 - تشرف محمد بن قاسم علو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مسجدالحرام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8" w:history="1">
            <w:r w:rsidRPr="006959DF">
              <w:rPr>
                <w:rStyle w:val="Hyperlink"/>
                <w:noProof/>
                <w:rtl/>
              </w:rPr>
              <w:t>27 - تشرف حاج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بغداد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79" w:history="1">
            <w:r w:rsidRPr="006959DF">
              <w:rPr>
                <w:rStyle w:val="Hyperlink"/>
                <w:noProof/>
                <w:rtl/>
              </w:rPr>
              <w:t>28 - تشرف ملا محمد جعفر تهران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قض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ه ببر وحش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0" w:history="1">
            <w:r w:rsidRPr="006959DF">
              <w:rPr>
                <w:rStyle w:val="Hyperlink"/>
                <w:noProof/>
                <w:rtl/>
              </w:rPr>
              <w:t>29 - تشرف مرد روستا</w:t>
            </w:r>
            <w:r w:rsidRPr="006959DF">
              <w:rPr>
                <w:rStyle w:val="Hyperlink"/>
                <w:rFonts w:hint="cs"/>
                <w:noProof/>
                <w:rtl/>
              </w:rPr>
              <w:t>یی</w:t>
            </w:r>
            <w:r w:rsidRPr="006959DF">
              <w:rPr>
                <w:rStyle w:val="Hyperlink"/>
                <w:noProof/>
                <w:rtl/>
              </w:rPr>
              <w:t xml:space="preserve"> و فتوا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1" w:history="1">
            <w:r w:rsidRPr="006959DF">
              <w:rPr>
                <w:rStyle w:val="Hyperlink"/>
                <w:noProof/>
                <w:rtl/>
              </w:rPr>
              <w:t>30 - تشرف 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رزا محمد استرآباد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2" w:history="1">
            <w:r w:rsidRPr="006959DF">
              <w:rPr>
                <w:rStyle w:val="Hyperlink"/>
                <w:noProof/>
                <w:rtl/>
              </w:rPr>
              <w:t>31 - تشرف ام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الواعظ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3" w:history="1">
            <w:r w:rsidRPr="006959DF">
              <w:rPr>
                <w:rStyle w:val="Hyperlink"/>
                <w:noProof/>
                <w:rtl/>
              </w:rPr>
              <w:t>32- تشرف مرد کاشان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مفلوج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4" w:history="1">
            <w:r w:rsidRPr="006959DF">
              <w:rPr>
                <w:rStyle w:val="Hyperlink"/>
                <w:noProof/>
                <w:rtl/>
              </w:rPr>
              <w:t>33 - تشرف حاج ملا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محمد کتابفروش در واد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5" w:history="1">
            <w:r w:rsidRPr="006959DF">
              <w:rPr>
                <w:rStyle w:val="Hyperlink"/>
                <w:noProof/>
                <w:rtl/>
              </w:rPr>
              <w:t>34 - تشرف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احمد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خوشنو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6" w:history="1">
            <w:r w:rsidRPr="006959DF">
              <w:rPr>
                <w:rStyle w:val="Hyperlink"/>
                <w:noProof/>
                <w:rtl/>
              </w:rPr>
              <w:t>35 - تشرف 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گر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احمد خوشنو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7" w:history="1">
            <w:r w:rsidRPr="006959DF">
              <w:rPr>
                <w:rStyle w:val="Hyperlink"/>
                <w:noProof/>
                <w:rtl/>
              </w:rPr>
              <w:t>36 -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صالح قط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8" w:history="1">
            <w:r w:rsidRPr="006959DF">
              <w:rPr>
                <w:rStyle w:val="Hyperlink"/>
                <w:noProof/>
                <w:rtl/>
              </w:rPr>
              <w:t>37 -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اکبر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89" w:history="1">
            <w:r w:rsidRPr="006959DF">
              <w:rPr>
                <w:rStyle w:val="Hyperlink"/>
                <w:noProof/>
                <w:rtl/>
              </w:rPr>
              <w:t>38 - تشرف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بجستان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0" w:history="1">
            <w:r w:rsidRPr="006959DF">
              <w:rPr>
                <w:rStyle w:val="Hyperlink"/>
                <w:noProof/>
                <w:rtl/>
              </w:rPr>
              <w:t>39 - تشرف آقا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جواد خراسان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تخت فولاد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1" w:history="1">
            <w:r w:rsidRPr="006959DF">
              <w:rPr>
                <w:rStyle w:val="Hyperlink"/>
                <w:noProof/>
                <w:rtl/>
              </w:rPr>
              <w:t>40 -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جبل عامل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2" w:history="1">
            <w:r w:rsidRPr="006959DF">
              <w:rPr>
                <w:rStyle w:val="Hyperlink"/>
                <w:noProof/>
                <w:rtl/>
              </w:rPr>
              <w:t>41 - تشرف تاجر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نجف اشرف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3" w:history="1">
            <w:r w:rsidRPr="006959DF">
              <w:rPr>
                <w:rStyle w:val="Hyperlink"/>
                <w:noProof/>
                <w:rtl/>
              </w:rPr>
              <w:t>42 - تشرف جد آخوند ملا فتحعل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سلطان آباد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4" w:history="1">
            <w:r w:rsidRPr="006959DF">
              <w:rPr>
                <w:rStyle w:val="Hyperlink"/>
                <w:noProof/>
                <w:rtl/>
              </w:rPr>
              <w:t>43 -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تبر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5" w:history="1">
            <w:r w:rsidRPr="006959DF">
              <w:rPr>
                <w:rStyle w:val="Hyperlink"/>
                <w:noProof/>
                <w:rtl/>
              </w:rPr>
              <w:t>44 -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عبداللّه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6" w:history="1">
            <w:r w:rsidRPr="006959DF">
              <w:rPr>
                <w:rStyle w:val="Hyperlink"/>
                <w:noProof/>
                <w:rtl/>
              </w:rPr>
              <w:t xml:space="preserve">45 -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حجاج شوشتر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7" w:history="1">
            <w:r w:rsidRPr="006959DF">
              <w:rPr>
                <w:rStyle w:val="Hyperlink"/>
                <w:noProof/>
                <w:rtl/>
              </w:rPr>
              <w:t>46 - تشرف حاج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محمد کرکر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8" w:history="1">
            <w:r w:rsidRPr="006959DF">
              <w:rPr>
                <w:rStyle w:val="Hyperlink"/>
                <w:noProof/>
                <w:rtl/>
              </w:rPr>
              <w:t>47 - تشرف حاج عنا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ت اللّه در مسجدالحرام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699" w:history="1">
            <w:r w:rsidRPr="006959DF">
              <w:rPr>
                <w:rStyle w:val="Hyperlink"/>
                <w:noProof/>
                <w:rtl/>
              </w:rPr>
              <w:t>48- تشرف حاج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آقا و رفقا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ش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0" w:history="1">
            <w:r w:rsidRPr="006959DF">
              <w:rPr>
                <w:rStyle w:val="Hyperlink"/>
                <w:noProof/>
                <w:rtl/>
              </w:rPr>
              <w:t>49 - تشرف حاج 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رزا مق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م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1" w:history="1">
            <w:r w:rsidRPr="006959DF">
              <w:rPr>
                <w:rStyle w:val="Hyperlink"/>
                <w:noProof/>
                <w:rtl/>
              </w:rPr>
              <w:t>50 -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بزرگوار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اصفهان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2" w:history="1">
            <w:r w:rsidRPr="006959DF">
              <w:rPr>
                <w:rStyle w:val="Hyperlink"/>
                <w:noProof/>
                <w:rtl/>
              </w:rPr>
              <w:t>51 -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عرب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اهل کاظم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3" w:history="1">
            <w:r w:rsidRPr="006959DF">
              <w:rPr>
                <w:rStyle w:val="Hyperlink"/>
                <w:noProof/>
                <w:rtl/>
              </w:rPr>
              <w:t>52 -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کاظم دماوند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4" w:history="1">
            <w:r w:rsidRPr="006959DF">
              <w:rPr>
                <w:rStyle w:val="Hyperlink"/>
                <w:noProof/>
                <w:rtl/>
              </w:rPr>
              <w:t>53 -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زاللّه تهران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5" w:history="1">
            <w:r w:rsidRPr="006959DF">
              <w:rPr>
                <w:rStyle w:val="Hyperlink"/>
                <w:noProof/>
                <w:rtl/>
              </w:rPr>
              <w:t>54 -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خادم مسجد سهله در راه مشهد مقدس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6" w:history="1">
            <w:r w:rsidRPr="006959DF">
              <w:rPr>
                <w:rStyle w:val="Hyperlink"/>
                <w:noProof/>
                <w:rtl/>
              </w:rPr>
              <w:t>55 - تشرف دو نفر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از اهل خراسان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7" w:history="1">
            <w:r w:rsidRPr="006959DF">
              <w:rPr>
                <w:rStyle w:val="Hyperlink"/>
                <w:noProof/>
                <w:rtl/>
              </w:rPr>
              <w:t xml:space="preserve">56 -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طلاب در مس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 خانق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8" w:history="1">
            <w:r w:rsidRPr="006959DF">
              <w:rPr>
                <w:rStyle w:val="Hyperlink"/>
                <w:noProof/>
                <w:rtl/>
              </w:rPr>
              <w:t>57 - تشرف حاج صادق تبر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09" w:history="1">
            <w:r w:rsidRPr="006959DF">
              <w:rPr>
                <w:rStyle w:val="Hyperlink"/>
                <w:noProof/>
                <w:rtl/>
              </w:rPr>
              <w:t>58 - تشرف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خل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ل تهران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چند نفر 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گر از حجاج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0" w:history="1">
            <w:r w:rsidRPr="006959DF">
              <w:rPr>
                <w:rStyle w:val="Hyperlink"/>
                <w:noProof/>
                <w:rtl/>
              </w:rPr>
              <w:t>59 -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رشت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1" w:history="1">
            <w:r w:rsidRPr="006959DF">
              <w:rPr>
                <w:rStyle w:val="Hyperlink"/>
                <w:noProof/>
                <w:rtl/>
              </w:rPr>
              <w:t>60 - تشرف شاگرد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تق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تربت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2" w:history="1">
            <w:r w:rsidRPr="006959DF">
              <w:rPr>
                <w:rStyle w:val="Hyperlink"/>
                <w:noProof/>
                <w:rtl/>
              </w:rPr>
              <w:t>61 - تشرف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بن محمد بن عبدالرحمن شوشتر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3" w:history="1">
            <w:r w:rsidRPr="006959DF">
              <w:rPr>
                <w:rStyle w:val="Hyperlink"/>
                <w:noProof/>
                <w:rtl/>
              </w:rPr>
              <w:t xml:space="preserve">62-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مؤمن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بحر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4" w:history="1">
            <w:r w:rsidRPr="006959DF">
              <w:rPr>
                <w:rStyle w:val="Hyperlink"/>
                <w:noProof/>
                <w:rtl/>
              </w:rPr>
              <w:t>63 -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مهد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دج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راه 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ارت جناب حر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5" w:history="1">
            <w:r w:rsidRPr="006959DF">
              <w:rPr>
                <w:rStyle w:val="Hyperlink"/>
                <w:noProof/>
                <w:rtl/>
              </w:rPr>
              <w:t>64 - تشرف ابوالقاسم حاسم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با رف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ع الد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6" w:history="1">
            <w:r w:rsidRPr="006959DF">
              <w:rPr>
                <w:rStyle w:val="Hyperlink"/>
                <w:noProof/>
                <w:rtl/>
              </w:rPr>
              <w:t>65 - تشرف دلاک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راه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7" w:history="1">
            <w:r w:rsidRPr="006959DF">
              <w:rPr>
                <w:rStyle w:val="Hyperlink"/>
                <w:noProof/>
                <w:rtl/>
              </w:rPr>
              <w:t>66 -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طاهر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8" w:history="1">
            <w:r w:rsidRPr="006959DF">
              <w:rPr>
                <w:rStyle w:val="Hyperlink"/>
                <w:noProof/>
                <w:rtl/>
              </w:rPr>
              <w:t>67 -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هند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حرم ام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رالمؤمن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ن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19" w:history="1">
            <w:r w:rsidRPr="006959DF">
              <w:rPr>
                <w:rStyle w:val="Hyperlink"/>
                <w:noProof/>
                <w:rtl/>
              </w:rPr>
              <w:t>68 -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باقر اصفهان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0" w:history="1">
            <w:r w:rsidRPr="006959DF">
              <w:rPr>
                <w:rStyle w:val="Hyperlink"/>
                <w:noProof/>
                <w:rtl/>
              </w:rPr>
              <w:t>69 -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شاهر در حرم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1" w:history="1">
            <w:r w:rsidRPr="006959DF">
              <w:rPr>
                <w:rStyle w:val="Hyperlink"/>
                <w:noProof/>
                <w:rtl/>
              </w:rPr>
              <w:t>70- تشرف آقا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2" w:history="1">
            <w:r w:rsidRPr="006959DF">
              <w:rPr>
                <w:rStyle w:val="Hyperlink"/>
                <w:noProof/>
                <w:rtl/>
              </w:rPr>
              <w:t>71 - تشرف والده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اصغر شهرستان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3" w:history="1">
            <w:r w:rsidRPr="006959DF">
              <w:rPr>
                <w:rStyle w:val="Hyperlink"/>
                <w:noProof/>
                <w:rtl/>
              </w:rPr>
              <w:t>72 - تشرف دو نفر خادم در حرم امام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ن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4" w:history="1">
            <w:r w:rsidRPr="006959DF">
              <w:rPr>
                <w:rStyle w:val="Hyperlink"/>
                <w:noProof/>
                <w:rtl/>
              </w:rPr>
              <w:t>73 -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تق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حائر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مازندران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5" w:history="1">
            <w:r w:rsidRPr="006959DF">
              <w:rPr>
                <w:rStyle w:val="Hyperlink"/>
                <w:noProof/>
                <w:rtl/>
              </w:rPr>
              <w:t>74 -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حسن مازندران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حائر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6" w:history="1">
            <w:r w:rsidRPr="006959DF">
              <w:rPr>
                <w:rStyle w:val="Hyperlink"/>
                <w:noProof/>
                <w:rtl/>
              </w:rPr>
              <w:t xml:space="preserve">75 -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طلاب مدرسه خان مرو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تهران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7" w:history="1">
            <w:r w:rsidRPr="006959DF">
              <w:rPr>
                <w:rStyle w:val="Hyperlink"/>
                <w:noProof/>
                <w:rtl/>
              </w:rPr>
              <w:t xml:space="preserve">76 - تشرف حاج ابوالقاسم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8" w:history="1">
            <w:r w:rsidRPr="006959DF">
              <w:rPr>
                <w:rStyle w:val="Hyperlink"/>
                <w:noProof/>
                <w:rtl/>
              </w:rPr>
              <w:t>77 -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هاشم شوشتر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29" w:history="1">
            <w:r w:rsidRPr="006959DF">
              <w:rPr>
                <w:rStyle w:val="Hyperlink"/>
                <w:noProof/>
                <w:rtl/>
              </w:rPr>
              <w:t>78 - تشرف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مرتض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مسجد کوفه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0" w:history="1">
            <w:r w:rsidRPr="006959DF">
              <w:rPr>
                <w:rStyle w:val="Hyperlink"/>
                <w:noProof/>
                <w:rtl/>
              </w:rPr>
              <w:t>79 - تشرف کل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ددار عسکر</w:t>
            </w:r>
            <w:r w:rsidRPr="006959DF">
              <w:rPr>
                <w:rStyle w:val="Hyperlink"/>
                <w:rFonts w:hint="cs"/>
                <w:noProof/>
                <w:rtl/>
              </w:rPr>
              <w:t>یی</w:t>
            </w:r>
            <w:r w:rsidRPr="006959DF">
              <w:rPr>
                <w:rStyle w:val="Hyperlink"/>
                <w:noProof/>
                <w:rtl/>
              </w:rPr>
              <w:t>ن در حرم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1" w:history="1">
            <w:r w:rsidRPr="006959DF">
              <w:rPr>
                <w:rStyle w:val="Hyperlink"/>
                <w:noProof/>
                <w:rtl/>
              </w:rPr>
              <w:t>80- تشرف ثروتمند مازندران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2" w:history="1">
            <w:r w:rsidRPr="006959DF">
              <w:rPr>
                <w:rStyle w:val="Hyperlink"/>
                <w:noProof/>
                <w:rtl/>
              </w:rPr>
              <w:t xml:space="preserve">81 - تشرف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از خدام حرم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3" w:history="1">
            <w:r w:rsidRPr="006959DF">
              <w:rPr>
                <w:rStyle w:val="Hyperlink"/>
                <w:noProof/>
                <w:rtl/>
              </w:rPr>
              <w:t>82 - تشرف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حائر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4" w:history="1">
            <w:r w:rsidRPr="006959DF">
              <w:rPr>
                <w:rStyle w:val="Hyperlink"/>
                <w:noProof/>
                <w:rtl/>
              </w:rPr>
              <w:t>83 - تشرف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قاسم در راه مکه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5" w:history="1">
            <w:r w:rsidRPr="006959DF">
              <w:rPr>
                <w:rStyle w:val="Hyperlink"/>
                <w:noProof/>
                <w:rtl/>
              </w:rPr>
              <w:t>84 - تشرف حسن بن فض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ل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مان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در 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ک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6" w:history="1">
            <w:r w:rsidRPr="006959DF">
              <w:rPr>
                <w:rStyle w:val="Hyperlink"/>
                <w:noProof/>
                <w:rtl/>
              </w:rPr>
              <w:t>85- تشرف ابوالحس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بن اب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البغل کاتب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737" w:history="1">
            <w:r w:rsidRPr="006959DF">
              <w:rPr>
                <w:rStyle w:val="Hyperlink"/>
                <w:noProof/>
                <w:rtl/>
                <w:lang w:bidi="fa-IR"/>
              </w:rPr>
              <w:t>بخش دوم : مشاهدات و مکاشفات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8" w:history="1">
            <w:r w:rsidRPr="006959DF">
              <w:rPr>
                <w:rStyle w:val="Hyperlink"/>
                <w:noProof/>
                <w:rtl/>
              </w:rPr>
              <w:t>1 - مشاهده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کوف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شوشتر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39" w:history="1">
            <w:r w:rsidRPr="006959DF">
              <w:rPr>
                <w:rStyle w:val="Hyperlink"/>
                <w:noProof/>
                <w:rtl/>
              </w:rPr>
              <w:t>2 - مشاهده حاج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احمد رشت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0" w:history="1">
            <w:r w:rsidRPr="006959DF">
              <w:rPr>
                <w:rStyle w:val="Hyperlink"/>
                <w:noProof/>
                <w:rtl/>
              </w:rPr>
              <w:t>3 - مکاشفه ملا محمد تق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مجلس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</w:t>
            </w:r>
            <w:r w:rsidRPr="006959DF">
              <w:rPr>
                <w:rStyle w:val="Hyperlink"/>
                <w:rFonts w:cs="Rafed Alaem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1" w:history="1">
            <w:r w:rsidRPr="006959DF">
              <w:rPr>
                <w:rStyle w:val="Hyperlink"/>
                <w:noProof/>
                <w:rtl/>
              </w:rPr>
              <w:t>4 - مشاهده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د بحرالعلوم </w:t>
            </w:r>
            <w:r w:rsidRPr="006959DF">
              <w:rPr>
                <w:rStyle w:val="Hyperlink"/>
                <w:rFonts w:cs="Rafed Alaem"/>
                <w:noProof/>
                <w:rtl/>
              </w:rPr>
              <w:t xml:space="preserve">رحمه‌الله </w:t>
            </w:r>
            <w:r w:rsidRPr="006959DF">
              <w:rPr>
                <w:rStyle w:val="Hyperlink"/>
                <w:noProof/>
                <w:rtl/>
              </w:rPr>
              <w:t xml:space="preserve"> در مسجد سهله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2" w:history="1">
            <w:r w:rsidRPr="006959DF">
              <w:rPr>
                <w:rStyle w:val="Hyperlink"/>
                <w:noProof/>
                <w:rtl/>
              </w:rPr>
              <w:t>5 - مشاهده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طاهر نجف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3" w:history="1">
            <w:r w:rsidRPr="006959DF">
              <w:rPr>
                <w:rStyle w:val="Hyperlink"/>
                <w:noProof/>
                <w:rtl/>
              </w:rPr>
              <w:t>6 - مکاشفه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حر عامل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4" w:history="1">
            <w:r w:rsidRPr="006959DF">
              <w:rPr>
                <w:rStyle w:val="Hyperlink"/>
                <w:noProof/>
                <w:rtl/>
                <w:lang w:bidi="fa-IR"/>
              </w:rPr>
              <w:t>7 - مشاهده راشد همدان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5" w:history="1">
            <w:r w:rsidRPr="006959DF">
              <w:rPr>
                <w:rStyle w:val="Hyperlink"/>
                <w:noProof/>
                <w:rtl/>
              </w:rPr>
              <w:t>8 - مشاهده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ابراه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م قط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6" w:history="1">
            <w:r w:rsidRPr="006959DF">
              <w:rPr>
                <w:rStyle w:val="Hyperlink"/>
                <w:noProof/>
                <w:rtl/>
              </w:rPr>
              <w:t>9 - مشاهده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محمد حسن مازندران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حائر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7" w:history="1">
            <w:r w:rsidRPr="006959DF">
              <w:rPr>
                <w:rStyle w:val="Hyperlink"/>
                <w:noProof/>
                <w:rtl/>
              </w:rPr>
              <w:t>10 - مشاهده حاج 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رزا مق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م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8" w:history="1">
            <w:r w:rsidRPr="006959DF">
              <w:rPr>
                <w:rStyle w:val="Hyperlink"/>
                <w:noProof/>
                <w:rtl/>
              </w:rPr>
              <w:t>11 - مشاهده حاج 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سده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49" w:history="1">
            <w:r w:rsidRPr="006959DF">
              <w:rPr>
                <w:rStyle w:val="Hyperlink"/>
                <w:noProof/>
                <w:rtl/>
                <w:lang w:bidi="fa-IR"/>
              </w:rPr>
              <w:t>12 - مکاشفه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محمد صالح بارفروش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0" w:history="1">
            <w:r w:rsidRPr="006959DF">
              <w:rPr>
                <w:rStyle w:val="Hyperlink"/>
                <w:noProof/>
                <w:rtl/>
              </w:rPr>
              <w:t>13 - دو مشاهده از ملا عبدالحم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قزو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1" w:history="1">
            <w:r w:rsidRPr="006959DF">
              <w:rPr>
                <w:rStyle w:val="Hyperlink"/>
                <w:noProof/>
                <w:rtl/>
              </w:rPr>
              <w:t>14 - مشاهده 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د محمد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عراق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کوه رود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2" w:history="1">
            <w:r w:rsidRPr="006959DF">
              <w:rPr>
                <w:rStyle w:val="Hyperlink"/>
                <w:noProof/>
                <w:rtl/>
                <w:lang w:bidi="fa-IR"/>
              </w:rPr>
              <w:t>15 - مکاشفه علو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مصر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نجات از حاکم 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3" w:history="1">
            <w:r w:rsidRPr="006959DF">
              <w:rPr>
                <w:rStyle w:val="Hyperlink"/>
                <w:noProof/>
                <w:rtl/>
                <w:lang w:bidi="fa-IR"/>
              </w:rPr>
              <w:t>16 - مکاشفه محمد 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حائر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کاتب العبقر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الحسان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754" w:history="1">
            <w:r w:rsidRPr="006959DF">
              <w:rPr>
                <w:rStyle w:val="Hyperlink"/>
                <w:noProof/>
                <w:rtl/>
                <w:lang w:bidi="fa-IR"/>
              </w:rPr>
              <w:t>بخش سوم :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اها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5" w:history="1">
            <w:r w:rsidRPr="006959DF">
              <w:rPr>
                <w:rStyle w:val="Hyperlink"/>
                <w:noProof/>
                <w:rtl/>
              </w:rPr>
              <w:t>1 -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ملا محمود عراق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6" w:history="1">
            <w:r w:rsidRPr="006959DF">
              <w:rPr>
                <w:rStyle w:val="Hyperlink"/>
                <w:noProof/>
                <w:rtl/>
              </w:rPr>
              <w:t>2 -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همد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حر عامل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7" w:history="1">
            <w:r w:rsidRPr="006959DF">
              <w:rPr>
                <w:rStyle w:val="Hyperlink"/>
                <w:noProof/>
                <w:rtl/>
              </w:rPr>
              <w:t>3 -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ابوالوفاء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راز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و راه توسل به معصوم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ن </w:t>
            </w:r>
            <w:r w:rsidRPr="006959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8" w:history="1">
            <w:r w:rsidRPr="006959DF">
              <w:rPr>
                <w:rStyle w:val="Hyperlink"/>
                <w:noProof/>
                <w:rtl/>
              </w:rPr>
              <w:t>4 -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صادقه ش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خ عبدالحس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ن حو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زاو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59" w:history="1">
            <w:r w:rsidRPr="006959DF">
              <w:rPr>
                <w:rStyle w:val="Hyperlink"/>
                <w:noProof/>
                <w:rtl/>
              </w:rPr>
              <w:t>5 -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مصطف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الحمود و کر شدن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0" w:history="1">
            <w:r w:rsidRPr="006959DF">
              <w:rPr>
                <w:rStyle w:val="Hyperlink"/>
                <w:noProof/>
                <w:rtl/>
              </w:rPr>
              <w:t>6 -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صادقه حاج ملا سلطان عل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1" w:history="1">
            <w:r w:rsidRPr="006959DF">
              <w:rPr>
                <w:rStyle w:val="Hyperlink"/>
                <w:noProof/>
                <w:rtl/>
              </w:rPr>
              <w:t>7 - رؤ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 w:rsidRPr="006959DF">
              <w:rPr>
                <w:rStyle w:val="Hyperlink"/>
                <w:noProof/>
                <w:rtl/>
              </w:rPr>
              <w:t xml:space="preserve"> سجاده بردار آقا محمد باقر بهبهان</w:t>
            </w:r>
            <w:r w:rsidRPr="006959D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2" w:history="1">
            <w:r w:rsidRPr="006959DF">
              <w:rPr>
                <w:rStyle w:val="Hyperlink"/>
                <w:noProof/>
                <w:rtl/>
                <w:lang w:bidi="fa-IR"/>
              </w:rPr>
              <w:t>8 -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زن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از اهل سنت و شفا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چشمان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3" w:history="1">
            <w:r w:rsidRPr="006959DF">
              <w:rPr>
                <w:rStyle w:val="Hyperlink"/>
                <w:noProof/>
                <w:rtl/>
                <w:lang w:bidi="fa-IR"/>
              </w:rPr>
              <w:t>9 -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حاج م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رزا محمد راز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4" w:history="1">
            <w:r w:rsidRPr="006959DF">
              <w:rPr>
                <w:rStyle w:val="Hyperlink"/>
                <w:noProof/>
                <w:rtl/>
                <w:lang w:bidi="fa-IR"/>
              </w:rPr>
              <w:t>10 -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حسن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5" w:history="1">
            <w:r w:rsidRPr="006959DF">
              <w:rPr>
                <w:rStyle w:val="Hyperlink"/>
                <w:noProof/>
                <w:rtl/>
                <w:lang w:bidi="fa-IR"/>
              </w:rPr>
              <w:t>11 -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آقا عبدالصمد زنجان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6" w:history="1">
            <w:r w:rsidRPr="006959DF">
              <w:rPr>
                <w:rStyle w:val="Hyperlink"/>
                <w:noProof/>
                <w:rtl/>
                <w:lang w:bidi="fa-IR"/>
              </w:rPr>
              <w:t>12 -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ک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از صلحاء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7" w:history="1">
            <w:r w:rsidRPr="006959DF">
              <w:rPr>
                <w:rStyle w:val="Hyperlink"/>
                <w:noProof/>
                <w:rtl/>
                <w:lang w:bidi="fa-IR"/>
              </w:rPr>
              <w:t>13 -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رزا محمد حس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ن نا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959DF">
              <w:rPr>
                <w:rStyle w:val="Hyperlink"/>
                <w:noProof/>
                <w:rtl/>
                <w:lang w:bidi="fa-IR"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8" w:history="1">
            <w:r w:rsidRPr="006959DF">
              <w:rPr>
                <w:rStyle w:val="Hyperlink"/>
                <w:noProof/>
                <w:rtl/>
                <w:lang w:bidi="fa-IR"/>
              </w:rPr>
              <w:t>14 -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آقا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حسن تو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سرکان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69" w:history="1">
            <w:r w:rsidRPr="006959DF">
              <w:rPr>
                <w:rStyle w:val="Hyperlink"/>
                <w:noProof/>
                <w:rtl/>
                <w:lang w:bidi="fa-IR"/>
              </w:rPr>
              <w:t>15 -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حاج ملا محمد حسن قزو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در سرداب مقدس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0" w:history="1">
            <w:r w:rsidRPr="006959DF">
              <w:rPr>
                <w:rStyle w:val="Hyperlink"/>
                <w:noProof/>
                <w:rtl/>
                <w:lang w:bidi="fa-IR"/>
              </w:rPr>
              <w:t>16 -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رض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الد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ن محمد آو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1" w:history="1">
            <w:r w:rsidRPr="006959DF">
              <w:rPr>
                <w:rStyle w:val="Hyperlink"/>
                <w:noProof/>
                <w:rtl/>
                <w:lang w:bidi="fa-IR"/>
              </w:rPr>
              <w:t>17 -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ض کربلائ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شفا از مرض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2" w:history="1">
            <w:r w:rsidRPr="006959DF">
              <w:rPr>
                <w:rStyle w:val="Hyperlink"/>
                <w:noProof/>
                <w:rtl/>
                <w:lang w:bidi="fa-IR"/>
              </w:rPr>
              <w:t>18-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مک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3" w:history="1">
            <w:r w:rsidRPr="006959DF">
              <w:rPr>
                <w:rStyle w:val="Hyperlink"/>
                <w:noProof/>
                <w:rtl/>
                <w:lang w:bidi="fa-IR"/>
              </w:rPr>
              <w:t>19 -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رزا محمد 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قزو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4" w:history="1">
            <w:r w:rsidRPr="006959DF">
              <w:rPr>
                <w:rStyle w:val="Hyperlink"/>
                <w:noProof/>
                <w:rtl/>
                <w:lang w:bidi="fa-IR"/>
              </w:rPr>
              <w:t>20 -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محمد صادق عراق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5" w:history="1">
            <w:r w:rsidRPr="006959DF">
              <w:rPr>
                <w:rStyle w:val="Hyperlink"/>
                <w:noProof/>
                <w:rtl/>
                <w:lang w:bidi="fa-IR"/>
              </w:rPr>
              <w:t>21 -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صادقه حاج ملا باقر بهبهان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6" w:history="1">
            <w:r w:rsidRPr="006959DF">
              <w:rPr>
                <w:rStyle w:val="Hyperlink"/>
                <w:noProof/>
                <w:rtl/>
                <w:lang w:bidi="fa-IR"/>
              </w:rPr>
              <w:t>22 - رؤ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ابراه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و شفا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چشم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7" w:history="1">
            <w:r w:rsidRPr="006959DF">
              <w:rPr>
                <w:rStyle w:val="Hyperlink"/>
                <w:noProof/>
                <w:rtl/>
                <w:lang w:bidi="fa-IR"/>
              </w:rPr>
              <w:t>23 - توسل آقام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رزا عبدالرزاق حائر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همدان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778" w:history="1">
            <w:r w:rsidRPr="006959DF">
              <w:rPr>
                <w:rStyle w:val="Hyperlink"/>
                <w:noProof/>
                <w:rtl/>
                <w:lang w:bidi="fa-IR"/>
              </w:rPr>
              <w:t>بخش چهارم : تجل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ات 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79" w:history="1">
            <w:r w:rsidRPr="006959DF">
              <w:rPr>
                <w:rStyle w:val="Hyperlink"/>
                <w:noProof/>
                <w:rtl/>
                <w:lang w:bidi="fa-IR"/>
              </w:rPr>
              <w:t>1 - شن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دن دعا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حضرت توسط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بن طاووس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0" w:history="1">
            <w:r w:rsidRPr="006959DF">
              <w:rPr>
                <w:rStyle w:val="Hyperlink"/>
                <w:noProof/>
                <w:rtl/>
                <w:lang w:bidi="fa-IR"/>
              </w:rPr>
              <w:t>2 - شن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دن دعا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حضرت برا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ع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1" w:history="1">
            <w:r w:rsidRPr="006959DF">
              <w:rPr>
                <w:rStyle w:val="Hyperlink"/>
                <w:noProof/>
                <w:rtl/>
                <w:lang w:bidi="fa-IR"/>
              </w:rPr>
              <w:t>3 - مشاهده نور حضرت توسط زن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صالحه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2" w:history="1">
            <w:r w:rsidRPr="006959DF">
              <w:rPr>
                <w:rStyle w:val="Hyperlink"/>
                <w:noProof/>
                <w:rtl/>
                <w:lang w:bidi="fa-IR"/>
              </w:rPr>
              <w:t>4 - استشمام عطر حضرت در سرداب مطهر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3" w:history="1">
            <w:r w:rsidRPr="006959DF">
              <w:rPr>
                <w:rStyle w:val="Hyperlink"/>
                <w:noProof/>
                <w:rtl/>
                <w:lang w:bidi="fa-IR"/>
              </w:rPr>
              <w:t>5 - حکا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ت عطار بصراو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4" w:history="1">
            <w:r w:rsidRPr="006959DF">
              <w:rPr>
                <w:rStyle w:val="Hyperlink"/>
                <w:noProof/>
                <w:rtl/>
                <w:lang w:bidi="fa-IR"/>
              </w:rPr>
              <w:t>6 - 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دن نور آن حضرت توسط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مهد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دج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5" w:history="1">
            <w:r w:rsidRPr="006959DF">
              <w:rPr>
                <w:rStyle w:val="Hyperlink"/>
                <w:noProof/>
                <w:rtl/>
                <w:lang w:bidi="fa-IR"/>
              </w:rPr>
              <w:t>7 - 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دن نور حضرت , توسط اهل سامرا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6" w:history="1">
            <w:r w:rsidRPr="006959DF">
              <w:rPr>
                <w:rStyle w:val="Hyperlink"/>
                <w:noProof/>
                <w:rtl/>
                <w:lang w:bidi="fa-IR"/>
              </w:rPr>
              <w:t>8 - شن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دن صدا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حضرت توسط رجاء مصر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7" w:history="1">
            <w:r w:rsidRPr="006959DF">
              <w:rPr>
                <w:rStyle w:val="Hyperlink"/>
                <w:noProof/>
                <w:rtl/>
                <w:lang w:bidi="fa-IR"/>
              </w:rPr>
              <w:t>بخش پنجم : توسلات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8" w:history="1">
            <w:r w:rsidRPr="006959DF">
              <w:rPr>
                <w:rStyle w:val="Hyperlink"/>
                <w:noProof/>
                <w:rtl/>
                <w:lang w:bidi="fa-IR"/>
              </w:rPr>
              <w:t>1 - توسل ملا محمود عراق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امام جمعه تبر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89" w:history="1">
            <w:r w:rsidRPr="006959DF">
              <w:rPr>
                <w:rStyle w:val="Hyperlink"/>
                <w:noProof/>
                <w:rtl/>
                <w:lang w:bidi="fa-IR"/>
              </w:rPr>
              <w:t>2 - توسل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محمد باقر شفت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جز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ره 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0" w:history="1">
            <w:r w:rsidRPr="006959DF">
              <w:rPr>
                <w:rStyle w:val="Hyperlink"/>
                <w:noProof/>
                <w:rtl/>
                <w:lang w:bidi="fa-IR"/>
              </w:rPr>
              <w:t>3 - توسل ورام بن اب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فراس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1" w:history="1">
            <w:r w:rsidRPr="006959DF">
              <w:rPr>
                <w:rStyle w:val="Hyperlink"/>
                <w:noProof/>
                <w:rtl/>
                <w:lang w:bidi="fa-IR"/>
              </w:rPr>
              <w:t>4 - توسل آقا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رضا, عالم اصفهان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2" w:history="1">
            <w:r w:rsidRPr="006959DF">
              <w:rPr>
                <w:rStyle w:val="Hyperlink"/>
                <w:noProof/>
                <w:rtl/>
                <w:lang w:bidi="fa-IR"/>
              </w:rPr>
              <w:t>5 - توسل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ابراه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3" w:history="1">
            <w:r w:rsidRPr="006959DF">
              <w:rPr>
                <w:rStyle w:val="Hyperlink"/>
                <w:noProof/>
                <w:rtl/>
                <w:lang w:bidi="fa-IR"/>
              </w:rPr>
              <w:t>6 - توسل 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گر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از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ابراه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4" w:history="1">
            <w:r w:rsidRPr="006959DF">
              <w:rPr>
                <w:rStyle w:val="Hyperlink"/>
                <w:noProof/>
                <w:rtl/>
                <w:lang w:bidi="fa-IR"/>
              </w:rPr>
              <w:t>7 - توسل سوم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خ ابراه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5" w:history="1">
            <w:r w:rsidRPr="006959DF">
              <w:rPr>
                <w:rStyle w:val="Hyperlink"/>
                <w:noProof/>
                <w:rtl/>
                <w:lang w:bidi="fa-IR"/>
              </w:rPr>
              <w:t>8 - توسل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عبدالرح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خادم مسجد 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6" w:history="1">
            <w:r w:rsidRPr="006959DF">
              <w:rPr>
                <w:rStyle w:val="Hyperlink"/>
                <w:noProof/>
                <w:rtl/>
                <w:lang w:bidi="fa-IR"/>
              </w:rPr>
              <w:t>9 - توسل آقا محمد مهد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تاجر و شفا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7" w:history="1">
            <w:r w:rsidRPr="006959DF">
              <w:rPr>
                <w:rStyle w:val="Hyperlink"/>
                <w:noProof/>
                <w:rtl/>
                <w:lang w:bidi="fa-IR"/>
              </w:rPr>
              <w:t>10 - توسل حاج ملا باقر بهبهان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شفا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فرزندش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8" w:history="1">
            <w:r w:rsidRPr="006959DF">
              <w:rPr>
                <w:rStyle w:val="Hyperlink"/>
                <w:noProof/>
                <w:rtl/>
                <w:lang w:bidi="fa-IR"/>
              </w:rPr>
              <w:t>11 - توسل آقا نجف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اصفهان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799" w:history="1">
            <w:r w:rsidRPr="006959DF">
              <w:rPr>
                <w:rStyle w:val="Hyperlink"/>
                <w:noProof/>
                <w:rtl/>
                <w:lang w:bidi="fa-IR"/>
              </w:rPr>
              <w:t>12 - توسل حاج ملا 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تهران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در سرداب غ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800" w:history="1">
            <w:r w:rsidRPr="006959DF">
              <w:rPr>
                <w:rStyle w:val="Hyperlink"/>
                <w:noProof/>
                <w:rtl/>
                <w:lang w:bidi="fa-IR"/>
              </w:rPr>
              <w:t>13 - توسل آقا م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رزا ابراه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م ش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راز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801" w:history="1">
            <w:r w:rsidRPr="006959DF">
              <w:rPr>
                <w:rStyle w:val="Hyperlink"/>
                <w:noProof/>
                <w:rtl/>
                <w:lang w:bidi="fa-IR"/>
              </w:rPr>
              <w:t>14 - توسل جمع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در ب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ابان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802" w:history="1">
            <w:r w:rsidRPr="006959DF">
              <w:rPr>
                <w:rStyle w:val="Hyperlink"/>
                <w:noProof/>
                <w:rtl/>
                <w:lang w:bidi="fa-IR"/>
              </w:rPr>
              <w:t>15- توسل حاج ملا عباسعل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اصفهان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و نجات از 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803" w:history="1">
            <w:r w:rsidRPr="006959DF">
              <w:rPr>
                <w:rStyle w:val="Hyperlink"/>
                <w:noProof/>
                <w:rtl/>
                <w:lang w:bidi="fa-IR"/>
              </w:rPr>
              <w:t>16- توسل همسر آقا س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>د رضا دزفول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414804" w:history="1">
            <w:r w:rsidRPr="006959DF">
              <w:rPr>
                <w:rStyle w:val="Hyperlink"/>
                <w:noProof/>
                <w:rtl/>
                <w:lang w:bidi="fa-IR"/>
              </w:rPr>
              <w:t>17 - توسل مرد</w:t>
            </w:r>
            <w:r w:rsidRPr="006959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959DF">
              <w:rPr>
                <w:rStyle w:val="Hyperlink"/>
                <w:noProof/>
                <w:rtl/>
                <w:lang w:bidi="fa-IR"/>
              </w:rPr>
              <w:t xml:space="preserve"> از توابع اصفهان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414805" w:history="1">
            <w:r w:rsidRPr="006959DF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Toc493414805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4456C" w:rsidRDefault="00C4456C">
          <w:r>
            <w:fldChar w:fldCharType="end"/>
          </w:r>
        </w:p>
      </w:sdtContent>
    </w:sdt>
    <w:p w:rsidR="00A84136" w:rsidRPr="00677CB5" w:rsidRDefault="00A84136" w:rsidP="00A84136">
      <w:pPr>
        <w:pStyle w:val="libNormal"/>
        <w:rPr>
          <w:lang w:bidi="fa-IR"/>
        </w:rPr>
      </w:pPr>
    </w:p>
    <w:sectPr w:rsidR="00A84136" w:rsidRPr="00677CB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A22" w:rsidRDefault="00AC2A22">
      <w:r>
        <w:separator/>
      </w:r>
    </w:p>
  </w:endnote>
  <w:endnote w:type="continuationSeparator" w:id="0">
    <w:p w:rsidR="00AC2A22" w:rsidRDefault="00AC2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D7" w:rsidRDefault="006625D7">
    <w:pPr>
      <w:pStyle w:val="Footer"/>
    </w:pPr>
    <w:fldSimple w:instr=" PAGE   \* MERGEFORMAT ">
      <w:r w:rsidR="001E303A">
        <w:rPr>
          <w:noProof/>
          <w:rtl/>
        </w:rPr>
        <w:t>508</w:t>
      </w:r>
    </w:fldSimple>
  </w:p>
  <w:p w:rsidR="006625D7" w:rsidRDefault="006625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D7" w:rsidRDefault="006625D7">
    <w:pPr>
      <w:pStyle w:val="Footer"/>
    </w:pPr>
    <w:fldSimple w:instr=" PAGE   \* MERGEFORMAT ">
      <w:r w:rsidR="001E303A">
        <w:rPr>
          <w:noProof/>
          <w:rtl/>
        </w:rPr>
        <w:t>509</w:t>
      </w:r>
    </w:fldSimple>
  </w:p>
  <w:p w:rsidR="006625D7" w:rsidRDefault="006625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D7" w:rsidRDefault="006625D7">
    <w:pPr>
      <w:pStyle w:val="Footer"/>
    </w:pPr>
    <w:fldSimple w:instr=" PAGE   \* MERGEFORMAT ">
      <w:r w:rsidR="001E303A">
        <w:rPr>
          <w:noProof/>
          <w:rtl/>
        </w:rPr>
        <w:t>1</w:t>
      </w:r>
    </w:fldSimple>
  </w:p>
  <w:p w:rsidR="006625D7" w:rsidRDefault="006625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A22" w:rsidRDefault="00AC2A22">
      <w:r>
        <w:separator/>
      </w:r>
    </w:p>
  </w:footnote>
  <w:footnote w:type="continuationSeparator" w:id="0">
    <w:p w:rsidR="00AC2A22" w:rsidRDefault="00AC2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F71"/>
    <w:rsid w:val="00005A19"/>
    <w:rsid w:val="00010942"/>
    <w:rsid w:val="000217A6"/>
    <w:rsid w:val="00021D5E"/>
    <w:rsid w:val="00024AA0"/>
    <w:rsid w:val="000267FE"/>
    <w:rsid w:val="00030622"/>
    <w:rsid w:val="000313C5"/>
    <w:rsid w:val="00040272"/>
    <w:rsid w:val="00040798"/>
    <w:rsid w:val="00043023"/>
    <w:rsid w:val="00054406"/>
    <w:rsid w:val="0006216A"/>
    <w:rsid w:val="00066CCB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C7DFB"/>
    <w:rsid w:val="000D0932"/>
    <w:rsid w:val="000D180B"/>
    <w:rsid w:val="000D1BDF"/>
    <w:rsid w:val="000D1D47"/>
    <w:rsid w:val="000D44F6"/>
    <w:rsid w:val="000D71B7"/>
    <w:rsid w:val="000E6824"/>
    <w:rsid w:val="000F5534"/>
    <w:rsid w:val="000F6B97"/>
    <w:rsid w:val="0010049D"/>
    <w:rsid w:val="00103EB4"/>
    <w:rsid w:val="0010408B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4446"/>
    <w:rsid w:val="001C5EDB"/>
    <w:rsid w:val="001D41A1"/>
    <w:rsid w:val="001D60DA"/>
    <w:rsid w:val="001D67C0"/>
    <w:rsid w:val="001D738C"/>
    <w:rsid w:val="001D77B5"/>
    <w:rsid w:val="001E25DC"/>
    <w:rsid w:val="001E303A"/>
    <w:rsid w:val="001E35B0"/>
    <w:rsid w:val="001E4B5F"/>
    <w:rsid w:val="001F0713"/>
    <w:rsid w:val="001F160F"/>
    <w:rsid w:val="001F1F71"/>
    <w:rsid w:val="001F3264"/>
    <w:rsid w:val="001F49F1"/>
    <w:rsid w:val="00202AE7"/>
    <w:rsid w:val="00202C7B"/>
    <w:rsid w:val="00203BB9"/>
    <w:rsid w:val="00205220"/>
    <w:rsid w:val="002052F3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5453"/>
    <w:rsid w:val="00257657"/>
    <w:rsid w:val="00263F56"/>
    <w:rsid w:val="00264F12"/>
    <w:rsid w:val="0027369F"/>
    <w:rsid w:val="002818EF"/>
    <w:rsid w:val="0028271F"/>
    <w:rsid w:val="00293280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0FA9"/>
    <w:rsid w:val="002C1009"/>
    <w:rsid w:val="002C3E3A"/>
    <w:rsid w:val="002C4FEF"/>
    <w:rsid w:val="002C5C66"/>
    <w:rsid w:val="002C5E85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3233"/>
    <w:rsid w:val="00324B78"/>
    <w:rsid w:val="00325A62"/>
    <w:rsid w:val="00330D70"/>
    <w:rsid w:val="00332011"/>
    <w:rsid w:val="003339D0"/>
    <w:rsid w:val="003353BB"/>
    <w:rsid w:val="0033620A"/>
    <w:rsid w:val="0034239A"/>
    <w:rsid w:val="00346B22"/>
    <w:rsid w:val="0035368E"/>
    <w:rsid w:val="00354493"/>
    <w:rsid w:val="00360A5F"/>
    <w:rsid w:val="003611EE"/>
    <w:rsid w:val="003618AA"/>
    <w:rsid w:val="00362F97"/>
    <w:rsid w:val="00363C94"/>
    <w:rsid w:val="0036400D"/>
    <w:rsid w:val="00373085"/>
    <w:rsid w:val="003854C8"/>
    <w:rsid w:val="0038683D"/>
    <w:rsid w:val="003931D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151"/>
    <w:rsid w:val="003B6720"/>
    <w:rsid w:val="003B775B"/>
    <w:rsid w:val="003B7FA9"/>
    <w:rsid w:val="003C7C08"/>
    <w:rsid w:val="003D21A8"/>
    <w:rsid w:val="003D2459"/>
    <w:rsid w:val="003D28ED"/>
    <w:rsid w:val="003D3107"/>
    <w:rsid w:val="003D4E3A"/>
    <w:rsid w:val="003D64C9"/>
    <w:rsid w:val="003E148D"/>
    <w:rsid w:val="003E1C30"/>
    <w:rsid w:val="003E33A9"/>
    <w:rsid w:val="003E3600"/>
    <w:rsid w:val="003F33DE"/>
    <w:rsid w:val="003F52A9"/>
    <w:rsid w:val="00402C65"/>
    <w:rsid w:val="004035D1"/>
    <w:rsid w:val="00404EB7"/>
    <w:rsid w:val="00407D56"/>
    <w:rsid w:val="00410867"/>
    <w:rsid w:val="00416E2B"/>
    <w:rsid w:val="004201D6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773BF"/>
    <w:rsid w:val="00481FD0"/>
    <w:rsid w:val="00482060"/>
    <w:rsid w:val="0048221F"/>
    <w:rsid w:val="0048325C"/>
    <w:rsid w:val="0048520F"/>
    <w:rsid w:val="004857ED"/>
    <w:rsid w:val="00487AE8"/>
    <w:rsid w:val="004919C3"/>
    <w:rsid w:val="00494861"/>
    <w:rsid w:val="004953C3"/>
    <w:rsid w:val="00497042"/>
    <w:rsid w:val="004A0866"/>
    <w:rsid w:val="004A5868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946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84F04"/>
    <w:rsid w:val="005923FF"/>
    <w:rsid w:val="00595761"/>
    <w:rsid w:val="00597B34"/>
    <w:rsid w:val="005A075E"/>
    <w:rsid w:val="005A1C39"/>
    <w:rsid w:val="005A41E3"/>
    <w:rsid w:val="005A43ED"/>
    <w:rsid w:val="005A5C15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16291"/>
    <w:rsid w:val="00620B12"/>
    <w:rsid w:val="006210F4"/>
    <w:rsid w:val="006224EE"/>
    <w:rsid w:val="00625C71"/>
    <w:rsid w:val="00627A7B"/>
    <w:rsid w:val="006357C1"/>
    <w:rsid w:val="00636DE7"/>
    <w:rsid w:val="00641A2D"/>
    <w:rsid w:val="00643F5E"/>
    <w:rsid w:val="00646D08"/>
    <w:rsid w:val="00651640"/>
    <w:rsid w:val="00651ADF"/>
    <w:rsid w:val="006574EA"/>
    <w:rsid w:val="006625D7"/>
    <w:rsid w:val="00663284"/>
    <w:rsid w:val="00663B79"/>
    <w:rsid w:val="00665B79"/>
    <w:rsid w:val="006702C6"/>
    <w:rsid w:val="006726F6"/>
    <w:rsid w:val="00672E5A"/>
    <w:rsid w:val="006747DF"/>
    <w:rsid w:val="00674D1F"/>
    <w:rsid w:val="00676165"/>
    <w:rsid w:val="00677CB5"/>
    <w:rsid w:val="00682902"/>
    <w:rsid w:val="00684527"/>
    <w:rsid w:val="0068652E"/>
    <w:rsid w:val="00687928"/>
    <w:rsid w:val="0069163F"/>
    <w:rsid w:val="00691DBB"/>
    <w:rsid w:val="00697257"/>
    <w:rsid w:val="006A77B9"/>
    <w:rsid w:val="006A77BD"/>
    <w:rsid w:val="006A7D4D"/>
    <w:rsid w:val="006B20BA"/>
    <w:rsid w:val="006B5C71"/>
    <w:rsid w:val="006B7F0E"/>
    <w:rsid w:val="006C4B43"/>
    <w:rsid w:val="006C57A8"/>
    <w:rsid w:val="006D36EC"/>
    <w:rsid w:val="006D6DC1"/>
    <w:rsid w:val="006D6F9A"/>
    <w:rsid w:val="006E2C8E"/>
    <w:rsid w:val="006E3670"/>
    <w:rsid w:val="006E446F"/>
    <w:rsid w:val="006E6291"/>
    <w:rsid w:val="006F2E14"/>
    <w:rsid w:val="006F7CE8"/>
    <w:rsid w:val="007000EB"/>
    <w:rsid w:val="00700595"/>
    <w:rsid w:val="00701353"/>
    <w:rsid w:val="00703CE7"/>
    <w:rsid w:val="0070524C"/>
    <w:rsid w:val="00710619"/>
    <w:rsid w:val="00712866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0AA"/>
    <w:rsid w:val="007355A7"/>
    <w:rsid w:val="00735A8E"/>
    <w:rsid w:val="00737D9D"/>
    <w:rsid w:val="00740DAD"/>
    <w:rsid w:val="00740E80"/>
    <w:rsid w:val="007421E0"/>
    <w:rsid w:val="0074517B"/>
    <w:rsid w:val="0074654C"/>
    <w:rsid w:val="007515BE"/>
    <w:rsid w:val="00754E0C"/>
    <w:rsid w:val="007571E2"/>
    <w:rsid w:val="00757A95"/>
    <w:rsid w:val="00760354"/>
    <w:rsid w:val="00765BEF"/>
    <w:rsid w:val="007735AB"/>
    <w:rsid w:val="00773E4E"/>
    <w:rsid w:val="00775FFA"/>
    <w:rsid w:val="00776AF1"/>
    <w:rsid w:val="00776CB5"/>
    <w:rsid w:val="00777AC5"/>
    <w:rsid w:val="0078259F"/>
    <w:rsid w:val="00782872"/>
    <w:rsid w:val="00783A75"/>
    <w:rsid w:val="00784287"/>
    <w:rsid w:val="007860ED"/>
    <w:rsid w:val="00796AAA"/>
    <w:rsid w:val="007A42B6"/>
    <w:rsid w:val="007A6185"/>
    <w:rsid w:val="007B0744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4E02"/>
    <w:rsid w:val="007D5FD1"/>
    <w:rsid w:val="007D6106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27EA5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0ABF"/>
    <w:rsid w:val="0086345B"/>
    <w:rsid w:val="00864703"/>
    <w:rsid w:val="00864864"/>
    <w:rsid w:val="0086572E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5537"/>
    <w:rsid w:val="008C5F73"/>
    <w:rsid w:val="008D1B93"/>
    <w:rsid w:val="008D2F44"/>
    <w:rsid w:val="008D5FE6"/>
    <w:rsid w:val="008D6657"/>
    <w:rsid w:val="008E1FA7"/>
    <w:rsid w:val="008E4D2E"/>
    <w:rsid w:val="008F13C5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7775"/>
    <w:rsid w:val="0097061F"/>
    <w:rsid w:val="00972C70"/>
    <w:rsid w:val="009741DD"/>
    <w:rsid w:val="00974224"/>
    <w:rsid w:val="00974FF1"/>
    <w:rsid w:val="00976899"/>
    <w:rsid w:val="00981B91"/>
    <w:rsid w:val="00986588"/>
    <w:rsid w:val="00992E31"/>
    <w:rsid w:val="00995AAA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1315"/>
    <w:rsid w:val="009D3969"/>
    <w:rsid w:val="009D63AF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1E73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4136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01CA"/>
    <w:rsid w:val="00AC214F"/>
    <w:rsid w:val="00AC225D"/>
    <w:rsid w:val="00AC28CD"/>
    <w:rsid w:val="00AC2A22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5E73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2444"/>
    <w:rsid w:val="00B24ABA"/>
    <w:rsid w:val="00B300E7"/>
    <w:rsid w:val="00B37FEA"/>
    <w:rsid w:val="00B426ED"/>
    <w:rsid w:val="00B42E0C"/>
    <w:rsid w:val="00B43485"/>
    <w:rsid w:val="00B4552E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0BDA"/>
    <w:rsid w:val="00B931B4"/>
    <w:rsid w:val="00B936D7"/>
    <w:rsid w:val="00B955A3"/>
    <w:rsid w:val="00BA20DE"/>
    <w:rsid w:val="00BA5AC3"/>
    <w:rsid w:val="00BB1860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27267"/>
    <w:rsid w:val="00C31833"/>
    <w:rsid w:val="00C33018"/>
    <w:rsid w:val="00C33B4D"/>
    <w:rsid w:val="00C34E44"/>
    <w:rsid w:val="00C35A49"/>
    <w:rsid w:val="00C36AF1"/>
    <w:rsid w:val="00C37458"/>
    <w:rsid w:val="00C37AF7"/>
    <w:rsid w:val="00C4456C"/>
    <w:rsid w:val="00C45E29"/>
    <w:rsid w:val="00C554CC"/>
    <w:rsid w:val="00C5674D"/>
    <w:rsid w:val="00C617E5"/>
    <w:rsid w:val="00C667E4"/>
    <w:rsid w:val="00C70E63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1DC4"/>
    <w:rsid w:val="00CC4FE6"/>
    <w:rsid w:val="00CD1FC1"/>
    <w:rsid w:val="00CD40C7"/>
    <w:rsid w:val="00CD66FF"/>
    <w:rsid w:val="00CD6958"/>
    <w:rsid w:val="00CD72D4"/>
    <w:rsid w:val="00CE092B"/>
    <w:rsid w:val="00CE30CD"/>
    <w:rsid w:val="00CE5F02"/>
    <w:rsid w:val="00CF00F5"/>
    <w:rsid w:val="00CF137D"/>
    <w:rsid w:val="00D0599C"/>
    <w:rsid w:val="00D10971"/>
    <w:rsid w:val="00D209B2"/>
    <w:rsid w:val="00D20EAE"/>
    <w:rsid w:val="00D212D5"/>
    <w:rsid w:val="00D23102"/>
    <w:rsid w:val="00D24B24"/>
    <w:rsid w:val="00D24EB0"/>
    <w:rsid w:val="00D25987"/>
    <w:rsid w:val="00D33A32"/>
    <w:rsid w:val="00D34970"/>
    <w:rsid w:val="00D40BA9"/>
    <w:rsid w:val="00D44588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2E6B"/>
    <w:rsid w:val="00DA30BB"/>
    <w:rsid w:val="00DA5931"/>
    <w:rsid w:val="00DA722B"/>
    <w:rsid w:val="00DB2424"/>
    <w:rsid w:val="00DB2E21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1419"/>
    <w:rsid w:val="00E40FCC"/>
    <w:rsid w:val="00E43122"/>
    <w:rsid w:val="00E44003"/>
    <w:rsid w:val="00E456A5"/>
    <w:rsid w:val="00E50FF4"/>
    <w:rsid w:val="00E520F4"/>
    <w:rsid w:val="00E5512D"/>
    <w:rsid w:val="00E574E5"/>
    <w:rsid w:val="00E6232E"/>
    <w:rsid w:val="00E63C51"/>
    <w:rsid w:val="00E71139"/>
    <w:rsid w:val="00E7220D"/>
    <w:rsid w:val="00E74F63"/>
    <w:rsid w:val="00E7602E"/>
    <w:rsid w:val="00E90664"/>
    <w:rsid w:val="00E917D6"/>
    <w:rsid w:val="00E93A84"/>
    <w:rsid w:val="00E945B9"/>
    <w:rsid w:val="00E96F05"/>
    <w:rsid w:val="00EA015E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D51CD"/>
    <w:rsid w:val="00EE260F"/>
    <w:rsid w:val="00EE4843"/>
    <w:rsid w:val="00EE56E1"/>
    <w:rsid w:val="00EE604B"/>
    <w:rsid w:val="00EE6B33"/>
    <w:rsid w:val="00EF0462"/>
    <w:rsid w:val="00EF0F7D"/>
    <w:rsid w:val="00EF6505"/>
    <w:rsid w:val="00EF6E5F"/>
    <w:rsid w:val="00EF776E"/>
    <w:rsid w:val="00EF7A6F"/>
    <w:rsid w:val="00F02C57"/>
    <w:rsid w:val="00F05E26"/>
    <w:rsid w:val="00F070E5"/>
    <w:rsid w:val="00F07D33"/>
    <w:rsid w:val="00F12253"/>
    <w:rsid w:val="00F1517E"/>
    <w:rsid w:val="00F16678"/>
    <w:rsid w:val="00F16834"/>
    <w:rsid w:val="00F20673"/>
    <w:rsid w:val="00F23FFA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A650E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D4B93"/>
    <w:rsid w:val="00FE01AC"/>
    <w:rsid w:val="00FE0BFA"/>
    <w:rsid w:val="00FE0D85"/>
    <w:rsid w:val="00FE7CE2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485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1D738C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  <w:lang w:bidi="fa-IR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ayatext">
    <w:name w:val="ayatext"/>
    <w:basedOn w:val="DefaultParagraphFont"/>
    <w:rsid w:val="00981B91"/>
  </w:style>
  <w:style w:type="character" w:customStyle="1" w:styleId="highlight">
    <w:name w:val="highlight"/>
    <w:basedOn w:val="DefaultParagraphFont"/>
    <w:rsid w:val="00BB1860"/>
  </w:style>
  <w:style w:type="paragraph" w:styleId="TOC6">
    <w:name w:val="toc 6"/>
    <w:basedOn w:val="Normal"/>
    <w:next w:val="Normal"/>
    <w:autoRedefine/>
    <w:uiPriority w:val="39"/>
    <w:unhideWhenUsed/>
    <w:rsid w:val="00C4456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4456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4456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4456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1E303A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zel_hageh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7BC7-E657-4F15-8799-66E810B8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935</TotalTime>
  <Pages>509</Pages>
  <Words>82685</Words>
  <Characters>471306</Characters>
  <Application>Microsoft Office Word</Application>
  <DocSecurity>0</DocSecurity>
  <Lines>3927</Lines>
  <Paragraphs>1105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552886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40</cp:revision>
  <cp:lastPrinted>1601-01-01T00:00:00Z</cp:lastPrinted>
  <dcterms:created xsi:type="dcterms:W3CDTF">2017-09-06T09:49:00Z</dcterms:created>
  <dcterms:modified xsi:type="dcterms:W3CDTF">2017-09-17T07:59:00Z</dcterms:modified>
</cp:coreProperties>
</file>