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E9E" w:rsidRDefault="009D5E9E" w:rsidP="009D5E9E">
      <w:pPr>
        <w:pStyle w:val="libNotice"/>
        <w:bidi w:val="0"/>
        <w:rPr>
          <w:rFonts w:hint="cs"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9D5E9E" w:rsidRDefault="009D5E9E" w:rsidP="009D5E9E">
      <w:pPr>
        <w:pStyle w:val="libNotice"/>
        <w:rPr>
          <w:rFonts w:hint="cs"/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7B4BE8">
      <w:pPr>
        <w:pStyle w:val="libCenterBold1"/>
        <w:rPr>
          <w:rtl/>
          <w:lang w:bidi="fa-IR"/>
        </w:rPr>
      </w:pPr>
      <w:r>
        <w:rPr>
          <w:rtl/>
          <w:lang w:bidi="fa-IR"/>
        </w:rPr>
        <w:t>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او</w:t>
      </w:r>
    </w:p>
    <w:p w:rsidR="007B4BE8" w:rsidRDefault="007B4BE8" w:rsidP="007B4BE8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>
        <w:rPr>
          <w:rtl/>
          <w:lang w:bidi="fa-IR"/>
        </w:rPr>
        <w:t xml:space="preserve"> محمد خادم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1E21FC">
      <w:pPr>
        <w:pStyle w:val="Heading1"/>
        <w:rPr>
          <w:rtl/>
          <w:lang w:bidi="fa-IR"/>
        </w:rPr>
      </w:pPr>
      <w:bookmarkStart w:id="0" w:name="_Toc515799706"/>
      <w:r>
        <w:rPr>
          <w:rFonts w:hint="eastAsia"/>
          <w:rtl/>
          <w:lang w:bidi="fa-IR"/>
        </w:rPr>
        <w:t>قرآن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>عليه‌السلام</w:t>
      </w:r>
      <w:bookmarkEnd w:id="0"/>
      <w:r w:rsidR="001E21FC" w:rsidRPr="001E21FC">
        <w:rPr>
          <w:rStyle w:val="libAlaemChar"/>
          <w:rtl/>
        </w:rPr>
        <w:t xml:space="preserve"> </w:t>
      </w:r>
    </w:p>
    <w:p w:rsidR="007B4BE8" w:rsidRDefault="007B4BE8" w:rsidP="001E21F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در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طرف خداوند بزرگ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به ما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واجب الاطاعه است و کوچکتر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آن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داشت، چرا که از منبع علم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سرچشمه گرفته است. از جمله بشارتها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قرآن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ضمن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شده مساءله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طره</w:t>
      </w:r>
      <w:r>
        <w:rPr>
          <w:rtl/>
          <w:lang w:bidi="fa-IR"/>
        </w:rPr>
        <w:t xml:space="preserve"> عدل و داد در عالم بعد از پر شدن آن از ظلم و جور است که مرحوم علامه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مقدمه کتاب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«کشف الاءستار» ادعا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تواتر، از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فرموده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ظلم و 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سرتاس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جهان محو گردد و جهان از عدالت پر شود،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خام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سندگان،</w:t>
      </w:r>
      <w:r>
        <w:rPr>
          <w:rtl/>
          <w:lang w:bidi="fa-IR"/>
        </w:rPr>
        <w:t xml:space="preserve"> عدالت در حکومت حضرت</w:t>
      </w:r>
      <w:r w:rsidR="001E21FC">
        <w:rPr>
          <w:lang w:bidi="fa-IR"/>
        </w:rPr>
        <w:t xml:space="preserve"> </w:t>
      </w: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سلام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تغل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همچنان افراد شرور، کم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در اجتماع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شوند.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طبق نص 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و تفاس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عصمت و طهارت سلام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 از پر شدن عالم از ظلم و جور، قسط عدل بر آن حاکم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خواهد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همان گونه که </w:t>
      </w: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شد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بزرگان مذهب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علامه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دعو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تواتر نموده اند.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عدالت تغل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طرفداران آن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</w:p>
    <w:p w:rsidR="007B4BE8" w:rsidRDefault="001E21FC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1E21FC">
      <w:pPr>
        <w:pStyle w:val="Heading1"/>
        <w:rPr>
          <w:rtl/>
          <w:lang w:bidi="fa-IR"/>
        </w:rPr>
      </w:pPr>
      <w:bookmarkStart w:id="1" w:name="_Toc515799707"/>
      <w:r>
        <w:rPr>
          <w:rFonts w:hint="eastAsia"/>
          <w:rtl/>
          <w:lang w:bidi="fa-IR"/>
        </w:rPr>
        <w:t>نشانه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حکومت</w:t>
      </w:r>
      <w:bookmarkEnd w:id="1"/>
    </w:p>
    <w:p w:rsidR="007B4BE8" w:rsidRDefault="001E21FC" w:rsidP="009D5E9E">
      <w:pPr>
        <w:pStyle w:val="libNormal"/>
        <w:rPr>
          <w:rtl/>
          <w:lang w:bidi="fa-IR"/>
        </w:rPr>
      </w:pPr>
      <w:r>
        <w:rPr>
          <w:rStyle w:val="libAlaemChar"/>
          <w:rFonts w:eastAsia="KFGQPC Uthman Taha Naskh" w:hint="cs"/>
          <w:rtl/>
        </w:rPr>
        <w:t>(</w:t>
      </w:r>
      <w:r w:rsidRPr="001E21FC">
        <w:rPr>
          <w:rStyle w:val="libAieChar"/>
          <w:rFonts w:hint="cs"/>
          <w:rtl/>
        </w:rPr>
        <w:t>سَنُرِيهِمْ آيَاتِنَا فِي الْآفَاقِ وَفِي أَنفُسِهِمْ حَتَّىٰ يَتَبَيَّنَ لَهُمْ أَنَّهُ الْحَقُّ</w:t>
      </w:r>
      <w:r w:rsidR="009D5E9E">
        <w:rPr>
          <w:rStyle w:val="libAieChar"/>
          <w:rFonts w:hint="cs"/>
          <w:rtl/>
        </w:rPr>
        <w:t xml:space="preserve"> </w:t>
      </w:r>
      <w:r w:rsidRPr="001E21FC">
        <w:rPr>
          <w:rStyle w:val="libAieChar"/>
          <w:rFonts w:hint="cs"/>
          <w:rtl/>
        </w:rPr>
        <w:t>أَوَلَمْ يَكْفِ بِرَبِّكَ أَنَّهُ عَلَىٰ كُلِّ شَيْءٍ شَهِيدٌ</w:t>
      </w:r>
      <w:r>
        <w:rPr>
          <w:rStyle w:val="libAlaemChar"/>
          <w:rFonts w:hint="cs"/>
          <w:rtl/>
        </w:rPr>
        <w:t>)</w:t>
      </w:r>
      <w:r w:rsidR="007B4BE8">
        <w:rPr>
          <w:rtl/>
          <w:lang w:bidi="fa-IR"/>
        </w:rPr>
        <w:t xml:space="preserve"> </w:t>
      </w:r>
      <w:r w:rsidR="007B4BE8" w:rsidRPr="001E21FC">
        <w:rPr>
          <w:rStyle w:val="libFootnotenumChar"/>
          <w:rtl/>
        </w:rPr>
        <w:t>[1].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قدرت خود را در صحنه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(کشور) وجودشان بدانها نشان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داد، تا بر آنها آشکار شود که حق است.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ممکن</w:t>
      </w:r>
      <w:r>
        <w:rPr>
          <w:rtl/>
          <w:lang w:bidi="fa-IR"/>
        </w:rPr>
        <w:t xml:space="preserve"> است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منظور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رعب و ترس باشد که در دلها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علائم و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تمام مجهولات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ببرد و پرده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ملکوت عالم بردارد به نحو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حق آشکار و باطل نابود شود، در صحنه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نشده است و با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خداوند خلف وعده نخواهد فرمود و حتما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بشود،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اعظم او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ارواح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له الفداء نشانه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بود.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1E21FC" w:rsidP="009D5E9E">
      <w:pPr>
        <w:pStyle w:val="libNormal"/>
        <w:rPr>
          <w:rtl/>
          <w:lang w:bidi="fa-IR"/>
        </w:rPr>
      </w:pPr>
      <w:r w:rsidRPr="001E21FC">
        <w:rPr>
          <w:rStyle w:val="libAlaemChar"/>
          <w:rFonts w:hint="cs"/>
          <w:rtl/>
        </w:rPr>
        <w:t>(</w:t>
      </w:r>
      <w:r w:rsidRPr="001E21FC">
        <w:rPr>
          <w:rStyle w:val="libAieChar"/>
          <w:rFonts w:hint="cs"/>
          <w:rtl/>
        </w:rPr>
        <w:t>وَلَنَبْلُوَنَّكُم بِشَيْءٍ مِّنَ الْخَوْفِ وَالْجُوعِ وَنَقْصٍ مِّنَ الْأَمْوَالِ وَالْأَنفُسِ وَالثَّمَرَاتِوَبَشِّرِ الصَّابِرِينَ</w:t>
      </w:r>
      <w:r w:rsidRPr="001E21FC">
        <w:rPr>
          <w:rStyle w:val="libAlaemChar"/>
          <w:rFonts w:hint="cs"/>
          <w:rtl/>
        </w:rPr>
        <w:t>)</w:t>
      </w:r>
      <w:r w:rsidR="007B4BE8">
        <w:rPr>
          <w:rtl/>
          <w:lang w:bidi="fa-IR"/>
        </w:rPr>
        <w:t>.</w:t>
      </w:r>
      <w:r w:rsidR="007B4BE8" w:rsidRPr="001E21FC">
        <w:rPr>
          <w:rStyle w:val="libFootnotenumChar"/>
          <w:rtl/>
        </w:rPr>
        <w:t xml:space="preserve"> [2].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E21F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هر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 w:rsidR="001E21F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ترس و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نقص در مالها و جانها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صبر کنندگان را بشارت ده.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مسلم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سلام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مردم به انواع بلاها مبتلا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 صابران است.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طور خلاصه علائم 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ظهور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عبارت است از: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E21FC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1E21F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وحشت و اضطراب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حال حاضر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E21F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1E21F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قحط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 مشهود است و به طور متوسط روزانه چند صد هزارتن از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(مانند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قسمتها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 xml:space="preserve"> و هندوستان).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E21FC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1E21F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فساد در تجارت و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کمبود درآمد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اقشار جامعه که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ما مشهود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E21FC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1E21F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تلفات 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تلفات در جنگ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عراق و نقصان زراعت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جات ناش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آفات و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برکت آنها.</w:t>
      </w:r>
    </w:p>
    <w:p w:rsidR="007B4BE8" w:rsidRDefault="007B4BE8" w:rsidP="001E21F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به اصل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که از امام صادق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  که سلام خداوند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باد  نقل کرده اند، توجه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E21F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عن</w:t>
      </w:r>
      <w:r>
        <w:rPr>
          <w:rtl/>
          <w:lang w:bidi="fa-IR"/>
        </w:rPr>
        <w:t xml:space="preserve"> محمد بن مسلم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جعفر بن محمد </w:t>
      </w:r>
      <w:r w:rsidR="002C28DD" w:rsidRPr="002C28DD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اءنه قال ان قدام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القائم علامات بلو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لعباده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قلت و ما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ذلک قول الله عزوجل «و لنبلونکم 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من الخوف و الجوع و نقص من الاموال و الانفس و الثمرات و بشر الصابر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قال لن</w:t>
      </w:r>
      <w:r>
        <w:rPr>
          <w:rFonts w:hint="eastAsia"/>
          <w:rtl/>
          <w:lang w:bidi="fa-IR"/>
        </w:rPr>
        <w:t>بلونکم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) 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من الخوف من ملوک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سلطانهم (والجوع) بغلاء اسعارهم (و نقص من الاموال) فساد التجارات و</w:t>
      </w:r>
      <w:r w:rsidR="001E21F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قله</w:t>
      </w:r>
      <w:r>
        <w:rPr>
          <w:rtl/>
          <w:lang w:bidi="fa-IR"/>
        </w:rPr>
        <w:t xml:space="preserve"> الفضل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(والانفس) قال موت 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(والثمرات) قله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زرع</w:t>
      </w:r>
      <w:r>
        <w:rPr>
          <w:rtl/>
          <w:lang w:bidi="fa-IR"/>
        </w:rPr>
        <w:t xml:space="preserve"> و قله برکه الثمار (و بشر الصابر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) عند ذلک بخروج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ثم قال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محمد هذا تأو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ان الله عزوجل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«و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تأو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الا الله و الراسخون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العلم </w:t>
      </w:r>
      <w:r w:rsidRPr="001E21FC">
        <w:rPr>
          <w:rStyle w:val="libFootnotenumChar"/>
          <w:rtl/>
        </w:rPr>
        <w:t>[3].</w:t>
      </w:r>
      <w:r>
        <w:rPr>
          <w:rtl/>
          <w:lang w:bidi="fa-IR"/>
        </w:rPr>
        <w:t xml:space="preserve">». </w:t>
      </w:r>
      <w:r w:rsidRPr="001E21FC">
        <w:rPr>
          <w:rStyle w:val="libFootnotenumChar"/>
          <w:rtl/>
        </w:rPr>
        <w:t>[4].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653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مسلم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نقل کرده است که امام فرمودند: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قائم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جهت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جانب خداوند نسبت به بندگان مؤ منش. عرض کردم: آن نشانه 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فرمود: آن، گفتار خداوند عزوجل است که فرمود:</w:t>
      </w:r>
      <w:r w:rsidR="00F65357" w:rsidRPr="00F65357">
        <w:rPr>
          <w:rStyle w:val="libAlaemChar"/>
          <w:rFonts w:hint="cs"/>
          <w:rtl/>
        </w:rPr>
        <w:t>(</w:t>
      </w:r>
      <w:r w:rsidR="00F65357" w:rsidRPr="00F65357">
        <w:rPr>
          <w:rStyle w:val="libAieChar"/>
          <w:rFonts w:hint="cs"/>
          <w:rtl/>
        </w:rPr>
        <w:t>وَلَنَبْلُوَنَّكُم بِشَيْءٍ</w:t>
      </w:r>
      <w:r w:rsidR="00F65357" w:rsidRPr="00F65357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فرمود: </w:t>
      </w:r>
      <w:r w:rsidR="00F65357">
        <w:rPr>
          <w:rtl/>
          <w:lang w:bidi="fa-IR"/>
        </w:rPr>
        <w:t>:</w:t>
      </w:r>
      <w:r w:rsidR="00F65357" w:rsidRPr="00F65357">
        <w:rPr>
          <w:rStyle w:val="libAlaemChar"/>
          <w:rFonts w:hint="cs"/>
          <w:rtl/>
        </w:rPr>
        <w:t>(</w:t>
      </w:r>
      <w:r w:rsidR="00F65357" w:rsidRPr="00F65357">
        <w:rPr>
          <w:rStyle w:val="libAieChar"/>
          <w:rFonts w:hint="cs"/>
          <w:rtl/>
        </w:rPr>
        <w:t xml:space="preserve"> لَنَبْلُوَنَّكُم</w:t>
      </w:r>
      <w:r w:rsidR="00F65357" w:rsidRPr="00F65357">
        <w:rPr>
          <w:rStyle w:val="libAlaemChar"/>
          <w:rFonts w:hint="cs"/>
          <w:rtl/>
        </w:rPr>
        <w:t>)</w:t>
      </w:r>
      <w:r w:rsidR="00F65357" w:rsidRPr="00F65357">
        <w:rPr>
          <w:rStyle w:val="libAieChar"/>
          <w:rFonts w:hint="cs"/>
          <w:rtl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شما مؤمنان را </w:t>
      </w:r>
      <w:r w:rsidR="00F65357" w:rsidRPr="00F65357">
        <w:rPr>
          <w:rStyle w:val="libAlaemChar"/>
          <w:rFonts w:hint="cs"/>
          <w:rtl/>
        </w:rPr>
        <w:t>(</w:t>
      </w:r>
      <w:r w:rsidR="00F65357" w:rsidRPr="00F65357">
        <w:rPr>
          <w:rStyle w:val="libAieChar"/>
          <w:rFonts w:hint="cs"/>
          <w:rtl/>
        </w:rPr>
        <w:t>بِشَيْءٍ مِّنَ الْخَوْفِ</w:t>
      </w:r>
      <w:r w:rsidR="00F65357" w:rsidRPr="00F65357">
        <w:rPr>
          <w:rStyle w:val="libAlaemChar"/>
          <w:rFonts w:hint="cs"/>
          <w:rtl/>
        </w:rPr>
        <w:t>)</w:t>
      </w:r>
      <w:r>
        <w:rPr>
          <w:rtl/>
          <w:lang w:bidi="fa-IR"/>
        </w:rPr>
        <w:t>به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ترس از ملوک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فلان (بن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عباس)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زمامدار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</w:t>
      </w:r>
      <w:r w:rsidR="00F65357" w:rsidRPr="00F65357">
        <w:rPr>
          <w:rStyle w:val="libAlaemChar"/>
          <w:rFonts w:hint="cs"/>
          <w:rtl/>
        </w:rPr>
        <w:t>(</w:t>
      </w:r>
      <w:r w:rsidR="00F65357" w:rsidRPr="00F65357">
        <w:rPr>
          <w:rStyle w:val="libAieChar"/>
          <w:rFonts w:hint="cs"/>
          <w:rtl/>
        </w:rPr>
        <w:t>الْجُوعِ</w:t>
      </w:r>
      <w:r w:rsidR="00F65357" w:rsidRPr="00F65357">
        <w:rPr>
          <w:rStyle w:val="libAlaemChar"/>
          <w:rFonts w:hint="cs"/>
          <w:rtl/>
        </w:rPr>
        <w:t>)</w:t>
      </w:r>
      <w:r>
        <w:rPr>
          <w:rtl/>
          <w:lang w:bidi="fa-IR"/>
        </w:rPr>
        <w:t>و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خاطر بالا بودن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متها</w:t>
      </w:r>
      <w:r>
        <w:rPr>
          <w:rtl/>
          <w:lang w:bidi="fa-IR"/>
        </w:rPr>
        <w:t xml:space="preserve"> </w:t>
      </w:r>
      <w:r w:rsidR="00F65357" w:rsidRPr="00F65357">
        <w:rPr>
          <w:rStyle w:val="libAlaemChar"/>
          <w:rFonts w:hint="cs"/>
          <w:rtl/>
        </w:rPr>
        <w:t>(</w:t>
      </w:r>
      <w:r w:rsidR="00F65357" w:rsidRPr="00F65357">
        <w:rPr>
          <w:rStyle w:val="libAieChar"/>
          <w:rFonts w:hint="cs"/>
          <w:rtl/>
        </w:rPr>
        <w:t>وَنَقْصٍ مِّنَ الْأَمْوَالِ</w:t>
      </w:r>
      <w:r w:rsidR="00F65357" w:rsidRPr="00F65357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مالها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) فساد تجارتها </w:t>
      </w:r>
      <w:r w:rsidR="00F65357" w:rsidRPr="00F65357">
        <w:rPr>
          <w:rStyle w:val="libAlaemChar"/>
          <w:rFonts w:hint="cs"/>
          <w:rtl/>
        </w:rPr>
        <w:t>(</w:t>
      </w:r>
      <w:r w:rsidR="00F65357" w:rsidRPr="00F65357">
        <w:rPr>
          <w:rStyle w:val="libAieChar"/>
          <w:rFonts w:hint="cs"/>
          <w:rtl/>
        </w:rPr>
        <w:t>وَالْأَنفُسِ</w:t>
      </w:r>
      <w:r w:rsidR="00F65357" w:rsidRPr="00F65357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>و جان ها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مرگ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ع </w:t>
      </w:r>
      <w:r w:rsidR="00F65357" w:rsidRPr="00F65357">
        <w:rPr>
          <w:rStyle w:val="libAlaemChar"/>
          <w:rFonts w:hint="cs"/>
          <w:rtl/>
        </w:rPr>
        <w:t>(</w:t>
      </w:r>
      <w:r w:rsidR="00F65357" w:rsidRPr="00F65357">
        <w:rPr>
          <w:rStyle w:val="libAieChar"/>
          <w:rFonts w:hint="cs"/>
          <w:rtl/>
        </w:rPr>
        <w:t>وَالثَّمَرَاتِ</w:t>
      </w:r>
      <w:r w:rsidR="00F65357">
        <w:rPr>
          <w:rStyle w:val="libAieChar"/>
          <w:rFonts w:hint="cs"/>
          <w:rtl/>
        </w:rPr>
        <w:t xml:space="preserve"> </w:t>
      </w:r>
      <w:r w:rsidR="00F65357" w:rsidRPr="00F65357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>و محصولات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کم شدن کشاورز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کمبود برکت محصولات </w:t>
      </w:r>
      <w:r w:rsidR="00F65357" w:rsidRPr="00F65357">
        <w:rPr>
          <w:rStyle w:val="libAlaemChar"/>
          <w:rFonts w:hint="cs"/>
          <w:rtl/>
        </w:rPr>
        <w:t>(</w:t>
      </w:r>
      <w:r w:rsidR="00F65357" w:rsidRPr="00F65357">
        <w:rPr>
          <w:rStyle w:val="libAieChar"/>
          <w:rFonts w:hint="cs"/>
          <w:rtl/>
        </w:rPr>
        <w:t>وَبَشِّرِ الصَّابِرِينَ</w:t>
      </w:r>
      <w:r w:rsidR="00F65357" w:rsidRPr="00F65357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بشارت ده صابران را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به خروج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. سپس به من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تأو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قول خداوند عزوجل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F65357">
        <w:rPr>
          <w:rFonts w:hint="cs"/>
          <w:rtl/>
          <w:lang w:bidi="fa-IR"/>
        </w:rPr>
        <w:t xml:space="preserve"> </w:t>
      </w:r>
      <w:r w:rsidR="00F65357" w:rsidRPr="00F65357">
        <w:rPr>
          <w:rStyle w:val="libAlaemChar"/>
          <w:rFonts w:hint="cs"/>
          <w:rtl/>
        </w:rPr>
        <w:t>(</w:t>
      </w:r>
      <w:r w:rsidR="00F65357" w:rsidRPr="00F65357">
        <w:rPr>
          <w:rStyle w:val="libAieChar"/>
          <w:rFonts w:hint="cs"/>
          <w:rtl/>
        </w:rPr>
        <w:t xml:space="preserve"> وَمَا يَعْلَمُ تَأْوِيلَهُ</w:t>
      </w:r>
      <w:r w:rsidRPr="00F65357">
        <w:rPr>
          <w:rStyle w:val="libAieChar"/>
          <w:rtl/>
        </w:rPr>
        <w:t>...</w:t>
      </w:r>
      <w:r w:rsidR="00F65357" w:rsidRPr="00F65357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</w:t>
      </w:r>
      <w:r>
        <w:rPr>
          <w:rFonts w:hint="eastAsia"/>
          <w:rtl/>
          <w:lang w:bidi="fa-IR"/>
        </w:rPr>
        <w:t>تأو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قرآن را جز خداوند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داران</w:t>
      </w:r>
      <w:r>
        <w:rPr>
          <w:rtl/>
          <w:lang w:bidi="fa-IR"/>
        </w:rPr>
        <w:t xml:space="preserve"> در دانش.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C5500C" w:rsidP="00F65357">
      <w:pPr>
        <w:pStyle w:val="libNormal"/>
        <w:rPr>
          <w:rtl/>
          <w:lang w:bidi="fa-IR"/>
        </w:rPr>
      </w:pPr>
      <w:r w:rsidRPr="00C5500C">
        <w:rPr>
          <w:rStyle w:val="libAlaemChar"/>
          <w:rFonts w:eastAsia="KFGQPC Uthman Taha Naskh" w:hint="cs"/>
          <w:rtl/>
        </w:rPr>
        <w:t>(</w:t>
      </w:r>
      <w:r w:rsidR="00F65357" w:rsidRPr="00F65357">
        <w:rPr>
          <w:rStyle w:val="libAieChar"/>
          <w:rFonts w:hint="cs"/>
          <w:rtl/>
        </w:rPr>
        <w:t>إِنَّ اللَّـهَ قَادِرٌ عَلَىٰ أَن يُنَزِّلَ آيَةً</w:t>
      </w:r>
      <w:r w:rsidR="007B4BE8">
        <w:rPr>
          <w:rtl/>
          <w:lang w:bidi="fa-IR"/>
        </w:rPr>
        <w:t>.</w:t>
      </w:r>
      <w:r w:rsidRPr="00C5500C">
        <w:rPr>
          <w:rStyle w:val="libAlaemChar"/>
          <w:rFonts w:hint="cs"/>
          <w:rtl/>
        </w:rPr>
        <w:t>)</w:t>
      </w:r>
      <w:r w:rsidR="007B4BE8">
        <w:rPr>
          <w:rtl/>
          <w:lang w:bidi="fa-IR"/>
        </w:rPr>
        <w:t xml:space="preserve"> </w:t>
      </w:r>
      <w:r w:rsidR="007B4BE8" w:rsidRPr="00C5500C">
        <w:rPr>
          <w:rStyle w:val="libFootnotenumChar"/>
          <w:rtl/>
        </w:rPr>
        <w:t>[5]</w:t>
      </w:r>
      <w:r w:rsidR="007B4BE8"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(تبارک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قادر است که نشانه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 فرستد.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چند نشانه از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اشاره شده است: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5500C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C5500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خروج دابه الارض </w:t>
      </w:r>
      <w:r w:rsidRPr="00C5500C">
        <w:rPr>
          <w:rStyle w:val="libFootnotenumChar"/>
          <w:rtl/>
        </w:rPr>
        <w:t>[6]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5500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C5500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دجال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5500C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C5500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نزول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5500C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C5500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طلوع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مغرب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550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اصل</w:t>
      </w:r>
      <w:r w:rsidR="00C5500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:</w:t>
      </w: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الجارود: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قوله </w:t>
      </w:r>
      <w:r w:rsidR="00C5500C" w:rsidRPr="00C5500C">
        <w:rPr>
          <w:rStyle w:val="libAlaemChar"/>
          <w:rFonts w:hint="cs"/>
          <w:rtl/>
        </w:rPr>
        <w:t>(</w:t>
      </w:r>
      <w:r w:rsidR="00C5500C" w:rsidRPr="009D5E9E">
        <w:rPr>
          <w:rStyle w:val="libAieChar"/>
          <w:rFonts w:hint="cs"/>
          <w:rtl/>
        </w:rPr>
        <w:t xml:space="preserve"> إِنَّ اللَّـهَ قَادِرٌ عَلَىٰ أَن يُنَزِّلَ آيَةً</w:t>
      </w:r>
      <w:r w:rsidR="00C5500C">
        <w:rPr>
          <w:rFonts w:hint="eastAsia"/>
          <w:rtl/>
          <w:lang w:bidi="fa-IR"/>
        </w:rPr>
        <w:t xml:space="preserve"> </w:t>
      </w:r>
      <w:r w:rsidR="00C5500C" w:rsidRPr="00C5500C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الزمان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منها دابه الارض و الدجال و نزول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طلوع الشمس من مغربها. </w:t>
      </w:r>
      <w:r w:rsidRPr="00C5500C">
        <w:rPr>
          <w:rStyle w:val="libFootnotenumChar"/>
          <w:rtl/>
        </w:rPr>
        <w:t>[7]</w:t>
      </w:r>
      <w:r>
        <w:rPr>
          <w:rtl/>
          <w:lang w:bidi="fa-IR"/>
        </w:rPr>
        <w:t>.</w:t>
      </w:r>
    </w:p>
    <w:p w:rsidR="007B4BE8" w:rsidRDefault="007B4BE8" w:rsidP="00C550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الجارود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امام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C5500C" w:rsidRPr="00C5500C">
        <w:rPr>
          <w:rStyle w:val="libAlaemChar"/>
          <w:rFonts w:hint="cs"/>
          <w:rtl/>
        </w:rPr>
        <w:t>(</w:t>
      </w:r>
      <w:r w:rsidR="00C5500C" w:rsidRPr="00C5500C">
        <w:rPr>
          <w:rStyle w:val="libAieChar"/>
          <w:rFonts w:hint="cs"/>
          <w:rtl/>
        </w:rPr>
        <w:t xml:space="preserve"> إِنَّ اللَّـهَ قَادِرٌ</w:t>
      </w:r>
      <w:r w:rsidR="00C5500C" w:rsidRPr="009D5E9E">
        <w:rPr>
          <w:rStyle w:val="libAieChar"/>
          <w:rFonts w:hint="cs"/>
          <w:rtl/>
        </w:rPr>
        <w:t xml:space="preserve"> </w:t>
      </w:r>
      <w:r w:rsidR="00C5500C" w:rsidRPr="00C5500C">
        <w:rPr>
          <w:rStyle w:val="libAlaemChar"/>
          <w:rFonts w:hint="cs"/>
          <w:rtl/>
        </w:rPr>
        <w:t>)</w:t>
      </w:r>
      <w:r w:rsidR="00C5500C">
        <w:rPr>
          <w:rtl/>
          <w:lang w:bidi="fa-IR"/>
        </w:rPr>
        <w:t xml:space="preserve"> </w:t>
      </w:r>
      <w:r>
        <w:rPr>
          <w:rtl/>
          <w:lang w:bidi="fa-IR"/>
        </w:rPr>
        <w:t>فرمودند: زود است که در آخر الزمان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قدرت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5500C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C5500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دابه الارض (که منظور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رجعت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5500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C5500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دجال.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5500C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C5500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نزول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آسمان.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650F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F650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طلوع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مغرب.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F650F9" w:rsidP="007B4BE8">
      <w:pPr>
        <w:pStyle w:val="libNormal"/>
        <w:rPr>
          <w:rtl/>
          <w:lang w:bidi="fa-IR"/>
        </w:rPr>
      </w:pPr>
      <w:r w:rsidRPr="00F650F9">
        <w:rPr>
          <w:rStyle w:val="libAlaemChar"/>
          <w:rFonts w:eastAsia="KFGQPC Uthman Taha Naskh" w:hint="cs"/>
          <w:rtl/>
        </w:rPr>
        <w:t>(</w:t>
      </w:r>
      <w:r w:rsidRPr="00F650F9">
        <w:rPr>
          <w:rStyle w:val="libAieChar"/>
          <w:rFonts w:hint="cs"/>
          <w:rtl/>
        </w:rPr>
        <w:t>قُلْ هُوَ الْقَادِرُ عَلَىٰ أَن يَبْعَثَ عَلَيْكُمْ عَذَابًا مِّن فَوْقِكُمْ أَوْ مِن تَحْتِ أَرْجُلِكُمْ أَوْ يَلْبِسَكُمْ شِيَعًا وَيُذِيقَ بَعْضَكُم بَأْسَ بَعْضٍ</w:t>
      </w:r>
      <w:r w:rsidR="007B4BE8" w:rsidRPr="00F650F9">
        <w:rPr>
          <w:rStyle w:val="libAieChar"/>
          <w:rtl/>
        </w:rPr>
        <w:t>.</w:t>
      </w:r>
      <w:r w:rsidRPr="00F650F9">
        <w:rPr>
          <w:rStyle w:val="libAlaemChar"/>
          <w:rFonts w:eastAsia="KFGQPC Uthman Taha Naskh" w:hint="cs"/>
          <w:rtl/>
        </w:rPr>
        <w:t>)</w:t>
      </w:r>
      <w:r w:rsidR="007B4BE8">
        <w:rPr>
          <w:rtl/>
          <w:lang w:bidi="fa-IR"/>
        </w:rPr>
        <w:t xml:space="preserve"> </w:t>
      </w:r>
      <w:r w:rsidR="007B4BE8" w:rsidRPr="00F650F9">
        <w:rPr>
          <w:rStyle w:val="libFootnotenumChar"/>
          <w:rtl/>
        </w:rPr>
        <w:t>[8]</w:t>
      </w:r>
      <w:r w:rsidR="007B4BE8"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بگو</w:t>
      </w:r>
      <w:r>
        <w:rPr>
          <w:rtl/>
          <w:lang w:bidi="fa-IR"/>
        </w:rPr>
        <w:t xml:space="preserve"> او تواناست که بر شما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بر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شما را از گروهها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متحد قرار دهد و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بچشاند.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علائم ظهور اشاره شده است: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650F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F650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خروج دجال.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650F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F650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650F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F650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خسف و فرورفتن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داء»</w:t>
      </w:r>
      <w:r>
        <w:rPr>
          <w:rtl/>
          <w:lang w:bidi="fa-IR"/>
        </w:rPr>
        <w:t>.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مقصود لشکر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650F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F650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اختلاف مردم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طعن و شتم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کردن و کشتار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افراد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همه آنها خودشان را مسلمان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اما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باب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است:</w:t>
      </w:r>
    </w:p>
    <w:p w:rsidR="007B4BE8" w:rsidRDefault="007B4BE8" w:rsidP="00F650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«قل هو القادر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الخ» قال هو الدجال و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«او من تحت ارجلکم» و هو الخسف «او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لبسکم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عا»</w:t>
      </w:r>
      <w:r>
        <w:rPr>
          <w:rtl/>
          <w:lang w:bidi="fa-IR"/>
        </w:rPr>
        <w:t xml:space="preserve"> و هو اختلاف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طعن بعظکم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 «و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 w:rsidR="00F650F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بعضکم</w:t>
      </w:r>
      <w:r>
        <w:rPr>
          <w:rtl/>
          <w:lang w:bidi="fa-IR"/>
        </w:rPr>
        <w:t xml:space="preserve"> باءس بعض» و هو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</w:t>
      </w:r>
      <w:r>
        <w:rPr>
          <w:rtl/>
          <w:lang w:bidi="fa-IR"/>
        </w:rPr>
        <w:t xml:space="preserve"> بعضکم بعضا و کل هذا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القبله. </w:t>
      </w:r>
      <w:r w:rsidRPr="00F650F9">
        <w:rPr>
          <w:rStyle w:val="libFootnotenumChar"/>
          <w:rtl/>
        </w:rPr>
        <w:t>[9].</w:t>
      </w:r>
    </w:p>
    <w:p w:rsidR="007B4BE8" w:rsidRDefault="007B4BE8" w:rsidP="00F650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(امام باقر)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فرموده خداوند متعال</w:t>
      </w:r>
      <w:r w:rsidRPr="00F650F9">
        <w:rPr>
          <w:rStyle w:val="libAieChar"/>
          <w:rtl/>
        </w:rPr>
        <w:t>:</w:t>
      </w:r>
      <w:r w:rsidR="00F650F9" w:rsidRPr="00F650F9">
        <w:rPr>
          <w:rStyle w:val="libAieChar"/>
          <w:rFonts w:hint="cs"/>
          <w:rtl/>
        </w:rPr>
        <w:t>( قُلْ هُوَ الْقَادِرُ عَلَىٰ</w:t>
      </w:r>
      <w:r w:rsidRPr="00F650F9">
        <w:rPr>
          <w:rStyle w:val="libAieChar"/>
          <w:rtl/>
        </w:rPr>
        <w:t>...</w:t>
      </w:r>
      <w:r w:rsidR="00F650F9" w:rsidRPr="00F650F9">
        <w:rPr>
          <w:rStyle w:val="libAlaemChar"/>
          <w:rFonts w:hint="cs"/>
          <w:rtl/>
        </w:rPr>
        <w:t>)</w:t>
      </w:r>
      <w:r>
        <w:rPr>
          <w:rtl/>
          <w:lang w:bidi="fa-IR"/>
        </w:rPr>
        <w:t>منقول است که فرمودند: آن دجال و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است (عذاب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بالا) و مراد از</w:t>
      </w:r>
      <w:r w:rsidR="00F650F9" w:rsidRPr="00F650F9">
        <w:rPr>
          <w:rStyle w:val="libAlaemChar"/>
          <w:rFonts w:eastAsia="KFGQPC Uthman Taha Naskh" w:hint="cs"/>
          <w:rtl/>
        </w:rPr>
        <w:t>(</w:t>
      </w:r>
      <w:r w:rsidR="00F650F9" w:rsidRPr="00F650F9">
        <w:rPr>
          <w:rStyle w:val="libAieChar"/>
          <w:rFonts w:hint="cs"/>
          <w:rtl/>
        </w:rPr>
        <w:t xml:space="preserve"> أَوْ مِن تَحْتِ أَرْجُلِكُمْ</w:t>
      </w:r>
      <w:r w:rsidR="00F650F9" w:rsidRPr="00F650F9">
        <w:rPr>
          <w:rStyle w:val="libAlaemChar"/>
          <w:rtl/>
        </w:rPr>
        <w:t xml:space="preserve"> </w:t>
      </w:r>
      <w:r w:rsidR="00F650F9" w:rsidRPr="00F650F9">
        <w:rPr>
          <w:rStyle w:val="libAlaemChar"/>
          <w:rFonts w:hint="cs"/>
          <w:rtl/>
        </w:rPr>
        <w:t>)</w:t>
      </w:r>
      <w:r>
        <w:rPr>
          <w:rtl/>
          <w:lang w:bidi="fa-IR"/>
        </w:rPr>
        <w:t>عبارت از خسف و فرورفتگ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مراد از</w:t>
      </w:r>
      <w:r w:rsidR="00F650F9" w:rsidRPr="00F650F9">
        <w:rPr>
          <w:rStyle w:val="libAlaemChar"/>
          <w:rFonts w:hint="cs"/>
          <w:rtl/>
        </w:rPr>
        <w:t>(</w:t>
      </w:r>
      <w:r w:rsidR="00F650F9" w:rsidRPr="00F650F9">
        <w:rPr>
          <w:rStyle w:val="libAieChar"/>
          <w:rFonts w:hint="cs"/>
          <w:rtl/>
        </w:rPr>
        <w:t>أَوْ يَلْبِسَكُمْ شِيَعًا</w:t>
      </w:r>
      <w:r w:rsidR="00F650F9" w:rsidRPr="00F650F9">
        <w:rPr>
          <w:rStyle w:val="libAlaemChar"/>
          <w:rFonts w:hint="cs"/>
          <w:rtl/>
        </w:rPr>
        <w:t>)</w:t>
      </w:r>
      <w:r w:rsidR="00F650F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اختلاف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طعن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زدن است و منظور از</w:t>
      </w:r>
      <w:r w:rsidR="00F650F9" w:rsidRPr="00F650F9">
        <w:rPr>
          <w:rStyle w:val="libAlaemChar"/>
          <w:rFonts w:hint="cs"/>
          <w:rtl/>
        </w:rPr>
        <w:t>(</w:t>
      </w:r>
      <w:r w:rsidR="00F650F9" w:rsidRPr="00F650F9">
        <w:rPr>
          <w:rStyle w:val="libAieChar"/>
          <w:rFonts w:hint="cs"/>
          <w:rtl/>
        </w:rPr>
        <w:t>وَيُذِيقَ بَعْضَكُم بَأْسَ بَعْضٍ</w:t>
      </w:r>
      <w:r w:rsidR="00F650F9" w:rsidRPr="00F650F9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کشتن بعضتان است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را، و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حوادث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اهل قبله و مسلمانان به وقوع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2C28DD" w:rsidP="002C28DD">
      <w:pPr>
        <w:pStyle w:val="libNormal"/>
        <w:rPr>
          <w:rtl/>
          <w:lang w:bidi="fa-IR"/>
        </w:rPr>
      </w:pPr>
      <w:r w:rsidRPr="002C28DD">
        <w:rPr>
          <w:rStyle w:val="libAlaemChar"/>
          <w:rFonts w:eastAsia="KFGQPC Uthman Taha Naskh" w:hint="cs"/>
          <w:rtl/>
        </w:rPr>
        <w:t>(</w:t>
      </w:r>
      <w:r w:rsidRPr="002C28DD">
        <w:rPr>
          <w:rStyle w:val="libAieChar"/>
          <w:rFonts w:hint="cs"/>
          <w:rtl/>
        </w:rPr>
        <w:t>قُلْ أَرَأَيْتُمْ إِنْ أَتَاكُمْ عَذَابُهُ بَيَاتًا أَوْ نَهَارًا مَّاذَا يَسْتَعْجِلُ مِنْهُ الْمُجْرِمُونَ</w:t>
      </w:r>
      <w:r w:rsidRPr="002C28DD">
        <w:rPr>
          <w:rStyle w:val="libAlaemChar"/>
          <w:rFonts w:hint="cs"/>
          <w:rtl/>
        </w:rPr>
        <w:t>)</w:t>
      </w:r>
      <w:r w:rsidR="007B4BE8">
        <w:rPr>
          <w:rtl/>
          <w:lang w:bidi="fa-IR"/>
        </w:rPr>
        <w:t xml:space="preserve">. </w:t>
      </w:r>
      <w:r w:rsidR="007B4BE8" w:rsidRPr="002C28DD">
        <w:rPr>
          <w:rStyle w:val="libFootnotenumChar"/>
          <w:rtl/>
        </w:rPr>
        <w:t>[10].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بگو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اگر عذاب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هنگام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روز بر شما برسد (چه راه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) چرا گناهکاران (به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توبه) عذاب را به تعج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طلبند؟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امام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نقل شده که فرمودند: مراد از عذاب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بلاها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در آخرالزمان بر مردم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(البته بر مردم مسلمان).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2C28DD" w:rsidP="002C28DD">
      <w:pPr>
        <w:pStyle w:val="libNormal"/>
        <w:rPr>
          <w:rtl/>
          <w:lang w:bidi="fa-IR"/>
        </w:rPr>
      </w:pPr>
      <w:r w:rsidRPr="002C28DD">
        <w:rPr>
          <w:rStyle w:val="libAlaemChar"/>
          <w:rFonts w:eastAsia="KFGQPC Uthman Taha Naskh" w:hint="cs"/>
          <w:rtl/>
        </w:rPr>
        <w:t>(</w:t>
      </w:r>
      <w:r w:rsidRPr="002C28DD">
        <w:rPr>
          <w:rStyle w:val="libAieChar"/>
          <w:rFonts w:hint="cs"/>
          <w:rtl/>
        </w:rPr>
        <w:t>وَلَوْ تَرَىٰ إِذْ فَزِعُوا فَلَا فَوْتَ وَأُخِذُوا مِن مَّكَانٍ قَرِيبٍ</w:t>
      </w:r>
      <w:r>
        <w:rPr>
          <w:rStyle w:val="libAlaemChar"/>
          <w:rFonts w:hint="cs"/>
          <w:rtl/>
        </w:rPr>
        <w:t>)</w:t>
      </w:r>
      <w:r w:rsidR="007B4BE8">
        <w:rPr>
          <w:rtl/>
          <w:lang w:bidi="fa-IR"/>
        </w:rPr>
        <w:t xml:space="preserve">. </w:t>
      </w:r>
      <w:r w:rsidR="007B4BE8" w:rsidRPr="002C28DD">
        <w:rPr>
          <w:rStyle w:val="libFootnotenumChar"/>
          <w:rtl/>
        </w:rPr>
        <w:t>[11]</w:t>
      </w:r>
      <w:r w:rsidR="007B4BE8"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اگر تو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 مجرمان را مشاهده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ترسان و هراسان هستند پس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فرار و گذشت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از مکان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شوند.</w:t>
      </w:r>
    </w:p>
    <w:p w:rsidR="007B4BE8" w:rsidRDefault="007B4BE8" w:rsidP="002C28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حضرت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نقل کردند در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که در مقدمه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ارواحنا له الفداء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همه مردم در هر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هستند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 و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خواهند رفت که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طبق</w:t>
      </w:r>
      <w:r w:rsidR="002C28D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بعدا ذکر خواهد شد در حدود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هزار نفر است. و اما اصل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الجارود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«ولو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 فزعوا فلا فوت» قال من الصوت و ذلک صوت من السماء.</w:t>
      </w:r>
      <w:r w:rsidRPr="002C28DD">
        <w:rPr>
          <w:rStyle w:val="libFootnotenumChar"/>
          <w:rtl/>
        </w:rPr>
        <w:t xml:space="preserve"> [12].</w:t>
      </w:r>
    </w:p>
    <w:p w:rsidR="007B4BE8" w:rsidRDefault="007B4BE8" w:rsidP="002C28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جارود از امام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مورد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قول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="002C28DD" w:rsidRPr="002C28DD">
        <w:rPr>
          <w:rStyle w:val="libAlaemChar"/>
          <w:rFonts w:hint="cs"/>
          <w:rtl/>
        </w:rPr>
        <w:t>(</w:t>
      </w:r>
      <w:r w:rsidR="002C28DD" w:rsidRPr="002C28DD">
        <w:rPr>
          <w:rStyle w:val="libAieChar"/>
          <w:rFonts w:hint="cs"/>
          <w:rtl/>
        </w:rPr>
        <w:t>وَلَوْ تَرَىٰ إِذْ فَزِعُوا فَلَا فَوْتَ وَأُخِذُوا مِن مَّكَانٍ قَرِيبٍ</w:t>
      </w:r>
      <w:r w:rsidR="002C28DD" w:rsidRPr="002C28DD">
        <w:rPr>
          <w:rStyle w:val="libAlaemChar"/>
          <w:rFonts w:hint="cs"/>
          <w:rtl/>
        </w:rPr>
        <w:t>)</w:t>
      </w:r>
      <w:r w:rsidR="002C28DD">
        <w:rPr>
          <w:rtl/>
          <w:lang w:bidi="fa-IR"/>
        </w:rPr>
        <w:t xml:space="preserve"> </w:t>
      </w:r>
      <w:r>
        <w:rPr>
          <w:rtl/>
          <w:lang w:bidi="fa-IR"/>
        </w:rPr>
        <w:t>،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است که آن حضرت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>)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ساءل</w:t>
      </w:r>
      <w:r>
        <w:rPr>
          <w:rtl/>
          <w:lang w:bidi="fa-IR"/>
        </w:rPr>
        <w:t xml:space="preserve"> سائل بعذاب واقع. </w:t>
      </w:r>
      <w:r w:rsidRPr="002C28DD">
        <w:rPr>
          <w:rStyle w:val="libFootnotenumChar"/>
          <w:rtl/>
        </w:rPr>
        <w:t>[13].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وقوع آن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سؤال نمود.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حضرت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رابطه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مبارکه سؤال کردند که منظور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عذاب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تخرج من المغرب و ملک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سوقها</w:t>
      </w:r>
      <w:r>
        <w:rPr>
          <w:rtl/>
          <w:lang w:bidi="fa-IR"/>
        </w:rPr>
        <w:t xml:space="preserve"> من خلفها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جهه دار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سعد ابن همام عند مسجدهم فلا تدع دارا لبن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 احرقتها و اهلها و لا تدع دارا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ترلال محمد الا احرقتها و ذلک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.</w:t>
      </w:r>
      <w:r w:rsidRPr="002C28DD">
        <w:rPr>
          <w:rStyle w:val="libFootnotenumChar"/>
          <w:rtl/>
        </w:rPr>
        <w:t xml:space="preserve"> [14].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عذاب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طرف مغرب شعله 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پادشاه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تمام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همه غاصبان حقوق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آتش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مخصوصا از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گذاشت و اوست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محمد (سلام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عجل الله له الفرج).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علائم ظهور است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وقت ظهور واقع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Pr="002C28DD" w:rsidRDefault="002C28DD" w:rsidP="002C28D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[1] فصلت / 53.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[2] بقره / 156.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[3] آل عمران / 7.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[4]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250.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[5] انعام / 37.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[6] در باب «دابه الارض»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اند منظور،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</w:t>
      </w:r>
      <w:r w:rsidR="002C28D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اللّه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برآنند که منظور،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است.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[7] بحارالانوار،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181.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[8] انعام / 65.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[9] بحارالانوار،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182.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[10]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/ 51.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[11] سباء / 50.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[12] بحارالانوار،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185.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[13] معارج / 1.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[14] بحارالانوار،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188.</w:t>
      </w:r>
    </w:p>
    <w:p w:rsidR="007B4BE8" w:rsidRDefault="002C28DD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2C28DD">
      <w:pPr>
        <w:pStyle w:val="Heading1"/>
        <w:rPr>
          <w:rtl/>
          <w:lang w:bidi="fa-IR"/>
        </w:rPr>
      </w:pPr>
      <w:bookmarkStart w:id="2" w:name="_Toc515799708"/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امام عصر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زمان ظهورش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داند؟</w:t>
      </w:r>
      <w:bookmarkEnd w:id="2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مفصل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سلام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کتب معتبره عنوان شده است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حجج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تمام حوادث و آنچه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گذشته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عالم هستند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ر؟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 شدن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وجود مقدس امام زمان ارواحنا له الفداء علم به وقت ظهور خود دارند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نه،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انات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2C28DD">
      <w:pPr>
        <w:pStyle w:val="Heading1"/>
        <w:rPr>
          <w:rtl/>
          <w:lang w:bidi="fa-IR"/>
        </w:rPr>
      </w:pPr>
      <w:bookmarkStart w:id="3" w:name="_Toc515799709"/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و علم رسول اکرم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</w:t>
      </w:r>
      <w:r w:rsidR="002C28DD" w:rsidRPr="002C28DD">
        <w:rPr>
          <w:rStyle w:val="libAlaemChar"/>
          <w:rFonts w:eastAsiaTheme="minorHAnsi"/>
          <w:rtl/>
        </w:rPr>
        <w:t>عليهما‌السلام</w:t>
      </w:r>
      <w:bookmarkEnd w:id="3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حضرت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علم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پرسد.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سئل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عن علم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فقال: علم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النب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علم ما کان و ما هو کائن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الساعه ثم قال والذ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لاعلم علم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 علم ما کان و ما هو کائن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الساعه. </w:t>
      </w:r>
      <w:r w:rsidRPr="002C28DD">
        <w:rPr>
          <w:rStyle w:val="libFootnotenumChar"/>
          <w:rtl/>
        </w:rPr>
        <w:t>[1].</w:t>
      </w:r>
    </w:p>
    <w:p w:rsidR="007B4BE8" w:rsidRDefault="007B4BE8" w:rsidP="002C28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سؤال</w:t>
      </w:r>
      <w:r>
        <w:rPr>
          <w:rtl/>
          <w:lang w:bidi="fa-IR"/>
        </w:rPr>
        <w:t xml:space="preserve"> شد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علم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، فرمود: علم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همه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همه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در خدمت و نزد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است)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عالم به ماکان و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است (آنچه در گذشته بوده و هرچه که ا</w:t>
      </w:r>
      <w:r>
        <w:rPr>
          <w:rFonts w:hint="eastAsia"/>
          <w:rtl/>
          <w:lang w:bidi="fa-IR"/>
        </w:rPr>
        <w:t>کنون</w:t>
      </w:r>
      <w:r>
        <w:rPr>
          <w:rtl/>
          <w:lang w:bidi="fa-IR"/>
        </w:rPr>
        <w:t xml:space="preserve"> در دست اقدام است و کارها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) تا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>. قسم به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جانم در کف قدرت اوست که من (عل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) همه</w:t>
      </w:r>
      <w:r w:rsidR="002C28D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دانشها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معظم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و از آنچه که در گذشته در </w:t>
      </w:r>
      <w:r>
        <w:rPr>
          <w:rtl/>
          <w:lang w:bidi="fa-IR"/>
        </w:rPr>
        <w:lastRenderedPageBreak/>
        <w:t>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رخ داده و هرچه که اکنون در دست اقدام است و امور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شد عالم هستم.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شأن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و طبق مدارک قطع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به امر خداوند و رسول مکرمش امروز (زمان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>) اختصاص به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دارد.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چگونه ممکن است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وارث علوم همه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علم م</w:t>
      </w:r>
      <w:r>
        <w:rPr>
          <w:rFonts w:hint="eastAsia"/>
          <w:rtl/>
          <w:lang w:bidi="fa-IR"/>
        </w:rPr>
        <w:t>اکان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و ماهو کائن را دارد از مهمتر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مساءله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ظهور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امش</w:t>
      </w:r>
      <w:r>
        <w:rPr>
          <w:rtl/>
          <w:lang w:bidi="fa-IR"/>
        </w:rPr>
        <w:t>)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باشد؟ حاشا و کلا، بلکه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از اسرار بزرگ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گفته شود؛ لذا فرمودند «لانوقت»،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و وقت ظهور را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B4BE8" w:rsidRPr="002C28DD" w:rsidRDefault="002C28DD" w:rsidP="002C28D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2C28DD">
      <w:pPr>
        <w:pStyle w:val="libFootnote0"/>
        <w:rPr>
          <w:rtl/>
          <w:lang w:bidi="fa-IR"/>
        </w:rPr>
      </w:pPr>
    </w:p>
    <w:p w:rsidR="007B4BE8" w:rsidRDefault="007B4BE8" w:rsidP="002C28DD">
      <w:pPr>
        <w:pStyle w:val="libFootnote0"/>
        <w:rPr>
          <w:rtl/>
          <w:lang w:bidi="fa-IR"/>
        </w:rPr>
      </w:pPr>
      <w:r>
        <w:rPr>
          <w:rtl/>
          <w:lang w:bidi="fa-IR"/>
        </w:rPr>
        <w:t>[1] بصائر الدرجات،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147.</w:t>
      </w:r>
    </w:p>
    <w:p w:rsidR="002C28DD" w:rsidRDefault="002C28DD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2C28DD">
      <w:pPr>
        <w:pStyle w:val="Heading1"/>
        <w:rPr>
          <w:rtl/>
          <w:lang w:bidi="fa-IR"/>
        </w:rPr>
      </w:pPr>
      <w:bookmarkStart w:id="4" w:name="_Toc515799710"/>
      <w:r>
        <w:rPr>
          <w:rFonts w:hint="eastAsia"/>
          <w:rtl/>
          <w:lang w:bidi="fa-IR"/>
        </w:rPr>
        <w:t>ائمه</w:t>
      </w:r>
      <w:r>
        <w:rPr>
          <w:rtl/>
          <w:lang w:bidi="fa-IR"/>
        </w:rPr>
        <w:t xml:space="preserve">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2C28DD" w:rsidRPr="002C28DD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خداوند بزرگ</w:t>
      </w:r>
      <w:bookmarkEnd w:id="4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ائمه سلام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فرموده اند: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نحن</w:t>
      </w:r>
      <w:r>
        <w:rPr>
          <w:rtl/>
          <w:lang w:bidi="fa-IR"/>
        </w:rPr>
        <w:t xml:space="preserve"> ولاه امر الله و خزنه علم الله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الله. </w:t>
      </w:r>
      <w:r w:rsidRPr="0023739D">
        <w:rPr>
          <w:rStyle w:val="libFootnotenumChar"/>
          <w:rtl/>
        </w:rPr>
        <w:t>[1].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23739D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23739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ما فرمانروا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طرف خداوند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AF265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AF265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ما خزانه داران علوم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AF265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AF265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ما مرکز اسرار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AF26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ممکن است که امام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خازن علم خداوند باشد، مرکز اسرار ذات پاک حق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اسرار خودش را به دست آنها داده باشد و از طرف او فرمانروا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اما از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هنگام انتقام از دشمنان خداوند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شده است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</w:t>
      </w:r>
      <w:r>
        <w:rPr>
          <w:rFonts w:hint="eastAsia"/>
          <w:rtl/>
          <w:lang w:bidi="fa-IR"/>
        </w:rPr>
        <w:t>باشد؟</w:t>
      </w:r>
    </w:p>
    <w:p w:rsidR="007B4BE8" w:rsidRPr="00AF2657" w:rsidRDefault="00AF2657" w:rsidP="00AF26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7B4BE8" w:rsidRDefault="007B4BE8" w:rsidP="00AF2657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AF2657">
      <w:pPr>
        <w:pStyle w:val="libFootnote0"/>
        <w:rPr>
          <w:rtl/>
          <w:lang w:bidi="fa-IR"/>
        </w:rPr>
      </w:pPr>
    </w:p>
    <w:p w:rsidR="007B4BE8" w:rsidRDefault="007B4BE8" w:rsidP="00AF2657">
      <w:pPr>
        <w:pStyle w:val="libFootnote0"/>
        <w:rPr>
          <w:rtl/>
          <w:lang w:bidi="fa-IR"/>
        </w:rPr>
      </w:pPr>
      <w:r>
        <w:rPr>
          <w:rtl/>
          <w:lang w:bidi="fa-IR"/>
        </w:rPr>
        <w:t>[1]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192.</w:t>
      </w:r>
    </w:p>
    <w:p w:rsidR="007B4BE8" w:rsidRDefault="00AF2657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AF2657">
      <w:pPr>
        <w:pStyle w:val="Heading1"/>
        <w:rPr>
          <w:rtl/>
          <w:lang w:bidi="fa-IR"/>
        </w:rPr>
      </w:pPr>
      <w:bookmarkStart w:id="5" w:name="_Toc515799711"/>
      <w:r>
        <w:rPr>
          <w:rFonts w:hint="eastAsia"/>
          <w:rtl/>
          <w:lang w:bidi="fa-IR"/>
        </w:rPr>
        <w:t>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</w:t>
      </w:r>
      <w:bookmarkEnd w:id="5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والله</w:t>
      </w:r>
      <w:r>
        <w:rPr>
          <w:rtl/>
          <w:lang w:bidi="fa-IR"/>
        </w:rPr>
        <w:t xml:space="preserve"> انا لخزان الله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سمائه و ارضه لا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ذهب و لا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فضه الا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علمه. </w:t>
      </w:r>
      <w:r w:rsidRPr="00AF2657">
        <w:rPr>
          <w:rStyle w:val="libFootnotenumChar"/>
          <w:rtl/>
        </w:rPr>
        <w:t>[1]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خدا سوگند ما خزانه داران خداوند در آسمانها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البته نه بر طلا و نقره بلکه بر علم او.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وجود مقدس امام عصر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گنجها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خداوند در نزد آن وجود مقدس است، آنوقت چگونه ممکن است که از علم به ظهور خود که در رأس تمام مسائل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قرار دارد،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باشد؟</w:t>
      </w:r>
    </w:p>
    <w:p w:rsidR="007B4BE8" w:rsidRDefault="007B4BE8" w:rsidP="00AF26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امام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از خداوند متعال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فرمود:</w:t>
      </w:r>
      <w:r w:rsidR="00AF2657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استکمال</w:t>
      </w:r>
      <w:r>
        <w:rPr>
          <w:rtl/>
          <w:lang w:bidi="fa-IR"/>
        </w:rPr>
        <w:t xml:space="preserve"> حجت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الاشق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من امتک من ترک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من بعدک فان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سنتک و سنه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من قبلک و هم خزان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بعدک ثم قال رسول الله </w:t>
      </w:r>
      <w:r w:rsidR="00AF2657" w:rsidRPr="00AF2657">
        <w:rPr>
          <w:rStyle w:val="libAlaemChar"/>
          <w:rFonts w:eastAsiaTheme="minorHAnsi"/>
          <w:rtl/>
        </w:rPr>
        <w:t>صلى‌الله‌عليه‌وآله</w:t>
      </w:r>
      <w:r>
        <w:rPr>
          <w:rtl/>
          <w:lang w:bidi="fa-IR"/>
        </w:rPr>
        <w:t xml:space="preserve"> لقد انباءن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باسمائهم و اسماء آبائهم. </w:t>
      </w:r>
      <w:r w:rsidRPr="00AF2657">
        <w:rPr>
          <w:rStyle w:val="libFootnotenumChar"/>
          <w:rtl/>
        </w:rPr>
        <w:t>[2]</w:t>
      </w:r>
      <w:r>
        <w:rPr>
          <w:rtl/>
          <w:lang w:bidi="fa-IR"/>
        </w:rPr>
        <w:t>.</w:t>
      </w:r>
    </w:p>
    <w:p w:rsidR="007B4BE8" w:rsidRDefault="007B4BE8" w:rsidP="00AF26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من بر اشق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 تو تمام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بعد از او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وجود مقدس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ائمه بعد از او روش شما و همه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در او و ائمه بعد از او وجود دارد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ائمه بعد از او خزانه دار علم من اند (پس امروز </w:t>
      </w:r>
      <w:r>
        <w:rPr>
          <w:rtl/>
          <w:lang w:bidi="fa-IR"/>
        </w:rPr>
        <w:lastRenderedPageBreak/>
        <w:t>که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نگهبان و خزانه دار علم خداوند است،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علم به وقت و روز و ساعت ظهور از آن حضرت پنهان بماند؟). آنگاه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فرمودند: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ائمه و </w:t>
      </w:r>
      <w:r>
        <w:rPr>
          <w:rFonts w:hint="eastAsia"/>
          <w:rtl/>
          <w:lang w:bidi="fa-IR"/>
        </w:rPr>
        <w:t>نامها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پدرانشان را به من خبر داده است.</w:t>
      </w:r>
    </w:p>
    <w:p w:rsidR="007B4BE8" w:rsidRPr="00AF2657" w:rsidRDefault="00AF2657" w:rsidP="00AF26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7B4BE8" w:rsidRDefault="007B4BE8" w:rsidP="00AF2657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AF2657">
      <w:pPr>
        <w:pStyle w:val="libFootnote0"/>
        <w:rPr>
          <w:rtl/>
          <w:lang w:bidi="fa-IR"/>
        </w:rPr>
      </w:pPr>
    </w:p>
    <w:p w:rsidR="007B4BE8" w:rsidRDefault="007B4BE8" w:rsidP="00AF2657">
      <w:pPr>
        <w:pStyle w:val="libFootnote0"/>
        <w:rPr>
          <w:rtl/>
          <w:lang w:bidi="fa-IR"/>
        </w:rPr>
      </w:pPr>
      <w:r>
        <w:rPr>
          <w:rtl/>
          <w:lang w:bidi="fa-IR"/>
        </w:rPr>
        <w:t>[1] همان مأخذ، ج 1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192.</w:t>
      </w:r>
    </w:p>
    <w:p w:rsidR="007B4BE8" w:rsidRDefault="007B4BE8" w:rsidP="00AF2657">
      <w:pPr>
        <w:pStyle w:val="libFootnote0"/>
        <w:rPr>
          <w:rtl/>
          <w:lang w:bidi="fa-IR"/>
        </w:rPr>
      </w:pPr>
    </w:p>
    <w:p w:rsidR="007B4BE8" w:rsidRDefault="007B4BE8" w:rsidP="00AF2657">
      <w:pPr>
        <w:pStyle w:val="libFootnote0"/>
        <w:rPr>
          <w:rtl/>
          <w:lang w:bidi="fa-IR"/>
        </w:rPr>
      </w:pPr>
      <w:r>
        <w:rPr>
          <w:rtl/>
          <w:lang w:bidi="fa-IR"/>
        </w:rPr>
        <w:t>[2] همان مأخذ، ج 1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193.</w:t>
      </w:r>
    </w:p>
    <w:p w:rsidR="007B4BE8" w:rsidRDefault="00AF2657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جهات</w:t>
      </w:r>
      <w:r>
        <w:rPr>
          <w:rtl/>
          <w:lang w:bidi="fa-IR"/>
        </w:rPr>
        <w:t xml:space="preserve"> مختلفه دانش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AF2657" w:rsidRPr="00AF2657">
        <w:rPr>
          <w:rStyle w:val="libAlaemChar"/>
          <w:rtl/>
        </w:rPr>
        <w:t xml:space="preserve">عليهما‌السلام </w:t>
      </w:r>
    </w:p>
    <w:p w:rsidR="007B4BE8" w:rsidRDefault="007B4BE8" w:rsidP="00AF26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AF2657" w:rsidRPr="00AF2657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مبلغ</w:t>
      </w:r>
      <w:r>
        <w:rPr>
          <w:rtl/>
          <w:lang w:bidi="fa-IR"/>
        </w:rPr>
        <w:t xml:space="preserve"> عملنا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ثلاثه وجوه ماض و غابر و حادث فاما الماض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فمفسر و اما الغابر فمزبور و اما الحادث فقذف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القلوب و نقر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الاسماع و هو افضل علمنا لانب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>.</w:t>
      </w:r>
      <w:r w:rsidRPr="00AF2657">
        <w:rPr>
          <w:rStyle w:val="libFootnotenumChar"/>
          <w:rtl/>
        </w:rPr>
        <w:t xml:space="preserve"> [1]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</w:t>
      </w:r>
      <w:r>
        <w:rPr>
          <w:rtl/>
          <w:lang w:bidi="fa-IR"/>
        </w:rPr>
        <w:t xml:space="preserve"> ما ائمه بر سه قسم است:</w:t>
      </w:r>
    </w:p>
    <w:p w:rsidR="007B4BE8" w:rsidRDefault="007B4BE8" w:rsidP="00AF265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AF265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علم به گذشته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 اند (مفسر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خداوند بزرگ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هر امام).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277256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2772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علم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و آنچه در جهان واقع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(در لوح محفوظ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جامعه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مصحف حضرت فاطمه سلام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نوشته شده که امام معصوم از همه آنها باخبر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27725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2772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علم به آنچه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 w:rsidR="0027725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(از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آنها بدا حاصل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شود)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آنها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الهام در دل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صورت سخن گفتن فرشته در گوش است،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 ماست، و هرگز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ما نخواهد بود.</w:t>
      </w:r>
    </w:p>
    <w:p w:rsidR="007B4BE8" w:rsidRPr="00277256" w:rsidRDefault="00277256" w:rsidP="0027725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7B4BE8" w:rsidRDefault="007B4BE8" w:rsidP="00277256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277256">
      <w:pPr>
        <w:pStyle w:val="libFootnote0"/>
        <w:rPr>
          <w:rtl/>
          <w:lang w:bidi="fa-IR"/>
        </w:rPr>
      </w:pPr>
    </w:p>
    <w:p w:rsidR="007B4BE8" w:rsidRDefault="007B4BE8" w:rsidP="00277256">
      <w:pPr>
        <w:pStyle w:val="libFootnote0"/>
        <w:rPr>
          <w:rtl/>
          <w:lang w:bidi="fa-IR"/>
        </w:rPr>
      </w:pPr>
      <w:r>
        <w:rPr>
          <w:rtl/>
          <w:lang w:bidi="fa-IR"/>
        </w:rPr>
        <w:t>[1] همان مأخذ، ج 1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264.</w:t>
      </w:r>
    </w:p>
    <w:p w:rsidR="007B4BE8" w:rsidRDefault="00277256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277256">
      <w:pPr>
        <w:pStyle w:val="Heading1"/>
        <w:rPr>
          <w:rtl/>
          <w:lang w:bidi="fa-IR"/>
        </w:rPr>
      </w:pPr>
      <w:bookmarkStart w:id="6" w:name="_Toc515799712"/>
      <w:r>
        <w:rPr>
          <w:rFonts w:hint="eastAsia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2C28DD" w:rsidRPr="002C28DD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و رازدار</w:t>
      </w:r>
      <w:r>
        <w:rPr>
          <w:rFonts w:hint="cs"/>
          <w:rtl/>
          <w:lang w:bidi="fa-IR"/>
        </w:rPr>
        <w:t>ی</w:t>
      </w:r>
      <w:bookmarkEnd w:id="6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عبدالواحد فرزند مختار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لوکان</w:t>
      </w:r>
      <w:r>
        <w:rPr>
          <w:rtl/>
          <w:lang w:bidi="fa-IR"/>
        </w:rPr>
        <w:t xml:space="preserve"> لا لسنتکم اوک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لحدثت کل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بما له 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</w:t>
      </w:r>
      <w:r w:rsidRPr="00277256">
        <w:rPr>
          <w:rStyle w:val="libFootnotenumChar"/>
          <w:rtl/>
        </w:rPr>
        <w:t xml:space="preserve"> [1]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تملک زبان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رازدار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شما 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 از آنچه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نفع شماست.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امام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نامحدود است و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علمش منعکس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پس چگونه امام عصر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از وقت ظهور خود خبر ندارد؟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امام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چه وقت ظهور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نسبت جهل و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امام داده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داست</w:t>
      </w:r>
      <w:r>
        <w:rPr>
          <w:rtl/>
          <w:lang w:bidi="fa-IR"/>
        </w:rPr>
        <w:t xml:space="preserve"> که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جهل به امام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بدهد مجازاتش چه خواهد بود.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از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مذکور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عدم ظرف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 اسرار از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است (به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وجود مقدس آقا حضرت صاحب الامر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آن هم در ارتباط با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ظهور).</w:t>
      </w:r>
    </w:p>
    <w:p w:rsidR="007B4BE8" w:rsidRPr="00277256" w:rsidRDefault="00277256" w:rsidP="0027725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7B4BE8" w:rsidRDefault="007B4BE8" w:rsidP="00277256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277256">
      <w:pPr>
        <w:pStyle w:val="libFootnote0"/>
        <w:rPr>
          <w:rtl/>
          <w:lang w:bidi="fa-IR"/>
        </w:rPr>
      </w:pPr>
    </w:p>
    <w:p w:rsidR="00277256" w:rsidRDefault="007B4BE8" w:rsidP="00277256">
      <w:pPr>
        <w:pStyle w:val="libFootnote0"/>
        <w:rPr>
          <w:rtl/>
          <w:lang w:bidi="fa-IR"/>
        </w:rPr>
      </w:pPr>
      <w:r>
        <w:rPr>
          <w:rtl/>
          <w:lang w:bidi="fa-IR"/>
        </w:rPr>
        <w:t>[1] همان مأخذ، ج 2،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17.</w:t>
      </w:r>
    </w:p>
    <w:p w:rsidR="007B4BE8" w:rsidRDefault="00277256" w:rsidP="0027725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277256">
      <w:pPr>
        <w:pStyle w:val="Heading1"/>
        <w:rPr>
          <w:rtl/>
          <w:lang w:bidi="fa-IR"/>
        </w:rPr>
      </w:pPr>
      <w:bookmarkStart w:id="7" w:name="_Toc515799713"/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کتب جفر و جامعه و مصحف فاطمه</w:t>
      </w:r>
      <w:r w:rsidR="00277256">
        <w:rPr>
          <w:rFonts w:hint="cs"/>
          <w:rtl/>
          <w:lang w:bidi="fa-IR"/>
        </w:rPr>
        <w:t xml:space="preserve"> </w:t>
      </w:r>
      <w:r w:rsidR="00277256" w:rsidRPr="00277256">
        <w:rPr>
          <w:rStyle w:val="libAlaemChar"/>
          <w:rFonts w:eastAsiaTheme="minorHAnsi"/>
          <w:rtl/>
        </w:rPr>
        <w:t>عليها‌السلام</w:t>
      </w:r>
      <w:bookmarkEnd w:id="7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27725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دخلت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فقلت له جعلت فداک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اساءلک عن مساءله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هنا</w:t>
      </w:r>
      <w:r>
        <w:rPr>
          <w:rtl/>
          <w:lang w:bidi="fa-IR"/>
        </w:rPr>
        <w:t xml:space="preserve"> احد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قال فرفع ابو عبدالله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سترا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آخر فاطلع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ثم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 محمد سل عما بدالک قال قلت جعلت فداک 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تحدثون</w:t>
      </w:r>
      <w:r>
        <w:rPr>
          <w:rtl/>
          <w:lang w:bidi="fa-IR"/>
        </w:rPr>
        <w:t xml:space="preserve"> ان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علم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</w:t>
      </w:r>
      <w:r>
        <w:rPr>
          <w:rtl/>
          <w:lang w:bidi="fa-IR"/>
        </w:rPr>
        <w:t xml:space="preserve"> له منه اءلف باب قال فقال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 محمد علم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الف باب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</w:t>
      </w:r>
      <w:r>
        <w:rPr>
          <w:rtl/>
          <w:lang w:bidi="fa-IR"/>
        </w:rPr>
        <w:t xml:space="preserve"> من کل باب الف باب قال قلت</w:t>
      </w:r>
      <w:r w:rsidR="0027725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هذا</w:t>
      </w:r>
      <w:r>
        <w:rPr>
          <w:rtl/>
          <w:lang w:bidi="fa-IR"/>
        </w:rPr>
        <w:t xml:space="preserve"> والله العلم قال فنکت ساعه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ثم قال انه لعلم و ما هو بذلک قال ثم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 محمد و ان عندنا الجامعه و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ما الجامعه؟ قال قلت جعلت فداک و ما الجامعه؟ قال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طولها سبعون ذراعا بذارع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 املائه من فلق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خط ع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کل حلال و حرام و کل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حتاج</w:t>
      </w:r>
      <w:r>
        <w:rPr>
          <w:rtl/>
          <w:lang w:bidi="fa-IR"/>
        </w:rPr>
        <w:t xml:space="preserve"> الناس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الارش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الخدش و ضرب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تاءذن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 محمد قال قلت جعلت فداک انما انا لک فاصنع ما شئت قال فغمزن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قال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ارش هذا کانه مغضب قال قلت هذا والله العلم قال انه لعلم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بذالک ثم سک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ساعه ثم قال و ان عندنا الجفر و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ما الجفر قال قلت و ما الجفر قال وعاء من ادم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علم النب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الوص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علم العلماء 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مضوامن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قال قلت ان هذا هو العلم قال انه لعلم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بذلک ثم سکت ساعه ثم قال و ان عندنا لمصحف فاطمه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هاالسلام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ما مصحف فاطمه </w:t>
      </w:r>
      <w:r w:rsidR="008D2494" w:rsidRPr="008D2494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؟ قال قلت و ما مصحف فاطمه؟ قال مصحف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مثل قرآنکم هذا ثلاث مرات والله ما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قرانکم حرف واحد قال قلت هذا والله العلم قال انه لعلم و ما هو بذاک ثم سکت ساعه ثم قال ان عندنا علم ما کان و علم ما هو کائن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ان تقوم الساعه قال قلت جعلت فداک هذا هو والله العلم قال انه لعلم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بذاک قال قلت له جعلت فداک 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العلم</w:t>
      </w:r>
      <w:r w:rsidR="0027725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حدث</w:t>
      </w:r>
      <w:r>
        <w:rPr>
          <w:rtl/>
          <w:lang w:bidi="fa-IR"/>
        </w:rPr>
        <w:t xml:space="preserve"> بالل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النهار الامر بعد الامر والش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. </w:t>
      </w:r>
      <w:r w:rsidRPr="00277256">
        <w:rPr>
          <w:rStyle w:val="libFootnotenumChar"/>
          <w:rtl/>
        </w:rPr>
        <w:t>[1].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محضر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شدم، عرض کرم: قربانت گردم،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از شما موضوع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بپرسم.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سخن مرا بشنود؟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امام پرده وسط اطاق را بالا زد تا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آنگاه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! هرچه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سؤال ک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عرض کردم: قربانت گردم،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باب از علم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آموخت که از آن هزار باب علم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شده است. حضرت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!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هزار باب از علم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 که از هر باب هزار باب علم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باز شد. ابابص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کردم: به خدا سوگند،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علم.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انگشتان مبارکش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زد و فرمود: مسلما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 است، اما آن علم کامل و همه جانبه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فرمودند: کتاب جامعه نزد ماست و مردم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جامعه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کردم: جامعه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فرمود: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طول آن هفتاد ذراع است با ذراع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 آن را به زبان مبارک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فرموده و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نوشته است. به تمام احکام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واجب و حرام و هرچه مردم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آن دارند در آن هست،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جرم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خراش.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امام صادق</w:t>
      </w:r>
      <w:r w:rsidR="00277256">
        <w:rPr>
          <w:rFonts w:hint="cs"/>
          <w:rtl/>
          <w:lang w:bidi="fa-IR"/>
        </w:rPr>
        <w:t xml:space="preserve"> </w:t>
      </w:r>
      <w:r w:rsidR="001E21FC" w:rsidRPr="001E21FC">
        <w:rPr>
          <w:rStyle w:val="libAlaemChar"/>
          <w:rFonts w:hint="eastAsia"/>
          <w:rtl/>
        </w:rPr>
        <w:t xml:space="preserve">عليه‌السلام </w:t>
      </w:r>
      <w:r>
        <w:rPr>
          <w:rtl/>
          <w:lang w:bidi="fa-IR"/>
        </w:rPr>
        <w:t xml:space="preserve"> دست مبارکشان را بر من زده، فرمودند: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کردم: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هرچه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آنگاه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نشگون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اصطلاح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 به من گرفت و فرمود: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کوچک هم در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</w:t>
      </w:r>
      <w:r>
        <w:rPr>
          <w:rtl/>
          <w:lang w:bidi="fa-IR"/>
        </w:rPr>
        <w:lastRenderedPageBreak/>
        <w:t xml:space="preserve">امام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نظر غضبناک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عرض کردم: قربانت بروم، والله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 است. فرمودند: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 است اما دانش 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سپس لخت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سکوت کردند و سپس فرمودند: در نزد ما کتاب جفر است، و مردم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جفر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عرض کردم: قربانت شوم، جفر کدام است؟ فرمود: ظرف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تمام علوم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اوص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دانشمندان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همه در آن است. عرض کردم: قربانت گردم،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علم؟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 است اما باز علم کامل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آنگاه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ساکت ماندند و فرمودند: نزد ماست مصحف مادرم فاطمه</w:t>
      </w:r>
      <w:r w:rsidR="00277256" w:rsidRPr="00277256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>، و مردم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مصحف فاطمه</w:t>
      </w:r>
      <w:r w:rsidR="00277256" w:rsidRPr="00277256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عرض کرد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مصحف فاطمه</w:t>
      </w:r>
      <w:r w:rsidR="00277256" w:rsidRPr="00277256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 سه برابر قرآن شماست، به خدا سوگند،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کلمه از قرآن شما در آن مصحف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عرض کردم: به خدا علم کامل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علم است اما علم کامل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و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خاموش شدند، آنگاه فرمودند: در نزد ماست علم به آنچه گذشته و هرچه که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واقع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>. عرض کردم: به خدا سوگند، علم 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 است اما علم کامل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کردم: پس علم کامل و 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فرمود: علم کامل آن است که همواره</w:t>
      </w:r>
      <w:r w:rsidR="0027725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باشد، و بر آنچه در شبانه روز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بر فرمان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صادر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حوادث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رخ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احاطه داشته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کتابها و علمها در نزد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 است.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باز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باور کرد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حضرت عالم به روز و سال </w:t>
      </w:r>
      <w:r>
        <w:rPr>
          <w:rtl/>
          <w:lang w:bidi="fa-IR"/>
        </w:rPr>
        <w:lastRenderedPageBreak/>
        <w:t>ظهور و ساعت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نباشد؟ ابدا.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 بداند، اما از اسرار بزرگ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آگ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نخواهد کرد.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(اللهم عجل فرجه و اجعلنا من اعوانه و انصاره).</w:t>
      </w:r>
    </w:p>
    <w:p w:rsidR="007B4BE8" w:rsidRPr="00277256" w:rsidRDefault="00277256" w:rsidP="0027725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7B4BE8" w:rsidRDefault="007B4BE8" w:rsidP="00277256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277256">
      <w:pPr>
        <w:pStyle w:val="libFootnote0"/>
        <w:rPr>
          <w:rtl/>
          <w:lang w:bidi="fa-IR"/>
        </w:rPr>
      </w:pPr>
    </w:p>
    <w:p w:rsidR="007B4BE8" w:rsidRDefault="007B4BE8" w:rsidP="00277256">
      <w:pPr>
        <w:pStyle w:val="libFootnote0"/>
        <w:rPr>
          <w:rtl/>
          <w:lang w:bidi="fa-IR"/>
        </w:rPr>
      </w:pPr>
      <w:r>
        <w:rPr>
          <w:rtl/>
          <w:lang w:bidi="fa-IR"/>
        </w:rPr>
        <w:t>[1] همان مأخذ، ج 1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239.</w:t>
      </w:r>
    </w:p>
    <w:p w:rsidR="007B4BE8" w:rsidRDefault="00277256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9D5E9E">
      <w:pPr>
        <w:pStyle w:val="Heading1"/>
        <w:rPr>
          <w:rtl/>
          <w:lang w:bidi="fa-IR"/>
        </w:rPr>
      </w:pPr>
      <w:bookmarkStart w:id="8" w:name="_Toc515799714"/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277256" w:rsidRPr="00277256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>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</w:t>
      </w:r>
      <w:bookmarkEnd w:id="8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«عن</w:t>
      </w:r>
      <w:r>
        <w:rPr>
          <w:rtl/>
          <w:lang w:bidi="fa-IR"/>
        </w:rPr>
        <w:t xml:space="preserve"> السکون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قال: قال رسول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آله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تخبث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سرائر هم و تحسن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تهم</w:t>
      </w:r>
      <w:r>
        <w:rPr>
          <w:rtl/>
          <w:lang w:bidi="fa-IR"/>
        </w:rPr>
        <w:t xml:space="preserve"> ظمعا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دون</w:t>
      </w:r>
      <w:r>
        <w:rPr>
          <w:rtl/>
          <w:lang w:bidi="fa-IR"/>
        </w:rPr>
        <w:t xml:space="preserve"> به ما عند الله عزوجل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امرهم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خالطه</w:t>
      </w:r>
      <w:r>
        <w:rPr>
          <w:rtl/>
          <w:lang w:bidi="fa-IR"/>
        </w:rPr>
        <w:t xml:space="preserve"> خوف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علمهم</w:t>
      </w:r>
      <w:r>
        <w:rPr>
          <w:rtl/>
          <w:lang w:bidi="fa-IR"/>
        </w:rPr>
        <w:t xml:space="preserve"> الله منه بعقاب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دعونه</w:t>
      </w:r>
      <w:r>
        <w:rPr>
          <w:rtl/>
          <w:lang w:bidi="fa-IR"/>
        </w:rPr>
        <w:t xml:space="preserve"> دعاء الغر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ستجاب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لهم</w:t>
      </w:r>
      <w:r>
        <w:rPr>
          <w:rtl/>
          <w:lang w:bidi="fa-IR"/>
        </w:rPr>
        <w:t xml:space="preserve">. </w:t>
      </w:r>
      <w:r w:rsidRPr="00277256">
        <w:rPr>
          <w:rStyle w:val="libFootnotenumChar"/>
          <w:rtl/>
        </w:rPr>
        <w:t>[1]</w:t>
      </w:r>
      <w:r>
        <w:rPr>
          <w:rtl/>
          <w:lang w:bidi="fa-IR"/>
        </w:rPr>
        <w:t>.</w:t>
      </w: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سکون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جعفر صادق </w:t>
      </w:r>
      <w:r w:rsidR="00277256" w:rsidRPr="00277256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>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رسول خدا </w:t>
      </w:r>
      <w:r w:rsidR="00277256" w:rsidRPr="00277256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فرمود بر امت من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باطن آنها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ظاهرشان به جهت طمع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آراسته باشد و خداوند را در نظر ندارند عمل آنها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است و از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ترسند. خداوند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همه آنان را عقوبت خواهد کرد و هر چه دعا کنن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مستجاب نخواهد شد.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علامت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الفداء آن هم از زبان آوردنده اسلام حضرت محمد بن عبدالله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نقل کرده 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 </w:t>
      </w:r>
      <w:r w:rsidR="009D5E9E" w:rsidRPr="009D5E9E">
        <w:rPr>
          <w:rFonts w:hint="cs"/>
          <w:rtl/>
        </w:rPr>
        <w:t>-</w:t>
      </w:r>
      <w:r>
        <w:rPr>
          <w:rtl/>
          <w:lang w:bidi="fa-IR"/>
        </w:rPr>
        <w:t xml:space="preserve"> دلها</w:t>
      </w:r>
      <w:r w:rsidR="0027725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مملو</w:t>
      </w:r>
      <w:r>
        <w:rPr>
          <w:rtl/>
          <w:lang w:bidi="fa-IR"/>
        </w:rPr>
        <w:t xml:space="preserve"> از خبائث و صفات رذ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2 - مردم تظاهر به خوب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دلشان از خوب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3 - هدف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تظاهرات فرورفتن در کثافات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تع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نات</w:t>
      </w:r>
      <w:r>
        <w:rPr>
          <w:rtl/>
          <w:lang w:bidi="fa-IR"/>
        </w:rPr>
        <w:t xml:space="preserve"> آن است</w:t>
      </w:r>
    </w:p>
    <w:p w:rsidR="007B4BE8" w:rsidRDefault="007B4BE8" w:rsidP="00277256">
      <w:pPr>
        <w:pStyle w:val="libNormal"/>
        <w:rPr>
          <w:rtl/>
          <w:lang w:bidi="fa-IR"/>
        </w:rPr>
      </w:pPr>
      <w:r>
        <w:rPr>
          <w:rtl/>
          <w:lang w:bidi="fa-IR"/>
        </w:rPr>
        <w:t>4 -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</w:t>
      </w:r>
      <w:r w:rsidR="00277256">
        <w:rPr>
          <w:rFonts w:hint="cs"/>
          <w:rtl/>
          <w:lang w:bidi="fa-IR"/>
        </w:rPr>
        <w:t>گ</w:t>
      </w:r>
      <w:r>
        <w:rPr>
          <w:rtl/>
          <w:lang w:bidi="fa-IR"/>
        </w:rPr>
        <w:t>ر چه به صورت عبادت است اما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)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5 -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عالم آخرت نخواهند داشت و از خداوند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6 - به جهت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خداوند آنها را عقاب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به بلاها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جنگ گرفتار ظلم شدن 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سلب برکت و...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7 -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هر چه دعا کنند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هم مستجاب نخواهد شد </w:t>
      </w:r>
      <w:r w:rsidRPr="008D2494">
        <w:rPr>
          <w:rStyle w:val="libFootnotenumChar"/>
          <w:rtl/>
        </w:rPr>
        <w:t>[2]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القران الا رسمه و لا من الاسلام الا اسمه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سمون</w:t>
      </w:r>
      <w:r>
        <w:rPr>
          <w:rtl/>
          <w:lang w:bidi="fa-IR"/>
        </w:rPr>
        <w:t xml:space="preserve"> به وهم ابعد الناس منه مساجد هم عامره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خراب من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فقهاء ذلک الزمان شرفقهاء تحت ظل السماء منهم خرجت الفتنه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تعود. </w:t>
      </w:r>
      <w:r w:rsidRPr="008D2494">
        <w:rPr>
          <w:rStyle w:val="libFootnotenumChar"/>
          <w:rtl/>
        </w:rPr>
        <w:t>[3]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امت من فرارسد که از قرآن جز رسم و از اسلام جز اسم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 آنان به نام مسلمانان خوانده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از اسلام اند مساجد آنان آباد و از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خراب (خال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است فقها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زمان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فقها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آسمان اند فتنه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آغاز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به آنان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8D24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وجود</w:t>
      </w:r>
      <w:r>
        <w:rPr>
          <w:rtl/>
          <w:lang w:bidi="fa-IR"/>
        </w:rPr>
        <w:t xml:space="preserve"> مبارک منج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بشر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محمد بن عبدالله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که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</w:t>
      </w:r>
    </w:p>
    <w:p w:rsidR="007B4BE8" w:rsidRDefault="007B4BE8" w:rsidP="008D24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و مردم آن را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معجزه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آن بزرگوار به </w:t>
      </w:r>
      <w:r w:rsidR="008D2494">
        <w:rPr>
          <w:rFonts w:hint="cs"/>
          <w:rtl/>
          <w:lang w:bidi="fa-IR"/>
        </w:rPr>
        <w:t>چ</w:t>
      </w:r>
      <w:r>
        <w:rPr>
          <w:rtl/>
          <w:lang w:bidi="fa-IR"/>
        </w:rPr>
        <w:t>ند علامت در ارتباط با ظهور فرزند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اشاره فرموده است: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1 - محتو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اتبخش</w:t>
      </w:r>
      <w:r>
        <w:rPr>
          <w:rtl/>
          <w:lang w:bidi="fa-IR"/>
        </w:rPr>
        <w:t xml:space="preserve"> قرآن متروک و فقط اسم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2 - از اسلام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و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جامع و کامل آن به حالت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انزوا سپرده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</w:t>
      </w:r>
      <w:r w:rsidRPr="008D2494">
        <w:rPr>
          <w:rStyle w:val="libFootnotenumChar"/>
          <w:rtl/>
        </w:rPr>
        <w:t>[4].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3 -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چهارم از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عملا از اسلام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8D2494">
      <w:pPr>
        <w:pStyle w:val="libNormal"/>
        <w:rPr>
          <w:rtl/>
          <w:lang w:bidi="fa-IR"/>
        </w:rPr>
      </w:pPr>
      <w:r>
        <w:rPr>
          <w:rtl/>
          <w:lang w:bidi="fa-IR"/>
        </w:rPr>
        <w:t>4 - مساجدشان از نظر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جهات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آباد اما از لحاظ تقوا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است. مساجد مرکز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بت،</w:t>
      </w:r>
      <w:r>
        <w:rPr>
          <w:rtl/>
          <w:lang w:bidi="fa-IR"/>
        </w:rPr>
        <w:t xml:space="preserve"> تهمت،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و بدعتها البته به صورتها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 شده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5 - فقها و دانشمندان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دانشمندان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آسمان بسر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برند. با تامل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 درباره عالم نماها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خودمان و فساد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اجتماع کرده اند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8D2494">
      <w:pPr>
        <w:pStyle w:val="libNormal"/>
        <w:rPr>
          <w:rtl/>
          <w:lang w:bidi="fa-IR"/>
        </w:rPr>
      </w:pPr>
      <w:r>
        <w:rPr>
          <w:rtl/>
          <w:lang w:bidi="fa-IR"/>
        </w:rPr>
        <w:t>6 - تمام فتنه ها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سوء است و بازگشت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خودشان خواهد بود. «اذا فسد العالم فسد العالم» رسول اکرم </w:t>
      </w:r>
      <w:r w:rsidR="008D2494" w:rsidRPr="008D2494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هرگاه </w:t>
      </w:r>
      <w:r>
        <w:rPr>
          <w:rtl/>
          <w:lang w:bidi="fa-IR"/>
        </w:rPr>
        <w:lastRenderedPageBreak/>
        <w:t>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فساد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دسته از افراد را الگو و سمبل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نا گفته نماند که از نظر منطق و برهان،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حساب مکتب، از اشخاص جداست.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8D2494" w:rsidRPr="008D2494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 xml:space="preserve"> به نقل از پدران مکرم خود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: (ان) الاسلام بدا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عود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کما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بدا</w:t>
      </w:r>
      <w:r>
        <w:rPr>
          <w:rtl/>
          <w:lang w:bidi="fa-IR"/>
        </w:rPr>
        <w:t xml:space="preserve"> فطوب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للغرباء. </w:t>
      </w:r>
      <w:r w:rsidRPr="008D2494">
        <w:rPr>
          <w:rStyle w:val="libFootnotenumChar"/>
          <w:rtl/>
        </w:rPr>
        <w:t>[5]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اسلام در ابتدا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تنها بود و بزود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همچون زمان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تنها خواهد شد. خوشا به حال تنها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غربا.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ارجمند! اسلام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 در ابتدا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 و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آن استقبال کردند. در آخر الزمان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چنان خواهد شد، کما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اکنون</w:t>
      </w:r>
    </w:p>
    <w:p w:rsidR="007B4BE8" w:rsidRDefault="007B4BE8" w:rsidP="00F477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امکانات نظام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جهان اسلام وجود دارد، مع الوصف،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چنگال ستمگران و کفار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برند.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اثبات عرض ما وضع موجود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است و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بالا تحت عنوان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دولت حق، </w:t>
      </w: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به غربت مجدد اسلام اشاره فرموده و در ضمن کلمه «فطوب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للغرباء» بشارت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را داده اند (البته بشارت ضمن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).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اسلام در </w:t>
      </w:r>
      <w:r>
        <w:rPr>
          <w:rtl/>
          <w:lang w:bidi="fa-IR"/>
        </w:rPr>
        <w:lastRenderedPageBreak/>
        <w:t>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 واقعا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بود، درست 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وارد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بشود،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نداشته باشد و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همراه نداشته باشد که بتواند خودش را اداره کند و زبانش هم با مردم آن شهر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نباشد، همچنانکه زبان اسلام زبان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در </w:t>
      </w:r>
      <w:r w:rsidR="00F477D0">
        <w:rPr>
          <w:rFonts w:hint="cs"/>
          <w:rtl/>
          <w:lang w:bidi="fa-IR"/>
        </w:rPr>
        <w:t>ح</w:t>
      </w:r>
      <w:r>
        <w:rPr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زبان مردم لسان کفر و الحاد و بت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بزرگوار فرمودند در آخرالزمان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خواهد شد.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محترم! ملاحظه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زبان اسلام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زبان صلح، عدالت،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جهان کنون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اعمال مردم بر خلاف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برنامه هاست.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477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امام صادق </w:t>
      </w:r>
      <w:r w:rsidR="008D2494" w:rsidRPr="008D2494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 xml:space="preserve"> منقول است که رسول خدا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من ابغضنا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بعثه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و</w:t>
      </w:r>
      <w:r w:rsidR="00F477D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شهد الشهادت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ن؟</w:t>
      </w:r>
      <w:r>
        <w:rPr>
          <w:rtl/>
          <w:lang w:bidi="fa-IR"/>
        </w:rPr>
        <w:t xml:space="preserve"> قال نعم انما احتجب بهات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الکلمت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عند سفک دمه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هو صاغر ثم قال ابغضنا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بعثه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الله؟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ان ادرک الدجال آمن به.</w:t>
      </w:r>
      <w:r w:rsidRPr="00F477D0">
        <w:rPr>
          <w:rStyle w:val="libFootnotenumChar"/>
          <w:rtl/>
        </w:rPr>
        <w:t xml:space="preserve"> [6]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دشمن دارد خداوند (عزوجل) 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.سؤال شد: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اگر چه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فرمودند: بله.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دو کلمه شهادت (اشهد ان لا الله و اشهد ان محمد رسول الله) فقط جان او محفوظ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پرداخت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معاف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سپس ادا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دادند: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دشمن بدارد خداوند 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چگونه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خدا؟ فرمودند: اگر زمان دجال 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به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آورد.</w:t>
      </w: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بزرگوار اسلام </w:t>
      </w:r>
      <w:r w:rsidR="00F477D0" w:rsidRPr="00F477D0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>پس از اشاره به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مردم در ارتباط با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8D2494" w:rsidRPr="008D2494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خاندان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اش، به خروج دجال که از علائم ظهور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 است، اشاره فرموده اند.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سلام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خلاصه کرد: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1 - محشور شدن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2 - حسرت و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قطع ارتباط با خاندان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دامنگ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3 - از دست دادن نعمتها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4 - مخلد بودن در آتش جهنم.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tl/>
          <w:lang w:bidi="fa-IR"/>
        </w:rPr>
        <w:t>5 - محروم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مصاحبت با ذوات مقدسه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. رسول مکرم </w:t>
      </w:r>
      <w:r w:rsidR="00F477D0" w:rsidRPr="00F477D0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>خبر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از آن حضرت به نام خاتمه دهنده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477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  <w:r w:rsidR="00F477D0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ختم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کما فتح بنا... (و اخرج الحاکم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حل</w:t>
      </w:r>
      <w:r>
        <w:rPr>
          <w:rtl/>
          <w:lang w:bidi="fa-IR"/>
        </w:rPr>
        <w:t xml:space="preserve"> بامت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الزمان بلاء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سلطانهم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</w:t>
      </w:r>
      <w:r>
        <w:rPr>
          <w:rtl/>
          <w:lang w:bidi="fa-IR"/>
        </w:rPr>
        <w:t xml:space="preserve"> بلاء اشد منه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</w:t>
      </w:r>
      <w:r>
        <w:rPr>
          <w:rtl/>
          <w:lang w:bidi="fa-IR"/>
        </w:rPr>
        <w:t xml:space="preserve"> الرجل ملجا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الله رجلا من عترت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</w:t>
      </w:r>
      <w:r>
        <w:rPr>
          <w:rtl/>
          <w:lang w:bidi="fa-IR"/>
        </w:rPr>
        <w:t xml:space="preserve"> الارض </w:t>
      </w:r>
      <w:r>
        <w:rPr>
          <w:rtl/>
          <w:lang w:bidi="fa-IR"/>
        </w:rPr>
        <w:lastRenderedPageBreak/>
        <w:t>قسطا و عدلا کما ملئت ظلما وجورا و ساکن السماء و ترسل السما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قطرها و تخرج الارض نباتها.» </w:t>
      </w:r>
      <w:r w:rsidRPr="00F477D0">
        <w:rPr>
          <w:rStyle w:val="libFootnotenumChar"/>
          <w:rtl/>
        </w:rPr>
        <w:t>[7]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همچنانکه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من آغاز شد، توسط فرزندم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D2494" w:rsidRPr="008D2494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 xml:space="preserve"> خاتمه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... در آخر الزمان امت من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زمامدار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ستمگر به بلاها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مبتلا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که مانند آن را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 و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عرصه بر مردم تنگ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پناهگاه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خ</w:t>
      </w:r>
      <w:r>
        <w:rPr>
          <w:rFonts w:hint="eastAsia"/>
          <w:rtl/>
          <w:lang w:bidi="fa-IR"/>
        </w:rPr>
        <w:t>داوند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عترت و ظلم و جور شده باشد.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اهل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ساکنان آسمانها او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آسمان بارانها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بارد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برکاتش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مردم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الزمان اقوام تکون وجوههم وجوه الآدم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قلوبهم قلوب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امثال الذئاب الضوار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قلوبهم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من الرحمه سفاک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للدماء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رعون</w:t>
      </w:r>
      <w:r>
        <w:rPr>
          <w:rtl/>
          <w:lang w:bidi="fa-IR"/>
        </w:rPr>
        <w:t xml:space="preserve"> عن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ان تابعتهم واروک و ان توار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عنهم اغتابوک و ان حد ثوک کذبوک و ان ائتمنتهم خانوک 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عارم و شابه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شاطر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خهم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</w:t>
      </w:r>
      <w:r>
        <w:rPr>
          <w:rtl/>
          <w:lang w:bidi="fa-IR"/>
        </w:rPr>
        <w:t xml:space="preserve"> بمعروف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منکر الاعتزازبهم ذل و طلب 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فقر الحل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غاو و الامر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بالمعروف متهم المؤمن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مستضعف و الفاسق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مشرف السنه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بدعه و البدعه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سنه فعند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سلط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شرارهم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دعو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ارهم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ستجاب</w:t>
      </w:r>
      <w:r>
        <w:rPr>
          <w:rtl/>
          <w:lang w:bidi="fa-IR"/>
        </w:rPr>
        <w:t xml:space="preserve"> لهم.» </w:t>
      </w:r>
      <w:r w:rsidRPr="00F477D0">
        <w:rPr>
          <w:rStyle w:val="libFootnoteChar"/>
          <w:rtl/>
        </w:rPr>
        <w:t>[8]</w:t>
      </w:r>
      <w:r>
        <w:rPr>
          <w:rtl/>
          <w:lang w:bidi="fa-IR"/>
        </w:rPr>
        <w:t>.</w:t>
      </w:r>
    </w:p>
    <w:p w:rsidR="007B4BE8" w:rsidRDefault="007B4BE8" w:rsidP="00F477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آخر الزمان مردمان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از نظر ظاهر،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دارند، اما دلها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مانند قلبها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طانها</w:t>
      </w:r>
      <w:r>
        <w:rPr>
          <w:rtl/>
          <w:lang w:bidi="fa-IR"/>
        </w:rPr>
        <w:t xml:space="preserve"> است (پر از خود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تکبر و غرور و امثال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است). مانند گرگها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درنده دلشان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رحمت و عطوفت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</w:t>
      </w:r>
      <w:r>
        <w:rPr>
          <w:rtl/>
          <w:lang w:bidi="fa-IR"/>
        </w:rPr>
        <w:lastRenderedPageBreak/>
        <w:t>قتل و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امر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ساد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خواهد بود و از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زشت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اگر از آنها متابعت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از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رانند و اگر از آنان فاصله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مورد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</w:t>
      </w: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با تو سخن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دروغ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اگر آن مردم را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با ناز و نخوت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جوانانشان ب</w:t>
      </w:r>
      <w:r>
        <w:rPr>
          <w:rFonts w:hint="cs"/>
          <w:rtl/>
          <w:lang w:bidi="fa-IR"/>
        </w:rPr>
        <w:t>ی</w:t>
      </w:r>
      <w:r w:rsidR="00F477D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باک</w:t>
      </w:r>
      <w:r>
        <w:rPr>
          <w:rtl/>
          <w:lang w:bidi="fa-IR"/>
        </w:rPr>
        <w:t xml:space="preserve"> و از خود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 چندان که مردم را از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عاجز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آنها امر به خوب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عزت جستن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آنها ذلت و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مطالبه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فقر و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شخص عاقل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گمراه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امر به معروف کننده مورد تهمت و افترا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افراد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صاحبان تقوا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خواهند بود، اما افراد فاسق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با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حساب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و سنتها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بدعت محسوب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از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بدعت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سنت به حساب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مردمش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اند، خداوند اشرار و مردم بد را</w:t>
      </w:r>
      <w:r w:rsidR="00F477D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آنها مسلط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دعاو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خوبان اجابت نخواهد شد.</w:t>
      </w:r>
    </w:p>
    <w:p w:rsidR="007B4BE8" w:rsidRPr="00F477D0" w:rsidRDefault="00F477D0" w:rsidP="00F477D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7B4BE8" w:rsidRDefault="007B4BE8" w:rsidP="00F477D0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F477D0">
      <w:pPr>
        <w:pStyle w:val="libFootnote0"/>
        <w:rPr>
          <w:rtl/>
          <w:lang w:bidi="fa-IR"/>
        </w:rPr>
      </w:pPr>
    </w:p>
    <w:p w:rsidR="007B4BE8" w:rsidRDefault="007B4BE8" w:rsidP="00F477D0">
      <w:pPr>
        <w:pStyle w:val="libFootnote0"/>
        <w:rPr>
          <w:rtl/>
          <w:lang w:bidi="fa-IR"/>
        </w:rPr>
      </w:pPr>
      <w:r>
        <w:rPr>
          <w:rtl/>
          <w:lang w:bidi="fa-IR"/>
        </w:rPr>
        <w:t>[1] بحار النوار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190.</w:t>
      </w:r>
    </w:p>
    <w:p w:rsidR="007B4BE8" w:rsidRDefault="007B4BE8" w:rsidP="00F477D0">
      <w:pPr>
        <w:pStyle w:val="libFootnote0"/>
        <w:rPr>
          <w:rtl/>
          <w:lang w:bidi="fa-IR"/>
        </w:rPr>
      </w:pPr>
    </w:p>
    <w:p w:rsidR="007B4BE8" w:rsidRDefault="007B4BE8" w:rsidP="00F477D0">
      <w:pPr>
        <w:pStyle w:val="libFootnote0"/>
        <w:rPr>
          <w:rtl/>
          <w:lang w:bidi="fa-IR"/>
        </w:rPr>
      </w:pPr>
      <w:r>
        <w:rPr>
          <w:rtl/>
          <w:lang w:bidi="fa-IR"/>
        </w:rPr>
        <w:t>[2] البته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رحمن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مقلب القلوب ثبت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به نام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ذکر شده.</w:t>
      </w:r>
    </w:p>
    <w:p w:rsidR="007B4BE8" w:rsidRDefault="007B4BE8" w:rsidP="00F477D0">
      <w:pPr>
        <w:pStyle w:val="libFootnote0"/>
        <w:rPr>
          <w:rtl/>
          <w:lang w:bidi="fa-IR"/>
        </w:rPr>
      </w:pPr>
    </w:p>
    <w:p w:rsidR="007B4BE8" w:rsidRDefault="007B4BE8" w:rsidP="00F477D0">
      <w:pPr>
        <w:pStyle w:val="libFootnote0"/>
        <w:rPr>
          <w:rtl/>
          <w:lang w:bidi="fa-IR"/>
        </w:rPr>
      </w:pPr>
      <w:r>
        <w:rPr>
          <w:rtl/>
          <w:lang w:bidi="fa-IR"/>
        </w:rPr>
        <w:t>[3] بحار الانوار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190</w:t>
      </w:r>
    </w:p>
    <w:p w:rsidR="007B4BE8" w:rsidRDefault="007B4BE8" w:rsidP="00F477D0">
      <w:pPr>
        <w:pStyle w:val="libFootnote0"/>
        <w:rPr>
          <w:rtl/>
          <w:lang w:bidi="fa-IR"/>
        </w:rPr>
      </w:pPr>
    </w:p>
    <w:p w:rsidR="007B4BE8" w:rsidRDefault="007B4BE8" w:rsidP="00F477D0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[4]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در مقابل اسلام و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اصطلاح مسلمان قرار بده مسلما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اسم و رسم از قرآن و اسلام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7B4BE8" w:rsidRDefault="007B4BE8" w:rsidP="00F477D0">
      <w:pPr>
        <w:pStyle w:val="libFootnote0"/>
        <w:rPr>
          <w:rtl/>
          <w:lang w:bidi="fa-IR"/>
        </w:rPr>
      </w:pPr>
    </w:p>
    <w:p w:rsidR="007B4BE8" w:rsidRDefault="007B4BE8" w:rsidP="00F477D0">
      <w:pPr>
        <w:pStyle w:val="libFootnote0"/>
        <w:rPr>
          <w:rtl/>
          <w:lang w:bidi="fa-IR"/>
        </w:rPr>
      </w:pPr>
      <w:r>
        <w:rPr>
          <w:rtl/>
          <w:lang w:bidi="fa-IR"/>
        </w:rPr>
        <w:t>[5] همان ماخذ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191.</w:t>
      </w:r>
    </w:p>
    <w:p w:rsidR="007B4BE8" w:rsidRDefault="007B4BE8" w:rsidP="00F477D0">
      <w:pPr>
        <w:pStyle w:val="libFootnote0"/>
        <w:rPr>
          <w:rtl/>
          <w:lang w:bidi="fa-IR"/>
        </w:rPr>
      </w:pPr>
    </w:p>
    <w:p w:rsidR="007B4BE8" w:rsidRDefault="007B4BE8" w:rsidP="00F477D0">
      <w:pPr>
        <w:pStyle w:val="libFootnote0"/>
        <w:rPr>
          <w:rtl/>
          <w:lang w:bidi="fa-IR"/>
        </w:rPr>
      </w:pPr>
      <w:r>
        <w:rPr>
          <w:rtl/>
          <w:lang w:bidi="fa-IR"/>
        </w:rPr>
        <w:t>[6] همان مأخذ،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192.</w:t>
      </w:r>
    </w:p>
    <w:p w:rsidR="007B4BE8" w:rsidRDefault="007B4BE8" w:rsidP="00F477D0">
      <w:pPr>
        <w:pStyle w:val="libFootnote0"/>
        <w:rPr>
          <w:rtl/>
          <w:lang w:bidi="fa-IR"/>
        </w:rPr>
      </w:pPr>
    </w:p>
    <w:p w:rsidR="007B4BE8" w:rsidRDefault="007B4BE8" w:rsidP="00F477D0">
      <w:pPr>
        <w:pStyle w:val="libFootnote0"/>
        <w:rPr>
          <w:rtl/>
          <w:lang w:bidi="fa-IR"/>
        </w:rPr>
      </w:pPr>
      <w:r>
        <w:rPr>
          <w:rtl/>
          <w:lang w:bidi="fa-IR"/>
        </w:rPr>
        <w:t>[7] الامام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عند اهل السنه، ج 2، مشارق الانوار،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29.</w:t>
      </w:r>
    </w:p>
    <w:p w:rsidR="007B4BE8" w:rsidRDefault="007B4BE8" w:rsidP="00F477D0">
      <w:pPr>
        <w:pStyle w:val="libFootnote0"/>
        <w:rPr>
          <w:rtl/>
          <w:lang w:bidi="fa-IR"/>
        </w:rPr>
      </w:pPr>
    </w:p>
    <w:p w:rsidR="007B4BE8" w:rsidRDefault="007B4BE8" w:rsidP="00F477D0">
      <w:pPr>
        <w:pStyle w:val="libFootnote0"/>
        <w:rPr>
          <w:rtl/>
          <w:lang w:bidi="fa-IR"/>
        </w:rPr>
      </w:pPr>
      <w:r>
        <w:rPr>
          <w:rtl/>
          <w:lang w:bidi="fa-IR"/>
        </w:rPr>
        <w:t>[8] نوائب الدهور، ج 1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150.</w:t>
      </w:r>
    </w:p>
    <w:p w:rsidR="007B4BE8" w:rsidRDefault="00F477D0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F477D0">
      <w:pPr>
        <w:pStyle w:val="Heading1"/>
        <w:rPr>
          <w:rtl/>
          <w:lang w:bidi="fa-IR"/>
        </w:rPr>
      </w:pPr>
      <w:bookmarkStart w:id="9" w:name="_Toc515799715"/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معراج 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</w:t>
      </w:r>
      <w:bookmarkEnd w:id="9"/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مبارک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ابن عباس از زبان پر نور آورنده اسلام حضرت محمد بن عبد الله </w:t>
      </w:r>
      <w:r w:rsidR="00F477D0" w:rsidRPr="00F477D0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>نقل کرده به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رابطه با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صاحب الامر</w:t>
      </w:r>
      <w:r w:rsidR="008D2494" w:rsidRPr="008D2494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 xml:space="preserve"> تصر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شده است که به نظر خوانندگان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رسد:</w:t>
      </w:r>
    </w:p>
    <w:p w:rsidR="007B4BE8" w:rsidRDefault="007B4BE8" w:rsidP="00F477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«عن</w:t>
      </w:r>
      <w:r>
        <w:rPr>
          <w:rtl/>
          <w:lang w:bidi="fa-IR"/>
        </w:rPr>
        <w:t xml:space="preserve"> ابن عباس عن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: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ان الله اوح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اخبره بالائمه من ولده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قال و آخر رجل منهم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خلفه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</w:t>
      </w:r>
      <w:r>
        <w:rPr>
          <w:rtl/>
          <w:lang w:bidi="fa-IR"/>
        </w:rPr>
        <w:t xml:space="preserve"> الارض عدلا کما ملئت جورا و ظلما انج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الهلکه و اهد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الضلاله و اب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الاعم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اشف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فقلت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ذاک فاوح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عزوجل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ذلک اذا رفع العلم و ظهر الجهل و کثر القراءه و قل العمل و کثر القتل و قل الفقهاء و الهادون و کثر فقهاء الضلاله و الخونه و کثر</w:t>
      </w:r>
      <w:r w:rsidR="00F477D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الشعراء</w:t>
      </w:r>
      <w:r>
        <w:rPr>
          <w:rtl/>
          <w:lang w:bidi="fa-IR"/>
        </w:rPr>
        <w:t xml:space="preserve"> و اتخذ امتک قبورهم مساجد و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المصاحف و زخرفت المساجد و کثر الجور و الفساد و ظهر المنکر و امر امتک به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المعروف و اکتف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الرجال بالرجال و النساء و صار الامراء کفره و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ائهم</w:t>
      </w:r>
      <w:r>
        <w:rPr>
          <w:rtl/>
          <w:lang w:bidi="fa-IR"/>
        </w:rPr>
        <w:t xml:space="preserve"> فجره و اعوانهم ظلمه ذووا الرا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منهم فسقه و عند ثلاثه خسوف خسف بال</w:t>
      </w:r>
      <w:r>
        <w:rPr>
          <w:rFonts w:hint="eastAsia"/>
          <w:rtl/>
          <w:lang w:bidi="fa-IR"/>
        </w:rPr>
        <w:t>مشرق</w:t>
      </w:r>
      <w:r>
        <w:rPr>
          <w:rtl/>
          <w:lang w:bidi="fa-IR"/>
        </w:rPr>
        <w:t xml:space="preserve"> و خسف بالمغرب و خسف بجز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العرب و خراب بصره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رجل من 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</w:t>
      </w:r>
      <w:r>
        <w:rPr>
          <w:rtl/>
          <w:lang w:bidi="fa-IR"/>
        </w:rPr>
        <w:t xml:space="preserve"> تتبعه الزنوج و خروج رجل من ولد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ظهور الدجال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من المشرق من سجستان و ظهور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.» </w:t>
      </w:r>
      <w:r w:rsidRPr="00F477D0">
        <w:rPr>
          <w:rStyle w:val="libFootnotenumChar"/>
          <w:rtl/>
        </w:rPr>
        <w:t>[1].</w:t>
      </w:r>
    </w:p>
    <w:p w:rsidR="007B4BE8" w:rsidRDefault="007B4BE8" w:rsidP="00F477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عباس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شب معراج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رسول اکرم </w:t>
      </w:r>
      <w:r w:rsidR="00F477D0" w:rsidRPr="00F477D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وجود مقدس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8D2494" w:rsidRPr="008D2494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خبر داده شود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ائمه بعد از آن حضرت. بعد فرمودند که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1 -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پشت سر آن بزرگوار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2 -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پر از عدل و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چنانچه پر از ظلم و جور شده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3 - بندگان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او (امام عصر) از هلاکت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4 - گمراهان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5 - 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او شفا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کردم خداوندا! آن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شد؟ خطاب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6 - هرگاه علم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برداشته شود و جهل و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قرائت</w:t>
      </w:r>
      <w:r>
        <w:rPr>
          <w:rtl/>
          <w:lang w:bidi="fa-IR"/>
        </w:rPr>
        <w:t xml:space="preserve"> قرآن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اما</w:t>
      </w:r>
      <w:r w:rsidR="00F477D0"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به آن کم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7 - قتل و کشتار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8 - فقها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کنندگان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شوند (اشاره است به وجود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9 -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فاسق (ب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عمل)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انتکار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(آنان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فکر خود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10 - شعرا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11 - امت شما قبرستان ها را مساجد قرار دهند.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12 - قرآنها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13 - مساجد را مجلل بسازند.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14 - جور و فساد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15 - منکرات ظاهر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16 - امت شما امر به منکر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17 -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شما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معروف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18 - مردها به مردها اکتفا کنند (لواط).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19 - زنان به زنان قناعت کنند (مساحقه).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20 - زمامداران کافر شوند.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21 - دوستان حکمرانان گنهکار باشند.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22 -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اوران</w:t>
      </w:r>
      <w:r>
        <w:rPr>
          <w:rtl/>
          <w:lang w:bidi="fa-IR"/>
        </w:rPr>
        <w:t xml:space="preserve"> آنها ستمگران باشند.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23 - صاحبان رأ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نظر از آنان فاسقان باشند.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24 - سه خسف </w:t>
      </w:r>
      <w:r w:rsidRPr="00F477D0">
        <w:rPr>
          <w:rStyle w:val="libFootnotenumChar"/>
          <w:rtl/>
        </w:rPr>
        <w:t>[2]</w:t>
      </w:r>
      <w:r>
        <w:rPr>
          <w:rtl/>
          <w:lang w:bidi="fa-IR"/>
        </w:rPr>
        <w:t xml:space="preserve">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واقع شود: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خسف در مشرق، خسف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مغرب و خسف سوم در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العرب.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25 - خراب شدن بصره به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ذرار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(س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که زنگ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دنبالش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26 -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اولاد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8D2494" w:rsidRPr="008D2494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27 - ظهور دجال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امش</w:t>
      </w:r>
      <w:r>
        <w:rPr>
          <w:rtl/>
          <w:lang w:bidi="fa-IR"/>
        </w:rPr>
        <w:t xml:space="preserve"> از سجستان.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28 - خروج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7B4BE8" w:rsidRPr="00F477D0" w:rsidRDefault="00F477D0" w:rsidP="00F477D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7B4BE8" w:rsidRDefault="007B4BE8" w:rsidP="00F477D0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F477D0">
      <w:pPr>
        <w:pStyle w:val="libFootnote0"/>
        <w:rPr>
          <w:rtl/>
          <w:lang w:bidi="fa-IR"/>
        </w:rPr>
      </w:pPr>
    </w:p>
    <w:p w:rsidR="007B4BE8" w:rsidRDefault="007B4BE8" w:rsidP="00F477D0">
      <w:pPr>
        <w:pStyle w:val="libFootnote0"/>
        <w:rPr>
          <w:rtl/>
          <w:lang w:bidi="fa-IR"/>
        </w:rPr>
      </w:pPr>
      <w:r>
        <w:rPr>
          <w:rtl/>
          <w:lang w:bidi="fa-IR"/>
        </w:rPr>
        <w:t>[1] اثباه الهداه، ج 7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390 و 391.</w:t>
      </w:r>
    </w:p>
    <w:p w:rsidR="007B4BE8" w:rsidRDefault="007B4BE8" w:rsidP="00F477D0">
      <w:pPr>
        <w:pStyle w:val="libFootnote0"/>
        <w:rPr>
          <w:rtl/>
          <w:lang w:bidi="fa-IR"/>
        </w:rPr>
      </w:pPr>
    </w:p>
    <w:p w:rsidR="007B4BE8" w:rsidRDefault="007B4BE8" w:rsidP="00F477D0">
      <w:pPr>
        <w:pStyle w:val="libFootnote0"/>
        <w:rPr>
          <w:rtl/>
          <w:lang w:bidi="fa-IR"/>
        </w:rPr>
      </w:pPr>
      <w:r>
        <w:rPr>
          <w:rtl/>
          <w:lang w:bidi="fa-IR"/>
        </w:rPr>
        <w:t>[2] فرورفتگ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A07133" w:rsidRDefault="00F477D0" w:rsidP="00A0713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9D5E9E">
      <w:pPr>
        <w:pStyle w:val="Heading1"/>
        <w:rPr>
          <w:rtl/>
          <w:lang w:bidi="fa-IR"/>
        </w:rPr>
      </w:pPr>
      <w:bookmarkStart w:id="10" w:name="_Toc515799716"/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A07133" w:rsidRPr="00A07133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>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منتظران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قبل از ظهور</w:t>
      </w:r>
      <w:bookmarkEnd w:id="10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وجود مبارک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درباره مقام منتظران ظهور و علاقه مندان به ساحت قدس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و آباء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فرموده اند: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لمن ادرک قائم اهلب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 مقتد به قبل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تبراء</w:t>
      </w:r>
      <w:r>
        <w:rPr>
          <w:rtl/>
          <w:lang w:bidi="fa-IR"/>
        </w:rPr>
        <w:t xml:space="preserve"> من عدوه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الائمه من قبله اولئک رفقائ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ذووا 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اکرم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اکرم خلق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A07133">
        <w:rPr>
          <w:rStyle w:val="libFootnotenumChar"/>
          <w:rtl/>
        </w:rPr>
        <w:t xml:space="preserve"> [1]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A0713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خوشا</w:t>
      </w:r>
      <w:r>
        <w:rPr>
          <w:rtl/>
          <w:lang w:bidi="fa-IR"/>
        </w:rPr>
        <w:t xml:space="preserve"> به حال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قائم از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مرا درک کنند و اقتدا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حضرت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(فرمانبردار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امش،</w:t>
      </w:r>
      <w:r>
        <w:rPr>
          <w:rtl/>
          <w:lang w:bidi="fa-IR"/>
        </w:rPr>
        <w:t xml:space="preserve"> دوستان او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با دشمنانش دشمن اند و از آنها تبرا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قبل از آن حضرت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رفقا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و دوستان من 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امت من در نزد من بلکه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مخلوقات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هستند (گ</w:t>
      </w:r>
      <w:r>
        <w:rPr>
          <w:rFonts w:hint="eastAsia"/>
          <w:rtl/>
          <w:lang w:bidi="fa-IR"/>
        </w:rPr>
        <w:t>وارا</w:t>
      </w:r>
      <w:r>
        <w:rPr>
          <w:rtl/>
          <w:lang w:bidi="fa-IR"/>
        </w:rPr>
        <w:t xml:space="preserve"> باد بر صاحبان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نعمت (ولا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رسول معظم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پرده کعبه را گرفته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عرض کردم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شما را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آورده است؟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A0713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چشمها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</w:t>
      </w:r>
      <w:r>
        <w:rPr>
          <w:rtl/>
          <w:lang w:bidi="fa-IR"/>
        </w:rPr>
        <w:t>. فرمودند:</w:t>
      </w:r>
      <w:r w:rsidR="00A0713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قد ذهبت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کانک بالدن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لم تکن قلت فداک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فهل من علامه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ستدل</w:t>
      </w:r>
      <w:r>
        <w:rPr>
          <w:rtl/>
          <w:lang w:bidi="fa-IR"/>
        </w:rPr>
        <w:t xml:space="preserve"> بها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 xml:space="preserve">ذلک قال نعم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احفظ بقلبک و انظر 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و اعقد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دک</w:t>
      </w:r>
      <w:r>
        <w:rPr>
          <w:rtl/>
          <w:lang w:bidi="fa-IR"/>
        </w:rPr>
        <w:t xml:space="preserve"> اذا 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الصلواه و اتبعت الشهوات و کثر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انات</w:t>
      </w:r>
      <w:r>
        <w:rPr>
          <w:rtl/>
          <w:lang w:bidi="fa-IR"/>
        </w:rPr>
        <w:t xml:space="preserve"> و قلت الامانات و شربوا القهوات و اظلم ال</w:t>
      </w:r>
      <w:r>
        <w:rPr>
          <w:rFonts w:hint="eastAsia"/>
          <w:rtl/>
          <w:lang w:bidi="fa-IR"/>
        </w:rPr>
        <w:t>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غار الماء و اغبرت الافق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</w:t>
      </w:r>
      <w:r>
        <w:rPr>
          <w:rtl/>
          <w:lang w:bidi="fa-IR"/>
        </w:rPr>
        <w:t xml:space="preserve"> الطرق و تشاتم الناس و فسدوا و فجرت الباعه و رفضت القناعه و ساءت الظنون و تلاشت السنون و کثرت الاشجار و قلت الثمار و غلت الاسعار و کثرت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tl/>
          <w:lang w:bidi="fa-IR"/>
        </w:rPr>
        <w:t xml:space="preserve"> و تب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الاشراط و ظهر اللواط و استحسنوا الخلف و ضاقت المکاسب و قلت المطالب و </w:t>
      </w:r>
      <w:r>
        <w:rPr>
          <w:rFonts w:hint="eastAsia"/>
          <w:rtl/>
          <w:lang w:bidi="fa-IR"/>
        </w:rPr>
        <w:t>استمروا</w:t>
      </w:r>
      <w:r>
        <w:rPr>
          <w:rtl/>
          <w:lang w:bidi="fa-IR"/>
        </w:rPr>
        <w:t xml:space="preserve"> بالهو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تفاکهوا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بشت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الاباء و الامهات و اکلوا الربا و فشا الزنا و قل الرضا و استعملوا السفهاء و کثرت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و قلت الامانه و ذک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امرء نفسه و عمله و اشتهر کل جاهل بجهله و زخرفت جدران الدور و رفع بناء القصور و</w:t>
      </w:r>
      <w:r w:rsidR="00A0713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صار</w:t>
      </w:r>
      <w:r>
        <w:rPr>
          <w:rtl/>
          <w:lang w:bidi="fa-IR"/>
        </w:rPr>
        <w:t xml:space="preserve"> الباطل حقا و الکذب صدقا و الصحه عجزا و اللؤ م عقلا و الضلاله 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الصمت بلاهه و العلم جهاله و کثرت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تتابعت العلامات و تراجموا بالظنون و دارت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رح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المنون و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القلوب و غلب المنکر المعروف و ذهب التواصل و کثرت التجارات و ا</w:t>
      </w:r>
      <w:r>
        <w:rPr>
          <w:rFonts w:hint="eastAsia"/>
          <w:rtl/>
          <w:lang w:bidi="fa-IR"/>
        </w:rPr>
        <w:t>ستحسنوا</w:t>
      </w:r>
      <w:r>
        <w:rPr>
          <w:rtl/>
          <w:lang w:bidi="fa-IR"/>
        </w:rPr>
        <w:t xml:space="preserve"> البطالات و تهادوا انفسهم بالشهوات و تهاونوا بالمعضلات و رکبوا جلود النمور و اکلوا الماءتور و لبسوا الحبور و آثروا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الاخره و ذهبت الرحمه من القلوب و عم الفساد و اتخذوا کتاب الله لعبا و مال الله دولا و استحل الخمر بالنب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و النجش بالزکوه و </w:t>
      </w:r>
      <w:r>
        <w:rPr>
          <w:rFonts w:hint="eastAsia"/>
          <w:rtl/>
          <w:lang w:bidi="fa-IR"/>
        </w:rPr>
        <w:t>الربا</w:t>
      </w:r>
      <w:r>
        <w:rPr>
          <w:rtl/>
          <w:lang w:bidi="fa-IR"/>
        </w:rPr>
        <w:t xml:space="preserve"> بالب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تکافاء الرجال بالرجال و النساء بالنساء و صارت المباهات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الکبر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القلوب والجور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السفاهه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سائر الناس فعند ذلک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سلم</w:t>
      </w:r>
      <w:r>
        <w:rPr>
          <w:rtl/>
          <w:lang w:bidi="fa-IR"/>
        </w:rPr>
        <w:t xml:space="preserve"> 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الا من فر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من شاهق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شاهق و من واد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واد و ذهب الاسلام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 اسمه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اندرس القران من القلوب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 رسمه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قرؤ</w:t>
      </w:r>
      <w:r>
        <w:rPr>
          <w:rtl/>
          <w:lang w:bidi="fa-IR"/>
        </w:rPr>
        <w:t xml:space="preserve"> ن القرآن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جاوز</w:t>
      </w:r>
      <w:r>
        <w:rPr>
          <w:rtl/>
          <w:lang w:bidi="fa-IR"/>
        </w:rPr>
        <w:t xml:space="preserve"> تراق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علمون</w:t>
      </w:r>
      <w:r>
        <w:rPr>
          <w:rtl/>
          <w:lang w:bidi="fa-IR"/>
        </w:rPr>
        <w:t xml:space="preserve"> بما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وعد ربهم و وع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تحذ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تنذ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ناسخه و منسوخه فعند ذلک تکون مساجدهم </w:t>
      </w:r>
      <w:r>
        <w:rPr>
          <w:rtl/>
          <w:lang w:bidi="fa-IR"/>
        </w:rPr>
        <w:lastRenderedPageBreak/>
        <w:t>عامره و قلوبهم خاربه من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علمانهم شر خلق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 الارض منهم بدت الفتنه و ا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تعود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ذهب</w:t>
      </w:r>
      <w:r>
        <w:rPr>
          <w:rtl/>
          <w:lang w:bidi="fa-IR"/>
        </w:rPr>
        <w:t xml:space="preserve">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اهله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الشر و اهله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الناس بح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عباء</w:t>
      </w:r>
      <w:r>
        <w:rPr>
          <w:rtl/>
          <w:lang w:bidi="fa-IR"/>
        </w:rPr>
        <w:t xml:space="preserve"> الله 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من اعماله قد حبب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و الدارهم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الغن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حدث</w:t>
      </w:r>
      <w:r>
        <w:rPr>
          <w:rtl/>
          <w:lang w:bidi="fa-IR"/>
        </w:rPr>
        <w:t xml:space="preserve"> نفسه بالفقر.</w:t>
      </w:r>
      <w:r w:rsidRPr="00A07133">
        <w:rPr>
          <w:rStyle w:val="libFootnotenumChar"/>
          <w:rtl/>
        </w:rPr>
        <w:t xml:space="preserve"> [2]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A0713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>!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تو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A0713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عرض کردم پدر و مادرم به قربانت باد!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دال بر وقوع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باشد؟ فرمودند: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>!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قلبت بسپار و با چشمت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با انگشتانت شماره کن: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A07133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A071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امت من نماز را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A07133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A071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از شهوات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050F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9050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9050F6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 -</w:t>
      </w:r>
      <w:r w:rsidR="007B4BE8">
        <w:rPr>
          <w:rtl/>
          <w:lang w:bidi="fa-IR"/>
        </w:rPr>
        <w:t xml:space="preserve"> امانت و امانتدار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کم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050F6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9050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مشروبات الکل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بنوشند.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050F6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9050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فضا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شود (ممکن است به خاطر آلودگ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فضا به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دود ناش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باشد).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 واسطه خشکسال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آب قناتها و چاهها 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الان شده است -.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آسمان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غبارآلود شود (ممکن است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ظلم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مانند جنگها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دو جنگ اول و دوم و جنگها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پراکنده).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برداشته شود (نظ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آدم دزد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مردم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سب و لعن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خانواده ها در دامن فساد سقوط کنند (مانند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رقاص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قمار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مردم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گرفتار تجملات و مدپرست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سرانجام قناعت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متروک گردد.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افراد جامعه نسبت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شوند و سوءظن و عدم اعتماد بر جامعه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14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پست و خوار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BF405F">
        <w:rPr>
          <w:rFonts w:hint="cs"/>
          <w:rtl/>
          <w:lang w:bidi="fa-IR"/>
        </w:rPr>
        <w:t>5 -</w:t>
      </w:r>
      <w:r>
        <w:rPr>
          <w:rtl/>
          <w:lang w:bidi="fa-IR"/>
        </w:rPr>
        <w:t xml:space="preserve"> درختکار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 و محصولها اندک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16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متها</w:t>
      </w:r>
      <w:r>
        <w:rPr>
          <w:rtl/>
          <w:lang w:bidi="fa-IR"/>
        </w:rPr>
        <w:t xml:space="preserve"> بالا رود (نرخ اجناس مورد لزوم به طور سرسام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 برود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جهنم سوزان کند).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17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بادها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 (طوفانها و تندبادها مرتبا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بار آورد).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18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پرده از</w:t>
      </w:r>
      <w:r w:rsidR="00BF405F">
        <w:rPr>
          <w:rFonts w:hint="cs"/>
          <w:rtl/>
          <w:lang w:bidi="fa-IR"/>
        </w:rPr>
        <w:t>.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باطن مردم برداشته شود (و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تکاران</w:t>
      </w:r>
      <w:r>
        <w:rPr>
          <w:rtl/>
          <w:lang w:bidi="fa-IR"/>
        </w:rPr>
        <w:t xml:space="preserve"> و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اپرستان</w:t>
      </w:r>
      <w:r>
        <w:rPr>
          <w:rtl/>
          <w:lang w:bidi="fa-IR"/>
        </w:rPr>
        <w:t xml:space="preserve"> و جاه طلبان شناخته شوند،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بدان آشکار شوند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علائم ظاهر شوند).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19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عمل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لواط علن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(کما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انگلستان با گذراندن قانون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مجلس لواط بلامانع شده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20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خلاف،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21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تجارت و کاسب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دچار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مورد درخواست کم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22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تمام برنامه ها را با کمال گستاخ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خودسر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(دلم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23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ناسزا و فحش دادن به پدر و مادران را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سرگرم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مزاح قرار دهند.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24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آشکارا ربا بخورند و کوچکتر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خداوند نداشته باشند.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25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زنا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رواج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 (مراکز خودفروش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زنا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ابعاد گسترده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شاهد ماست).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26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برنامه آن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کم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27</w:t>
      </w:r>
      <w:r w:rsidR="00BF405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افراد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نادان زمام امور را به دست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28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به انواع و اقسام مختلف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همه طبقات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29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امانت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بدانند و به آن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 باشند و افراد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 شوند.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30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افراد از اخلاق و کار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31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نادانها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مشهورند.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32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مردم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دهند.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33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قصرها و خانه ها بلند ساخته شود (مانند ساختمانها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طبقه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سلب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کند.)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34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باطل را به لباس حق جلوه دهند.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35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زشت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دروغ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 بحد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لباس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بپوشانند.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36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کارش صحت عمل داشته باشد او را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بدانند.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tl/>
          <w:lang w:bidi="fa-IR"/>
        </w:rPr>
        <w:t>37</w:t>
      </w:r>
      <w:r w:rsidR="00BF405F">
        <w:rPr>
          <w:rFonts w:hint="cs"/>
          <w:rtl/>
          <w:lang w:bidi="fa-IR"/>
        </w:rPr>
        <w:t xml:space="preserve"> </w:t>
      </w:r>
      <w:r w:rsidR="009D5E9E" w:rsidRPr="009D5E9E">
        <w:rPr>
          <w:rFonts w:hint="cs"/>
          <w:rtl/>
        </w:rPr>
        <w:t>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پست</w:t>
      </w:r>
      <w:r>
        <w:rPr>
          <w:rFonts w:hint="cs"/>
          <w:rtl/>
          <w:lang w:bidi="fa-IR"/>
        </w:rPr>
        <w:t>ی</w:t>
      </w:r>
      <w:r w:rsidR="00BF40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لئامت و سرزنش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به حساب عقل بگذارند (صاحبش را عاقل بدانند)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38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گمراه بودن و راه کج رفتن را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بشمارند.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39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کور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بدانند (اگر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شود که به نظر آنها خوش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کور است و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40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و خموش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41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دانشمند اگر بخواهد از علم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نفع خود و جامعه حرف بزند او را جاهل و عملش را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42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نشانه ها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شود و علامتها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 گردد.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43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نکرده سخنان دور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(مردم را متهم کنند و بدون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 خدا را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44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مرگ بر سر جامعه بچرخد (جنگها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خانمانسوز به راه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ندازند</w:t>
      </w:r>
      <w:r>
        <w:rPr>
          <w:rtl/>
          <w:lang w:bidi="fa-IR"/>
        </w:rPr>
        <w:t xml:space="preserve"> و افراد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گناه</w:t>
      </w:r>
      <w:r>
        <w:rPr>
          <w:rtl/>
          <w:lang w:bidi="fa-IR"/>
        </w:rPr>
        <w:t xml:space="preserve"> را قتل عام کنند، مانند بمباران مناطق مسکون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و..).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45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مردم از نظر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کور شوند و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(مانند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زمامداران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خوب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46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ناپسند بر اعمال خوب غلبه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 (مردم طرفدار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 شوند).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47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 xml:space="preserve">محبت نسبت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</w:t>
      </w:r>
      <w:r w:rsidR="00BF405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صله رحم از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برداشته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48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تجارت و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 و مردم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باطل و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بدانند.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49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جان خود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خاطر شهوتها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دارند، بذل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50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را آسان شمارند (نظ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جنگ با دولتها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51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از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پوستها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حرام گوشت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ذبح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نشده) باک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52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جامه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نرم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نازک بپوشند (و بدن آنها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باشد).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tl/>
          <w:lang w:bidi="fa-IR"/>
        </w:rPr>
        <w:t>53</w:t>
      </w:r>
      <w:r w:rsidR="00BF405F">
        <w:rPr>
          <w:rFonts w:hint="cs"/>
          <w:rtl/>
          <w:lang w:bidi="fa-IR"/>
        </w:rPr>
        <w:t xml:space="preserve"> </w:t>
      </w:r>
      <w:r w:rsidR="009D5E9E" w:rsidRPr="009D5E9E">
        <w:rPr>
          <w:rFonts w:hint="cs"/>
          <w:rtl/>
        </w:rPr>
        <w:t>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رغبت</w:t>
      </w:r>
      <w:r w:rsidR="00BF40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 و آن را بر آخرت مقدم بدارند (اعمال بد مردم گواه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54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رحم از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مردم برود (اعم از زمامدار، تاجر، کاسب، زن، شوهر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آنها).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55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فساد جنبه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 (خواه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رسوا همرنگ جماعت شو).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56. </w:t>
      </w:r>
      <w:r w:rsidR="00BF405F">
        <w:rPr>
          <w:rFonts w:hint="cs"/>
          <w:rtl/>
          <w:lang w:bidi="fa-IR"/>
        </w:rPr>
        <w:t>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قرآن را به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(از نام آن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</w:t>
      </w:r>
      <w:r>
        <w:rPr>
          <w:rtl/>
          <w:lang w:bidi="fa-IR"/>
        </w:rPr>
        <w:t xml:space="preserve"> به نفع اهداف شوم خود سوء استفاده کنند).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57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اموال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(وجوه شرع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) را مال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بدانند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حقوق شرع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مال خود را ندهند و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مال خودمان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58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مسکرات را با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نام حلال بدانند.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59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 xml:space="preserve"> در وقت دادن زکات مال خود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کنند (کم بدهند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جنس نامرغوب عرضه کنند).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60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ربا را به نام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فروش و اجاره دادن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مقروض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61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در فسق و فجور مردها با مردها و زنها با زنها برابر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62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به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خداوند (گناه کردن) مباهات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63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پر از تکبر و نخوت شود و ظلم و جور در پادشاهان و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مردم (ز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بار ظلم رفتن) ظاهر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t>64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بردارد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طرف به آن طرف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قله کوه به آن قله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دره به دره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برود تا سلامت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داشته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F405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65</w:t>
      </w:r>
      <w:r w:rsidR="00BF405F">
        <w:rPr>
          <w:rFonts w:hint="cs"/>
          <w:rtl/>
          <w:lang w:bidi="fa-IR"/>
        </w:rPr>
        <w:t xml:space="preserve"> -</w:t>
      </w:r>
      <w:r w:rsidR="00BF405F">
        <w:rPr>
          <w:rtl/>
          <w:lang w:bidi="fa-IR"/>
        </w:rPr>
        <w:t xml:space="preserve"> </w:t>
      </w:r>
      <w:r>
        <w:rPr>
          <w:rtl/>
          <w:lang w:bidi="fa-IR"/>
        </w:rPr>
        <w:t>از اسلام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 جز اسم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قرآن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 جز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(قرآن در دلها کهنه شود و فقط اسم و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بماند).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63DA5">
      <w:pPr>
        <w:pStyle w:val="libNormal"/>
        <w:rPr>
          <w:rtl/>
          <w:lang w:bidi="fa-IR"/>
        </w:rPr>
      </w:pPr>
      <w:r>
        <w:rPr>
          <w:rtl/>
          <w:lang w:bidi="fa-IR"/>
        </w:rPr>
        <w:t>66</w:t>
      </w:r>
      <w:r w:rsidR="00E63DA5">
        <w:rPr>
          <w:rFonts w:hint="cs"/>
          <w:rtl/>
          <w:lang w:bidi="fa-IR"/>
        </w:rPr>
        <w:t xml:space="preserve"> -</w:t>
      </w:r>
      <w:r w:rsidR="00E63DA5">
        <w:rPr>
          <w:rtl/>
          <w:lang w:bidi="fa-IR"/>
        </w:rPr>
        <w:t xml:space="preserve"> </w:t>
      </w:r>
      <w:r>
        <w:rPr>
          <w:rtl/>
          <w:lang w:bidi="fa-IR"/>
        </w:rPr>
        <w:t>قرآن بخوانند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گلوگاه و استخوان ترقوه و گردن نگذرد و از وعده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عملا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</w:t>
      </w:r>
      <w:r w:rsidR="00E63DA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نباشد و از خداوند نترسند 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او نباشند و از ناسخ و منسوخ قرآن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باشند.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63DA5">
      <w:pPr>
        <w:pStyle w:val="libNormal"/>
        <w:rPr>
          <w:rtl/>
          <w:lang w:bidi="fa-IR"/>
        </w:rPr>
      </w:pPr>
      <w:r>
        <w:rPr>
          <w:rtl/>
          <w:lang w:bidi="fa-IR"/>
        </w:rPr>
        <w:t>67</w:t>
      </w:r>
      <w:r w:rsidR="00E63DA5">
        <w:rPr>
          <w:rFonts w:hint="cs"/>
          <w:rtl/>
          <w:lang w:bidi="fa-IR"/>
        </w:rPr>
        <w:t xml:space="preserve"> -</w:t>
      </w:r>
      <w:r w:rsidR="00E63DA5">
        <w:rPr>
          <w:rtl/>
          <w:lang w:bidi="fa-IR"/>
        </w:rPr>
        <w:t xml:space="preserve"> </w:t>
      </w:r>
      <w:r>
        <w:rPr>
          <w:rtl/>
          <w:lang w:bidi="fa-IR"/>
        </w:rPr>
        <w:t>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حالات مساجدشان آباد باشد اما دلهاشان از تقوا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63DA5">
      <w:pPr>
        <w:pStyle w:val="libNormal"/>
        <w:rPr>
          <w:rtl/>
          <w:lang w:bidi="fa-IR"/>
        </w:rPr>
      </w:pPr>
      <w:r>
        <w:rPr>
          <w:rtl/>
          <w:lang w:bidi="fa-IR"/>
        </w:rPr>
        <w:t>68</w:t>
      </w:r>
      <w:r w:rsidR="00E63DA5">
        <w:rPr>
          <w:rFonts w:hint="cs"/>
          <w:rtl/>
          <w:lang w:bidi="fa-IR"/>
        </w:rPr>
        <w:t xml:space="preserve"> -</w:t>
      </w:r>
      <w:r w:rsidR="00E63DA5">
        <w:rPr>
          <w:rtl/>
          <w:lang w:bidi="fa-IR"/>
        </w:rPr>
        <w:t xml:space="preserve"> </w:t>
      </w:r>
      <w:r>
        <w:rPr>
          <w:rtl/>
          <w:lang w:bidi="fa-IR"/>
        </w:rPr>
        <w:t>علما و دانشمندان آن زمان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باشند و تمام فسادها و فتنه ها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آنها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بازگشت همه آنها (فتنه ها)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63DA5">
      <w:pPr>
        <w:pStyle w:val="libNormal"/>
        <w:rPr>
          <w:rtl/>
          <w:lang w:bidi="fa-IR"/>
        </w:rPr>
      </w:pPr>
      <w:r>
        <w:rPr>
          <w:rtl/>
          <w:lang w:bidi="fa-IR"/>
        </w:rPr>
        <w:t>69</w:t>
      </w:r>
      <w:r w:rsidR="00E63DA5">
        <w:rPr>
          <w:rFonts w:hint="cs"/>
          <w:rtl/>
          <w:lang w:bidi="fa-IR"/>
        </w:rPr>
        <w:t xml:space="preserve"> -</w:t>
      </w:r>
      <w:r w:rsidR="00E63DA5">
        <w:rPr>
          <w:rtl/>
          <w:lang w:bidi="fa-IR"/>
        </w:rPr>
        <w:t xml:space="preserve"> </w:t>
      </w:r>
      <w:r>
        <w:rPr>
          <w:rtl/>
          <w:lang w:bidi="fa-IR"/>
        </w:rPr>
        <w:t>مردم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tl/>
          <w:lang w:bidi="fa-IR"/>
        </w:rPr>
        <w:t xml:space="preserve"> و مراکز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 اما اهل شر و فساد بمانند.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63DA5">
      <w:pPr>
        <w:pStyle w:val="libNormal"/>
        <w:rPr>
          <w:rtl/>
          <w:lang w:bidi="fa-IR"/>
        </w:rPr>
      </w:pPr>
      <w:r>
        <w:rPr>
          <w:rtl/>
          <w:lang w:bidi="fa-IR"/>
        </w:rPr>
        <w:t>70</w:t>
      </w:r>
      <w:r w:rsidR="00E63DA5">
        <w:rPr>
          <w:rFonts w:hint="cs"/>
          <w:rtl/>
          <w:lang w:bidi="fa-IR"/>
        </w:rPr>
        <w:t xml:space="preserve"> -</w:t>
      </w:r>
      <w:r w:rsidR="00E63DA5">
        <w:rPr>
          <w:rtl/>
          <w:lang w:bidi="fa-IR"/>
        </w:rPr>
        <w:t xml:space="preserve"> </w:t>
      </w:r>
      <w:r>
        <w:rPr>
          <w:rtl/>
          <w:lang w:bidi="fa-IR"/>
        </w:rPr>
        <w:t>مردم به خداوند عالم در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 باشند و اعمالشان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63DA5">
      <w:pPr>
        <w:pStyle w:val="libNormal"/>
        <w:rPr>
          <w:rtl/>
          <w:lang w:bidi="fa-IR"/>
        </w:rPr>
      </w:pPr>
      <w:r>
        <w:rPr>
          <w:rtl/>
          <w:lang w:bidi="fa-IR"/>
        </w:rPr>
        <w:t>71</w:t>
      </w:r>
      <w:r w:rsidR="00E63DA5">
        <w:rPr>
          <w:rFonts w:hint="cs"/>
          <w:rtl/>
          <w:lang w:bidi="fa-IR"/>
        </w:rPr>
        <w:t xml:space="preserve"> -</w:t>
      </w:r>
      <w:r w:rsidR="00E63DA5">
        <w:rPr>
          <w:rtl/>
          <w:lang w:bidi="fa-IR"/>
        </w:rPr>
        <w:t xml:space="preserve"> </w:t>
      </w:r>
      <w:r>
        <w:rPr>
          <w:rtl/>
          <w:lang w:bidi="fa-IR"/>
        </w:rPr>
        <w:t>تنها محبوب مردم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و درهم باشد (ثروت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هر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حلال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حرام،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63DA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72</w:t>
      </w:r>
      <w:r w:rsidR="00E63DA5">
        <w:rPr>
          <w:rFonts w:hint="cs"/>
          <w:rtl/>
          <w:lang w:bidi="fa-IR"/>
        </w:rPr>
        <w:t xml:space="preserve"> -</w:t>
      </w:r>
      <w:r w:rsidR="00E63DA5">
        <w:rPr>
          <w:rtl/>
          <w:lang w:bidi="fa-IR"/>
        </w:rPr>
        <w:t xml:space="preserve"> </w:t>
      </w:r>
      <w:r>
        <w:rPr>
          <w:rtl/>
          <w:lang w:bidi="fa-IR"/>
        </w:rPr>
        <w:t>هر قدر ثروتشان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 باز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هفتاد و دو علامت را به منزله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قرار بده و آن را در مقابل جهان امروز بگذار؛ اگر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را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وگرنه به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حتما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جابر</w:t>
      </w:r>
      <w:r>
        <w:rPr>
          <w:rtl/>
          <w:lang w:bidi="fa-IR"/>
        </w:rPr>
        <w:t xml:space="preserve"> بن عبدالله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E63DA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حجت مع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حجه الوداع فلما 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ما افترض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الحج 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مودع الکعبه فلزم حلقه الباب و 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صوته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الناس فاجتمع اهل المسجد و اهل السوق فقال اسمعوا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قائل ما هو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کائن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بلغ</w:t>
      </w:r>
      <w:r>
        <w:rPr>
          <w:rtl/>
          <w:lang w:bidi="fa-IR"/>
        </w:rPr>
        <w:t xml:space="preserve"> شاهد کم غا</w:t>
      </w:r>
      <w:r>
        <w:rPr>
          <w:rFonts w:hint="eastAsia"/>
          <w:rtl/>
          <w:lang w:bidi="fa-IR"/>
        </w:rPr>
        <w:t>ئبکم</w:t>
      </w:r>
      <w:r>
        <w:rPr>
          <w:rtl/>
          <w:lang w:bidi="fa-IR"/>
        </w:rPr>
        <w:t xml:space="preserve"> ثم بک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لبکائه الناس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فلما سکت من بکائه قال اعلموا رحمکم الله ان مثلکم</w:t>
      </w:r>
      <w:r w:rsidR="00E63DA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هذا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کمثل ورق لا شوک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ماءئه سنه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بعد ذلک شوک و ورق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مائت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سنه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بعد ذلک شوک لاورق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 سلطان جائر او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او عالم مراغب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المال او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کذاب او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فاجر او 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قح او امراه رعناء ثم بک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فقام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سلمان الفارس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اخبرنا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ذلک فقال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اذا قلت علمائکم و ذهبت قراؤ کم و قطعتکم زکاتکم و اظهرتم منکراتکم و علت اصواتکم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مساجدکم و جعلتم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فوق رؤ وسکم و العلم تحت اقدامکم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الکذب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ثکم</w:t>
      </w:r>
      <w:r>
        <w:rPr>
          <w:rtl/>
          <w:lang w:bidi="fa-IR"/>
        </w:rPr>
        <w:t xml:space="preserve"> و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فاکهتکم و الحرام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متکم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رحم</w:t>
      </w:r>
      <w:r>
        <w:rPr>
          <w:rtl/>
          <w:lang w:bidi="fa-IR"/>
        </w:rPr>
        <w:t xml:space="preserve">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رکم</w:t>
      </w:r>
      <w:r>
        <w:rPr>
          <w:rtl/>
          <w:lang w:bidi="fa-IR"/>
        </w:rPr>
        <w:t xml:space="preserve"> 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رکم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وقر</w:t>
      </w:r>
      <w:r>
        <w:rPr>
          <w:rtl/>
          <w:lang w:bidi="fa-IR"/>
        </w:rPr>
        <w:t xml:space="preserve"> 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رکم</w:t>
      </w:r>
      <w:r>
        <w:rPr>
          <w:rtl/>
          <w:lang w:bidi="fa-IR"/>
        </w:rPr>
        <w:t xml:space="preserve">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رکم</w:t>
      </w:r>
      <w:r>
        <w:rPr>
          <w:rtl/>
          <w:lang w:bidi="fa-IR"/>
        </w:rPr>
        <w:t xml:space="preserve"> فعند ذلک تنزل اللعنه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جعل</w:t>
      </w:r>
      <w:r>
        <w:rPr>
          <w:rtl/>
          <w:lang w:bidi="fa-IR"/>
        </w:rPr>
        <w:t xml:space="preserve"> باءسکم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نکم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نکم</w:t>
      </w:r>
      <w:r>
        <w:rPr>
          <w:rtl/>
          <w:lang w:bidi="fa-IR"/>
        </w:rPr>
        <w:t xml:space="preserve"> لفظا بالسنتکم فاذا اوت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هذه الخصال توقعوا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الحمراء او مسخا او قذفا بالحجاره و 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ذلک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الله عزوجل «قل هو القادر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عذابا من فوقکم او من تحت ارجلکم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لبسکم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بعضکم باءس بعض انظر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نصرف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لعلهم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فقهون»</w:t>
      </w:r>
      <w:r>
        <w:rPr>
          <w:rtl/>
          <w:lang w:bidi="fa-IR"/>
        </w:rPr>
        <w:t xml:space="preserve">. </w:t>
      </w:r>
      <w:r w:rsidRPr="00E63DA5">
        <w:rPr>
          <w:rStyle w:val="libFootnotenumChar"/>
          <w:rtl/>
        </w:rPr>
        <w:t>[3].</w:t>
      </w:r>
    </w:p>
    <w:p w:rsidR="007B4BE8" w:rsidRDefault="007B4BE8" w:rsidP="00E63DA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فقام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جماعه من الصحابه فقالوا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اخبرنا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ذلک فقال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عند تاءخ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الصلوه و اتباع الشهوات و شرب القهوات و شتم الاباء و الامهات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ترون الحرام مغنما و الزکاه مغرما و اطاع الرجل زوجته و جفا جاره و قطع رحمه و ذهبت رحمه الا</w:t>
      </w:r>
      <w:r>
        <w:rPr>
          <w:rFonts w:hint="eastAsia"/>
          <w:rtl/>
          <w:lang w:bidi="fa-IR"/>
        </w:rPr>
        <w:t>کابر</w:t>
      </w:r>
      <w:r>
        <w:rPr>
          <w:rtl/>
          <w:lang w:bidi="fa-IR"/>
        </w:rPr>
        <w:t xml:space="preserve"> و قل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الاصاغر و</w:t>
      </w:r>
      <w:r w:rsidR="00E63DA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</w:t>
      </w:r>
      <w:r>
        <w:rPr>
          <w:rtl/>
          <w:lang w:bidi="fa-IR"/>
        </w:rPr>
        <w:t xml:space="preserve"> البن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ظلموا العب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الاماء و شهدوا بالهو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حکموا بالجور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سب</w:t>
      </w:r>
      <w:r>
        <w:rPr>
          <w:rtl/>
          <w:lang w:bidi="fa-IR"/>
        </w:rPr>
        <w:t xml:space="preserve"> الرجل اباه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حسد</w:t>
      </w:r>
      <w:r>
        <w:rPr>
          <w:rtl/>
          <w:lang w:bidi="fa-IR"/>
        </w:rPr>
        <w:t xml:space="preserve"> الرجل اخاه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عامل</w:t>
      </w:r>
      <w:r>
        <w:rPr>
          <w:rtl/>
          <w:lang w:bidi="fa-IR"/>
        </w:rPr>
        <w:t xml:space="preserve"> الشرکاء بالخ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و قل الوفاء و شاع الزنا و تز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الرجال بث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النساء و سلب عنهن قناع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دب الکبر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القلوب کدب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السم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الابدان و قل المعرو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ظهرت الجرائم و هونت العظائم و طلبوا المدح بالمال و انفقوا المال للغناء و شغلوا بالدن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عن الاخره و قل الورع و کثر الطمع و الهرج و المرج و اصبح المؤمن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و المنافق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</w:t>
      </w:r>
      <w:r>
        <w:rPr>
          <w:rtl/>
          <w:lang w:bidi="fa-IR"/>
        </w:rPr>
        <w:t xml:space="preserve"> مساجدهم معموره با لاذان و قلوبهم خال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استخفوا بالقرآن و بلغ المؤ م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عنهم کل هو ان فعند ذلک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وجوههم وجوه الادم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قلوبهم قلوب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کلامهم احل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العسل و قلوبهم امر من الحنظل فهم ذئاب 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ما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الله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اءفب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تغترون 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تجترون «افحسبتم انما خلقناکم عبثا و انکم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لا ترجعون» </w:t>
      </w:r>
      <w:r w:rsidRPr="00E63DA5">
        <w:rPr>
          <w:rStyle w:val="libFootnotenumChar"/>
          <w:rtl/>
        </w:rPr>
        <w:t>[4]</w:t>
      </w:r>
      <w:r>
        <w:rPr>
          <w:rtl/>
          <w:lang w:bidi="fa-IR"/>
        </w:rPr>
        <w:t xml:space="preserve"> فو عزت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لولا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مخلصا ما امهلت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طرفه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ولولا ورع الورع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عباد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لما انزلت من السماء قطره ولا انبت ورقه خضراء فوا عجبا لقوم آلهتهم اموالهم و طالت آمالهم و قصرت آجالهم </w:t>
      </w:r>
      <w:r>
        <w:rPr>
          <w:rtl/>
          <w:lang w:bidi="fa-IR"/>
        </w:rPr>
        <w:lastRenderedPageBreak/>
        <w:t xml:space="preserve">و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طمعون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مجاوره مولاهوم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صلون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الا بالعمل </w:t>
      </w:r>
      <w:r>
        <w:rPr>
          <w:rFonts w:hint="eastAsia"/>
          <w:rtl/>
          <w:lang w:bidi="fa-IR"/>
        </w:rPr>
        <w:t>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العمل الا بالعقل. </w:t>
      </w:r>
      <w:r w:rsidRPr="00E63DA5">
        <w:rPr>
          <w:rStyle w:val="libFootnotenumChar"/>
          <w:rtl/>
        </w:rPr>
        <w:t>[5].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63DA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حجه الوداع (آخر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حج) در خدمت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بودم.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 اعمال واجب حج را تمام فرمودند به عنوان وداع به خانه کعبه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شدند، حلقه در خانه را گرفتند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که</w:t>
      </w:r>
      <w:r w:rsidR="00E63DA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اهل مسجدالحرام و بازار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مبارکشان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اجتماع کردند، فرمودند: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بشنو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آنگاه وجود مقدس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کردند و از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بزرگوار همه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افتادند و چون از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فارغ شدن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فرمودند: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خداوند شما را رحمت کند. مثل شما از امروز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کصد</w:t>
      </w:r>
      <w:r>
        <w:rPr>
          <w:rtl/>
          <w:lang w:bidi="fa-IR"/>
        </w:rPr>
        <w:t xml:space="preserve"> و چهل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مانند درخت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(ممکن است که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باشد) و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 شما خواهد آمد که مانند درخت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هم برگ دارد و هم خاردار است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ممکن است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همراه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نوش و زحمت و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باشد).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مثل شما مانند درخت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جانگداز دارد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فصل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مگر پادشاه ستمگر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ثروتمند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عالم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دروغگو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زناکار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بچه گستاخ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زن نادا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احمق. آنگاه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کردند. سلمان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جا برخاست و عرض کرد: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به ما خبر بده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شد. حضرت فرمودند: هرگاه علما و دانشمندان شما کم شوند و قار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قرآن شما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بروند و زکات دادن متروک شود و منکرات در اجتماع </w:t>
      </w: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رواج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 و در مساجد صداها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بلند شود و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مربوط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مقدم بر امور اخرو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آخرت 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علم را </w:t>
      </w:r>
      <w:r>
        <w:rPr>
          <w:rtl/>
          <w:lang w:bidi="fa-IR"/>
        </w:rPr>
        <w:lastRenderedPageBreak/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علوم اسلام</w:t>
      </w:r>
      <w:r>
        <w:rPr>
          <w:rFonts w:hint="cs"/>
          <w:rtl/>
          <w:lang w:bidi="fa-IR"/>
        </w:rPr>
        <w:t>ی</w:t>
      </w:r>
      <w:r w:rsidR="00E63DA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معارف حقه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E63DA5" w:rsidRPr="00E63DA5">
        <w:rPr>
          <w:rStyle w:val="libAlaemChar"/>
          <w:rFonts w:eastAsiaTheme="minorHAnsi"/>
          <w:rtl/>
        </w:rPr>
        <w:t>عليهم‌السلام</w:t>
      </w:r>
      <w:r>
        <w:rPr>
          <w:rtl/>
          <w:lang w:bidi="fa-IR"/>
        </w:rPr>
        <w:t xml:space="preserve"> است) و سخن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دروغ،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و نقل مجالس شما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و آنچه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حرام باشد. (ا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سلمان!) در آن زمان بزرگان بر کوچکان رحم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کوچکان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احترام بزرگان را نگاه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(ا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سلمان!)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حالت، لعن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خداوند بر شما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دامن شما را خواهد گرفت و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جز لفظ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و آنگاه که شما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ناپسند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منتظر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باد سرخ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سنگباران شدن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مسخ شدن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کتاب خداوند عزوجل آمده است: «خداست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عذاب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از بالا و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(سنگباران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سخت) شما را مجازات کند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را گروه گروه کند و بچشاند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را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>. بنگر چگونه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را گونه گون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آنها فهم کنند».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63DA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برخاسته، عرض کردند: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به ما خبر 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انات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بود. فرمودند: آنگاه که نماز را در وقت خودش نخوانند، متابعت از شهوات کنند، شرب خمر کنند (ز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قهوه خوردن گناه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)، به پدران و مادران ناسزا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به دست آوردن م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حرام را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بدانند و زکات دادن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ضرر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مرد از همسر خود اطاعت کند، درباره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جفا کنند، با ارحام قطع ارتباط کنند، رحم از بزرگان برداشته شود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کوچکان کم گردد، ساختمانها را محکم بنا کنند، درباره نوکران و کلفتها</w:t>
      </w:r>
      <w:r w:rsidR="00E63DA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ظلم</w:t>
      </w:r>
      <w:r>
        <w:rPr>
          <w:rtl/>
          <w:lang w:bidi="fa-IR"/>
        </w:rPr>
        <w:t xml:space="preserve"> کنند، شهادتشان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هوس باشد، حکم آنها بر اساس ظلم باشد، مرد پدرش را لعنت کند، برادر نسبت به برادر حسد ورزد، شرکاء در </w:t>
      </w:r>
      <w:r>
        <w:rPr>
          <w:rtl/>
          <w:lang w:bidi="fa-IR"/>
        </w:rPr>
        <w:lastRenderedPageBreak/>
        <w:t xml:space="preserve">معاملاتشان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کنند، وفا کم شود، زنا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وع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کند، مردان خود را به لباس زنان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پرده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زنها برداشته ش</w:t>
      </w:r>
      <w:r>
        <w:rPr>
          <w:rFonts w:hint="eastAsia"/>
          <w:rtl/>
          <w:lang w:bidi="fa-IR"/>
        </w:rPr>
        <w:t>ود،</w:t>
      </w:r>
      <w:r>
        <w:rPr>
          <w:rtl/>
          <w:lang w:bidi="fa-IR"/>
        </w:rPr>
        <w:t xml:space="preserve"> تکبر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را پر کند مانند سمها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بدنها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کم شود و جرا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ظاهر شود، واجبات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سبک پنداشته شود، با گرفتن پول صاحبان مال را بستا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ثروت را در راه غنا و خوانندگ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مصرف برسانند، از آخرت غفلت کنند و تمام توجه خود را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معطوف دارند، ورع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و طمع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شود، هرج و مرج بالا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بندگان خدا در جامعه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منافقان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محترم باشند، مساجد از نظر ظاهر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اذان آباد اما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ساکنان آن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باشد، قرآن را سبک بشمارند، انواع خو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درباره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اعمال کنند.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صورت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چهره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اما قلبها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(پر است از مکر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و تکبر و امثال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بد)؛ سخنان آنان از عسل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 اما دلها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پر است از زهرها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کشنده.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گرگها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به لباس آدم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آمده اند.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حالات،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خداوند به آنها نفرما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رحمت من مغرور شده و به من جرأت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«تصور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شما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خلق</w:t>
      </w:r>
      <w:r w:rsidR="00E63DA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کردم</w:t>
      </w:r>
      <w:r>
        <w:rPr>
          <w:rtl/>
          <w:lang w:bidi="fa-IR"/>
        </w:rPr>
        <w:t xml:space="preserve"> و بازگشت شما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ست؟»</w:t>
      </w:r>
      <w:r>
        <w:rPr>
          <w:rtl/>
          <w:lang w:bidi="fa-IR"/>
        </w:rPr>
        <w:t xml:space="preserve">. به عزت و جلالم سوگند، اگر به خاطر بندگان صالح و با اخلاصم نبود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آن به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کاران مهلت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 و اگر ورع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 باتقوا نبود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قطره باران از آسمان فرو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برگ سبز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اندم</w:t>
      </w:r>
      <w:r>
        <w:rPr>
          <w:rtl/>
          <w:lang w:bidi="fa-IR"/>
        </w:rPr>
        <w:t xml:space="preserve">. عجبا از </w:t>
      </w:r>
      <w:r>
        <w:rPr>
          <w:rFonts w:hint="eastAsia"/>
          <w:rtl/>
          <w:lang w:bidi="fa-IR"/>
        </w:rPr>
        <w:t>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مال و ثروت را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داده اند و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(با توجه به عمر کوتاه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) و چشم طمع دارند که در جوار رحمت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باشند، و حال آنکه به </w:t>
      </w:r>
      <w:r>
        <w:rPr>
          <w:rtl/>
          <w:lang w:bidi="fa-IR"/>
        </w:rPr>
        <w:lastRenderedPageBreak/>
        <w:t>مقام قرب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 مگر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عمل صالح و عمل هم قبول نخواهد شد مگر با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عقل.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63DA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معظم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حوادث و بلاها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بعد از آن بزرگوار متوجه خاندان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در ضمن به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علائم ظهور امام عصر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ذکر بلاء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لقاه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الله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المشرق سوداء من نصرها نصره الله و من خذلها خذله الله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اءتوا</w:t>
      </w:r>
      <w:r>
        <w:rPr>
          <w:rtl/>
          <w:lang w:bidi="fa-IR"/>
        </w:rPr>
        <w:t xml:space="preserve"> رجلا اسمه کاءسم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ولوه</w:t>
      </w:r>
      <w:r>
        <w:rPr>
          <w:rtl/>
          <w:lang w:bidi="fa-IR"/>
        </w:rPr>
        <w:t xml:space="preserve"> امرهم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الله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نصره</w:t>
      </w:r>
      <w:r>
        <w:rPr>
          <w:rtl/>
          <w:lang w:bidi="fa-IR"/>
        </w:rPr>
        <w:t xml:space="preserve">. </w:t>
      </w:r>
      <w:r w:rsidRPr="00E63DA5">
        <w:rPr>
          <w:rStyle w:val="libFootnotenumChar"/>
          <w:rtl/>
        </w:rPr>
        <w:t>[6]</w:t>
      </w:r>
      <w:r>
        <w:rPr>
          <w:rtl/>
          <w:lang w:bidi="fa-IR"/>
        </w:rPr>
        <w:t>.</w:t>
      </w: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پرچمها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جانب مشرق (خراسان) به احتزاز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پرچمها برود و صاحبش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خداوند 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فرمود و هر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آنها را مخذول کند،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پرچم و صاحب آن مخالفت کند، خداوند او را مخذول خواهد کرد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</w:t>
      </w:r>
      <w:r>
        <w:rPr>
          <w:rFonts w:hint="eastAsia"/>
          <w:rtl/>
          <w:lang w:bidi="fa-IR"/>
        </w:rPr>
        <w:t>نامش</w:t>
      </w:r>
      <w:r>
        <w:rPr>
          <w:rtl/>
          <w:lang w:bidi="fa-IR"/>
        </w:rPr>
        <w:t xml:space="preserve"> مانند نام من باشد. پس زمام</w:t>
      </w:r>
      <w:r w:rsidR="005248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امور</w:t>
      </w:r>
      <w:r>
        <w:rPr>
          <w:rtl/>
          <w:lang w:bidi="fa-IR"/>
        </w:rPr>
        <w:t xml:space="preserve"> را به دست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خداوند او را از نصرت و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دات</w:t>
      </w:r>
      <w:r>
        <w:rPr>
          <w:rtl/>
          <w:lang w:bidi="fa-IR"/>
        </w:rPr>
        <w:t xml:space="preserve"> خودش بهره مند خواهد فرمود.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حماد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تکون فتنه ثم تکون جماعه ثم تکون فتنه تعوج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عقول الرجال</w:t>
      </w:r>
      <w:r w:rsidRPr="0052486B">
        <w:rPr>
          <w:rStyle w:val="libFootnotenumChar"/>
          <w:rtl/>
        </w:rPr>
        <w:t>. [7].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رسول</w:t>
      </w:r>
      <w:r>
        <w:rPr>
          <w:rtl/>
          <w:lang w:bidi="fa-IR"/>
        </w:rPr>
        <w:t xml:space="preserve"> معظم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فرمودند: بعد از من فتنه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خواهد بود و جماعت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فتنه ها را به عهده خواهند گرفت؛ اما در آخر فتنه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 که بر اثر آن عقل مردم دچار انحراف خواهد شد.</w:t>
      </w:r>
      <w:r w:rsidR="0052486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ممکن</w:t>
      </w:r>
      <w:r>
        <w:rPr>
          <w:rtl/>
          <w:lang w:bidi="fa-IR"/>
        </w:rPr>
        <w:t xml:space="preserve"> است منظور از فتنه ها حادثه بعد از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(غصب خلافت)، زمامدار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خلافت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و فتنه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واقع شده است.</w:t>
      </w: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عبدالله</w:t>
      </w:r>
      <w:r>
        <w:rPr>
          <w:rtl/>
          <w:lang w:bidi="fa-IR"/>
        </w:rPr>
        <w:t xml:space="preserve"> بن مسعود از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انگذار</w:t>
      </w:r>
      <w:r>
        <w:rPr>
          <w:rtl/>
          <w:lang w:bidi="fa-IR"/>
        </w:rPr>
        <w:t xml:space="preserve">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در ارتباط با حوادث بعد از خودشان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فرمودند:</w:t>
      </w:r>
      <w:r w:rsidR="0052486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احذرکم</w:t>
      </w:r>
      <w:r>
        <w:rPr>
          <w:rtl/>
          <w:lang w:bidi="fa-IR"/>
        </w:rPr>
        <w:t xml:space="preserve"> سبع فتن تکون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فتنه تقبل من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فتنه بمکه و فتنه تقبل من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و فتنده تقبل من المشرق و فتنه من قبل المغرب و فتنه من بطن الشام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فتنه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ابن مسعود منکم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درک</w:t>
      </w:r>
      <w:r>
        <w:rPr>
          <w:rtl/>
          <w:lang w:bidi="fa-IR"/>
        </w:rPr>
        <w:t xml:space="preserve"> اولها و من هذه الامه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درک</w:t>
      </w:r>
      <w:r>
        <w:rPr>
          <w:rtl/>
          <w:lang w:bidi="fa-IR"/>
        </w:rPr>
        <w:t xml:space="preserve"> آخرها. </w:t>
      </w:r>
      <w:r w:rsidRPr="0052486B">
        <w:rPr>
          <w:rStyle w:val="libFootnotenumChar"/>
          <w:rtl/>
        </w:rPr>
        <w:t>[8].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شما را از هفت فتنه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ترسانم که بعد از من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5248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فتنه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برپا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(ممکن است اشاره به فتنه طلحه و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حادثه سق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5248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فتنه دوم از مکه است (ممکن است اشاره به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عبدالله بن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باشد).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52486B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 -</w:t>
      </w:r>
      <w:r w:rsidR="007B4BE8">
        <w:rPr>
          <w:rtl/>
          <w:lang w:bidi="fa-IR"/>
        </w:rPr>
        <w:t xml:space="preserve"> فتنه ا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که از جانب 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من</w:t>
      </w:r>
      <w:r w:rsidR="007B4BE8">
        <w:rPr>
          <w:rtl/>
          <w:lang w:bidi="fa-IR"/>
        </w:rPr>
        <w:t xml:space="preserve"> (نجده)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</w:t>
      </w:r>
      <w:r w:rsidR="005248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فتنه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</w:t>
      </w:r>
      <w:r w:rsidR="005248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جانب شام برخواهد خاست (ممکن است اشاره به فتنه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باشد).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5248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فتنه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جانب مشرق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(ممکن است فتنه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باشد).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5248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فتنه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مغرب خواهد بود.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5248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فتنه هفتم از شام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زد،</w:t>
      </w:r>
      <w:r>
        <w:rPr>
          <w:rtl/>
          <w:lang w:bidi="fa-IR"/>
        </w:rPr>
        <w:t xml:space="preserve"> که همانا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عبدالله</w:t>
      </w:r>
      <w:r>
        <w:rPr>
          <w:rtl/>
          <w:lang w:bidi="fa-IR"/>
        </w:rPr>
        <w:t xml:space="preserve"> بن مسعود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امت اول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فتنه ها را درک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آخر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فتنه ها را خواهند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ارجمند!</w:t>
      </w: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خداوند بزرگ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آقا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استدعا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همه ما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فتنه ها و امتحانات حفظ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ظهور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با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درک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رب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-.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در خدمت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بودم، جوانان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وارد شدند، رنگ مبارک آن حضرت دگرگون. پس آن جوانان عرض کردند: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ما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رخسار شما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آن را خوش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انا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اختار الله لنا الاخره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هؤ لاء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لقون</w:t>
      </w:r>
      <w:r>
        <w:rPr>
          <w:rtl/>
          <w:lang w:bidi="fa-IR"/>
        </w:rPr>
        <w:t xml:space="preserve">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بلاء و تطر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و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قوم من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هنا</w:t>
      </w:r>
      <w:r>
        <w:rPr>
          <w:rtl/>
          <w:lang w:bidi="fa-IR"/>
        </w:rPr>
        <w:t xml:space="preserve"> نحو المشرق اصحاب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سود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ساءلون</w:t>
      </w:r>
      <w:r>
        <w:rPr>
          <w:rtl/>
          <w:lang w:bidi="fa-IR"/>
        </w:rPr>
        <w:t xml:space="preserve"> الحق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عطونه</w:t>
      </w:r>
      <w:r>
        <w:rPr>
          <w:rtl/>
          <w:lang w:bidi="fa-IR"/>
        </w:rPr>
        <w:t xml:space="preserve"> مرت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ثلاثا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قاتلون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نصرون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عطون</w:t>
      </w:r>
      <w:r>
        <w:rPr>
          <w:rtl/>
          <w:lang w:bidi="fa-IR"/>
        </w:rPr>
        <w:t xml:space="preserve"> ما ساءلوا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قبلونها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دفعوها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 م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ملاء</w:t>
      </w:r>
      <w:r>
        <w:rPr>
          <w:rtl/>
          <w:lang w:bidi="fa-IR"/>
        </w:rPr>
        <w:t xml:space="preserve"> الارض عدلا کما ملؤ وها ظلما فمن ادرک ذلک منکم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ائهم</w:t>
      </w:r>
      <w:r>
        <w:rPr>
          <w:rtl/>
          <w:lang w:bidi="fa-IR"/>
        </w:rPr>
        <w:t xml:space="preserve"> ولو حبوا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الثلج فانه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 w:rsidRPr="0052486B">
        <w:rPr>
          <w:rStyle w:val="libFootnotenumChar"/>
          <w:rtl/>
        </w:rPr>
        <w:t>[9]</w:t>
      </w:r>
      <w:r>
        <w:rPr>
          <w:rtl/>
          <w:lang w:bidi="fa-IR"/>
        </w:rPr>
        <w:t>.</w:t>
      </w: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خداوند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آخرت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قرار داده است. به</w:t>
      </w:r>
      <w:r w:rsidR="005248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 بعد از من به انواع بلاها مبتلا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(شهادت، اسارت،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زندان و...)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قوم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سمت مشرق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پرچمها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هستند. آنان مطالبه حق کنند و به آنها داده نشود. پس جنگ کنند تا دفعه دوم و سوم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آنها ش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و آنها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خاندان من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او جهان را پر از عدل و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چنانکه پر شده باشد از ظلم و جور. پس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آن زمان را درک کرد خودش را به او برساند ولو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راه خز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برف باشد،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خبر داده اند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جناب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او و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شدنش به امام عصر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خدمت آن بزرگوار خواهد بود، و البته مرکز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خراسان خواهد بود.</w:t>
      </w:r>
    </w:p>
    <w:p w:rsidR="007B4BE8" w:rsidRPr="0052486B" w:rsidRDefault="0052486B" w:rsidP="0052486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7B4BE8" w:rsidRDefault="007B4BE8" w:rsidP="0052486B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52486B">
      <w:pPr>
        <w:pStyle w:val="libFootnote0"/>
        <w:rPr>
          <w:rtl/>
          <w:lang w:bidi="fa-IR"/>
        </w:rPr>
      </w:pPr>
    </w:p>
    <w:p w:rsidR="007B4BE8" w:rsidRDefault="007B4BE8" w:rsidP="0052486B">
      <w:pPr>
        <w:pStyle w:val="libFootnote0"/>
        <w:rPr>
          <w:rtl/>
          <w:lang w:bidi="fa-IR"/>
        </w:rPr>
      </w:pPr>
      <w:r>
        <w:rPr>
          <w:rtl/>
          <w:lang w:bidi="fa-IR"/>
        </w:rPr>
        <w:t>[1]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275.</w:t>
      </w:r>
    </w:p>
    <w:p w:rsidR="007B4BE8" w:rsidRDefault="007B4BE8" w:rsidP="0052486B">
      <w:pPr>
        <w:pStyle w:val="libFootnote0"/>
        <w:rPr>
          <w:rtl/>
          <w:lang w:bidi="fa-IR"/>
        </w:rPr>
      </w:pPr>
    </w:p>
    <w:p w:rsidR="007B4BE8" w:rsidRDefault="007B4BE8" w:rsidP="0052486B">
      <w:pPr>
        <w:pStyle w:val="libFootnote0"/>
        <w:rPr>
          <w:rtl/>
          <w:lang w:bidi="fa-IR"/>
        </w:rPr>
      </w:pPr>
      <w:r>
        <w:rPr>
          <w:rtl/>
          <w:lang w:bidi="fa-IR"/>
        </w:rPr>
        <w:t>[2] نوائب الدهور،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291.</w:t>
      </w:r>
    </w:p>
    <w:p w:rsidR="007B4BE8" w:rsidRDefault="007B4BE8" w:rsidP="0052486B">
      <w:pPr>
        <w:pStyle w:val="libFootnote0"/>
        <w:rPr>
          <w:rtl/>
          <w:lang w:bidi="fa-IR"/>
        </w:rPr>
      </w:pPr>
    </w:p>
    <w:p w:rsidR="007B4BE8" w:rsidRDefault="007B4BE8" w:rsidP="0052486B">
      <w:pPr>
        <w:pStyle w:val="libFootnote0"/>
        <w:rPr>
          <w:rtl/>
          <w:lang w:bidi="fa-IR"/>
        </w:rPr>
      </w:pPr>
      <w:r>
        <w:rPr>
          <w:rtl/>
          <w:lang w:bidi="fa-IR"/>
        </w:rPr>
        <w:t>[3] انعام / 65.</w:t>
      </w:r>
    </w:p>
    <w:p w:rsidR="007B4BE8" w:rsidRDefault="007B4BE8" w:rsidP="0052486B">
      <w:pPr>
        <w:pStyle w:val="libFootnote0"/>
        <w:rPr>
          <w:rtl/>
          <w:lang w:bidi="fa-IR"/>
        </w:rPr>
      </w:pPr>
    </w:p>
    <w:p w:rsidR="007B4BE8" w:rsidRDefault="007B4BE8" w:rsidP="0052486B">
      <w:pPr>
        <w:pStyle w:val="libFootnote0"/>
        <w:rPr>
          <w:rtl/>
          <w:lang w:bidi="fa-IR"/>
        </w:rPr>
      </w:pPr>
      <w:r>
        <w:rPr>
          <w:rtl/>
          <w:lang w:bidi="fa-IR"/>
        </w:rPr>
        <w:t>[4] مؤمنون / 115.</w:t>
      </w:r>
    </w:p>
    <w:p w:rsidR="007B4BE8" w:rsidRDefault="007B4BE8" w:rsidP="0052486B">
      <w:pPr>
        <w:pStyle w:val="libFootnote0"/>
        <w:rPr>
          <w:rtl/>
          <w:lang w:bidi="fa-IR"/>
        </w:rPr>
      </w:pPr>
    </w:p>
    <w:p w:rsidR="007B4BE8" w:rsidRDefault="007B4BE8" w:rsidP="0052486B">
      <w:pPr>
        <w:pStyle w:val="libFootnote0"/>
        <w:rPr>
          <w:rtl/>
          <w:lang w:bidi="fa-IR"/>
        </w:rPr>
      </w:pPr>
      <w:r>
        <w:rPr>
          <w:rtl/>
          <w:lang w:bidi="fa-IR"/>
        </w:rPr>
        <w:t>[5] بحارالانوار،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262 - 264.</w:t>
      </w:r>
    </w:p>
    <w:p w:rsidR="007B4BE8" w:rsidRDefault="007B4BE8" w:rsidP="0052486B">
      <w:pPr>
        <w:pStyle w:val="libFootnote0"/>
        <w:rPr>
          <w:rtl/>
          <w:lang w:bidi="fa-IR"/>
        </w:rPr>
      </w:pPr>
    </w:p>
    <w:p w:rsidR="007B4BE8" w:rsidRDefault="007B4BE8" w:rsidP="0052486B">
      <w:pPr>
        <w:pStyle w:val="libFootnote0"/>
        <w:rPr>
          <w:rtl/>
          <w:lang w:bidi="fa-IR"/>
        </w:rPr>
      </w:pPr>
      <w:r>
        <w:rPr>
          <w:rtl/>
          <w:lang w:bidi="fa-IR"/>
        </w:rPr>
        <w:t>[6] الملاحم و الفتن،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54.</w:t>
      </w:r>
    </w:p>
    <w:p w:rsidR="007B4BE8" w:rsidRDefault="007B4BE8" w:rsidP="0052486B">
      <w:pPr>
        <w:pStyle w:val="libFootnote0"/>
        <w:rPr>
          <w:rtl/>
          <w:lang w:bidi="fa-IR"/>
        </w:rPr>
      </w:pPr>
    </w:p>
    <w:p w:rsidR="007B4BE8" w:rsidRDefault="007B4BE8" w:rsidP="0052486B">
      <w:pPr>
        <w:pStyle w:val="libFootnote0"/>
        <w:rPr>
          <w:rtl/>
          <w:lang w:bidi="fa-IR"/>
        </w:rPr>
      </w:pPr>
      <w:r>
        <w:rPr>
          <w:rtl/>
          <w:lang w:bidi="fa-IR"/>
        </w:rPr>
        <w:t>[7] نوائب الدهور،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106.</w:t>
      </w:r>
    </w:p>
    <w:p w:rsidR="007B4BE8" w:rsidRDefault="007B4BE8" w:rsidP="0052486B">
      <w:pPr>
        <w:pStyle w:val="libFootnote0"/>
        <w:rPr>
          <w:rtl/>
          <w:lang w:bidi="fa-IR"/>
        </w:rPr>
      </w:pPr>
    </w:p>
    <w:p w:rsidR="007B4BE8" w:rsidRDefault="007B4BE8" w:rsidP="0052486B">
      <w:pPr>
        <w:pStyle w:val="libFootnote0"/>
        <w:rPr>
          <w:rtl/>
          <w:lang w:bidi="fa-IR"/>
        </w:rPr>
      </w:pPr>
      <w:r>
        <w:rPr>
          <w:rtl/>
          <w:lang w:bidi="fa-IR"/>
        </w:rPr>
        <w:t>[8] الملاحم و الفتن،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21.</w:t>
      </w:r>
    </w:p>
    <w:p w:rsidR="007B4BE8" w:rsidRDefault="007B4BE8" w:rsidP="0052486B">
      <w:pPr>
        <w:pStyle w:val="libFootnote0"/>
        <w:rPr>
          <w:rtl/>
          <w:lang w:bidi="fa-IR"/>
        </w:rPr>
      </w:pPr>
    </w:p>
    <w:p w:rsidR="007B4BE8" w:rsidRDefault="007B4BE8" w:rsidP="0052486B">
      <w:pPr>
        <w:pStyle w:val="libFootnote0"/>
        <w:rPr>
          <w:rtl/>
          <w:lang w:bidi="fa-IR"/>
        </w:rPr>
      </w:pPr>
      <w:r>
        <w:rPr>
          <w:rtl/>
          <w:lang w:bidi="fa-IR"/>
        </w:rPr>
        <w:t>[9] الملاحم و الفتن،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52.</w:t>
      </w:r>
    </w:p>
    <w:p w:rsidR="007B4BE8" w:rsidRDefault="0052486B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9D5E9E">
      <w:pPr>
        <w:pStyle w:val="Heading1"/>
        <w:rPr>
          <w:rtl/>
          <w:lang w:bidi="fa-IR"/>
        </w:rPr>
      </w:pPr>
      <w:bookmarkStart w:id="11" w:name="_Toc515799717"/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52486B" w:rsidRPr="0052486B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>و موار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bookmarkEnd w:id="11"/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رسول خدا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از موار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سخن گفته اند.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علائم ظهور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آنچه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داشته اند و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دشمنان را به زانو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و موق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خود را تثب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آن حضرت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اشته</w:t>
      </w:r>
      <w:r>
        <w:rPr>
          <w:rtl/>
          <w:lang w:bidi="fa-IR"/>
        </w:rPr>
        <w:t xml:space="preserve"> باشند. لذا</w:t>
      </w:r>
      <w:r w:rsidR="005248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تخرج</w:t>
      </w:r>
      <w:r>
        <w:rPr>
          <w:rtl/>
          <w:lang w:bidi="fa-IR"/>
        </w:rPr>
        <w:t xml:space="preserve"> الدابه و معها عصا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خاتم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فتجلو وجه المؤمن بالعصار و تختم انف الکافر.</w:t>
      </w:r>
      <w:r w:rsidRPr="0052486B">
        <w:rPr>
          <w:rStyle w:val="libFootnotenumChar"/>
          <w:rtl/>
        </w:rPr>
        <w:t xml:space="preserve"> [1]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«دابه»</w:t>
      </w:r>
      <w:r w:rsidRPr="0052486B">
        <w:rPr>
          <w:rStyle w:val="libFootnotenumChar"/>
          <w:rtl/>
        </w:rPr>
        <w:t xml:space="preserve"> [2]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انگشتر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</w:t>
      </w:r>
      <w:r w:rsidR="00AF2657" w:rsidRPr="00AF2657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در دست اوست. پس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عصا صورتها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دماغ کفار و دشمنان حق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خاتم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مطلقه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آن تمام صفحه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را مسخّر خود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7B4BE8" w:rsidRPr="0052486B" w:rsidRDefault="0052486B" w:rsidP="0052486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7B4BE8" w:rsidRDefault="007B4BE8" w:rsidP="0052486B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52486B">
      <w:pPr>
        <w:pStyle w:val="libFootnote0"/>
        <w:rPr>
          <w:rtl/>
          <w:lang w:bidi="fa-IR"/>
        </w:rPr>
      </w:pPr>
    </w:p>
    <w:p w:rsidR="007B4BE8" w:rsidRDefault="007B4BE8" w:rsidP="0052486B">
      <w:pPr>
        <w:pStyle w:val="libFootnote0"/>
        <w:rPr>
          <w:rtl/>
          <w:lang w:bidi="fa-IR"/>
        </w:rPr>
      </w:pPr>
      <w:r>
        <w:rPr>
          <w:rtl/>
          <w:lang w:bidi="fa-IR"/>
        </w:rPr>
        <w:t>[1] الملاحم والفتن،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100.</w:t>
      </w:r>
    </w:p>
    <w:p w:rsidR="007B4BE8" w:rsidRDefault="007B4BE8" w:rsidP="0052486B">
      <w:pPr>
        <w:pStyle w:val="libFootnote0"/>
        <w:rPr>
          <w:rtl/>
          <w:lang w:bidi="fa-IR"/>
        </w:rPr>
      </w:pPr>
    </w:p>
    <w:p w:rsidR="0052486B" w:rsidRDefault="007B4BE8" w:rsidP="0052486B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[2]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الفداء.</w:t>
      </w:r>
    </w:p>
    <w:p w:rsidR="007B4BE8" w:rsidRDefault="0052486B" w:rsidP="0052486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9D5E9E">
      <w:pPr>
        <w:pStyle w:val="Heading1"/>
        <w:rPr>
          <w:rtl/>
          <w:lang w:bidi="fa-IR"/>
        </w:rPr>
      </w:pPr>
      <w:bookmarkStart w:id="12" w:name="_Toc515799718"/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52486B" w:rsidRPr="0052486B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>و خراب شدن مسجد براثا</w:t>
      </w:r>
      <w:bookmarkEnd w:id="12"/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مسجد</w:t>
      </w:r>
      <w:r>
        <w:rPr>
          <w:rtl/>
          <w:lang w:bidi="fa-IR"/>
        </w:rPr>
        <w:t xml:space="preserve"> براثا واقع در غرب بغداد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باعظمت که هفتاد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آن نماز خوانده اند.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پس از ذکر موق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مسجد، خراب شدن آن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فتنه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ظهور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فرموده اند. خلاصه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 است که مس</w:t>
      </w:r>
      <w:r>
        <w:rPr>
          <w:rFonts w:hint="eastAsia"/>
          <w:rtl/>
          <w:lang w:bidi="fa-IR"/>
        </w:rPr>
        <w:t>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شبانه خراب کردند. اصحاب ناراحت شدند، آن حضرت فرمودند:</w:t>
      </w:r>
      <w:r w:rsidR="0052486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تنکروا ذلک فان هذا المسجد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عمر</w:t>
      </w:r>
      <w:r>
        <w:rPr>
          <w:rtl/>
          <w:lang w:bidi="fa-IR"/>
        </w:rPr>
        <w:t xml:space="preserve"> ولکن اذا هدم مسجد براثا بطل الحج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براثا هذا قال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الزوارء من ارض العراق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سبعون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هذا و اشار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مولانا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. </w:t>
      </w:r>
      <w:r w:rsidRPr="0052486B">
        <w:rPr>
          <w:rStyle w:val="libFootnotenumChar"/>
          <w:rtl/>
        </w:rPr>
        <w:t>[1]</w:t>
      </w:r>
      <w:r>
        <w:rPr>
          <w:rtl/>
          <w:lang w:bidi="fa-IR"/>
        </w:rPr>
        <w:t>.</w:t>
      </w:r>
      <w:r w:rsidR="0052486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منکر</w:t>
      </w:r>
      <w:r>
        <w:rPr>
          <w:rtl/>
          <w:lang w:bidi="fa-IR"/>
        </w:rPr>
        <w:t xml:space="preserve">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آباد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اما اگر مسجد براثا خراب شود (کنا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مسجد است)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بر دارد که</w:t>
      </w:r>
      <w:r w:rsidR="005248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جمله آن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شدن برنامه حج است. عرض کردند: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در کجا قرار گرفته است؟ فرمودند: در غرب زوراء (بغداد)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عراق. هفتاد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نماز خوانده اند و آخر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است.</w:t>
      </w: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بعد از خودشان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سه عامل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5248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لغزش عالم و دانشمند که قدرت تخر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از صدها بمب اتم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لغزش عالم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افکار مردم را مسموم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آنها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ابد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اما اثر بمبها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فقط مربوط به جسم است.</w:t>
      </w: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5248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حکم حاکم ستمگر که بر مبنا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خلاف حق صادر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5248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متابعت از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هوس که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مردم را به باد فنا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(وضع فعل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 گواه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است):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: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اخاف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اعمال ثلاثه قالوا ما هن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قال: زله العالم و حکم الجائر و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متبع. </w:t>
      </w:r>
      <w:r w:rsidRPr="0052486B">
        <w:rPr>
          <w:rStyle w:val="libFootnotenumChar"/>
          <w:rtl/>
        </w:rPr>
        <w:t>[2].</w:t>
      </w:r>
    </w:p>
    <w:p w:rsidR="007B4BE8" w:rsidRDefault="007B4BE8" w:rsidP="005248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فرمودند: در خصوص امت، پس از خود در سه مورد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مناک</w:t>
      </w:r>
      <w:r>
        <w:rPr>
          <w:rtl/>
          <w:lang w:bidi="fa-IR"/>
        </w:rPr>
        <w:t xml:space="preserve"> هستم. سؤال 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آن سه مورد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 لغزش عالم و حکم ستمگر و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متابعت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="005248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فقال انالله و اناال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راجعون فقال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وسلم: و انالله و اناال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راجعون فمم ذلک؟ فقال ان امتک ستفتن بعدک بقل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زمان</w:t>
      </w:r>
      <w:r w:rsidR="005248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دهرک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فقلت: فتنه کفر او فتنه ضلال؟ فقال: کل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>. فقلت: و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انما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کتاب الله تعال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فقال: بکتاب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فتنون</w:t>
      </w:r>
      <w:r>
        <w:rPr>
          <w:rtl/>
          <w:lang w:bidi="fa-IR"/>
        </w:rPr>
        <w:t xml:space="preserve"> و ذلک من قبل اءمرائهم و قرائهم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منع</w:t>
      </w:r>
      <w:r>
        <w:rPr>
          <w:rtl/>
          <w:lang w:bidi="fa-IR"/>
        </w:rPr>
        <w:t xml:space="preserve"> الامراء القراء الحقوق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ظلمون</w:t>
      </w:r>
      <w:r>
        <w:rPr>
          <w:rtl/>
          <w:lang w:bidi="fa-IR"/>
        </w:rPr>
        <w:t xml:space="preserve"> حقوقهم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عطونها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قتتلون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قتتنون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تبع</w:t>
      </w:r>
      <w:r>
        <w:rPr>
          <w:rtl/>
          <w:lang w:bidi="fa-IR"/>
        </w:rPr>
        <w:t xml:space="preserve"> القرآن اه</w:t>
      </w:r>
      <w:r>
        <w:rPr>
          <w:rFonts w:hint="eastAsia"/>
          <w:rtl/>
          <w:lang w:bidi="fa-IR"/>
        </w:rPr>
        <w:t>واء</w:t>
      </w:r>
      <w:r>
        <w:rPr>
          <w:rtl/>
          <w:lang w:bidi="fa-IR"/>
        </w:rPr>
        <w:t xml:space="preserve"> الامراء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مدونهم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ثم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قصرون</w:t>
      </w:r>
      <w:r>
        <w:rPr>
          <w:rtl/>
          <w:lang w:bidi="fa-IR"/>
        </w:rPr>
        <w:t xml:space="preserve"> فقلت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سلم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سلم؟</w:t>
      </w:r>
      <w:r>
        <w:rPr>
          <w:rtl/>
          <w:lang w:bidi="fa-IR"/>
        </w:rPr>
        <w:t xml:space="preserve"> فقال: بالکف والصبر ان اعطوا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لهم اخذوه و ان منعوا ترکوه. </w:t>
      </w:r>
      <w:r w:rsidRPr="0052486B">
        <w:rPr>
          <w:rStyle w:val="libFootnotenumChar"/>
          <w:rtl/>
        </w:rPr>
        <w:t>[3]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50F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محضر مقدس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تلاوت کرد</w:t>
      </w:r>
      <w:r w:rsidR="0052486B" w:rsidRPr="0052486B">
        <w:rPr>
          <w:rStyle w:val="libAlaemChar"/>
          <w:rFonts w:eastAsia="KFGQPC Uthman Taha Naskh" w:hint="cs"/>
          <w:rtl/>
        </w:rPr>
        <w:t>(</w:t>
      </w:r>
      <w:r w:rsidR="0052486B" w:rsidRPr="0052486B">
        <w:rPr>
          <w:rStyle w:val="libAieChar"/>
          <w:rFonts w:hint="cs"/>
          <w:rtl/>
        </w:rPr>
        <w:t xml:space="preserve"> إِنَّا لِلَّـهِ وَإِنَّا إِلَيْهِ رَاجِعُونَ</w:t>
      </w:r>
      <w:r w:rsidR="0052486B">
        <w:rPr>
          <w:rtl/>
          <w:lang w:bidi="fa-IR"/>
        </w:rPr>
        <w:t xml:space="preserve"> </w:t>
      </w:r>
      <w:r w:rsidR="0052486B" w:rsidRPr="0052486B">
        <w:rPr>
          <w:rStyle w:val="libAlaemChar"/>
          <w:rFonts w:hint="cs"/>
          <w:rtl/>
        </w:rPr>
        <w:t>)</w:t>
      </w:r>
      <w:r>
        <w:rPr>
          <w:rtl/>
          <w:lang w:bidi="fa-IR"/>
        </w:rPr>
        <w:t>. پس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F50FE1" w:rsidRPr="0052486B">
        <w:rPr>
          <w:rStyle w:val="libAlaemChar"/>
          <w:rFonts w:eastAsia="KFGQPC Uthman Taha Naskh" w:hint="cs"/>
          <w:rtl/>
        </w:rPr>
        <w:t>(</w:t>
      </w:r>
      <w:r w:rsidR="00F50FE1" w:rsidRPr="0052486B">
        <w:rPr>
          <w:rStyle w:val="libAieChar"/>
          <w:rFonts w:hint="cs"/>
          <w:rtl/>
        </w:rPr>
        <w:t xml:space="preserve"> إِنَّا لِلَّـهِ وَإِنَّا إِلَيْهِ رَاجِعُونَ</w:t>
      </w:r>
      <w:r w:rsidR="00F50FE1">
        <w:rPr>
          <w:rtl/>
          <w:lang w:bidi="fa-IR"/>
        </w:rPr>
        <w:t xml:space="preserve"> </w:t>
      </w:r>
      <w:r w:rsidR="00F50FE1" w:rsidRPr="0052486B">
        <w:rPr>
          <w:rStyle w:val="libAlaemChar"/>
          <w:rFonts w:hint="cs"/>
          <w:rtl/>
        </w:rPr>
        <w:t>)</w:t>
      </w:r>
      <w:r w:rsidR="00F50FE1">
        <w:rPr>
          <w:rtl/>
          <w:lang w:bidi="fa-IR"/>
        </w:rPr>
        <w:t xml:space="preserve">. </w:t>
      </w:r>
      <w:r>
        <w:rPr>
          <w:rtl/>
          <w:lang w:bidi="fa-IR"/>
        </w:rPr>
        <w:t>را تلاوت فرمودند و سپس از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خواندن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عرض کرد: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</w:t>
      </w:r>
      <w:r>
        <w:rPr>
          <w:rFonts w:hint="eastAsia"/>
          <w:rtl/>
          <w:lang w:bidi="fa-IR"/>
        </w:rPr>
        <w:t>ول</w:t>
      </w:r>
      <w:r>
        <w:rPr>
          <w:rtl/>
          <w:lang w:bidi="fa-IR"/>
        </w:rPr>
        <w:t xml:space="preserve"> الله! امت شما بعد از رحلتتان مبتلا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امتحان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آن هم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زود. فرمودند: امتحان کفر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گم کردن راه حق؟ عرض کرد: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خواهد بود.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کجاست، و حال آنکه قرآن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امت من است؟ عرض کر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قرآن امتحان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برنامه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دو دسته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شود: زمامداران و قراء و دانشمندان آنها. فرمانروا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حقوق قراء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پس به آنها ظلم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جنگ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آنگاه فرمانروا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قرآن را تابع هواها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(طبق دلخواه خود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 و قراء را به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کشانند (ممکن است غرض از قراء</w:t>
      </w:r>
      <w:r w:rsidR="00F50FE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علما</w:t>
      </w:r>
      <w:r>
        <w:rPr>
          <w:rtl/>
          <w:lang w:bidi="fa-IR"/>
        </w:rPr>
        <w:t xml:space="preserve"> و دانشمندان هر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باشند).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که راه سلامت ماندن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خطر کدام است؟ گفت: کف نفس و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مقابل تض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حقوق و کناره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مراکز فتنه.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50F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اوضاع و احوال آخرالزمان از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است که فرمودند:</w:t>
      </w:r>
      <w:r w:rsidR="00F50FE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تکثر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الاراء و تتبع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الاهواء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تخذ</w:t>
      </w:r>
      <w:r>
        <w:rPr>
          <w:rtl/>
          <w:lang w:bidi="fa-IR"/>
        </w:rPr>
        <w:t xml:space="preserve"> القرآن مزام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وضع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الحان الاغان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قراء</w:t>
      </w:r>
      <w:r>
        <w:rPr>
          <w:rtl/>
          <w:lang w:bidi="fa-IR"/>
        </w:rPr>
        <w:t xml:space="preserve"> 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اءجرهم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قراءته بل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لعنهم</w:t>
      </w:r>
      <w:r>
        <w:rPr>
          <w:rtl/>
          <w:lang w:bidi="fa-IR"/>
        </w:rPr>
        <w:t xml:space="preserve"> فعند ذلک تهش النفوس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الالحان فتذهب حلاوه القرآن اولئک لانص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لهم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الاخره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کثر</w:t>
      </w:r>
      <w:r>
        <w:rPr>
          <w:rtl/>
          <w:lang w:bidi="fa-IR"/>
        </w:rPr>
        <w:t xml:space="preserve"> الهراج و المرج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تخلع العرب اعنتها و تکتف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الرجال بالرجال و النساء بالنساء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تخذون</w:t>
      </w:r>
      <w:r>
        <w:rPr>
          <w:rtl/>
          <w:lang w:bidi="fa-IR"/>
        </w:rPr>
        <w:t xml:space="preserve"> ضرب القص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نکره</w:t>
      </w:r>
      <w:r>
        <w:rPr>
          <w:rtl/>
          <w:lang w:bidi="fa-IR"/>
        </w:rPr>
        <w:t xml:space="preserve"> منکر بل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تراضون</w:t>
      </w:r>
      <w:r>
        <w:rPr>
          <w:rtl/>
          <w:lang w:bidi="fa-IR"/>
        </w:rPr>
        <w:t xml:space="preserve"> به و هو من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الکبائر الخف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لهم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لاتنالهم شفاعت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فمن 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بذلک منهم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نههم</w:t>
      </w:r>
      <w:r>
        <w:rPr>
          <w:rtl/>
          <w:lang w:bidi="fa-IR"/>
        </w:rPr>
        <w:t xml:space="preserve"> ندم بذلک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 انا منه 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</w:t>
      </w:r>
      <w:r>
        <w:rPr>
          <w:rFonts w:hint="eastAsia"/>
          <w:rtl/>
          <w:lang w:bidi="fa-IR"/>
        </w:rPr>
        <w:t>ندها</w:t>
      </w:r>
      <w:r>
        <w:rPr>
          <w:rtl/>
          <w:lang w:bidi="fa-IR"/>
        </w:rPr>
        <w:t xml:space="preserve"> تتخذ النساء مجالس و تکون الجموع الکث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المراءه لتتکلم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مثل الرجال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جموعهن لهوا و لعبا 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مرضاه الله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من عجائب ذلک الزمان فاذا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تموه</w:t>
      </w:r>
      <w:r>
        <w:rPr>
          <w:rtl/>
          <w:lang w:bidi="fa-IR"/>
        </w:rPr>
        <w:t xml:space="preserve"> فبا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نوهم</w:t>
      </w:r>
      <w:r>
        <w:rPr>
          <w:rtl/>
          <w:lang w:bidi="fa-IR"/>
        </w:rPr>
        <w:t xml:space="preserve"> و احذروهم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فانهم حرب الله و لرسوله و الله منهم 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 w:rsidRPr="00F50FE1">
        <w:rPr>
          <w:rStyle w:val="libFootnotenumChar"/>
          <w:rtl/>
        </w:rPr>
        <w:t>[4].</w:t>
      </w:r>
    </w:p>
    <w:p w:rsidR="007B4BE8" w:rsidRDefault="007B4BE8" w:rsidP="00F50F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امت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مردم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آراء مختلف خواهند شد و از هواها و خواهشها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قرآن را با آواز و مزام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به صورت غنا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خداوند 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باشند. خداوند بزرگ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خواندن قرآن به آنها اجر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داد بلکه آنها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لعن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(چون به قرآن عمل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کنند). پس،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ترانه ها و ساز و آواز آدم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طرب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آنچنانکه نفسها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طرب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لذت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خواندن از آنها گرفته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دسته از مردم از ثوابها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اند.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گناهان</w:t>
      </w:r>
      <w:r>
        <w:rPr>
          <w:rtl/>
          <w:lang w:bidi="fa-IR"/>
        </w:rPr>
        <w:t xml:space="preserve"> را 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کشند، هرج و مرج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اجتماع عرب خودسر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خواستند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در مقابل دستورها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شوند)، مردها به مردها اکتفا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(از نظر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و زنها به زنها قناعت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ورزند در فجور. ساز و آواز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رواج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در مجامع خودشان از آن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بلکه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گناهان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است که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بودنش بر آنها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پس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آنها از جزا دهنده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. و شفاعت من به آنها نخواهد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اعمال ب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آنها باشد و آنان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شود (البته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داشت) و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زارم</w:t>
      </w:r>
      <w:r>
        <w:rPr>
          <w:rtl/>
          <w:lang w:bidi="fa-IR"/>
        </w:rPr>
        <w:t>.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مجلس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(کنفراس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دهند) و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اندازند، به نحو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زنها در آن اجت</w:t>
      </w:r>
      <w:r>
        <w:rPr>
          <w:rFonts w:hint="eastAsia"/>
          <w:rtl/>
          <w:lang w:bidi="fa-IR"/>
        </w:rPr>
        <w:t>ماعات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پس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آنها </w:t>
      </w:r>
      <w:r>
        <w:rPr>
          <w:rtl/>
          <w:lang w:bidi="fa-IR"/>
        </w:rPr>
        <w:lastRenderedPageBreak/>
        <w:t>فاصله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F50FE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را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حال جنگ با خدا و رسول او هستند و خداوند و رسولش از آنها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زارند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F50F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به منزله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ده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 را در آن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امر فرج امام عصر ارواحنا له الفداء دعا کن اللهم عجل فرجه </w:t>
      </w: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متعال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فرموده است: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الله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اذا هتکوا عباد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استحلوا محارم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خالفوا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سلطت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</w:t>
      </w:r>
      <w:r>
        <w:rPr>
          <w:rtl/>
          <w:lang w:bidi="fa-IR"/>
        </w:rPr>
        <w:t xml:space="preserve"> من المشرق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لهم الترک هم فرسان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انتقم بهم ممن عصان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نزعت الرحمه من قلوبهم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رحمون</w:t>
      </w:r>
      <w:r>
        <w:rPr>
          <w:rtl/>
          <w:lang w:bidi="fa-IR"/>
        </w:rPr>
        <w:t xml:space="preserve"> من بک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بون</w:t>
      </w:r>
      <w:r>
        <w:rPr>
          <w:rtl/>
          <w:lang w:bidi="fa-IR"/>
        </w:rPr>
        <w:t xml:space="preserve"> من 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قتلون</w:t>
      </w:r>
      <w:r>
        <w:rPr>
          <w:rtl/>
          <w:lang w:bidi="fa-IR"/>
        </w:rPr>
        <w:t xml:space="preserve"> الاباء و الامهات و البن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البنات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هلکون</w:t>
      </w:r>
      <w:r>
        <w:rPr>
          <w:rtl/>
          <w:lang w:bidi="fa-IR"/>
        </w:rPr>
        <w:t xml:space="preserve"> بلاد </w:t>
      </w:r>
      <w:r>
        <w:rPr>
          <w:rFonts w:hint="eastAsia"/>
          <w:rtl/>
          <w:lang w:bidi="fa-IR"/>
        </w:rPr>
        <w:t>العجم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فتحون</w:t>
      </w:r>
      <w:r>
        <w:rPr>
          <w:rtl/>
          <w:lang w:bidi="fa-IR"/>
        </w:rPr>
        <w:t xml:space="preserve"> العراق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فترق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العراق بثلاث فرق فرقه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لحقون</w:t>
      </w:r>
      <w:r>
        <w:rPr>
          <w:rtl/>
          <w:lang w:bidi="fa-IR"/>
        </w:rPr>
        <w:t xml:space="preserve"> باذناب الابل و فرقه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ترکون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الهم</w:t>
      </w:r>
      <w:r>
        <w:rPr>
          <w:rtl/>
          <w:lang w:bidi="fa-IR"/>
        </w:rPr>
        <w:t xml:space="preserve"> وراء ظهورهم و فرقه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قاتلون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قتلون</w:t>
      </w:r>
      <w:r>
        <w:rPr>
          <w:rtl/>
          <w:lang w:bidi="fa-IR"/>
        </w:rPr>
        <w:t xml:space="preserve"> اولئک هم الشهداء و تغبطهم الملائکه فاذا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ذلک فاستعدوا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قالوا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اذا ادرکنا ذلک الزمان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تاءمرنا نستک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فقال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بالغوطه بالشام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جانب بلد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له دمشق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بلاد الشام 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لمن کان له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مسکن ولو مربط شاه فان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تکفل بالشام و اهله. </w:t>
      </w:r>
      <w:r w:rsidRPr="00F50FE1">
        <w:rPr>
          <w:rStyle w:val="libFootnotenumChar"/>
          <w:rtl/>
        </w:rPr>
        <w:t>[5]</w:t>
      </w:r>
      <w:r>
        <w:rPr>
          <w:rtl/>
          <w:lang w:bidi="fa-IR"/>
        </w:rPr>
        <w:t>.</w:t>
      </w: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فرموده است: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بندگان من هتک احترام مرا کردند (د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خداوند را محترم نشمردند) و حرام مرا حلال شمردند و اوامر مرا ترک گفتند،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آنها مسلط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سواران منند و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کنند</w:t>
      </w:r>
      <w:r w:rsidR="00F50FE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انتقام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رحمت را از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کنده ام. لذا به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رحم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التماس ملتمسان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پدران و مادران و فرزندان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کشند، بلاد عجم را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و عراق را فتح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عراق سه دسته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دسته به دنبال ش</w:t>
      </w:r>
      <w:r>
        <w:rPr>
          <w:rFonts w:hint="eastAsia"/>
          <w:rtl/>
          <w:lang w:bidi="fa-IR"/>
        </w:rPr>
        <w:t>تران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(ممکن است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فرار آنها و رو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نهادن باشد)، دسته دوم خانواده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روند، دسته سوم جنگ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 و کشته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شهدا هستند و ملائکه آسمان به آنها غبطه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خورند. هرگاه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برنامه ها را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آماده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عرض کردند: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را درک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کجا منزل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فرمودند: بر شما باد که به غوطه در دمشق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بلاد شام است. خوشا به حال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شام منزل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ولو به قدر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گوسفند باشد،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بزرگ تکفل </w:t>
      </w:r>
      <w:r>
        <w:rPr>
          <w:rFonts w:hint="eastAsia"/>
          <w:rtl/>
          <w:lang w:bidi="fa-IR"/>
        </w:rPr>
        <w:t>شام</w:t>
      </w:r>
      <w:r>
        <w:rPr>
          <w:rtl/>
          <w:lang w:bidi="fa-IR"/>
        </w:rPr>
        <w:t xml:space="preserve"> و مردم آن را خود قبول فرموده است.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در کتاب «مکارم الاخلاق» به ابن مسعود است که در آن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در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کلمات و سخنان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اتبخش</w:t>
      </w:r>
      <w:r>
        <w:rPr>
          <w:rtl/>
          <w:lang w:bidi="fa-IR"/>
        </w:rPr>
        <w:t xml:space="preserve"> خود مجسم فرمودند و اکنون خلاصه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شات</w:t>
      </w:r>
      <w:r>
        <w:rPr>
          <w:rtl/>
          <w:lang w:bidi="fa-IR"/>
        </w:rPr>
        <w:t xml:space="preserve"> آن سرور را با خوانندگان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ما آموزنده باشد.</w:t>
      </w:r>
    </w:p>
    <w:p w:rsidR="007B4BE8" w:rsidRDefault="007B4BE8" w:rsidP="00F50FE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مسعود الاسلام بداء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کما بداء فطوب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للغرباء فمن ادرک ذلک الزمان ممن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من اعقابکم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سلم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جائزهم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عد</w:t>
      </w:r>
      <w:r>
        <w:rPr>
          <w:rtl/>
          <w:lang w:bidi="fa-IR"/>
        </w:rPr>
        <w:t xml:space="preserve"> مرضا</w:t>
      </w:r>
      <w:r w:rsidR="00F50FE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فانهم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ستسنون</w:t>
      </w:r>
      <w:r>
        <w:rPr>
          <w:rtl/>
          <w:lang w:bidi="fa-IR"/>
        </w:rPr>
        <w:t xml:space="preserve"> بسنتکم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ظهرون</w:t>
      </w:r>
      <w:r>
        <w:rPr>
          <w:rtl/>
          <w:lang w:bidi="fa-IR"/>
        </w:rPr>
        <w:t xml:space="preserve"> بدعواکم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خالفون</w:t>
      </w:r>
      <w:r>
        <w:rPr>
          <w:rtl/>
          <w:lang w:bidi="fa-IR"/>
        </w:rPr>
        <w:t xml:space="preserve"> افعالکم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موتون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ملتکم اولئک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سوا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ولست منهم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مسعود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زمان الصابر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مثل القابض بکفه الجمره فان کان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الزمان ذئبا والا اکلته الذئاب.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مسعود علماؤ هم و فقهاؤ هم خونه فجره الا انهم اشرار خلق الله و کذلک اتباعهم و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اءخذ</w:t>
      </w:r>
      <w:r>
        <w:rPr>
          <w:rtl/>
          <w:lang w:bidi="fa-IR"/>
        </w:rPr>
        <w:t xml:space="preserve"> منهم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حبهم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جالسهم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شاورهم</w:t>
      </w:r>
      <w:r>
        <w:rPr>
          <w:rtl/>
          <w:lang w:bidi="fa-IR"/>
        </w:rPr>
        <w:t xml:space="preserve"> اشرار خلق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دخلهم</w:t>
      </w:r>
      <w:r>
        <w:rPr>
          <w:rtl/>
          <w:lang w:bidi="fa-IR"/>
        </w:rPr>
        <w:t xml:space="preserve"> نار جهنم صم بکم عم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فهم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رجعون</w:t>
      </w:r>
      <w:r>
        <w:rPr>
          <w:rtl/>
          <w:lang w:bidi="fa-IR"/>
        </w:rPr>
        <w:t xml:space="preserve"> و نحشرهم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وجوههم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بکما وصما ماءو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جهنم کلما خبت زدناهم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کلما نضجت جلودهم بدلنا هم جلودا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ذوقوا</w:t>
      </w:r>
      <w:r>
        <w:rPr>
          <w:rtl/>
          <w:lang w:bidi="fa-IR"/>
        </w:rPr>
        <w:t xml:space="preserve"> العذاب اذا القوا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سمعوا لها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تفور تکاد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من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</w:t>
      </w:r>
      <w:r>
        <w:rPr>
          <w:rtl/>
          <w:lang w:bidi="fa-IR"/>
        </w:rPr>
        <w:t xml:space="preserve"> کلما ارادو اءن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خرجوا</w:t>
      </w:r>
      <w:r>
        <w:rPr>
          <w:rtl/>
          <w:lang w:bidi="fa-IR"/>
        </w:rPr>
        <w:t xml:space="preserve"> منها من غم</w:t>
      </w:r>
      <w:r w:rsidR="00F50FE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لهم ذوقوا عذاب الحر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لهم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زف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هم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سمعون</w:t>
      </w:r>
      <w:r>
        <w:rPr>
          <w:rtl/>
          <w:lang w:bidi="fa-IR"/>
        </w:rPr>
        <w:t>.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مسعود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دعون</w:t>
      </w:r>
      <w:r>
        <w:rPr>
          <w:rtl/>
          <w:lang w:bidi="fa-IR"/>
        </w:rPr>
        <w:t xml:space="preserve"> انهم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منهاج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انهم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براء و انا منهم 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مسعود لاتجالسوهم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الملاء و لا تبا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عوهم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الاءسواق و لا تهدوهم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لا تسقوهم الماء قال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«من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نتها</w:t>
      </w:r>
      <w:r>
        <w:rPr>
          <w:rtl/>
          <w:lang w:bidi="fa-IR"/>
        </w:rPr>
        <w:t xml:space="preserve"> نوف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اعماله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هم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بخسون»</w:t>
      </w:r>
      <w:r>
        <w:rPr>
          <w:rtl/>
          <w:lang w:bidi="fa-IR"/>
        </w:rPr>
        <w:t xml:space="preserve"> </w:t>
      </w:r>
      <w:r w:rsidRPr="00F50FE1">
        <w:rPr>
          <w:rStyle w:val="libFootnotenumChar"/>
          <w:rtl/>
        </w:rPr>
        <w:t>[6]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الله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«و من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حرث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نؤ ته منها و ماله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الاخره من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.» </w:t>
      </w:r>
      <w:r w:rsidRPr="00F50FE1">
        <w:rPr>
          <w:rStyle w:val="libFootnotenumChar"/>
          <w:rtl/>
        </w:rPr>
        <w:t>[7]</w:t>
      </w:r>
      <w:r>
        <w:rPr>
          <w:rtl/>
          <w:lang w:bidi="fa-IR"/>
        </w:rPr>
        <w:t>...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مسعود من تعلم العلم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آثر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حب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نتها</w:t>
      </w:r>
      <w:r>
        <w:rPr>
          <w:rtl/>
          <w:lang w:bidi="fa-IR"/>
        </w:rPr>
        <w:t xml:space="preserve"> استوجب سخط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کان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الدرک الاسفل من النار مع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و النصار</w:t>
      </w:r>
      <w:r>
        <w:rPr>
          <w:rFonts w:hint="cs"/>
          <w:rtl/>
          <w:lang w:bidi="fa-IR"/>
        </w:rPr>
        <w:t>ی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50F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نبذوا کتاب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فلما جائهم ما عرفوا کفروا به فلعنه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مسعود من تعلم القران للدن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نتها</w:t>
      </w:r>
      <w:r>
        <w:rPr>
          <w:rtl/>
          <w:lang w:bidi="fa-IR"/>
        </w:rPr>
        <w:t xml:space="preserve"> حرم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الجنه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مسعود من تعلم العلم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بما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حشره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اعم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 تعلم العلم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سمعه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نزع الله برکته و 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شته</w:t>
      </w:r>
      <w:r>
        <w:rPr>
          <w:rtl/>
          <w:lang w:bidi="fa-IR"/>
        </w:rPr>
        <w:t xml:space="preserve"> و وکله الله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و من و کله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فقد </w:t>
      </w:r>
      <w:r>
        <w:rPr>
          <w:rFonts w:hint="eastAsia"/>
          <w:rtl/>
          <w:lang w:bidi="fa-IR"/>
        </w:rPr>
        <w:t>هلک</w:t>
      </w:r>
      <w:r>
        <w:rPr>
          <w:rtl/>
          <w:lang w:bidi="fa-IR"/>
        </w:rPr>
        <w:t xml:space="preserve"> قال الله «فمن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رجوا</w:t>
      </w:r>
      <w:r>
        <w:rPr>
          <w:rtl/>
          <w:lang w:bidi="fa-IR"/>
        </w:rPr>
        <w:t xml:space="preserve"> لقاء ربه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عملا صالحا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شرک</w:t>
      </w:r>
      <w:r>
        <w:rPr>
          <w:rtl/>
          <w:lang w:bidi="fa-IR"/>
        </w:rPr>
        <w:t xml:space="preserve"> بعباده ربه احدا». </w:t>
      </w:r>
      <w:r w:rsidRPr="00F50FE1">
        <w:rPr>
          <w:rStyle w:val="libFootnotenumChar"/>
          <w:rtl/>
        </w:rPr>
        <w:t>[8]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مسعود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جلساوک الابرار و اخوانک الاتق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الزهاد لانه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کتابه «الا خلاء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ومئذ</w:t>
      </w:r>
      <w:r>
        <w:rPr>
          <w:rtl/>
          <w:lang w:bidi="fa-IR"/>
        </w:rPr>
        <w:t xml:space="preserve"> بعضهم لبعض عدو الا المتق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>.</w:t>
      </w:r>
      <w:r w:rsidRPr="00F50FE1">
        <w:rPr>
          <w:rStyle w:val="libFootnotenumChar"/>
          <w:rtl/>
        </w:rPr>
        <w:t xml:space="preserve"> [9]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مسعود اعلم انهم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المعروف منکرا والمنکر معروفا فف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طبع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قلوبهم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الشاهد بالحق و لا القوامون بالقسط قال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«کونوا قوام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بالقسط شهداء لله ولو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انفسکم او الو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</w:t>
      </w:r>
      <w:r w:rsidRPr="00F50FE1">
        <w:rPr>
          <w:rStyle w:val="libFootnotenumChar"/>
          <w:rtl/>
        </w:rPr>
        <w:t>[10]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مسعود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تفاضلون</w:t>
      </w:r>
      <w:r>
        <w:rPr>
          <w:rtl/>
          <w:lang w:bidi="fa-IR"/>
        </w:rPr>
        <w:t xml:space="preserve"> باءحسابهم و اموالهم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«و ما لاحد عنده من نعمه تجز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 ابتغاء وجه ربه الاعل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ولسوف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</w:t>
      </w:r>
      <w:r w:rsidRPr="00F50FE1">
        <w:rPr>
          <w:rStyle w:val="libFootnotenumChar"/>
          <w:rtl/>
        </w:rPr>
        <w:t>[11]. [12]</w:t>
      </w:r>
      <w:r>
        <w:rPr>
          <w:rtl/>
          <w:lang w:bidi="fa-IR"/>
        </w:rPr>
        <w:t>.</w:t>
      </w:r>
    </w:p>
    <w:p w:rsidR="007B4BE8" w:rsidRDefault="007B4BE8" w:rsidP="00F50F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مسعود! اسلام در روز اول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 و بزود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غربت اول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(اشاره به غربت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مقدس اسلام در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غربت مجدد در آخرالزمان).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مسعود!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را درک کرد از اعقاب شما. پس به آنها سلام نکند، در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</w:t>
      </w:r>
      <w:r>
        <w:rPr>
          <w:rFonts w:hint="eastAsia"/>
          <w:rtl/>
          <w:lang w:bidi="fa-IR"/>
        </w:rPr>
        <w:t>نازه</w:t>
      </w:r>
      <w:r>
        <w:rPr>
          <w:rtl/>
          <w:lang w:bidi="fa-IR"/>
        </w:rPr>
        <w:t xml:space="preserve"> آنها شرکت نجو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نکند.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به ظاهر خود را در همان راه</w:t>
      </w:r>
      <w:r>
        <w:rPr>
          <w:rFonts w:hint="cs"/>
          <w:rtl/>
          <w:lang w:bidi="fa-IR"/>
        </w:rPr>
        <w:t>ی</w:t>
      </w:r>
      <w:r w:rsidR="00F50FE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جلوه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که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تظاهر به ادعاها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اما عملا با شما مخالف هستند. پس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فرا رسد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ملت شما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روند. آنان از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من هم از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(سنخ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)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مسعود!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آن کس که بخواهد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ثابت بماند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مانش</w:t>
      </w:r>
      <w:r>
        <w:rPr>
          <w:rtl/>
          <w:lang w:bidi="fa-IR"/>
        </w:rPr>
        <w:t xml:space="preserve"> را حفظ کند همچون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آتش را در کف دست خود قرار دهد. پس اگر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(چون) گرگ باشد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والا گرگها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درنده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A21A7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مسعود! علما و فقها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انتکار</w:t>
      </w:r>
      <w:r>
        <w:rPr>
          <w:rtl/>
          <w:lang w:bidi="fa-IR"/>
        </w:rPr>
        <w:t xml:space="preserve"> و فاجرند. آگاه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آنها متابعت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با آنها رفت و آمد دارند و از آنها علم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آنان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با آنها مجالست و مشورت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گاهشان</w:t>
      </w:r>
      <w:r>
        <w:rPr>
          <w:rtl/>
          <w:lang w:bidi="fa-IR"/>
        </w:rPr>
        <w:t xml:space="preserve"> در جهنم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کور و کر و لال خواهند بود و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کر و لال محشور خواهند شد... </w:t>
      </w:r>
      <w:r w:rsidRPr="00F50FE1">
        <w:rPr>
          <w:rStyle w:val="libFootnotenumChar"/>
          <w:rtl/>
        </w:rPr>
        <w:t>[13]</w:t>
      </w:r>
      <w:r>
        <w:rPr>
          <w:rtl/>
          <w:lang w:bidi="fa-IR"/>
        </w:rPr>
        <w:t>.</w:t>
      </w:r>
      <w:r w:rsidR="00F50FE1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مسعود!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مدع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و ادامه دهنده راه من هستند. اما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از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زارند</w:t>
      </w:r>
      <w:r>
        <w:rPr>
          <w:rtl/>
          <w:lang w:bidi="fa-IR"/>
        </w:rPr>
        <w:t xml:space="preserve"> و من هم از آنها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مسعود! در مجالس با آنها ننش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بازارها با آنها داد و ستد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آنها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رهنمون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آ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آب نده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که خداوند متعال درباره آنها فرموده است: «هر</w:t>
      </w:r>
      <w:r w:rsidR="00F50FE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کس</w:t>
      </w:r>
      <w:r>
        <w:rPr>
          <w:rtl/>
          <w:lang w:bidi="fa-IR"/>
        </w:rPr>
        <w:t xml:space="preserve"> طالب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باشد، پاداش اعمالشان را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طور کامل عطا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فروگذار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شود». و خداوند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«هر کس خواهان کشت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باشد از آن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آخرت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ست»</w:t>
      </w:r>
      <w:r>
        <w:rPr>
          <w:rtl/>
          <w:lang w:bidi="fa-IR"/>
        </w:rPr>
        <w:t>.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مسعود!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علم کند اما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نعمتها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مستحق عذاب خداوند خواهد بود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و 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پست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مقامات جهنم محشور خواهد شد.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و 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خداوند را پشت سر انداختند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نسبت به اسلام و آورنده آن شناخت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کفر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از رحمت خداوند محروم ماندند.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لعنت خدا بر کافران باد.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مسعود! هر کس قرآن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فرا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خداوند بهشت را به او حرام گرداند.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مسعود! هر کس علم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اموزد</w:t>
      </w:r>
      <w:r>
        <w:rPr>
          <w:rtl/>
          <w:lang w:bidi="fa-IR"/>
        </w:rPr>
        <w:t xml:space="preserve"> و به آنچه در آن است عمل نکند، خداوند او را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محشور سازد.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خاطر مردم (ر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)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علم کند و هدفش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 که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مرتب کند </w:t>
      </w:r>
      <w:r>
        <w:rPr>
          <w:rtl/>
          <w:lang w:bidi="fa-IR"/>
        </w:rPr>
        <w:lastRenderedPageBreak/>
        <w:t>برکت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برداشته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به 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</w:t>
      </w:r>
      <w:r>
        <w:rPr>
          <w:rtl/>
          <w:lang w:bidi="fa-IR"/>
        </w:rPr>
        <w:t xml:space="preserve"> گرفتار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خداوند او را به خودش وام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که سرانجامش البته هلاکت است. خداوند در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لقا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(قرب جوار)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است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tl/>
          <w:lang w:bidi="fa-IR"/>
        </w:rPr>
        <w:t xml:space="preserve"> باشد و در پرستش خدا هرگز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او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نگرداند».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A21A7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مسعود!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همنش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تو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باشند</w:t>
      </w:r>
      <w:r w:rsidR="00A21A7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خودت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زهاد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(زاهد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گناه نکند و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بر آخرت مقدم ندارد و نسبت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رغبت باشد)؛ چرا که خداوند در کتابش فرموده است: «در آن روز دوستان همه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دشمن اند مگر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زکاران»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مسعود! بدان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اشخاص معروف را منکر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(واجبات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نظر آنها حرام است) و محرمات را معروف (ارتکاب حرام در نظر آنها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ندارد). پس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خداوند بر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مهر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زند. آنوقت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 به حق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به عدل </w:t>
      </w: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خداوند امر فرموده است «نگهدار عدالت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A21A76">
        <w:rPr>
          <w:rFonts w:hint="cs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ضرر خودتان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پدران و مادران و بستگان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شما باشد».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مسعود!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افتخارشان را به مال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خداوند فرموده «برا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در نزد او نعمت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پاداش داده شود، مگر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برترش، و بزود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خشنود گردد».</w:t>
      </w:r>
    </w:p>
    <w:p w:rsidR="007B4BE8" w:rsidRPr="00A21A76" w:rsidRDefault="00A21A76" w:rsidP="00A21A7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A21A76">
      <w:pPr>
        <w:pStyle w:val="libFootnote0"/>
        <w:rPr>
          <w:rtl/>
          <w:lang w:bidi="fa-IR"/>
        </w:rPr>
      </w:pP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tl/>
          <w:lang w:bidi="fa-IR"/>
        </w:rPr>
        <w:t>[1] نوائب الدهور،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131. طبق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مراد از «دابه الارض»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(ناشر).</w:t>
      </w:r>
    </w:p>
    <w:p w:rsidR="007B4BE8" w:rsidRDefault="007B4BE8" w:rsidP="00A21A76">
      <w:pPr>
        <w:pStyle w:val="libFootnote0"/>
        <w:rPr>
          <w:rtl/>
          <w:lang w:bidi="fa-IR"/>
        </w:rPr>
      </w:pP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tl/>
          <w:lang w:bidi="fa-IR"/>
        </w:rPr>
        <w:t>[2] نوائب الدهور،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146.</w:t>
      </w:r>
    </w:p>
    <w:p w:rsidR="007B4BE8" w:rsidRDefault="007B4BE8" w:rsidP="00A21A76">
      <w:pPr>
        <w:pStyle w:val="libFootnote0"/>
        <w:rPr>
          <w:rtl/>
          <w:lang w:bidi="fa-IR"/>
        </w:rPr>
      </w:pP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tl/>
          <w:lang w:bidi="fa-IR"/>
        </w:rPr>
        <w:t>[3] نوائب الدهور،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166.</w:t>
      </w:r>
    </w:p>
    <w:p w:rsidR="007B4BE8" w:rsidRDefault="007B4BE8" w:rsidP="00A21A76">
      <w:pPr>
        <w:pStyle w:val="libFootnote0"/>
        <w:rPr>
          <w:rtl/>
          <w:lang w:bidi="fa-IR"/>
        </w:rPr>
      </w:pP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tl/>
          <w:lang w:bidi="fa-IR"/>
        </w:rPr>
        <w:t>[4] نوائب الدهور،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170.</w:t>
      </w:r>
    </w:p>
    <w:p w:rsidR="007B4BE8" w:rsidRDefault="007B4BE8" w:rsidP="00A21A76">
      <w:pPr>
        <w:pStyle w:val="libFootnote0"/>
        <w:rPr>
          <w:rtl/>
          <w:lang w:bidi="fa-IR"/>
        </w:rPr>
      </w:pP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tl/>
          <w:lang w:bidi="fa-IR"/>
        </w:rPr>
        <w:t>[5] نوائب الدهور،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168.</w:t>
      </w:r>
    </w:p>
    <w:p w:rsidR="007B4BE8" w:rsidRDefault="007B4BE8" w:rsidP="00A21A76">
      <w:pPr>
        <w:pStyle w:val="libFootnote0"/>
        <w:rPr>
          <w:rtl/>
          <w:lang w:bidi="fa-IR"/>
        </w:rPr>
      </w:pP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tl/>
          <w:lang w:bidi="fa-IR"/>
        </w:rPr>
        <w:t>[6] هود / 15.</w:t>
      </w:r>
    </w:p>
    <w:p w:rsidR="007B4BE8" w:rsidRDefault="007B4BE8" w:rsidP="00A21A76">
      <w:pPr>
        <w:pStyle w:val="libFootnote0"/>
        <w:rPr>
          <w:rtl/>
          <w:lang w:bidi="fa-IR"/>
        </w:rPr>
      </w:pP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tl/>
          <w:lang w:bidi="fa-IR"/>
        </w:rPr>
        <w:t>[7] شور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20.</w:t>
      </w:r>
    </w:p>
    <w:p w:rsidR="007B4BE8" w:rsidRDefault="007B4BE8" w:rsidP="00A21A76">
      <w:pPr>
        <w:pStyle w:val="libFootnote0"/>
        <w:rPr>
          <w:rtl/>
          <w:lang w:bidi="fa-IR"/>
        </w:rPr>
      </w:pP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tl/>
          <w:lang w:bidi="fa-IR"/>
        </w:rPr>
        <w:t>[8] کهف / 110.</w:t>
      </w:r>
    </w:p>
    <w:p w:rsidR="007B4BE8" w:rsidRDefault="007B4BE8" w:rsidP="00A21A76">
      <w:pPr>
        <w:pStyle w:val="libFootnote0"/>
        <w:rPr>
          <w:rtl/>
          <w:lang w:bidi="fa-IR"/>
        </w:rPr>
      </w:pP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tl/>
          <w:lang w:bidi="fa-IR"/>
        </w:rPr>
        <w:t>[9] زخرف / 67.</w:t>
      </w:r>
    </w:p>
    <w:p w:rsidR="007B4BE8" w:rsidRDefault="007B4BE8" w:rsidP="00A21A76">
      <w:pPr>
        <w:pStyle w:val="libFootnote0"/>
        <w:rPr>
          <w:rtl/>
          <w:lang w:bidi="fa-IR"/>
        </w:rPr>
      </w:pP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tl/>
          <w:lang w:bidi="fa-IR"/>
        </w:rPr>
        <w:t>[10] نساء / 135.</w:t>
      </w:r>
    </w:p>
    <w:p w:rsidR="007B4BE8" w:rsidRDefault="007B4BE8" w:rsidP="00A21A76">
      <w:pPr>
        <w:pStyle w:val="libFootnote0"/>
        <w:rPr>
          <w:rtl/>
          <w:lang w:bidi="fa-IR"/>
        </w:rPr>
      </w:pP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tl/>
          <w:lang w:bidi="fa-IR"/>
        </w:rPr>
        <w:t>[11]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/ 20.</w:t>
      </w:r>
    </w:p>
    <w:p w:rsidR="007B4BE8" w:rsidRDefault="007B4BE8" w:rsidP="00A21A76">
      <w:pPr>
        <w:pStyle w:val="libFootnote0"/>
        <w:rPr>
          <w:rtl/>
          <w:lang w:bidi="fa-IR"/>
        </w:rPr>
      </w:pP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tl/>
          <w:lang w:bidi="fa-IR"/>
        </w:rPr>
        <w:t>[12] الزام الناصب، ج 2،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150 - 152.</w:t>
      </w:r>
    </w:p>
    <w:p w:rsidR="007B4BE8" w:rsidRDefault="007B4BE8" w:rsidP="00A21A76">
      <w:pPr>
        <w:pStyle w:val="libFootnote0"/>
        <w:rPr>
          <w:rtl/>
          <w:lang w:bidi="fa-IR"/>
        </w:rPr>
      </w:pPr>
    </w:p>
    <w:p w:rsidR="007B4BE8" w:rsidRDefault="007B4BE8" w:rsidP="00A21A76">
      <w:pPr>
        <w:pStyle w:val="libFootnote0"/>
        <w:rPr>
          <w:rtl/>
          <w:lang w:bidi="fa-IR"/>
        </w:rPr>
      </w:pPr>
      <w:r>
        <w:rPr>
          <w:rtl/>
          <w:lang w:bidi="fa-IR"/>
        </w:rPr>
        <w:t>[13] آنگاه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قرآن تلاوت فرمودند از سوره «تبارک». طالبان به شرح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مراجعه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7B4BE8" w:rsidRDefault="00A21A76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9D5E9E">
      <w:pPr>
        <w:pStyle w:val="Heading1"/>
        <w:rPr>
          <w:rtl/>
          <w:lang w:bidi="fa-IR"/>
        </w:rPr>
      </w:pPr>
      <w:bookmarkStart w:id="13" w:name="_Toc515799719"/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A21A76" w:rsidRPr="00A21A76">
        <w:rPr>
          <w:rStyle w:val="libAlaemChar"/>
          <w:rFonts w:eastAsiaTheme="minorHAnsi"/>
          <w:rtl/>
        </w:rPr>
        <w:t>صلى‌الله‌عليه‌وآله</w:t>
      </w:r>
      <w:r>
        <w:rPr>
          <w:rtl/>
          <w:lang w:bidi="fa-IR"/>
        </w:rPr>
        <w:t>و روز خلاص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bookmarkEnd w:id="13"/>
    </w:p>
    <w:p w:rsidR="007B4BE8" w:rsidRDefault="007B4BE8" w:rsidP="00A21A7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نقل</w:t>
      </w:r>
      <w:r w:rsidR="00A21A7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شده</w:t>
      </w:r>
      <w:r>
        <w:rPr>
          <w:rtl/>
          <w:lang w:bidi="fa-IR"/>
        </w:rPr>
        <w:t xml:space="preserve"> است که فرمود: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کانت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رمضان فانها تکون معمه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شوال و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القبائل و تتحارب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القعده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سلب</w:t>
      </w:r>
      <w:r>
        <w:rPr>
          <w:rtl/>
          <w:lang w:bidi="fa-IR"/>
        </w:rPr>
        <w:t xml:space="preserve"> الحاج و تسفک الدماء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الحجه و المحرم و ما المحرم؟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هات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</w:t>
      </w:r>
      <w:r>
        <w:rPr>
          <w:rtl/>
          <w:lang w:bidi="fa-IR"/>
        </w:rPr>
        <w:t xml:space="preserve"> الناس هرجا هرجا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من السماء الا ان فلانا ابن فلان هو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قائم آل محمد فاسمعوا له و 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عوا</w:t>
      </w:r>
      <w:r>
        <w:rPr>
          <w:rtl/>
          <w:lang w:bidi="fa-IR"/>
        </w:rPr>
        <w:t xml:space="preserve"> و ذلک الصوت صوت جبرائ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دعوا</w:t>
      </w:r>
      <w:r>
        <w:rPr>
          <w:rtl/>
          <w:lang w:bidi="fa-IR"/>
        </w:rPr>
        <w:t xml:space="preserve"> للب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الخلاص. </w:t>
      </w:r>
      <w:r w:rsidRPr="00A21A76">
        <w:rPr>
          <w:rStyle w:val="libFootnotenumChar"/>
          <w:rtl/>
        </w:rPr>
        <w:t>[1].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در ماه رمضان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 پس همهمه و آواز جنگ در شوال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طعام گردآور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القعده با هم نبرد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در ماه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الحجه حجاج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الحرام قتل و غارت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خونها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و محرم، چه محرم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هرگز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نه هرگز! مردم، دسته دسته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فتنه و آن فتنه کشته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(در هرج و مرج)؛ آنگاه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ندا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فلان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قائم آل 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است، به فرمان او گوش فرا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اطاعت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 صدا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که در بامدا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روز 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مردم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حضرت رسول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منقول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لا</w:t>
      </w:r>
      <w:r>
        <w:rPr>
          <w:rtl/>
          <w:lang w:bidi="fa-IR"/>
        </w:rPr>
        <w:t xml:space="preserve"> تقوم الساعه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القائم منا و ذلک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اءذن</w:t>
      </w:r>
      <w:r>
        <w:rPr>
          <w:rtl/>
          <w:lang w:bidi="fa-IR"/>
        </w:rPr>
        <w:t xml:space="preserve"> الله عزوجل له و من تبعه نجا و من تخلف عنه هلک الله الله عبادالله فاءنوه ولو حبوا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الثلج فاءنه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الله عزوجل و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A21A76">
        <w:rPr>
          <w:rStyle w:val="libFootnotenumChar"/>
          <w:rtl/>
        </w:rPr>
        <w:t xml:space="preserve"> [2]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A21A7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برپا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 w:rsidR="00A21A7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قائم</w:t>
      </w:r>
      <w:r>
        <w:rPr>
          <w:rtl/>
          <w:lang w:bidi="fa-IR"/>
        </w:rPr>
        <w:t xml:space="preserve"> 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در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خداوند فرمان ظهورش را امضاء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هر کس که آن روز از قائم ما متابعت کند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دچار هلاکت دو جهان خواهد شد.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 خدا! از خدا بترس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قائم ما بشتاب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اگرچه مجبور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برفها به نحو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خود را بکش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خداوند و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من است (در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A21A7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به فرزند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حضرت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  <w:r w:rsidR="00A21A7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اءم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الامره و قاتل الکفره السلطان الماءمول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بته</w:t>
      </w:r>
      <w:r>
        <w:rPr>
          <w:rtl/>
          <w:lang w:bidi="fa-IR"/>
        </w:rPr>
        <w:t xml:space="preserve"> العقول و هو التاسع من ولدک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الا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ادرکوا زمانه و لحقوا اوانه و شهدوا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و لا قوا اقوامه.</w:t>
      </w:r>
      <w:r w:rsidRPr="00A21A76">
        <w:rPr>
          <w:rStyle w:val="libFootnotenumChar"/>
          <w:rtl/>
        </w:rPr>
        <w:t xml:space="preserve"> [3].</w:t>
      </w:r>
    </w:p>
    <w:p w:rsidR="007B4BE8" w:rsidRDefault="00A21A76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7B4BE8">
        <w:rPr>
          <w:rtl/>
          <w:lang w:bidi="fa-IR"/>
        </w:rPr>
        <w:t>(ا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حس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ن</w:t>
      </w:r>
      <w:r w:rsidR="007B4BE8">
        <w:rPr>
          <w:rtl/>
          <w:lang w:bidi="fa-IR"/>
        </w:rPr>
        <w:t>!) ام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ر</w:t>
      </w:r>
      <w:r w:rsidR="007B4BE8">
        <w:rPr>
          <w:rtl/>
          <w:lang w:bidi="fa-IR"/>
        </w:rPr>
        <w:t xml:space="preserve"> همه ام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ران</w:t>
      </w:r>
      <w:r w:rsidR="007B4BE8">
        <w:rPr>
          <w:rtl/>
          <w:lang w:bidi="fa-IR"/>
        </w:rPr>
        <w:t xml:space="preserve"> عالم، کشنده کافران و ستمگران جهان و شهر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ار</w:t>
      </w:r>
      <w:r w:rsidR="007B4BE8">
        <w:rPr>
          <w:rtl/>
          <w:lang w:bidi="fa-IR"/>
        </w:rPr>
        <w:t xml:space="preserve"> منتظر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که در غ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بتش</w:t>
      </w:r>
      <w:r w:rsidR="007B4BE8">
        <w:rPr>
          <w:rtl/>
          <w:lang w:bidi="fa-IR"/>
        </w:rPr>
        <w:t xml:space="preserve"> عقلها مات و ح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ران</w:t>
      </w:r>
      <w:r w:rsidR="007B4BE8">
        <w:rPr>
          <w:rtl/>
          <w:lang w:bidi="fa-IR"/>
        </w:rPr>
        <w:t xml:space="preserve"> شده اند، نهم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ن</w:t>
      </w:r>
      <w:r w:rsidR="007B4BE8">
        <w:rPr>
          <w:rtl/>
          <w:lang w:bidi="fa-IR"/>
        </w:rPr>
        <w:t xml:space="preserve"> فرزند از فرزندان شماست. ا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حس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ن</w:t>
      </w:r>
      <w:r w:rsidR="007B4BE8">
        <w:rPr>
          <w:rtl/>
          <w:lang w:bidi="fa-IR"/>
        </w:rPr>
        <w:t>! او ب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ن</w:t>
      </w:r>
      <w:r w:rsidR="007B4BE8">
        <w:rPr>
          <w:rtl/>
          <w:lang w:bidi="fa-IR"/>
        </w:rPr>
        <w:t xml:space="preserve"> رکن و مقام ظاهر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شود و بن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ان</w:t>
      </w:r>
      <w:r w:rsidR="007B4BE8">
        <w:rPr>
          <w:rtl/>
          <w:lang w:bidi="fa-IR"/>
        </w:rPr>
        <w:t xml:space="preserve"> و اساس گمراه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و پست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را از ر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شه</w:t>
      </w:r>
      <w:r w:rsidR="007B4BE8">
        <w:rPr>
          <w:rtl/>
          <w:lang w:bidi="fa-IR"/>
        </w:rPr>
        <w:t xml:space="preserve">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کند و چه سعادتمند افراد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که </w:t>
      </w:r>
      <w:r w:rsidR="007B4BE8">
        <w:rPr>
          <w:rFonts w:hint="eastAsia"/>
          <w:rtl/>
          <w:lang w:bidi="fa-IR"/>
        </w:rPr>
        <w:t>عصر</w:t>
      </w:r>
      <w:r w:rsidR="007B4BE8">
        <w:rPr>
          <w:rtl/>
          <w:lang w:bidi="fa-IR"/>
        </w:rPr>
        <w:t xml:space="preserve"> پرشکوه حکومت او را درک و در دولت حقه اش زندگ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کنند و آن روزگار م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مون</w:t>
      </w:r>
      <w:r w:rsidR="007B4BE8">
        <w:rPr>
          <w:rtl/>
          <w:lang w:bidi="fa-IR"/>
        </w:rPr>
        <w:t xml:space="preserve"> و مبارک را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ب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نند</w:t>
      </w:r>
      <w:r w:rsidR="007B4BE8">
        <w:rPr>
          <w:rtl/>
          <w:lang w:bidi="fa-IR"/>
        </w:rPr>
        <w:t xml:space="preserve"> و اصحاب باوفا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آن سرور را ملاقات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واقعا</w:t>
      </w:r>
      <w:r>
        <w:rPr>
          <w:rtl/>
          <w:lang w:bidi="fa-IR"/>
        </w:rPr>
        <w:t xml:space="preserve"> خوشا به حال مردم آن زمان. از خداوند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اقت</w:t>
      </w:r>
      <w:r>
        <w:rPr>
          <w:rtl/>
          <w:lang w:bidi="fa-IR"/>
        </w:rPr>
        <w:t xml:space="preserve"> درک آن زمان را به همه ما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B4BE8" w:rsidRDefault="00A21A76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A21A76">
      <w:pPr>
        <w:pStyle w:val="Heading1"/>
        <w:rPr>
          <w:rtl/>
          <w:lang w:bidi="fa-IR"/>
        </w:rPr>
      </w:pPr>
      <w:bookmarkStart w:id="14" w:name="_Toc515799720"/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درباره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bookmarkEnd w:id="14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ستخرج</w:t>
      </w:r>
      <w:r>
        <w:rPr>
          <w:rtl/>
          <w:lang w:bidi="fa-IR"/>
        </w:rPr>
        <w:t xml:space="preserve"> الزبور من بح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طبر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مما ترک آل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هارون تحمله الملائکه 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الا لواح و عصا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D2494" w:rsidRPr="008D2494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 xml:space="preserve">...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ستخرج</w:t>
      </w:r>
      <w:r>
        <w:rPr>
          <w:rtl/>
          <w:lang w:bidi="fa-IR"/>
        </w:rPr>
        <w:t xml:space="preserve"> الکنوز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</w:t>
      </w:r>
      <w:r>
        <w:rPr>
          <w:rtl/>
          <w:lang w:bidi="fa-IR"/>
        </w:rPr>
        <w:t xml:space="preserve"> مدائن الشرک. </w:t>
      </w:r>
      <w:r w:rsidRPr="00A21A76">
        <w:rPr>
          <w:rStyle w:val="libFootnotenumChar"/>
          <w:rtl/>
        </w:rPr>
        <w:t>[4]</w:t>
      </w:r>
      <w:r>
        <w:rPr>
          <w:rtl/>
          <w:lang w:bidi="fa-IR"/>
        </w:rPr>
        <w:t>.</w:t>
      </w:r>
    </w:p>
    <w:p w:rsidR="007B4BE8" w:rsidRDefault="00A21A76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7B4BE8">
        <w:rPr>
          <w:rtl/>
          <w:lang w:bidi="fa-IR"/>
        </w:rPr>
        <w:t>(حضرت مهد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 w:rsidR="007B4BE8">
        <w:rPr>
          <w:rtl/>
          <w:lang w:bidi="fa-IR"/>
        </w:rPr>
        <w:t>) زبور را از در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اچه</w:t>
      </w:r>
      <w:r w:rsidR="007B4BE8">
        <w:rPr>
          <w:rtl/>
          <w:lang w:bidi="fa-IR"/>
        </w:rPr>
        <w:t xml:space="preserve"> طبر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ه</w:t>
      </w:r>
      <w:r w:rsidR="007B4BE8">
        <w:rPr>
          <w:rtl/>
          <w:lang w:bidi="fa-IR"/>
        </w:rPr>
        <w:t xml:space="preserve"> (که گو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ا</w:t>
      </w:r>
      <w:r w:rsidR="007B4BE8">
        <w:rPr>
          <w:rtl/>
          <w:lang w:bidi="fa-IR"/>
        </w:rPr>
        <w:t xml:space="preserve"> در شمال فلسط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ن</w:t>
      </w:r>
      <w:r w:rsidR="007B4BE8">
        <w:rPr>
          <w:rtl/>
          <w:lang w:bidi="fa-IR"/>
        </w:rPr>
        <w:t xml:space="preserve"> است) ب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رون</w:t>
      </w:r>
      <w:r w:rsidR="007B4BE8">
        <w:rPr>
          <w:rtl/>
          <w:lang w:bidi="fa-IR"/>
        </w:rPr>
        <w:t xml:space="preserve">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آورد که از خاندان موس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و هارون چ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زها</w:t>
      </w:r>
      <w:r w:rsidR="007B4BE8">
        <w:rPr>
          <w:rFonts w:hint="cs"/>
          <w:rtl/>
          <w:lang w:bidi="fa-IR"/>
        </w:rPr>
        <w:t>یی</w:t>
      </w:r>
      <w:r w:rsidR="007B4BE8">
        <w:rPr>
          <w:rtl/>
          <w:lang w:bidi="fa-IR"/>
        </w:rPr>
        <w:t xml:space="preserve"> به عنوان ماترک ا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ن</w:t>
      </w:r>
      <w:r w:rsidR="007B4BE8">
        <w:rPr>
          <w:rtl/>
          <w:lang w:bidi="fa-IR"/>
        </w:rPr>
        <w:t xml:space="preserve"> دو خاندان با آن هست و ملائکه آن را به دوش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گ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رند</w:t>
      </w:r>
      <w:r w:rsidR="007B4BE8">
        <w:rPr>
          <w:rtl/>
          <w:lang w:bidi="fa-IR"/>
        </w:rPr>
        <w:t xml:space="preserve"> (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ا</w:t>
      </w:r>
      <w:r w:rsidR="007B4BE8">
        <w:rPr>
          <w:rtl/>
          <w:lang w:bidi="fa-IR"/>
        </w:rPr>
        <w:t xml:space="preserve"> به هر وس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له</w:t>
      </w:r>
      <w:r w:rsidR="007B4BE8">
        <w:rPr>
          <w:rtl/>
          <w:lang w:bidi="fa-IR"/>
        </w:rPr>
        <w:t xml:space="preserve"> ا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آنها را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برند) و ن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ز</w:t>
      </w:r>
      <w:r w:rsidR="007B4BE8">
        <w:rPr>
          <w:rtl/>
          <w:lang w:bidi="fa-IR"/>
        </w:rPr>
        <w:t xml:space="preserve"> الواح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که بر حضرت </w:t>
      </w:r>
      <w:r w:rsidR="007B4BE8">
        <w:rPr>
          <w:rFonts w:hint="eastAsia"/>
          <w:rtl/>
          <w:lang w:bidi="fa-IR"/>
        </w:rPr>
        <w:t>موس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نازل شده و عصا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آن حضرت در ا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ن</w:t>
      </w:r>
      <w:r w:rsidR="007B4BE8">
        <w:rPr>
          <w:rtl/>
          <w:lang w:bidi="fa-IR"/>
        </w:rPr>
        <w:t xml:space="preserve"> اش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اء</w:t>
      </w:r>
      <w:r w:rsidR="007B4BE8">
        <w:rPr>
          <w:rtl/>
          <w:lang w:bidi="fa-IR"/>
        </w:rPr>
        <w:t xml:space="preserve"> هست... گنجها را از دل زم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ن</w:t>
      </w:r>
      <w:r w:rsidR="007B4BE8">
        <w:rPr>
          <w:rtl/>
          <w:lang w:bidi="fa-IR"/>
        </w:rPr>
        <w:t xml:space="preserve"> ب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رون</w:t>
      </w:r>
      <w:r w:rsidR="007B4BE8">
        <w:rPr>
          <w:rtl/>
          <w:lang w:bidi="fa-IR"/>
        </w:rPr>
        <w:t xml:space="preserve">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آورد و شهرها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شرک را فتح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لشکر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عزم نبرد با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طرف مکه معظمه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از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الله جبرائ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جبرائ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اذهب فاءبدهم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ضربها</w:t>
      </w:r>
      <w:r>
        <w:rPr>
          <w:rtl/>
          <w:lang w:bidi="fa-IR"/>
        </w:rPr>
        <w:t xml:space="preserve"> برجله ضربه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خسف</w:t>
      </w:r>
      <w:r>
        <w:rPr>
          <w:rtl/>
          <w:lang w:bidi="fa-IR"/>
        </w:rPr>
        <w:t xml:space="preserve"> الله بهم عندها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فلت</w:t>
      </w:r>
      <w:r>
        <w:rPr>
          <w:rtl/>
          <w:lang w:bidi="fa-IR"/>
        </w:rPr>
        <w:t xml:space="preserve"> منهم الا رجلان من 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. </w:t>
      </w:r>
      <w:r w:rsidRPr="00967DA8">
        <w:rPr>
          <w:rStyle w:val="libFootnotenumChar"/>
          <w:rtl/>
        </w:rPr>
        <w:t>[5].</w:t>
      </w:r>
    </w:p>
    <w:p w:rsidR="007B4BE8" w:rsidRDefault="007B4BE8" w:rsidP="00967D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 و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برو نابودشان کن. پس،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کوبد و خداوند همه آنان را در کام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جز دو نفر از اهل 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زنده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  <w:r w:rsidR="00967DA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مفضل</w:t>
      </w:r>
      <w:r>
        <w:rPr>
          <w:rtl/>
          <w:lang w:bidi="fa-IR"/>
        </w:rPr>
        <w:t xml:space="preserve"> بن عمر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طو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67D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القائم رجل وجهه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قفاه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صدره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قف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انا 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ملک من الملائکه ان الحق بک فابشرک</w:t>
      </w:r>
      <w:r w:rsidR="00967DA8">
        <w:rPr>
          <w:lang w:bidi="fa-IR"/>
        </w:rPr>
        <w:t xml:space="preserve"> </w:t>
      </w:r>
      <w:r>
        <w:rPr>
          <w:rFonts w:hint="eastAsia"/>
          <w:rtl/>
          <w:lang w:bidi="fa-IR"/>
        </w:rPr>
        <w:t>بهلاک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القائم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قصتک و قصه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الرجل کنت و 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خربنا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دمشق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الزوراء و ترکناها جماء و خربنا الکوفه و خربنا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کسرنا المنبر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حضره الرسول و رانت بغالنا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مسجده و خرجنا منها و عددنا ثل</w:t>
      </w:r>
      <w:r>
        <w:rPr>
          <w:rFonts w:hint="eastAsia"/>
          <w:rtl/>
          <w:lang w:bidi="fa-IR"/>
        </w:rPr>
        <w:t>اثمائه</w:t>
      </w:r>
      <w:r>
        <w:rPr>
          <w:rtl/>
          <w:lang w:bidi="fa-IR"/>
        </w:rPr>
        <w:t xml:space="preserve"> الف رجل 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اخراب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قتل اهله فلما صرنا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عرسنا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فصاح بنا صائح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القوم الظالم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فانفجرت الارض و ابتلعت کل الج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فوالله ما 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 الارض عقال ناقه فما سواه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فاذا نحن بملک قد ضرب وجوهنا فصارت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ورائن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کما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فقال لاخ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امض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الملعون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بدمشق فانذره بظهور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آل محمد و عرفه ان الله قد اهلک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و قال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الحق بالمهد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بمکه و بشره بهلاک الظالم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تب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فانه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تو بتک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مر</w:t>
      </w:r>
      <w:r>
        <w:rPr>
          <w:rtl/>
          <w:lang w:bidi="fa-IR"/>
        </w:rPr>
        <w:t xml:space="preserve"> القائم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رده</w:t>
      </w:r>
      <w:r>
        <w:rPr>
          <w:rtl/>
          <w:lang w:bidi="fa-IR"/>
        </w:rPr>
        <w:t xml:space="preserve"> 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کما</w:t>
      </w:r>
      <w:r>
        <w:rPr>
          <w:rtl/>
          <w:lang w:bidi="fa-IR"/>
        </w:rPr>
        <w:t xml:space="preserve"> کان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معه. </w:t>
      </w:r>
      <w:r w:rsidRPr="00967DA8">
        <w:rPr>
          <w:rStyle w:val="libFootnotenumChar"/>
          <w:rtl/>
        </w:rPr>
        <w:t>[6].</w:t>
      </w:r>
    </w:p>
    <w:p w:rsidR="007B4BE8" w:rsidRDefault="007B4BE8" w:rsidP="00967D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که حضرت قائم ارواحنا له الفداء در مسجدالحرام و در کنار کعبه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هستند،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صورتش به عقب برگشته است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 حضور حضرتش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و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من 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هستم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ملائکه به من امر فرموده است که خدمت شما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شوم و به هلاکت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بشارت بدهم.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همه آنها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رفتند. امام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خودت و برادرت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کن. عرض کرد: من و</w:t>
      </w:r>
      <w:r w:rsidR="00967DA8">
        <w:rPr>
          <w:lang w:bidi="fa-IR"/>
        </w:rPr>
        <w:t xml:space="preserve"> </w:t>
      </w:r>
      <w:r>
        <w:rPr>
          <w:rFonts w:hint="eastAsia"/>
          <w:rtl/>
          <w:lang w:bidi="fa-IR"/>
        </w:rPr>
        <w:t>برادرم</w:t>
      </w:r>
      <w:r>
        <w:rPr>
          <w:rtl/>
          <w:lang w:bidi="fa-IR"/>
        </w:rPr>
        <w:t xml:space="preserve"> در لشکر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شهرها را از دمشق تا زوراء (بغداد)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شهر کوفه را. آنگاه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هم 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منبر مسجد نبو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خرد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مرکبها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روضه </w:t>
      </w:r>
      <w:r>
        <w:rPr>
          <w:rtl/>
          <w:lang w:bidi="fa-IR"/>
        </w:rPr>
        <w:lastRenderedPageBreak/>
        <w:t>نبو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مرکبها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آنجا را آلوده کرد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سپس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 سپاه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مجهز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هزار نفر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 به قصد خراب کردن خانه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کعبه حرکت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کشتار مردم مکه در برنامه کار ما بود. چون به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لخت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آنجا توقف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ناگاه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بلند شد که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>! ستم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در کام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فرو بر و آنها را هلاک کن».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شکافته شد و تمام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در کام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فرو برد. به خدا سوگند جز من و برادرم کس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نماند. نه تنها همه افراد بشر نابود شدند بلکه افسار مرکب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نماند.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فرشته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 و به صورت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و برادرم آنچنان 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صورت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که ملاحظه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عقب برگشت و به برادرم دستور داد و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! برو و خبر هلاکت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ظهور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محمد صلوات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را به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دمشق است، برسان و به او بگو خداوند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تمام سپاه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انت را نابود کرد و آنان در دل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رفتند.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من فرمود:ا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! برو به مکه معظمه و خودت را به حضور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برسان و</w:t>
      </w:r>
      <w:r w:rsidR="00967DA8">
        <w:rPr>
          <w:lang w:bidi="fa-IR"/>
        </w:rPr>
        <w:t xml:space="preserve"> </w:t>
      </w: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کن بشارت باد شما را که خداوند لشکر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برد (در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رفتند) و در خدمت آن حضرت توبه کن که او توبه ات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. آنگاه حضرت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دست مبارکش را به صورت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و به حالت اول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 حضرت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همراه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خواهد بود.</w:t>
      </w:r>
    </w:p>
    <w:p w:rsidR="007B4BE8" w:rsidRDefault="00967DA8" w:rsidP="00967DA8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__________________________________</w:t>
      </w:r>
    </w:p>
    <w:p w:rsidR="007B4BE8" w:rsidRDefault="007B4BE8" w:rsidP="00967DA8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967DA8">
      <w:pPr>
        <w:pStyle w:val="libFootnote0"/>
        <w:rPr>
          <w:rtl/>
          <w:lang w:bidi="fa-IR"/>
        </w:rPr>
      </w:pPr>
    </w:p>
    <w:p w:rsidR="007B4BE8" w:rsidRDefault="007B4BE8" w:rsidP="00967DA8">
      <w:pPr>
        <w:pStyle w:val="libFootnote0"/>
        <w:rPr>
          <w:rtl/>
          <w:lang w:bidi="fa-IR"/>
        </w:rPr>
      </w:pPr>
      <w:r>
        <w:rPr>
          <w:rtl/>
          <w:lang w:bidi="fa-IR"/>
        </w:rPr>
        <w:t>[1] روزگار 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450.</w:t>
      </w:r>
    </w:p>
    <w:p w:rsidR="007B4BE8" w:rsidRDefault="007B4BE8" w:rsidP="00967DA8">
      <w:pPr>
        <w:pStyle w:val="libFootnote0"/>
        <w:rPr>
          <w:rtl/>
          <w:lang w:bidi="fa-IR"/>
        </w:rPr>
      </w:pPr>
    </w:p>
    <w:p w:rsidR="007B4BE8" w:rsidRDefault="007B4BE8" w:rsidP="00967DA8">
      <w:pPr>
        <w:pStyle w:val="libFootnote0"/>
        <w:rPr>
          <w:rtl/>
          <w:lang w:bidi="fa-IR"/>
        </w:rPr>
      </w:pPr>
      <w:r>
        <w:rPr>
          <w:rtl/>
          <w:lang w:bidi="fa-IR"/>
        </w:rPr>
        <w:t>[2]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451.</w:t>
      </w:r>
    </w:p>
    <w:p w:rsidR="007B4BE8" w:rsidRDefault="007B4BE8" w:rsidP="00967DA8">
      <w:pPr>
        <w:pStyle w:val="libFootnote0"/>
        <w:rPr>
          <w:rtl/>
          <w:lang w:bidi="fa-IR"/>
        </w:rPr>
      </w:pPr>
    </w:p>
    <w:p w:rsidR="007B4BE8" w:rsidRDefault="007B4BE8" w:rsidP="00967DA8">
      <w:pPr>
        <w:pStyle w:val="libFootnote0"/>
        <w:rPr>
          <w:rtl/>
          <w:lang w:bidi="fa-IR"/>
        </w:rPr>
      </w:pPr>
      <w:r>
        <w:rPr>
          <w:rtl/>
          <w:lang w:bidi="fa-IR"/>
        </w:rPr>
        <w:t>[3]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452.</w:t>
      </w:r>
    </w:p>
    <w:p w:rsidR="007B4BE8" w:rsidRDefault="007B4BE8" w:rsidP="00967DA8">
      <w:pPr>
        <w:pStyle w:val="libFootnote0"/>
        <w:rPr>
          <w:rtl/>
          <w:lang w:bidi="fa-IR"/>
        </w:rPr>
      </w:pPr>
    </w:p>
    <w:p w:rsidR="007B4BE8" w:rsidRDefault="007B4BE8" w:rsidP="00967DA8">
      <w:pPr>
        <w:pStyle w:val="libFootnote0"/>
        <w:rPr>
          <w:rtl/>
          <w:lang w:bidi="fa-IR"/>
        </w:rPr>
      </w:pPr>
      <w:r>
        <w:rPr>
          <w:rtl/>
          <w:lang w:bidi="fa-IR"/>
        </w:rPr>
        <w:t>[4]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453 و 454.</w:t>
      </w:r>
    </w:p>
    <w:p w:rsidR="007B4BE8" w:rsidRDefault="007B4BE8" w:rsidP="00967DA8">
      <w:pPr>
        <w:pStyle w:val="libFootnote0"/>
        <w:rPr>
          <w:rtl/>
          <w:lang w:bidi="fa-IR"/>
        </w:rPr>
      </w:pPr>
    </w:p>
    <w:p w:rsidR="007B4BE8" w:rsidRDefault="007B4BE8" w:rsidP="00967DA8">
      <w:pPr>
        <w:pStyle w:val="libFootnote0"/>
        <w:rPr>
          <w:rtl/>
          <w:lang w:bidi="fa-IR"/>
        </w:rPr>
      </w:pPr>
      <w:r>
        <w:rPr>
          <w:rtl/>
          <w:lang w:bidi="fa-IR"/>
        </w:rPr>
        <w:t>[5]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467.</w:t>
      </w:r>
    </w:p>
    <w:p w:rsidR="007B4BE8" w:rsidRDefault="007B4BE8" w:rsidP="00967DA8">
      <w:pPr>
        <w:pStyle w:val="libFootnote0"/>
        <w:rPr>
          <w:rtl/>
          <w:lang w:bidi="fa-IR"/>
        </w:rPr>
      </w:pPr>
    </w:p>
    <w:p w:rsidR="007B4BE8" w:rsidRDefault="007B4BE8" w:rsidP="00967DA8">
      <w:pPr>
        <w:pStyle w:val="libFootnote0"/>
        <w:rPr>
          <w:rtl/>
          <w:lang w:bidi="fa-IR"/>
        </w:rPr>
      </w:pPr>
      <w:r>
        <w:rPr>
          <w:rtl/>
          <w:lang w:bidi="fa-IR"/>
        </w:rPr>
        <w:t>[6] بحار، ج 53،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10.</w:t>
      </w:r>
    </w:p>
    <w:p w:rsidR="007B4BE8" w:rsidRDefault="00967DA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967DA8">
      <w:pPr>
        <w:pStyle w:val="Heading1"/>
        <w:rPr>
          <w:rtl/>
          <w:lang w:bidi="fa-IR"/>
        </w:rPr>
      </w:pPr>
      <w:bookmarkStart w:id="15" w:name="_Toc515799721"/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967DA8" w:rsidRPr="001E21FC">
        <w:rPr>
          <w:rStyle w:val="libAlaemChar"/>
          <w:rtl/>
        </w:rPr>
        <w:t xml:space="preserve">صلى‌الله‌عليه‌وآله </w:t>
      </w:r>
      <w:r w:rsidR="00967DA8">
        <w:rPr>
          <w:rtl/>
          <w:lang w:bidi="fa-IR"/>
        </w:rPr>
        <w:t xml:space="preserve"> </w:t>
      </w:r>
      <w:r>
        <w:rPr>
          <w:rtl/>
          <w:lang w:bidi="fa-IR"/>
        </w:rPr>
        <w:t>و گنجها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طالقان</w:t>
      </w:r>
      <w:bookmarkEnd w:id="15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در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مخصوص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 در منطقه طالقان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67D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له بالطالقان کنوز لاذهب و لافضه الا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</w:t>
      </w:r>
      <w:r>
        <w:rPr>
          <w:rtl/>
          <w:lang w:bidi="fa-IR"/>
        </w:rPr>
        <w:t xml:space="preserve"> مطهمه و رجال مسومه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جتمع</w:t>
      </w:r>
      <w:r>
        <w:rPr>
          <w:rtl/>
          <w:lang w:bidi="fa-IR"/>
        </w:rPr>
        <w:t xml:space="preserve"> الله عزوجل له من اقاص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البلاد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عدد اهل بدر ثلاثمائه و ثلاثه عشر رجلا. </w:t>
      </w:r>
      <w:r w:rsidRPr="00967DA8">
        <w:rPr>
          <w:rStyle w:val="libFootnotenumChar"/>
          <w:rtl/>
        </w:rPr>
        <w:t>[1]</w:t>
      </w:r>
      <w:r>
        <w:rPr>
          <w:rtl/>
          <w:lang w:bidi="fa-IR"/>
        </w:rPr>
        <w:t>.</w:t>
      </w:r>
      <w:r w:rsidR="00967DA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(مهد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من) در طالقان گنجها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از طلا و نقره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عبارت است از اسبها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تکاوران و مردان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باتجربه و کاردان که خداوند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مردان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تن به تعداد اهل بدر از اطراف و اکناف جهان به دور او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>
        <w:rPr>
          <w:rFonts w:hint="eastAsia"/>
          <w:rtl/>
          <w:lang w:bidi="fa-IR"/>
        </w:rPr>
        <w:t>وجود</w:t>
      </w:r>
      <w:r>
        <w:rPr>
          <w:rtl/>
          <w:lang w:bidi="fa-IR"/>
        </w:rPr>
        <w:t xml:space="preserve"> مقدس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حکومت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 اشاره فرموده اند: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حکما مقسطا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رفع</w:t>
      </w:r>
      <w:r>
        <w:rPr>
          <w:rtl/>
          <w:lang w:bidi="fa-IR"/>
        </w:rPr>
        <w:t xml:space="preserve"> الشحناء و التباعض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المال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قبله</w:t>
      </w:r>
      <w:r>
        <w:rPr>
          <w:rtl/>
          <w:lang w:bidi="fa-IR"/>
        </w:rPr>
        <w:t xml:space="preserve"> احد و تنزع حمه کل دابه و تکون الارض کفاتور الفضه. </w:t>
      </w:r>
      <w:r w:rsidRPr="00967DA8">
        <w:rPr>
          <w:rStyle w:val="libFootnotenumChar"/>
          <w:rtl/>
        </w:rPr>
        <w:t>[2].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67DA8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967DA8">
        <w:rPr>
          <w:rFonts w:hint="cs"/>
          <w:rtl/>
          <w:lang w:bidi="fa-IR"/>
        </w:rPr>
        <w:t xml:space="preserve"> -</w:t>
      </w:r>
      <w:r w:rsidR="00967DA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حکم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بر اساس عدل و داد.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67DA8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967DA8">
        <w:rPr>
          <w:rFonts w:hint="cs"/>
          <w:rtl/>
          <w:lang w:bidi="fa-IR"/>
        </w:rPr>
        <w:t xml:space="preserve"> -</w:t>
      </w:r>
      <w:r w:rsidR="00967DA8">
        <w:rPr>
          <w:rFonts w:hint="eastAsia"/>
          <w:rtl/>
          <w:lang w:bidi="fa-IR"/>
        </w:rPr>
        <w:t xml:space="preserve"> </w:t>
      </w:r>
      <w:r>
        <w:rPr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عداوت را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جامعه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67DA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</w:t>
      </w:r>
      <w:r w:rsidR="00967DA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چندان بذل مال و ثروت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سراغ مال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(همه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67DA8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967DA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تمام موجودات گرفته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67DA8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967DA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صفحه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صفحه ساخته شده از نقره نرم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درباره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فرزندش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راءسه غمامه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مناد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هذا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الله فاتبعوه.</w:t>
      </w:r>
      <w:r w:rsidRPr="003E0268">
        <w:rPr>
          <w:rStyle w:val="libFootnotenumChar"/>
          <w:rtl/>
        </w:rPr>
        <w:t xml:space="preserve"> [3].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قطعه ابر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 آن حضرت قرار گرفته است. در آن حال،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محمد 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خداوند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از او متابعت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جابر</w:t>
      </w:r>
      <w:r>
        <w:rPr>
          <w:rtl/>
          <w:lang w:bidi="fa-IR"/>
        </w:rPr>
        <w:t xml:space="preserve"> بن عبدالله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حضرت خاتم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در ارتباط با حوادث و مصائب آخرالزمان و قبل از ظهور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فرمود: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منا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هذه الامه اذا صارت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هرجا و مرجا و تظاهرت الفتن و تقطعت السبل و اغاز بعضهم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 فلا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رحم</w:t>
      </w:r>
      <w:r>
        <w:rPr>
          <w:rtl/>
          <w:lang w:bidi="fa-IR"/>
        </w:rPr>
        <w:t xml:space="preserve"> 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ولا 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وقر</w:t>
      </w:r>
      <w:r>
        <w:rPr>
          <w:rtl/>
          <w:lang w:bidi="fa-IR"/>
        </w:rPr>
        <w:t xml:space="preserve">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الله عند ذلک مهد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التاسع من صلب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</w:t>
      </w:r>
      <w:r>
        <w:rPr>
          <w:rtl/>
          <w:lang w:bidi="fa-IR"/>
        </w:rPr>
        <w:t xml:space="preserve"> حصون الضلاله و قلوبا غفلا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الزمان کما قمت به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الزمان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ملاء</w:t>
      </w:r>
      <w:r>
        <w:rPr>
          <w:rtl/>
          <w:lang w:bidi="fa-IR"/>
        </w:rPr>
        <w:t xml:space="preserve"> الارض عدلا کما ملئت جورا. </w:t>
      </w:r>
      <w:r w:rsidRPr="003E0268">
        <w:rPr>
          <w:rStyle w:val="libFootnotenumChar"/>
          <w:rtl/>
        </w:rPr>
        <w:t>[4].</w:t>
      </w: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امت از ما خاندان رسالت است (گو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حضرت رسول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به وجود</w:t>
      </w:r>
      <w:r w:rsidR="003E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مقدس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ارواحنا له الفداء که از فرزندان آن حضرت است افتخار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کند).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پر از هرج و مرج شد و فتنه ها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گشت و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راهها گرفته شد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هجوم آوردند و بزرگان قوم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ردستان</w:t>
      </w:r>
      <w:r>
        <w:rPr>
          <w:rtl/>
          <w:lang w:bidi="fa-IR"/>
        </w:rPr>
        <w:t xml:space="preserve"> رحم نکردند و افراد ک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سن و سال به بزرگان و کهنسالان احترام نگذاشتند،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خداوند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که نهم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فرزند پسر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مأمور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درهم بکوبد و قلبها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غافل (وامانده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آکنده از شر) را تسخ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مقدس اسلام را در آخرال</w:t>
      </w:r>
      <w:r>
        <w:rPr>
          <w:rFonts w:hint="eastAsia"/>
          <w:rtl/>
          <w:lang w:bidi="fa-IR"/>
        </w:rPr>
        <w:t>زمان</w:t>
      </w:r>
      <w:r>
        <w:rPr>
          <w:rtl/>
          <w:lang w:bidi="fa-IR"/>
        </w:rPr>
        <w:t xml:space="preserve"> برپا دارد، چنانکه من در اول زمان آن را برپا داشتم. بعلاوه، فرزندم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</w:t>
      </w:r>
      <w:r w:rsidR="003E0268">
        <w:rPr>
          <w:rFonts w:hint="cs"/>
          <w:rtl/>
          <w:lang w:bidi="fa-IR"/>
        </w:rPr>
        <w:t>ه</w:t>
      </w:r>
      <w:r>
        <w:rPr>
          <w:rtl/>
          <w:lang w:bidi="fa-IR"/>
        </w:rPr>
        <w:t>ان را پر از عدل و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آنگاه که پر از جور شده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لوح حضرت زهرا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3E0268" w:rsidRPr="003E0268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>پس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E0268" w:rsidRPr="003E0268">
        <w:rPr>
          <w:rStyle w:val="libAlaemChar"/>
          <w:rFonts w:eastAsiaTheme="minorHAnsi"/>
          <w:rtl/>
        </w:rPr>
        <w:t>عليهم‌السلام</w:t>
      </w:r>
      <w:r>
        <w:rPr>
          <w:rtl/>
          <w:lang w:bidi="fa-IR"/>
        </w:rPr>
        <w:t>نوبت به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ثم</w:t>
      </w:r>
      <w:r>
        <w:rPr>
          <w:rtl/>
          <w:lang w:bidi="fa-IR"/>
        </w:rPr>
        <w:t xml:space="preserve"> اکمل ذلک بالبنه رحمه للعالم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کمال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بهاء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ذل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زمانه و تتهاد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رؤ وسهم کما تتهاد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رؤ وس الترک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قتلون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حرقون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کونون</w:t>
      </w:r>
      <w:r>
        <w:rPr>
          <w:rtl/>
          <w:lang w:bidi="fa-IR"/>
        </w:rPr>
        <w:t xml:space="preserve"> خائف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مرعو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تصبغ الارض بدمائهم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فشو</w:t>
      </w:r>
      <w:r>
        <w:rPr>
          <w:rtl/>
          <w:lang w:bidi="fa-IR"/>
        </w:rPr>
        <w:t xml:space="preserve"> الو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الرنه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نسائهم هؤ لاء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 xml:space="preserve"> بهم ادفع کل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فتنه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بهم اکشف الزلازل و ادفع الاصار و الاغلال اولئک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صلوات من ربهم و رحمه و اولئک هم المتهدون. </w:t>
      </w:r>
      <w:r w:rsidRPr="003E0268">
        <w:rPr>
          <w:rStyle w:val="libFootnotenumChar"/>
          <w:rtl/>
        </w:rPr>
        <w:t>[5].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E0268" w:rsidRPr="003E0268">
        <w:rPr>
          <w:rStyle w:val="libAlaemChar"/>
          <w:rFonts w:eastAsiaTheme="minorHAnsi"/>
          <w:rtl/>
        </w:rPr>
        <w:t>عليهم‌السلام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فرزندش که رحمت واسعه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 کامل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گردانم.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شرح است: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کمالات</w:t>
      </w:r>
      <w:r>
        <w:rPr>
          <w:rtl/>
          <w:lang w:bidi="fa-IR"/>
        </w:rPr>
        <w:t xml:space="preserve">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عمران در اوست، 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صبر و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در وجود مقدسش جمع شده است. </w:t>
      </w:r>
      <w:r w:rsidRPr="003E0268">
        <w:rPr>
          <w:rStyle w:val="libFootnotenumChar"/>
          <w:rtl/>
        </w:rPr>
        <w:t>[6]</w:t>
      </w:r>
      <w:r>
        <w:rPr>
          <w:rtl/>
          <w:lang w:bidi="fa-IR"/>
        </w:rPr>
        <w:t xml:space="preserve"> (د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حضرتش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است:)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بندگان صالح من به خاطر فشار ستمگران در زمان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او در ذلت بسر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سرها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آنها را به عنوان تحفه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فرستند، چناچه سرها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ترک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شکش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بندگان و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سوزانند و مرعوب دشمنان باشند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خون آنها رنگ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شود و ناله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زنها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بلند باشد (در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زانشان</w:t>
      </w:r>
      <w:r>
        <w:rPr>
          <w:rtl/>
          <w:lang w:bidi="fa-IR"/>
        </w:rPr>
        <w:t>).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دوستان من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آنها انواع بلاها و فتنه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کور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از مردم دفع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زلزله ها را به برکت وجود آنها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دارم.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باد درودها و رحمت پروردگارشان و آنها هستند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افتگان</w:t>
      </w:r>
      <w:r>
        <w:rPr>
          <w:rtl/>
          <w:lang w:bidi="fa-IR"/>
        </w:rPr>
        <w:t>.</w:t>
      </w:r>
    </w:p>
    <w:p w:rsidR="007B4BE8" w:rsidRPr="003E0268" w:rsidRDefault="003E0268" w:rsidP="003E026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7B4BE8" w:rsidRDefault="007B4BE8" w:rsidP="003E0268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3E0268">
      <w:pPr>
        <w:pStyle w:val="libFootnote0"/>
        <w:rPr>
          <w:rtl/>
          <w:lang w:bidi="fa-IR"/>
        </w:rPr>
      </w:pPr>
    </w:p>
    <w:p w:rsidR="007B4BE8" w:rsidRDefault="007B4BE8" w:rsidP="003E0268">
      <w:pPr>
        <w:pStyle w:val="libFootnote0"/>
        <w:rPr>
          <w:rtl/>
          <w:lang w:bidi="fa-IR"/>
        </w:rPr>
      </w:pPr>
      <w:r>
        <w:rPr>
          <w:rtl/>
          <w:lang w:bidi="fa-IR"/>
        </w:rPr>
        <w:t>[1] روزگار 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429.</w:t>
      </w:r>
    </w:p>
    <w:p w:rsidR="007B4BE8" w:rsidRDefault="007B4BE8" w:rsidP="003E0268">
      <w:pPr>
        <w:pStyle w:val="libFootnote0"/>
        <w:rPr>
          <w:rtl/>
          <w:lang w:bidi="fa-IR"/>
        </w:rPr>
      </w:pPr>
    </w:p>
    <w:p w:rsidR="007B4BE8" w:rsidRDefault="007B4BE8" w:rsidP="003E0268">
      <w:pPr>
        <w:pStyle w:val="libFootnote0"/>
        <w:rPr>
          <w:rtl/>
          <w:lang w:bidi="fa-IR"/>
        </w:rPr>
      </w:pPr>
      <w:r>
        <w:rPr>
          <w:rtl/>
          <w:lang w:bidi="fa-IR"/>
        </w:rPr>
        <w:t>[2]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554.</w:t>
      </w:r>
    </w:p>
    <w:p w:rsidR="007B4BE8" w:rsidRDefault="007B4BE8" w:rsidP="003E0268">
      <w:pPr>
        <w:pStyle w:val="libFootnote0"/>
        <w:rPr>
          <w:rtl/>
          <w:lang w:bidi="fa-IR"/>
        </w:rPr>
      </w:pPr>
    </w:p>
    <w:p w:rsidR="007B4BE8" w:rsidRDefault="007B4BE8" w:rsidP="003E0268">
      <w:pPr>
        <w:pStyle w:val="libFootnote0"/>
        <w:rPr>
          <w:rtl/>
          <w:lang w:bidi="fa-IR"/>
        </w:rPr>
      </w:pPr>
      <w:r>
        <w:rPr>
          <w:rtl/>
          <w:lang w:bidi="fa-IR"/>
        </w:rPr>
        <w:t>[3] الامام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(عج) من المهد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الظهور،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365.</w:t>
      </w:r>
    </w:p>
    <w:p w:rsidR="007B4BE8" w:rsidRDefault="007B4BE8" w:rsidP="003E0268">
      <w:pPr>
        <w:pStyle w:val="libFootnote0"/>
        <w:rPr>
          <w:rtl/>
          <w:lang w:bidi="fa-IR"/>
        </w:rPr>
      </w:pPr>
    </w:p>
    <w:p w:rsidR="007B4BE8" w:rsidRDefault="007B4BE8" w:rsidP="003E0268">
      <w:pPr>
        <w:pStyle w:val="libFootnote0"/>
        <w:rPr>
          <w:rtl/>
          <w:lang w:bidi="fa-IR"/>
        </w:rPr>
      </w:pPr>
      <w:r>
        <w:rPr>
          <w:rtl/>
          <w:lang w:bidi="fa-IR"/>
        </w:rPr>
        <w:t>[4] بحارالانوار،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266.</w:t>
      </w:r>
    </w:p>
    <w:p w:rsidR="007B4BE8" w:rsidRDefault="007B4BE8" w:rsidP="003E0268">
      <w:pPr>
        <w:pStyle w:val="libFootnote0"/>
        <w:rPr>
          <w:rtl/>
          <w:lang w:bidi="fa-IR"/>
        </w:rPr>
      </w:pPr>
    </w:p>
    <w:p w:rsidR="007B4BE8" w:rsidRDefault="007B4BE8" w:rsidP="003E0268">
      <w:pPr>
        <w:pStyle w:val="libFootnote0"/>
        <w:rPr>
          <w:rtl/>
          <w:lang w:bidi="fa-IR"/>
        </w:rPr>
      </w:pPr>
      <w:r>
        <w:rPr>
          <w:rtl/>
          <w:lang w:bidi="fa-IR"/>
        </w:rPr>
        <w:t>[5] اختصاص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207.</w:t>
      </w:r>
    </w:p>
    <w:p w:rsidR="007B4BE8" w:rsidRDefault="003E026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B4BE8" w:rsidRPr="003E0268">
        <w:rPr>
          <w:rStyle w:val="libFootnotenumChar"/>
          <w:rtl/>
        </w:rPr>
        <w:lastRenderedPageBreak/>
        <w:t>[6]</w:t>
      </w:r>
      <w:r w:rsidR="007B4BE8">
        <w:rPr>
          <w:rtl/>
          <w:lang w:bidi="fa-IR"/>
        </w:rPr>
        <w:t xml:space="preserve"> با ا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ن</w:t>
      </w:r>
      <w:r w:rsidR="007B4BE8">
        <w:rPr>
          <w:rtl/>
          <w:lang w:bidi="fa-IR"/>
        </w:rPr>
        <w:t xml:space="preserve"> تفاوت که جناب ا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وب</w:t>
      </w:r>
      <w:r w:rsidR="007B4BE8">
        <w:rPr>
          <w:rtl/>
          <w:lang w:bidi="fa-IR"/>
        </w:rPr>
        <w:t xml:space="preserve"> تقر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با</w:t>
      </w:r>
      <w:r w:rsidR="007B4BE8">
        <w:rPr>
          <w:rtl/>
          <w:lang w:bidi="fa-IR"/>
        </w:rPr>
        <w:t xml:space="preserve"> هفت سال در مصائب و بلاها صبر کرد، اما حضرت مهد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ارواحنا له الفداء ب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ش</w:t>
      </w:r>
      <w:r w:rsidR="007B4BE8">
        <w:rPr>
          <w:rtl/>
          <w:lang w:bidi="fa-IR"/>
        </w:rPr>
        <w:t xml:space="preserve"> از 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کهزار</w:t>
      </w:r>
      <w:r w:rsidR="007B4BE8">
        <w:rPr>
          <w:rtl/>
          <w:lang w:bidi="fa-IR"/>
        </w:rPr>
        <w:t xml:space="preserve"> و صد و چهل و چند سال در مقابل همه مصائب و سخت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ها</w:t>
      </w:r>
      <w:r w:rsidR="007B4BE8">
        <w:rPr>
          <w:rtl/>
          <w:lang w:bidi="fa-IR"/>
        </w:rPr>
        <w:t xml:space="preserve"> و هجوم دشمنان و تبل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غات</w:t>
      </w:r>
      <w:r w:rsidR="007B4BE8">
        <w:rPr>
          <w:rtl/>
          <w:lang w:bidi="fa-IR"/>
        </w:rPr>
        <w:t xml:space="preserve"> مسموم منافقان و معاندان صبر کرده اند تا زمان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که خداوند فرمان ظهور</w:t>
      </w:r>
      <w:r w:rsidR="007B4BE8">
        <w:rPr>
          <w:rFonts w:hint="eastAsia"/>
          <w:rtl/>
          <w:lang w:bidi="fa-IR"/>
        </w:rPr>
        <w:t>شان</w:t>
      </w:r>
      <w:r w:rsidR="007B4BE8">
        <w:rPr>
          <w:rtl/>
          <w:lang w:bidi="fa-IR"/>
        </w:rPr>
        <w:t xml:space="preserve"> را امضاء فرما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د</w:t>
      </w:r>
      <w:r w:rsidR="007B4BE8"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Heading1"/>
        <w:rPr>
          <w:rtl/>
          <w:lang w:bidi="fa-IR"/>
        </w:rPr>
      </w:pPr>
      <w:bookmarkStart w:id="16" w:name="_Toc515799722"/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جواب صعصعه بن صوحان</w:t>
      </w:r>
      <w:bookmarkEnd w:id="16"/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جواب صعصعه بن صوحان که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آن حضرت بود در باب دجال و خروجش، به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ظهور آقا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ارواحنا له الفداء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که اجمالا به عرض خوانندگان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  <w:r w:rsidR="003E026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ابتدا</w:t>
      </w:r>
      <w:r>
        <w:rPr>
          <w:rtl/>
          <w:lang w:bidi="fa-IR"/>
        </w:rPr>
        <w:t xml:space="preserve"> امام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اشاره فرمودند که همه علوم از آن خداوند بزرگ است (والله ما المسؤل عنه با علم من السائل)، والا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مسلمات مذهب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دانش امام معصوم و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طرف خداوند عالم، نامحدود است؛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گذشته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و حال اطلاع دارد، آن هم با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«سلون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ان تققدون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(بپرس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)، والا لازمه اش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تناقض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تهافت در کلام امام است.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من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هستم از من بپرس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ندانستن، من هم مثل شما هستم. ممکن ا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نظر آقا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 که مردم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خداوند همه مساو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 ما هم از جانب خداوند است که اگر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من هم مثل شما بودم. اجمالا به اصل مطلب توجه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النزال بن سبره: قال خطبنا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فحمدالله و اثن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ثم قال سلون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الناس قبل ان تفقدون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- ثلاثا - فقام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صعصعه بن </w:t>
      </w:r>
      <w:r>
        <w:rPr>
          <w:rtl/>
          <w:lang w:bidi="fa-IR"/>
        </w:rPr>
        <w:lastRenderedPageBreak/>
        <w:t xml:space="preserve">صوحان فقال: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الدجال؟ فقال له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اقعد فقد سمع الله کلامک و علم ما اردت و ال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ما المسؤ ل عنه باعلم من السائل ولکن لذلک علامات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تبع</w:t>
      </w:r>
      <w:r>
        <w:rPr>
          <w:rtl/>
          <w:lang w:bidi="fa-IR"/>
        </w:rPr>
        <w:t xml:space="preserve"> بعضها بعضا</w:t>
      </w:r>
      <w:r w:rsidR="003E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کحذو</w:t>
      </w:r>
      <w:r>
        <w:rPr>
          <w:rtl/>
          <w:lang w:bidi="fa-IR"/>
        </w:rPr>
        <w:t xml:space="preserve"> النعل بالنعل و ان شئت اءنباتک بها قال: نعم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فقال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احفظ فان علامه ذلک اذا اءمات الناس الصلاه، و اضاعوا الامانه، و استحلوا الکذب، و اکلوا الربا، و اخذوا الرشا،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</w:t>
      </w:r>
      <w:r>
        <w:rPr>
          <w:rtl/>
          <w:lang w:bidi="fa-IR"/>
        </w:rPr>
        <w:t xml:space="preserve"> البن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و باعوا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و استعملوا السفهاء، و شاو</w:t>
      </w:r>
      <w:r>
        <w:rPr>
          <w:rFonts w:hint="eastAsia"/>
          <w:rtl/>
          <w:lang w:bidi="fa-IR"/>
        </w:rPr>
        <w:t>روا</w:t>
      </w:r>
      <w:r>
        <w:rPr>
          <w:rtl/>
          <w:lang w:bidi="fa-IR"/>
        </w:rPr>
        <w:t xml:space="preserve"> النساء، و قطعوا الارحام، و اتبعوا الاهواء و استخفوا بالدماء، و کان الحلم ضعفا و الظلم فخرا، و کانت الامراء فجره، و الوزراء ظلمه، و العرفاء خونه، والقراء فسقه، و ظهرت شهادت الزور، و استعلن الفجور، و قول البهتان، والاثم و الطغ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و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المصاحف، و زخرفت المساجد، و طولت المنار، و اءکرم الاشرار، و ازدحمت الصفوف، و اختلفت الاهواء، و نقضت العهود و اقترب الموعود، و شارک النساء ازواجهن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التجاره حرصا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و علت اصوات الفساق و استمع منهم، و کان زع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القوم ارذلهم، واتق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الفاجر مخافه شره، و صدق الکاذب، و </w:t>
      </w:r>
      <w:r>
        <w:rPr>
          <w:rFonts w:hint="eastAsia"/>
          <w:rtl/>
          <w:lang w:bidi="fa-IR"/>
        </w:rPr>
        <w:t>اوتمن</w:t>
      </w:r>
      <w:r>
        <w:rPr>
          <w:rtl/>
          <w:lang w:bidi="fa-IR"/>
        </w:rPr>
        <w:t xml:space="preserve"> الخائن، و اتخذت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المعارف، ولعن آخر هذه الامه اولها، و رکب ذوات الفروج السروج، و تشبه النساء بالرجال و الرجال بالنساء، و شهد شاهد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ستشهد</w:t>
      </w:r>
      <w:r>
        <w:rPr>
          <w:rtl/>
          <w:lang w:bidi="fa-IR"/>
        </w:rPr>
        <w:t xml:space="preserve"> و شهد الاخر، قضاء لذمام 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حق عرفه و تفقه 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آثروا عمل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الاخره و لبسوا جلو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الضان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قلوب الذئاب و قلوبهم انتن من الج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.</w:t>
      </w:r>
      <w:r w:rsidRPr="003E0268">
        <w:rPr>
          <w:rStyle w:val="libFootnotenumChar"/>
          <w:rtl/>
        </w:rPr>
        <w:t xml:space="preserve"> [1].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نزال</w:t>
      </w:r>
      <w:r>
        <w:rPr>
          <w:rtl/>
          <w:lang w:bidi="fa-IR"/>
        </w:rPr>
        <w:t xml:space="preserve"> بن سبره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(حضرت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خطبه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خواندند. پس از حمد و ثنا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بار فرمودند: «سلون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ان تفقدون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. پس، صعصعه بن صوحان برخاست و عرض کرد: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! </w:t>
      </w:r>
      <w:r>
        <w:rPr>
          <w:rtl/>
          <w:lang w:bidi="fa-IR"/>
        </w:rPr>
        <w:lastRenderedPageBreak/>
        <w:t>دجال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خروج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فرمودند: خداوند سخنت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</w:t>
      </w:r>
      <w:r w:rsidR="003E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آنچه اراده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آگاه است. و قسم به خدا که سؤال شونده داناتر از سؤال کننده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(مگر آنچه را که خداوند تفضل فرموده است.)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خروج دجال علائم و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بعد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البته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طابق النعل بالنعال و اگر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صعصعه عرض کرد: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خاطر بسپار و بدان که علائم خروج دجال به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3E02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مردم نماز را ترک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(کنا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اعراض مردم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تفاوت بودن در مقابل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3E02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امانتها را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(د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چطور قرآن و خاندان رسالت را که امانت بزرگ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به دست فراموش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سپردند و جامعه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کشاندند).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3E0268">
        <w:rPr>
          <w:rFonts w:hint="cs"/>
          <w:rtl/>
          <w:lang w:bidi="fa-IR"/>
        </w:rPr>
        <w:t xml:space="preserve"> -0</w:t>
      </w:r>
      <w:r>
        <w:rPr>
          <w:rtl/>
          <w:lang w:bidi="fa-IR"/>
        </w:rPr>
        <w:t xml:space="preserve"> دروغ گفتن را حلال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شمارند (تحت عنوان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3E02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ربا خوردن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</w:t>
      </w:r>
      <w:r w:rsidR="003E02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رشوه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رواج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3E02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ساختمانها را محکم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(از بتون و آهن و سنگ ساخته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3E02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فروشند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نعمتها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زودگذر آن از ارتکاب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باک ندارند).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3E02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نابخردان و مردم کم عقل را بر کارها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گمارند.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3E02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زنان را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طرف مشورت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3E02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قطع صله ارحام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از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فاصله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(مخصوصا خانواده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بضاعت).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3E02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(با منطق «دلم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خواهد» خود را قانع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3E02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 کشتار و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 w:rsidR="003E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باک</w:t>
      </w:r>
      <w:r>
        <w:rPr>
          <w:rtl/>
          <w:lang w:bidi="fa-IR"/>
        </w:rPr>
        <w:t xml:space="preserve"> هستند (که امروزه شاهد آن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3E02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حلم را به حساب ضعف و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3E0268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3E02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ظلم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مباهات و فخر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زمامداران در آن زمان از فاسقان و فاجران (گناهکاران)اند (و مردم با وجود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فسق آنها ساکت هستند بلکه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16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دولتها ستمگران جامعه هستند (که با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مقام وزارت از هر ظلم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باک نخواهند داشت).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17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عارفان و مدع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مقام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نفس و تقوا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کارانند (به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افکار مردم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18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قرآن از افراد فاسق 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19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شهادت دادن بر اساس زور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قدرتها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سوء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مردم را وادار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به نفع آنها شهادت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بدهند).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20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گناهان علن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شرم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برداشته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(مانند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مجالس علن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 و مرد و پهن کردن بساط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گسار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اعمال زشت جنس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رقصها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 و مرد و برپا داشتن مجالس قمار و...).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21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بهتان و برخلاف واقع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نسبت به مردم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22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سرکش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بدرفتار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23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قرآنها را با چاپها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جلدها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زرکوب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مردم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(در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عمل کردن به احکام و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قرآن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مردم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درست بر خلاف آنچه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24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مساجد را از لحاظ ساختمان مز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(در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 w:rsidR="005E40E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تقوا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25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مناره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مساجد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مرتفع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(که از راه دور توجه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نندگان</w:t>
      </w:r>
      <w:r>
        <w:rPr>
          <w:rtl/>
          <w:lang w:bidi="fa-IR"/>
        </w:rPr>
        <w:t xml:space="preserve"> را جلب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کند) اما از دورن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تقوا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26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اشرار و مردم دور از خدا و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جامعه محترم هستند.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27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مردم در راه باطل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اشرار صفوف فشرده خواهند داشت.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28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است و هر دسته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29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وعده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30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زنان با مردانشان به جهت حرص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کار تجارت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31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فساق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به آنها گوش فرا داده شود (مورد توجه و مقبول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باشند).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32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حاکم بر آن مردم رذل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جامعه است (فاقد تمام صفتها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33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مردم از بدکاران و فاسقان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ترسند (از شر آنها در امان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34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دروغگو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طرف مردم به عنوان راستگو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(مانند دروغها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استمداران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در مجامع مورد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مردم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35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انتکاران</w:t>
      </w:r>
      <w:r>
        <w:rPr>
          <w:rtl/>
          <w:lang w:bidi="fa-IR"/>
        </w:rPr>
        <w:t xml:space="preserve"> به عنوان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و پرچمدار امانت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(نظ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انتخابات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سرتاسر جهان صورت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مانند انتخاب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ئس</w:t>
      </w:r>
      <w:r>
        <w:rPr>
          <w:rtl/>
          <w:lang w:bidi="fa-IR"/>
        </w:rPr>
        <w:t xml:space="preserve"> جمهورها، نخست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مجلس که به عنوان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اجتماع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اول اکثرا کار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به امانتها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بوده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36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هنر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آوازه خوان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37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مردم گذشتگان را لعنت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38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زنها سوار بر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(اسب سوار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رانندگ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امثال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39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مردان از نظر لباس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شباهت به زنها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 w:rsidR="005E40E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زنان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مردها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(بطور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انسان گاه دچار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مرد - بکرات اتفاق افتاده است -.)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E40E9">
      <w:pPr>
        <w:pStyle w:val="libNormal"/>
        <w:rPr>
          <w:rtl/>
          <w:lang w:bidi="fa-IR"/>
        </w:rPr>
      </w:pPr>
      <w:r>
        <w:rPr>
          <w:rtl/>
          <w:lang w:bidi="fa-IR"/>
        </w:rPr>
        <w:t>40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از افراد شهادت بخواهند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اهل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 را به عنوان شاهد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41</w:t>
      </w:r>
      <w:r w:rsidR="005E40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احکام و علوم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 و اعمال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مربوط به آخرت ترج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بر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گرگ صفتشان جامه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پوشند، قلبها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آکنده از کثافت است بطور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از هر مردار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تر است.</w:t>
      </w:r>
      <w:r>
        <w:rPr>
          <w:rFonts w:hint="eastAsia"/>
          <w:rtl/>
          <w:lang w:bidi="fa-IR"/>
        </w:rPr>
        <w:t>عمر</w:t>
      </w:r>
      <w:r>
        <w:rPr>
          <w:rtl/>
          <w:lang w:bidi="fa-IR"/>
        </w:rPr>
        <w:t xml:space="preserve"> بن الخطاب از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</w:t>
      </w:r>
      <w:r w:rsidR="007B23D7">
        <w:rPr>
          <w:rtl/>
          <w:lang w:bidi="fa-IR"/>
        </w:rPr>
        <w:t xml:space="preserve"> 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اخبرن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اسمه فقال اما اسمه فان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لا احدث باسمه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بعثه</w:t>
      </w:r>
      <w:r>
        <w:rPr>
          <w:rtl/>
          <w:lang w:bidi="fa-IR"/>
        </w:rPr>
        <w:t xml:space="preserve"> الله. قال اخبرن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صفته فقال هو شاب مربوع حسن الوجه حسن الشعر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شعره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نور وجهه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علو</w:t>
      </w:r>
      <w:r>
        <w:rPr>
          <w:rtl/>
          <w:lang w:bidi="fa-IR"/>
        </w:rPr>
        <w:t xml:space="preserve"> سواد 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وراءسه، 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الاماء. </w:t>
      </w:r>
      <w:r w:rsidRPr="005E40E9">
        <w:rPr>
          <w:rStyle w:val="libFootnotenumChar"/>
          <w:rtl/>
        </w:rPr>
        <w:t>[2].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نام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امام فرمودند: اما اسمش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رسول خدا از من عهد گرفته است که تا ظهورش نامش را نگو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عرض کرد: اوصافش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کن. آقا فرمودند: او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متوسط القامه، خوشرو و خوش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 شانه اش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است و نور صورت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محاسن و سر مبارک آن حضرت احاطه نموده است. پدرم به قربان فرزند با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باد. </w:t>
      </w:r>
      <w:r w:rsidRPr="007B23D7">
        <w:rPr>
          <w:rStyle w:val="libFootnotenumChar"/>
          <w:rtl/>
        </w:rPr>
        <w:t>[3].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اصبغ</w:t>
      </w:r>
      <w:r>
        <w:rPr>
          <w:rtl/>
          <w:lang w:bidi="fa-IR"/>
        </w:rPr>
        <w:t xml:space="preserve"> بن نباته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از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</w:t>
      </w:r>
      <w:r w:rsidR="007B23D7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القائم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خداعه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کذب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الصادق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صدق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الکاذب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قرب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الماحل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نطق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بضه</w:t>
      </w:r>
      <w:r>
        <w:rPr>
          <w:rtl/>
          <w:lang w:bidi="fa-IR"/>
        </w:rPr>
        <w:t xml:space="preserve"> قلت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ما الرو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بضه</w:t>
      </w:r>
      <w:r>
        <w:rPr>
          <w:rtl/>
          <w:lang w:bidi="fa-IR"/>
        </w:rPr>
        <w:t xml:space="preserve"> و ما الماحل؟ قال: او ما تقرؤ ون القرآن قوله «و هو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المحال» 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المکر فقلت و ما الماحل؟ 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المکار. </w:t>
      </w:r>
      <w:r w:rsidRPr="007B23D7">
        <w:rPr>
          <w:rStyle w:val="libFootnotenumChar"/>
          <w:rtl/>
        </w:rPr>
        <w:t>[4].</w:t>
      </w: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قائم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خدعه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سالها (پ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>) راستگو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نام دروغگو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دروغگو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عنوان راستگو.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سالها «ماحل»تقرب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«رو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بضه»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اصبغ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عرض کردم «ماحل»و «رو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بضه»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 مگر </w:t>
      </w:r>
      <w:r>
        <w:rPr>
          <w:rFonts w:hint="eastAsia"/>
          <w:rtl/>
          <w:lang w:bidi="fa-IR"/>
        </w:rPr>
        <w:t>قرآن</w:t>
      </w:r>
      <w:r>
        <w:rPr>
          <w:rtl/>
          <w:lang w:bidi="fa-IR"/>
        </w:rPr>
        <w:t xml:space="preserve"> را نخوانده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:«و هو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المحال»؟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المکر فرمودند: منظور از «ماحل» آدم 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مکر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مردم را به خود متوجه م</w:t>
      </w:r>
      <w:r>
        <w:rPr>
          <w:rFonts w:hint="cs"/>
          <w:rtl/>
          <w:lang w:bidi="fa-IR"/>
        </w:rPr>
        <w:t>ی</w:t>
      </w:r>
      <w:r w:rsidR="007B23D7">
        <w:rPr>
          <w:rtl/>
          <w:lang w:bidi="fa-IR"/>
        </w:rPr>
        <w:t xml:space="preserve"> کند 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اما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بضه»</w:t>
      </w:r>
      <w:r>
        <w:rPr>
          <w:rtl/>
          <w:lang w:bidi="fa-IR"/>
        </w:rPr>
        <w:t>. اگر چه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پاسخ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افتاده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نقل شده است که «الرو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بضه</w:t>
      </w:r>
      <w:r>
        <w:rPr>
          <w:rtl/>
          <w:lang w:bidi="fa-IR"/>
        </w:rPr>
        <w:t xml:space="preserve"> الرجل </w:t>
      </w:r>
      <w:r>
        <w:rPr>
          <w:rtl/>
          <w:lang w:bidi="fa-IR"/>
        </w:rPr>
        <w:lastRenderedPageBreak/>
        <w:t xml:space="preserve">التافه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نطق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 العامه»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امر عامه مردم دخالت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کرب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سمعت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ان لنا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تقدمها مرق تاءخر عنها محق و من تبعها لحق. </w:t>
      </w:r>
      <w:r w:rsidRPr="007B23D7">
        <w:rPr>
          <w:rStyle w:val="libFootnotenumChar"/>
          <w:rtl/>
        </w:rPr>
        <w:t>[5]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امام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فرمودند: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پرچم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هست.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جلو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عقب بماند نابود است، اما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همراه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پرچم گام بردارد و از آن متابعت کند،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با ما خواهد بود.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جلو</w:t>
      </w:r>
      <w:r>
        <w:rPr>
          <w:rtl/>
          <w:lang w:bidi="fa-IR"/>
        </w:rPr>
        <w:t xml:space="preserve"> افتادن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عقب ماندن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پرچم معنا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نداشته باشد و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متابعت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7B23D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که دستو</w:t>
      </w:r>
      <w:r w:rsidR="007B23D7">
        <w:rPr>
          <w:rtl/>
          <w:lang w:bidi="fa-IR"/>
        </w:rPr>
        <w:t xml:space="preserve">رها و اوامر ما را اطاعت کند </w:t>
      </w: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ظهور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از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نقل شده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من السماء ان الحق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فعند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افواه الناس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سرون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لهم ذکر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>.</w:t>
      </w:r>
      <w:r w:rsidRPr="007B23D7">
        <w:rPr>
          <w:rStyle w:val="libFootnotenumChar"/>
          <w:rtl/>
        </w:rPr>
        <w:t xml:space="preserve"> [6].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زند که حق با آل 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است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مردم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شناسند و خوشحال و مسرورند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نام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مروان از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درباره حوادث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  <w:r w:rsidR="007B23D7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السود فالزموا الارض و لاتحرکوا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و لا ارجلکم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قوم صغار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وبه</w:t>
      </w:r>
      <w:r>
        <w:rPr>
          <w:rtl/>
          <w:lang w:bidi="fa-IR"/>
        </w:rPr>
        <w:t xml:space="preserve"> لهم قلوبهم کزبر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اصحاب الدوله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فون</w:t>
      </w:r>
      <w:r>
        <w:rPr>
          <w:rtl/>
          <w:lang w:bidi="fa-IR"/>
        </w:rPr>
        <w:t xml:space="preserve"> بعهد و لا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دعوا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الحق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سوا</w:t>
      </w:r>
      <w:r>
        <w:rPr>
          <w:rtl/>
          <w:lang w:bidi="fa-IR"/>
        </w:rPr>
        <w:t xml:space="preserve"> من اهله اسمائهم الکن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نسبهم الغر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شعورهم مرقاه کشعور النساء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ختلفوا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الحق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شاء</w:t>
      </w:r>
      <w:r>
        <w:rPr>
          <w:rtl/>
          <w:lang w:bidi="fa-IR"/>
        </w:rPr>
        <w:t>.</w:t>
      </w:r>
      <w:r w:rsidRPr="007B23D7">
        <w:rPr>
          <w:rStyle w:val="libFootnotenumChar"/>
          <w:rtl/>
        </w:rPr>
        <w:t xml:space="preserve"> [7]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B23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پرچمها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رنگ آنها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در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حرکت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B23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سپس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نظر سن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لحاظ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>)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به آنها اعتنا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آنان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همچون پاره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آهن اند.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دولت مردان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با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 w:rsidR="007B23D7">
        <w:rPr>
          <w:rFonts w:hint="cs"/>
          <w:rtl/>
          <w:lang w:bidi="fa-IR"/>
        </w:rPr>
        <w:t>:</w:t>
      </w:r>
      <w:r>
        <w:rPr>
          <w:rtl/>
          <w:lang w:bidi="fa-IR"/>
        </w:rPr>
        <w:t>به عهد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ثاق</w:t>
      </w:r>
      <w:r>
        <w:rPr>
          <w:rtl/>
          <w:lang w:bidi="fa-IR"/>
        </w:rPr>
        <w:t xml:space="preserve"> خود وفا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(پا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 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 w:rsidR="007B23D7">
        <w:rPr>
          <w:rFonts w:hint="cs"/>
          <w:rtl/>
          <w:lang w:bidi="fa-IR"/>
        </w:rPr>
        <w:t>:</w:t>
      </w: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اما خود از حق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از لحاظ واقع اهل حق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 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نسبشان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نامعلوم و موها</w:t>
      </w:r>
      <w:r w:rsidR="007B23D7"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دراز و افتاده مانند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است. سپس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اختلاف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آنوقت خداوند به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بخواهد حق را واگذار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قرآن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وعده فرموده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حق را به آل محمد برساند و حکومت حقه آنان سراسر جهان را فرا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خطبه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به «خطبه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ان»</w:t>
      </w:r>
      <w:r>
        <w:rPr>
          <w:rtl/>
          <w:lang w:bidi="fa-IR"/>
        </w:rPr>
        <w:t xml:space="preserve"> آنگاه که خود را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قسمت که «اءنا اءبو الاءئمه اءلاطهار اءنا ابوالمهد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القائم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آخرالزمان»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منم پدر امامان پاک، منم پدر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که در آخرالزمان 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مالک اشتر که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منبر مولا بود به پا خاسته، از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کننده از فرزندان شما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حضرت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فرمود:</w:t>
      </w:r>
      <w:r w:rsidRPr="007B23D7">
        <w:rPr>
          <w:rStyle w:val="libFootnotenumChar"/>
          <w:rtl/>
        </w:rPr>
        <w:t xml:space="preserve"> [8]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زهق الزاهق «1» و خفت الحقا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«2» و لحق اللاحق «3» و ثقلت الظهور «4» و تقاربت الامور «5» و حجب النشور «6» و اءرغم المالک «7» و سلک السالک «8» و دهش العدد «9» و هاجت الوساوس «10»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</w:t>
      </w:r>
      <w:r>
        <w:rPr>
          <w:rtl/>
          <w:lang w:bidi="fa-IR"/>
        </w:rPr>
        <w:t xml:space="preserve"> العساعس (الفسارس) «11»و ماجت الامواج «12» و ضعف الحاج «13» و اشتد ال</w:t>
      </w:r>
      <w:r>
        <w:rPr>
          <w:rFonts w:hint="eastAsia"/>
          <w:rtl/>
          <w:lang w:bidi="fa-IR"/>
        </w:rPr>
        <w:t>غرام</w:t>
      </w:r>
      <w:r>
        <w:rPr>
          <w:rtl/>
          <w:lang w:bidi="fa-IR"/>
        </w:rPr>
        <w:t xml:space="preserve"> «14» و ازدلف الحضام «15» و اختلفت العرب «16» و اشتد الطلب «17» و نکص الهرب «18» و طلبت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>19» و ذرفت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«20» و اءغبن المغبون «21» و شاط النشاط«22» و حاط الهباط «23» و عجز المطاع «24» و اءظلم الشعاع «25» و صمت الاسماع «26» و ذهب العفاف «27» و سجسج الانصاف «28» واستحوذ </w:t>
      </w:r>
      <w:r>
        <w:rPr>
          <w:rtl/>
          <w:lang w:bidi="fa-IR"/>
        </w:rPr>
        <w:lastRenderedPageBreak/>
        <w:t>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«29» و عظم العص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«30» و حکمت النسوان «31» و فدحت الحوادث «32» و نفثت النوافت «33» و اختلفت الاهواء «34» و عظمت البلو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«35» و اشتدت الشکو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«36» و استمرت الدعو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«37» و قرض القارض «38» و لمض اللامض «39»و تلاحم الشداد «40» و نقل الملحاد «41» و عجت الفلاه «42» و خجعج الولاه «43»و نضل البارخ «44» و عمل الناسخ «45»و زلزلت ال</w:t>
      </w:r>
      <w:r>
        <w:rPr>
          <w:rFonts w:hint="eastAsia"/>
          <w:rtl/>
          <w:lang w:bidi="fa-IR"/>
        </w:rPr>
        <w:t>ارض</w:t>
      </w:r>
      <w:r>
        <w:rPr>
          <w:rtl/>
          <w:lang w:bidi="fa-IR"/>
        </w:rPr>
        <w:t xml:space="preserve"> «46» و عطل الفرض «47» و کبتت الامانه «48» و بدت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«49» و 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«50» و اشتد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«51» و اءراع الف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«52» و قاموا الادع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«53» و قعدوا الاول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«54» و خبثت الاغن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«55» و نالوا الاشق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«56» و مالت الجبال «57» و اءشکل الاشکال «58»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لکربال</w:t>
      </w:r>
      <w:r>
        <w:rPr>
          <w:rtl/>
          <w:lang w:bidi="fa-IR"/>
        </w:rPr>
        <w:t xml:space="preserve"> «59» و منع الکمال «60»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...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کدحون</w:t>
      </w:r>
      <w:r>
        <w:rPr>
          <w:rtl/>
          <w:lang w:bidi="fa-IR"/>
        </w:rPr>
        <w:t xml:space="preserve"> الجرائر -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ملکون</w:t>
      </w:r>
      <w:r>
        <w:rPr>
          <w:rtl/>
          <w:lang w:bidi="fa-IR"/>
        </w:rPr>
        <w:t xml:space="preserve"> الجزائر -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حدثون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سان</w:t>
      </w:r>
      <w:r>
        <w:rPr>
          <w:rtl/>
          <w:lang w:bidi="fa-IR"/>
        </w:rPr>
        <w:t xml:space="preserve"> -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خربون</w:t>
      </w:r>
      <w:r>
        <w:rPr>
          <w:rtl/>
          <w:lang w:bidi="fa-IR"/>
        </w:rPr>
        <w:t xml:space="preserve"> خراسان -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صرفون</w:t>
      </w:r>
      <w:r>
        <w:rPr>
          <w:rtl/>
          <w:lang w:bidi="fa-IR"/>
        </w:rPr>
        <w:t xml:space="preserve"> الحلسان -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هدمون</w:t>
      </w:r>
      <w:r>
        <w:rPr>
          <w:rtl/>
          <w:lang w:bidi="fa-IR"/>
        </w:rPr>
        <w:t xml:space="preserve"> الحصون -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ظهرون</w:t>
      </w:r>
      <w:r>
        <w:rPr>
          <w:rtl/>
          <w:lang w:bidi="fa-IR"/>
        </w:rPr>
        <w:t xml:space="preserve"> المصون -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قتطفون</w:t>
      </w:r>
      <w:r>
        <w:rPr>
          <w:rtl/>
          <w:lang w:bidi="fa-IR"/>
        </w:rPr>
        <w:t xml:space="preserve"> الغصون -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فتحون</w:t>
      </w:r>
      <w:r>
        <w:rPr>
          <w:rtl/>
          <w:lang w:bidi="fa-IR"/>
        </w:rPr>
        <w:t xml:space="preserve"> العراق -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حجمون</w:t>
      </w:r>
      <w:r>
        <w:rPr>
          <w:rtl/>
          <w:lang w:bidi="fa-IR"/>
        </w:rPr>
        <w:t xml:space="preserve"> الشقاق بدم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راق</w:t>
      </w:r>
      <w:r>
        <w:rPr>
          <w:rtl/>
          <w:lang w:bidi="fa-IR"/>
        </w:rPr>
        <w:t xml:space="preserve"> - فعند ذلک ترقبوا خروج صاحب الزمان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. </w:t>
      </w:r>
      <w:r w:rsidRPr="007B23D7">
        <w:rPr>
          <w:rStyle w:val="libFootnotenumChar"/>
          <w:rtl/>
        </w:rPr>
        <w:t>[9].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B23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نابود شونده نابود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B23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استمداران</w:t>
      </w:r>
      <w:r>
        <w:rPr>
          <w:rtl/>
          <w:lang w:bidi="fa-IR"/>
        </w:rPr>
        <w:t xml:space="preserve"> و زمامداران آن را با زبان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پلماس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کتمان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سبک شمرده شود (در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جمله مزبور از «خف» باشد نه از «خف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</w:t>
      </w:r>
      <w:r w:rsidR="007B23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ملحق شونده ملحق</w:t>
      </w:r>
      <w:r w:rsidR="007B23D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(وقت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حکومت به 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مردمان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آن ملحق شوند، چون «الناس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ملوکهم»).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7B23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پشتها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شود (از مشکلات، از گناهان و...)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7B23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کارها و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هم شوند (مکانها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هم شوند و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خانواده شود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همه جا مثل هم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و دروغ همگان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7B23D7">
        <w:rPr>
          <w:rFonts w:hint="cs"/>
          <w:rtl/>
          <w:lang w:bidi="fa-IR"/>
        </w:rPr>
        <w:t xml:space="preserve">- </w:t>
      </w:r>
      <w:r>
        <w:rPr>
          <w:rtl/>
          <w:lang w:bidi="fa-IR"/>
        </w:rPr>
        <w:t xml:space="preserve"> و از انتشار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عمل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(از انتشار حق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انتشار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منع گردد و محدوده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مرزها مطرح شود).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7B23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دماغ مالک به خاک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 (دنگ و فنگها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مالک مثل گرفتن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و... مطرح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7B23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بپ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7B23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به شگفت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وادارد عدد از کثرت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مبهوت و شگفت زده شود عدد).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7B23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وسوسه ها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(مثل شکوک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چون به مصلحت من است، پس چرا انجام ندهم؟).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7B23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گرگها به صدا (زوزه)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(مراد، مردمان گرگ صفت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23D7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7B23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امواج به خروش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(شا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اشاره به امواج گناه و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باشد که به خروش آمده و هر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کشانده و افراد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روانه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هلاکت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لذا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سوار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شد که سبب نجات انسان است و در اخبار آمده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فرمود: مثل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مثل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نوح است که هر کس سوارش شود نجات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و هر کس از آن تخلف کند نابود شده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E4725B">
        <w:rPr>
          <w:rFonts w:hint="cs"/>
          <w:rtl/>
          <w:lang w:bidi="fa-IR"/>
        </w:rPr>
        <w:t xml:space="preserve">- </w:t>
      </w:r>
      <w:r>
        <w:rPr>
          <w:rtl/>
          <w:lang w:bidi="fa-IR"/>
        </w:rPr>
        <w:t xml:space="preserve"> و حج گزارنده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 w:rsidR="00E472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(رفتن به حج ممنوع شود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مشکلات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راهش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نفقه و مخارج حج بالا رود که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مقابلش ناتوان گردد).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مطالبه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شود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اشاره به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دولت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زور ستانده شود،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خاطر ضعف افراد، افراد بدهکار نتوانند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بدهند و در شدت و تنگنا واقع شوند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هلاکتها و عذابها است که عذابها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سر مردمان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نزاع و خصومت و جدال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کند (فراگ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باشد و به هر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برسد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دعواها و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پشت سرهم واقع شوند).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16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عربها با هم اختلاف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17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خواهشها و خواسته ها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شود (هر کس پا را فرا گذارد و درخواست بالاتر و سخت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18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درخواست فرار شود (هر کس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کوشد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فرار کند و خود را برهاند).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19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وامها درخواست شود (اکثر مردم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باشند، لذا مورد مطالبه واقع شوند.)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20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اشکها روان شود (گرفتار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 و مادر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که فرزندش زنده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فرزندان و خانواده اش را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چشمش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 و...).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21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شود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شده (ن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رنگها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22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تحرکها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 (برا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آوردن مختصر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کار کند و به اصطلاح جان بکند).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23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افراد بر حق محاصره و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نگهداشته شوند (خاموششان نگه دارند).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24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زمامدار مطاع ناتوان شود (چه رسد به زمامدار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مطاع با توجه به شدت مشکلات).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25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شود شعاع (آفتاب) (شعاع حق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توجه نکند).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26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گوشها</w:t>
      </w:r>
      <w:r w:rsidR="00E472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شود (صدا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را نشنوند).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27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پاکدامن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رخت بر بندد.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28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انصاف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29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گردد.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30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شود (مردم گناهان بزرگ انجام دهند).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31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زنان زمامدار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حکم برانند.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32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دادها</w:t>
      </w:r>
      <w:r>
        <w:rPr>
          <w:rtl/>
          <w:lang w:bidi="fa-IR"/>
        </w:rPr>
        <w:t xml:space="preserve"> بزرگ به وقوع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وندد</w:t>
      </w:r>
      <w:r>
        <w:rPr>
          <w:rtl/>
          <w:lang w:bidi="fa-IR"/>
        </w:rPr>
        <w:t xml:space="preserve"> (قحط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زلزله ها و نابود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انسانها بر اثر سلاحها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مخرب و نابود کننده مثل سلاحها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33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دمنده ها بدمند (با سمپاش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افکار را مسموم کنند).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34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خواهشها مختلف و گوناگون شود (هر کس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به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رقصد).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35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بلاها و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بزرگ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36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شکوائ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و 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سخت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37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دعوا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38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متجاوز تجاوز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39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به خشم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به خشم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جه،</w:t>
      </w:r>
      <w:r>
        <w:rPr>
          <w:rtl/>
          <w:lang w:bidi="fa-IR"/>
        </w:rPr>
        <w:t xml:space="preserve"> مردم شورش کنند).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40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سخت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رندگان</w:t>
      </w:r>
      <w:r>
        <w:rPr>
          <w:rtl/>
          <w:lang w:bidi="fa-IR"/>
        </w:rPr>
        <w:t xml:space="preserve">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جنگ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41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ملحد و طعنه زنندگان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42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به زوزه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ابانها</w:t>
      </w:r>
      <w:r>
        <w:rPr>
          <w:rtl/>
          <w:lang w:bidi="fa-IR"/>
        </w:rPr>
        <w:t xml:space="preserve"> خشک شوند و طراوت خود را بر اثر جنگ و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 بدهند).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43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برآورند زمامداران.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44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به هدف زننده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45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عمل کرد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کننده.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46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47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واجب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48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امانت گرفته شد و پرداخت نشد.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49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آشکار 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50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از محافظت و مراقبت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 (افراد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را از گناه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خود را در برابر گناه و امور مشتبه کنار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 کارشان مورد قبول نباشد).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51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کمبود شدت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(کمبود باران و نعمتها).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52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فزون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هراس اندازد (بس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قحط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53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حرام زادگان به پا خاستند.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54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و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نشستند</w:t>
      </w:r>
      <w:r w:rsidR="00E472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ستادند</w:t>
      </w:r>
      <w:r>
        <w:rPr>
          <w:rtl/>
          <w:lang w:bidi="fa-IR"/>
        </w:rPr>
        <w:t xml:space="preserve"> (دست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نتوانستند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دهند).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55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ثروتمندان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شوند.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56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شقاوت مندان به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57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کوهها انحراف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اشاره به علما است که همانند کوه اند و دچار انحراف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عبارت «مالت الاج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ال»</w:t>
      </w:r>
      <w:r>
        <w:rPr>
          <w:rtl/>
          <w:lang w:bidi="fa-IR"/>
        </w:rPr>
        <w:t xml:space="preserve"> است و جمع «ج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ل»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اء»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گروهها و طوا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دسته ها منحرف شدند).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58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امور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هم، هم شکل شوند (و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صشان</w:t>
      </w:r>
      <w:r>
        <w:rPr>
          <w:rtl/>
          <w:lang w:bidi="fa-IR"/>
        </w:rPr>
        <w:t xml:space="preserve"> مشکل شود).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59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سوزانده و نابود شوند غربال (ملاک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حق از باطل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60</w:t>
      </w:r>
      <w:r w:rsidR="00E472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از کمال منع شود (کس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به کمال برسد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مانع تراش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4725B">
      <w:pPr>
        <w:pStyle w:val="libNormal"/>
        <w:rPr>
          <w:rtl/>
          <w:lang w:bidi="fa-IR"/>
        </w:rPr>
      </w:pPr>
      <w:r>
        <w:rPr>
          <w:rtl/>
          <w:lang w:bidi="fa-IR"/>
        </w:rPr>
        <w:t>... پس، در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علائم واقع شد مردمان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خروج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گناه و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مرتکب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(و اگر عبارت «الحرائر» با «حاء» مهمله باشد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تجاوز به زنان و دوش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 و مالک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«جزائر» را (جز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ها را)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رنگها</w:t>
      </w:r>
      <w:r>
        <w:rPr>
          <w:rtl/>
          <w:lang w:bidi="fa-IR"/>
        </w:rPr>
        <w:t xml:space="preserve"> به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خراسان را خرا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دگرگون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حلسان را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اسم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جمع «حلس»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گردانند خانه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را از خانه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و دژها و مواضع دفاع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مستحکم را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آنچه را که مصون و محفوظ مانده بود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(و قطع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 شاخه ه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و فتح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عراق را و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از شکاف و دو دستگ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ترس و)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مخالف را به سرعت در نطفه خفه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</w:t>
      </w:r>
      <w:r w:rsidR="00E472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مکند و سوء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از شکاف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اختلاف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گروهها با خون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شود). </w:t>
      </w:r>
      <w:r w:rsidRPr="00C97C15">
        <w:rPr>
          <w:rStyle w:val="libFootnotenumChar"/>
          <w:rtl/>
        </w:rPr>
        <w:t>[10]</w:t>
      </w:r>
      <w:r>
        <w:rPr>
          <w:rtl/>
          <w:lang w:bidi="fa-IR"/>
        </w:rPr>
        <w:t xml:space="preserve"> پس، در آن هنگام انتظار بکش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ظاهر شدن صاحب الزمان را؛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مراقب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چشم و حواستان را متوجه امام زمان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خواهد فرمود.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اللهم</w:t>
      </w:r>
      <w:r>
        <w:rPr>
          <w:rtl/>
          <w:lang w:bidi="fa-IR"/>
        </w:rPr>
        <w:t xml:space="preserve"> عجل فرجه و سهل مخرجه و ارفع موانع الظهور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الامور بحق محمد و آله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السلام.</w:t>
      </w:r>
    </w:p>
    <w:p w:rsidR="007B4BE8" w:rsidRPr="00C97C15" w:rsidRDefault="00C97C15" w:rsidP="00C97C1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7B4BE8" w:rsidRDefault="007B4BE8" w:rsidP="00C97C15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C97C15">
      <w:pPr>
        <w:pStyle w:val="libFootnote0"/>
        <w:rPr>
          <w:rtl/>
          <w:lang w:bidi="fa-IR"/>
        </w:rPr>
      </w:pPr>
    </w:p>
    <w:p w:rsidR="007B4BE8" w:rsidRDefault="007B4BE8" w:rsidP="00C97C15">
      <w:pPr>
        <w:pStyle w:val="libFootnote0"/>
        <w:rPr>
          <w:rtl/>
          <w:lang w:bidi="fa-IR"/>
        </w:rPr>
      </w:pPr>
      <w:r>
        <w:rPr>
          <w:rtl/>
          <w:lang w:bidi="fa-IR"/>
        </w:rPr>
        <w:t>[1] بحارالانوار،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193.</w:t>
      </w:r>
    </w:p>
    <w:p w:rsidR="007B4BE8" w:rsidRDefault="007B4BE8" w:rsidP="00C97C15">
      <w:pPr>
        <w:pStyle w:val="libFootnote0"/>
        <w:rPr>
          <w:rtl/>
          <w:lang w:bidi="fa-IR"/>
        </w:rPr>
      </w:pPr>
    </w:p>
    <w:p w:rsidR="007B4BE8" w:rsidRDefault="007B4BE8" w:rsidP="00C97C15">
      <w:pPr>
        <w:pStyle w:val="libFootnote0"/>
        <w:rPr>
          <w:rtl/>
          <w:lang w:bidi="fa-IR"/>
        </w:rPr>
      </w:pPr>
      <w:r>
        <w:rPr>
          <w:rtl/>
          <w:lang w:bidi="fa-IR"/>
        </w:rPr>
        <w:t>[2] اثباه الهداه، ج 7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414.</w:t>
      </w:r>
    </w:p>
    <w:p w:rsidR="007B4BE8" w:rsidRDefault="007B4BE8" w:rsidP="00C97C15">
      <w:pPr>
        <w:pStyle w:val="libFootnote0"/>
        <w:rPr>
          <w:rtl/>
          <w:lang w:bidi="fa-IR"/>
        </w:rPr>
      </w:pPr>
    </w:p>
    <w:p w:rsidR="007B4BE8" w:rsidRDefault="007B4BE8" w:rsidP="00C97C15">
      <w:pPr>
        <w:pStyle w:val="libFootnote0"/>
        <w:rPr>
          <w:rtl/>
          <w:lang w:bidi="fa-IR"/>
        </w:rPr>
      </w:pPr>
      <w:r>
        <w:rPr>
          <w:rtl/>
          <w:lang w:bidi="fa-IR"/>
        </w:rPr>
        <w:t>[3] اشاره به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مادر مکرمه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الله، حضرت نرجس خاتون سلام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فرموده اند.</w:t>
      </w:r>
    </w:p>
    <w:p w:rsidR="007B4BE8" w:rsidRDefault="007B4BE8" w:rsidP="00C97C15">
      <w:pPr>
        <w:pStyle w:val="libFootnote0"/>
        <w:rPr>
          <w:rtl/>
          <w:lang w:bidi="fa-IR"/>
        </w:rPr>
      </w:pPr>
    </w:p>
    <w:p w:rsidR="007B4BE8" w:rsidRDefault="007B4BE8" w:rsidP="00C97C15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[4]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278.</w:t>
      </w:r>
    </w:p>
    <w:p w:rsidR="007B4BE8" w:rsidRDefault="007B4BE8" w:rsidP="00C97C15">
      <w:pPr>
        <w:pStyle w:val="libFootnote0"/>
        <w:rPr>
          <w:rtl/>
          <w:lang w:bidi="fa-IR"/>
        </w:rPr>
      </w:pPr>
    </w:p>
    <w:p w:rsidR="007B4BE8" w:rsidRDefault="007B4BE8" w:rsidP="00C97C15">
      <w:pPr>
        <w:pStyle w:val="libFootnote0"/>
        <w:rPr>
          <w:rtl/>
          <w:lang w:bidi="fa-IR"/>
        </w:rPr>
      </w:pPr>
      <w:r>
        <w:rPr>
          <w:rtl/>
          <w:lang w:bidi="fa-IR"/>
        </w:rPr>
        <w:t>[5] کمال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 2،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654.</w:t>
      </w:r>
    </w:p>
    <w:p w:rsidR="007B4BE8" w:rsidRDefault="007B4BE8" w:rsidP="00C97C15">
      <w:pPr>
        <w:pStyle w:val="libFootnote0"/>
        <w:rPr>
          <w:rtl/>
          <w:lang w:bidi="fa-IR"/>
        </w:rPr>
      </w:pPr>
    </w:p>
    <w:p w:rsidR="007B4BE8" w:rsidRDefault="007B4BE8" w:rsidP="00C97C15">
      <w:pPr>
        <w:pStyle w:val="libFootnote0"/>
        <w:rPr>
          <w:rtl/>
          <w:lang w:bidi="fa-IR"/>
        </w:rPr>
      </w:pPr>
      <w:r>
        <w:rPr>
          <w:rtl/>
          <w:lang w:bidi="fa-IR"/>
        </w:rPr>
        <w:t>[6] الملاحم و الفتن،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59.</w:t>
      </w:r>
    </w:p>
    <w:p w:rsidR="007B4BE8" w:rsidRDefault="007B4BE8" w:rsidP="00C97C15">
      <w:pPr>
        <w:pStyle w:val="libFootnote0"/>
        <w:rPr>
          <w:rtl/>
          <w:lang w:bidi="fa-IR"/>
        </w:rPr>
      </w:pPr>
    </w:p>
    <w:p w:rsidR="007B4BE8" w:rsidRDefault="007B4BE8" w:rsidP="00C97C15">
      <w:pPr>
        <w:pStyle w:val="libFootnote0"/>
        <w:rPr>
          <w:rtl/>
          <w:lang w:bidi="fa-IR"/>
        </w:rPr>
      </w:pPr>
      <w:r>
        <w:rPr>
          <w:rtl/>
          <w:lang w:bidi="fa-IR"/>
        </w:rPr>
        <w:t>[7]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35.</w:t>
      </w:r>
    </w:p>
    <w:p w:rsidR="007B4BE8" w:rsidRDefault="007B4BE8" w:rsidP="00C97C15">
      <w:pPr>
        <w:pStyle w:val="libFootnote0"/>
        <w:rPr>
          <w:rtl/>
          <w:lang w:bidi="fa-IR"/>
        </w:rPr>
      </w:pPr>
    </w:p>
    <w:p w:rsidR="007B4BE8" w:rsidRDefault="007B4BE8" w:rsidP="00C97C15">
      <w:pPr>
        <w:pStyle w:val="libFootnote0"/>
        <w:rPr>
          <w:rtl/>
          <w:lang w:bidi="fa-IR"/>
        </w:rPr>
      </w:pPr>
      <w:r>
        <w:rPr>
          <w:rtl/>
          <w:lang w:bidi="fa-IR"/>
        </w:rPr>
        <w:t>[8] قابل توجه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خطبه مزبور با تفاوتها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نقل شده است، از جمله در خود الزم الناصب (ج 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213 و سپس در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232). ضمنا در مورد ترجمه، آنچه که به ذهن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ذکر شد و ممکن است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از آن بتوان استفاده کرد، که حتما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ما به خاطر </w:t>
      </w:r>
      <w:r>
        <w:rPr>
          <w:rFonts w:hint="eastAsia"/>
          <w:rtl/>
          <w:lang w:bidi="fa-IR"/>
        </w:rPr>
        <w:t>عدم</w:t>
      </w:r>
      <w:r>
        <w:rPr>
          <w:rtl/>
          <w:lang w:bidi="fa-IR"/>
        </w:rPr>
        <w:t xml:space="preserve"> اطاله کلام آنها را ذکر نکرده،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به خود خوانندگان پژوهشگر واگذار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متذکر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شد که خطبه مورد بحث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مضام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اصلا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القاء شده که احتمالات مختلف در آن مطرح و ملحوظ گردد، و به اصطلاح، استعمال لفظ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اکثر از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نزد محققان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انجام شده،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فقره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7B4BE8" w:rsidRDefault="007B4BE8" w:rsidP="00C97C15">
      <w:pPr>
        <w:pStyle w:val="libFootnote0"/>
        <w:rPr>
          <w:rtl/>
          <w:lang w:bidi="fa-IR"/>
        </w:rPr>
      </w:pPr>
    </w:p>
    <w:p w:rsidR="007B4BE8" w:rsidRDefault="007B4BE8" w:rsidP="00C97C15">
      <w:pPr>
        <w:pStyle w:val="libFootnote0"/>
        <w:rPr>
          <w:rtl/>
          <w:lang w:bidi="fa-IR"/>
        </w:rPr>
      </w:pPr>
      <w:r>
        <w:rPr>
          <w:rtl/>
          <w:lang w:bidi="fa-IR"/>
        </w:rPr>
        <w:t>[9] الزم الناصب، ج 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181.</w:t>
      </w:r>
    </w:p>
    <w:p w:rsidR="007B4BE8" w:rsidRDefault="007B4BE8" w:rsidP="00C97C15">
      <w:pPr>
        <w:pStyle w:val="libFootnote0"/>
        <w:rPr>
          <w:rtl/>
          <w:lang w:bidi="fa-IR"/>
        </w:rPr>
      </w:pPr>
    </w:p>
    <w:p w:rsidR="007B4BE8" w:rsidRDefault="007B4BE8" w:rsidP="00C97C15">
      <w:pPr>
        <w:pStyle w:val="libFootnote0"/>
        <w:rPr>
          <w:rtl/>
          <w:lang w:bidi="fa-IR"/>
        </w:rPr>
      </w:pPr>
      <w:r>
        <w:rPr>
          <w:rtl/>
          <w:lang w:bidi="fa-IR"/>
        </w:rPr>
        <w:t>[10]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C97C1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کلمه مزبور «شقاق» به ضم «ش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باشد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چارپا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او را از رفتن و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که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اگر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کردند، با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که شده است خود را از آن مانع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eastAsia"/>
          <w:rtl/>
          <w:lang w:bidi="fa-IR"/>
        </w:rPr>
        <w:t>دارند</w:t>
      </w:r>
      <w:r>
        <w:rPr>
          <w:rtl/>
          <w:lang w:bidi="fa-IR"/>
        </w:rPr>
        <w:t>.</w:t>
      </w:r>
    </w:p>
    <w:p w:rsidR="007B4BE8" w:rsidRDefault="00C97C15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C97C15">
      <w:pPr>
        <w:pStyle w:val="Heading1"/>
        <w:rPr>
          <w:rtl/>
          <w:lang w:bidi="fa-IR"/>
        </w:rPr>
      </w:pPr>
      <w:bookmarkStart w:id="17" w:name="_Toc515799723"/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خطبه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قار و علائم آخرالزمان</w:t>
      </w:r>
      <w:bookmarkEnd w:id="17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فبعث</w:t>
      </w:r>
      <w:r>
        <w:rPr>
          <w:rtl/>
          <w:lang w:bidi="fa-IR"/>
        </w:rPr>
        <w:t xml:space="preserve"> الله عزوجل محمدا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بذلک ثم انه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من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الزمان ش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الحق و لا اظهر من الباطل و لا اکثر من الکذب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رسوله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عند اهل ذلک الزمان سلعه ابور من الکتاب اذا تل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تلا</w:t>
      </w:r>
      <w:r>
        <w:rPr>
          <w:rFonts w:hint="eastAsia"/>
          <w:rtl/>
          <w:lang w:bidi="fa-IR"/>
        </w:rPr>
        <w:t>وته</w:t>
      </w:r>
      <w:r>
        <w:rPr>
          <w:rtl/>
          <w:lang w:bidi="fa-IR"/>
        </w:rPr>
        <w:t xml:space="preserve"> و لا سلعه انفق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</w:t>
      </w:r>
      <w:r>
        <w:rPr>
          <w:rtl/>
          <w:lang w:bidi="fa-IR"/>
        </w:rPr>
        <w:t xml:space="preserve"> و لا اغل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ثمنا من الکتاب اذا حرف عن مواضعه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العباد و لا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البلاد ش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هو انکر من المعروف و لا اعرف من المنکر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فاحشه انکر و لا عقوبه انک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عند الضلال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الزمان فقد نبذ الکتاب حملته و تناساه حفظته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بهم الاهواء و توارثوا ذلک من الاباء و عملوا بتحر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الکتاب کذبا و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فباعوه بالبخس و کانوا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الزاهد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فاالکتاب و اهل الکتاب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الزمان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منف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صاحبان مصطحبان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واحد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همامور</w:t>
      </w:r>
      <w:r>
        <w:rPr>
          <w:rtl/>
          <w:lang w:bidi="fa-IR"/>
        </w:rPr>
        <w:t xml:space="preserve"> و فحبذا ذانک الصاحبان واها لهما و لما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عملان</w:t>
      </w:r>
      <w:r>
        <w:rPr>
          <w:rtl/>
          <w:lang w:bidi="fa-IR"/>
        </w:rPr>
        <w:t xml:space="preserve"> له </w:t>
      </w:r>
      <w:r>
        <w:rPr>
          <w:rFonts w:hint="eastAsia"/>
          <w:rtl/>
          <w:lang w:bidi="fa-IR"/>
        </w:rPr>
        <w:t>فاالکتاب</w:t>
      </w:r>
      <w:r>
        <w:rPr>
          <w:rtl/>
          <w:lang w:bidi="fa-IR"/>
        </w:rPr>
        <w:t xml:space="preserve"> و اهل الکتاب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الزمان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و معهم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سوا</w:t>
      </w:r>
      <w:r>
        <w:rPr>
          <w:rtl/>
          <w:lang w:bidi="fa-IR"/>
        </w:rPr>
        <w:t xml:space="preserve"> معهم و ذلک لان الضلاله لاتوافق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 اجتمعا وقد اجتمع القوم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97C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الفرقه و اقترقوا قواعن الجماعه قد ولوا امرهم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بالمکر و المنکر و الرشا و القتل کانهم ائمه الکتاب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الکتاب امامهم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tl/>
          <w:lang w:bidi="fa-IR"/>
        </w:rPr>
        <w:t xml:space="preserve"> عندهم من الحق الا اسمه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عرفوا</w:t>
      </w:r>
      <w:r>
        <w:rPr>
          <w:rtl/>
          <w:lang w:bidi="fa-IR"/>
        </w:rPr>
        <w:t xml:space="preserve"> من الکتاب الا خطه وزبره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</w:t>
      </w:r>
      <w:r>
        <w:rPr>
          <w:rtl/>
          <w:lang w:bidi="fa-IR"/>
        </w:rPr>
        <w:t xml:space="preserve"> الداخل لما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</w:t>
      </w:r>
      <w:r>
        <w:rPr>
          <w:rtl/>
          <w:lang w:bidi="fa-IR"/>
        </w:rPr>
        <w:t xml:space="preserve"> من حکم القرآن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طمئن</w:t>
      </w:r>
      <w:r>
        <w:rPr>
          <w:rtl/>
          <w:lang w:bidi="fa-IR"/>
        </w:rPr>
        <w:t xml:space="preserve"> جالسا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من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نتقل</w:t>
      </w:r>
      <w:r>
        <w:rPr>
          <w:rtl/>
          <w:lang w:bidi="fa-IR"/>
        </w:rPr>
        <w:t xml:space="preserve">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ملک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ملک و من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ملک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ملک و من طاعه ملک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طاعه ملک و من عهود ملک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عهود ملک فاستدرجهم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علمون</w:t>
      </w:r>
      <w:r>
        <w:rPr>
          <w:rtl/>
          <w:lang w:bidi="fa-IR"/>
        </w:rPr>
        <w:t xml:space="preserve"> و ان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بالامل و الرجاء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توالدوا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ودانوا بالجور و الکتاب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ضرب</w:t>
      </w:r>
      <w:r>
        <w:rPr>
          <w:rtl/>
          <w:lang w:bidi="fa-IR"/>
        </w:rPr>
        <w:t xml:space="preserve"> عن ش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منه صفحا ضلالا تائه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 دانوا 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الله عزوجل وادنوا 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الله مساجدهم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الزمان عامره من الضلاله خربه من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(قد بدل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من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فقراؤ ها و عمارها اخائب خلق الله و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قته</w:t>
      </w:r>
      <w:r>
        <w:rPr>
          <w:rtl/>
          <w:lang w:bidi="fa-IR"/>
        </w:rPr>
        <w:t xml:space="preserve"> من عندهم جرت الضلاله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تعود فحضور مساجدهم و المش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کفر بال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الا من مش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هو عارف بضلالهم فصارت مساجدهم من فعالهم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النحو خربه من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عامره من الضلاله قد بدلت سنه الله و تعد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حدوده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دعون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قسون</w:t>
      </w:r>
      <w:r>
        <w:rPr>
          <w:rtl/>
          <w:lang w:bidi="fa-IR"/>
        </w:rPr>
        <w:t xml:space="preserve"> الف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وفون</w:t>
      </w:r>
      <w:r>
        <w:rPr>
          <w:rtl/>
          <w:lang w:bidi="fa-IR"/>
        </w:rPr>
        <w:t xml:space="preserve"> بذمه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دعون</w:t>
      </w:r>
      <w:r>
        <w:rPr>
          <w:rtl/>
          <w:lang w:bidi="fa-IR"/>
        </w:rPr>
        <w:t xml:space="preserve"> القت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منهم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قد اتو الله بالافتراء و ال</w:t>
      </w:r>
      <w:r>
        <w:rPr>
          <w:rFonts w:hint="eastAsia"/>
          <w:rtl/>
          <w:lang w:bidi="fa-IR"/>
        </w:rPr>
        <w:t>جحود</w:t>
      </w:r>
      <w:r>
        <w:rPr>
          <w:rtl/>
          <w:lang w:bidi="fa-IR"/>
        </w:rPr>
        <w:t xml:space="preserve"> و استغنوا بالجهل عن العلم و من قبل ما مثلوا بالصالح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 مثله و سموا صدقهم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جعلوا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الحسنه العقوبه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ئه</w:t>
      </w:r>
      <w:r>
        <w:rPr>
          <w:rtl/>
          <w:lang w:bidi="fa-IR"/>
        </w:rPr>
        <w:t xml:space="preserve"> و قد بعث الله عزوجل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رسولا من انفسکم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 عنتم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رؤ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 انزل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کتابا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الباطل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لا من خلفه تنز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من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قرآنا 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عوج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نذر</w:t>
      </w:r>
      <w:r>
        <w:rPr>
          <w:rtl/>
          <w:lang w:bidi="fa-IR"/>
        </w:rPr>
        <w:t xml:space="preserve"> من کان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حق</w:t>
      </w:r>
      <w:r>
        <w:rPr>
          <w:rtl/>
          <w:lang w:bidi="fa-IR"/>
        </w:rPr>
        <w:t xml:space="preserve"> القول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نکم</w:t>
      </w:r>
      <w:r>
        <w:rPr>
          <w:rtl/>
          <w:lang w:bidi="fa-IR"/>
        </w:rPr>
        <w:t xml:space="preserve"> الامل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طولن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الاجل فانما اهلک من کان قبلکم امد اءملهم و تغط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الاجال عنهم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نزل بهم الموعود. </w:t>
      </w:r>
      <w:r w:rsidRPr="00C97C15">
        <w:rPr>
          <w:rStyle w:val="libFootnotenumChar"/>
          <w:rtl/>
        </w:rPr>
        <w:t>[1].</w:t>
      </w:r>
    </w:p>
    <w:p w:rsidR="007B4BE8" w:rsidRDefault="007B4BE8" w:rsidP="00C97C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ارشاد شما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امبرش</w:t>
      </w:r>
      <w:r>
        <w:rPr>
          <w:rtl/>
          <w:lang w:bidi="fa-IR"/>
        </w:rPr>
        <w:t xml:space="preserve"> را مبعوث به رسالت فرمود و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بعد از من دوران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داشت که در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پنهان تر از حق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آن زمان روشن تر از باطل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بود.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عصر، دروغ بستن بر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امبرش</w:t>
      </w:r>
      <w:r>
        <w:rPr>
          <w:rtl/>
          <w:lang w:bidi="fa-IR"/>
        </w:rPr>
        <w:t xml:space="preserve"> از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است. در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متاع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ارزش تر از قرآن خدا در نزد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قرآن را بحق بخوانند و به آن عمل کنند،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متاع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ارزش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خدا </w:t>
      </w:r>
      <w:r>
        <w:rPr>
          <w:rtl/>
          <w:lang w:bidi="fa-IR"/>
        </w:rPr>
        <w:lastRenderedPageBreak/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اگر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شود و برخلاف حق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گردد، به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ق،</w:t>
      </w:r>
      <w:r>
        <w:rPr>
          <w:rtl/>
          <w:lang w:bidi="fa-IR"/>
        </w:rPr>
        <w:t xml:space="preserve"> سودجو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آن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و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ان مردم شهرها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معروف (کارها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و خداپسند) زشت تر و منکرتر،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(گناه)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در نظر مردم گمراه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بدتر از رفتن به راه حق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(پ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مودن</w:t>
      </w:r>
      <w:r>
        <w:rPr>
          <w:rtl/>
          <w:lang w:bidi="fa-IR"/>
        </w:rPr>
        <w:t xml:space="preserve"> راه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عصر است که دانا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قرآن آن را 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پشت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اندازند و نگهبانان قرآن آن را به دست فراموش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سپرند (البته در عمل نه به زبان) و هوا</w:t>
      </w:r>
      <w:r>
        <w:rPr>
          <w:rFonts w:hint="cs"/>
          <w:rtl/>
          <w:lang w:bidi="fa-IR"/>
        </w:rPr>
        <w:t>ی</w:t>
      </w:r>
      <w:r w:rsidR="00C97C1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نفس</w:t>
      </w:r>
      <w:r>
        <w:rPr>
          <w:rtl/>
          <w:lang w:bidi="fa-IR"/>
        </w:rPr>
        <w:t xml:space="preserve"> آنها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 و آن سو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انحراف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آن را از پدران خود به ارث برده اند. آنان به دروغ قرآن را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آن را خلاف واقع دانسته، آن را به 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فروشند و نسبت به آن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رغبت اند. پس، قرآن و اهل قرآن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عصر را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شده از اجتماع هستند و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(بس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کم اندو)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از لحاظ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حضور دارند در م</w:t>
      </w:r>
      <w:r w:rsidR="00C97C15">
        <w:rPr>
          <w:rFonts w:hint="cs"/>
          <w:rtl/>
          <w:lang w:bidi="fa-IR"/>
        </w:rPr>
        <w:t>ع</w:t>
      </w:r>
      <w:r>
        <w:rPr>
          <w:rtl/>
          <w:lang w:bidi="fa-IR"/>
        </w:rPr>
        <w:t>نا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جامعه اند، و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قت،</w:t>
      </w:r>
      <w:r>
        <w:rPr>
          <w:rtl/>
          <w:lang w:bidi="fa-IR"/>
        </w:rPr>
        <w:t xml:space="preserve"> به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شدگان شباهت دارند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(قرآن و اهل آن) مکان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(آنان را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).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موافق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آن).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قرآن و اقل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عامل به آن ظاهرا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جامعه هستند، اما در واقع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راه سعادت و راه شقاوت و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اگر چه با هم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جا جمع شوند.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گرفتار جدا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نفاق و از 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حق بر حذرند و امور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کارشان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و زشتکار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رشوه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کشتار انسانهاست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و عملا از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محروم اند. از حق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جز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قرآن جز جلد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کاغذ و نوشته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نمانده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جامعه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و </w:t>
      </w:r>
      <w:r>
        <w:rPr>
          <w:rtl/>
          <w:lang w:bidi="fa-IR"/>
        </w:rPr>
        <w:lastRenderedPageBreak/>
        <w:t>احکام آن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</w:t>
      </w:r>
      <w:r w:rsidR="00C97C1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علاقه 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در مجلس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نگرفته از مجلس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رفته اند (د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خلافها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آن)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پادشاه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مذهب حکمران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حاکم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فرمانروا و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حکوم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 از فرمانبر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رفت و آمدند (آر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چون پناهگاه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را از دست داده اند). خداوند آنها را گرفتار استدراج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بدبخت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عقوبت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کشاند، اگر چه به ظاهر سرگرم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هستند و به اصطلاح با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آرزوها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تا آنجا که فرزندان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(نسل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را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آورند). در مقابل ناحق سر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خود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(آر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دلخواه اهل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نه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</w:t>
      </w:r>
      <w:r>
        <w:rPr>
          <w:rFonts w:hint="eastAsia"/>
          <w:rtl/>
          <w:lang w:bidi="fa-IR"/>
        </w:rPr>
        <w:t>داوند</w:t>
      </w:r>
      <w:r>
        <w:rPr>
          <w:rtl/>
          <w:lang w:bidi="fa-IR"/>
        </w:rPr>
        <w:t xml:space="preserve"> فرستاده است).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مساجد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از نظر ساختمان (کاش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بخار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کولر و امثال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>) آباد، اما از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است (تبل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درست برخلاف آنچه در واقع هست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شود). خوانندگان قرآن و آباد کنندگان مساجد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کارتر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ناکام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خلق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سرچشمه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هستند و بازگشت ضلالت و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آنها خواهد بود. شرکت در مساجد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کفر به خداوند بزرگ است مگر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نسبت به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97C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شناخت داشته باشند. بر اساس اعمال نادرست متصد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امور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مساجد،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نظر تقوا خراب و انباشته از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</w:t>
      </w:r>
      <w:r>
        <w:rPr>
          <w:rtl/>
          <w:lang w:bidi="fa-IR"/>
        </w:rPr>
        <w:lastRenderedPageBreak/>
        <w:t>و سنتها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مبدل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و حدود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مردم را به راه راست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و در آمد کشور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اموال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را به صاحبان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مستحقان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بلکه آن را در راه نامشروع و جنگ و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رسانند و در ارتباط با پناهندگان اسلام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ناحق از آنها کشته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نامند و به خداوند افترا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بندند و او را انکار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از دانش به خاطر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گردانند. در گذشته هم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بودند که بندگان خوب خداوند را شکنجه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و آنها را مثله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گوش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) و گفتار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 اساس مصلحت آن افراد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که از طرف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دروغ و ناحق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انگاشتند و در برابر کار خوب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ناصواب مقرر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حال آنکه خداوند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مبعوث کرد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رنج شما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رفاه شما را طالب است و همه مسلمانان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دارد)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نازل شده است که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ندارد (چون که جوابگو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خواسته ها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اقتصاد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صنعت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کشاورز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تجار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دامپرور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نظام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C97C1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شماست). خداوند وعده فرموده است که باطل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نحو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به قرآن حمله ور شود و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در آن راه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(از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 و پشت سر، خداوند نگهبان قرآن است)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تمام گذشته ها خبر داده کوچکتر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نشده است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آن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دهد...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خداوند بزرگ تقاضا دارم که همه مسلمانان جهان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حضرت را موفق به انجام و عمل کردن به دستورات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کجرو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رب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</w:p>
    <w:p w:rsidR="007B4BE8" w:rsidRPr="00C97C15" w:rsidRDefault="00C97C15" w:rsidP="00C97C1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7B4BE8" w:rsidRDefault="007B4BE8" w:rsidP="00C97C15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C97C15">
      <w:pPr>
        <w:pStyle w:val="libFootnote0"/>
        <w:rPr>
          <w:rtl/>
          <w:lang w:bidi="fa-IR"/>
        </w:rPr>
      </w:pPr>
    </w:p>
    <w:p w:rsidR="007B4BE8" w:rsidRDefault="007B4BE8" w:rsidP="00C97C15">
      <w:pPr>
        <w:pStyle w:val="libFootnote0"/>
        <w:rPr>
          <w:rtl/>
          <w:lang w:bidi="fa-IR"/>
        </w:rPr>
      </w:pPr>
      <w:r>
        <w:rPr>
          <w:rtl/>
          <w:lang w:bidi="fa-IR"/>
        </w:rPr>
        <w:t>[1] روضه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359 - 362.</w:t>
      </w:r>
    </w:p>
    <w:p w:rsidR="00C97C15" w:rsidRDefault="00C97C15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C97C15">
      <w:pPr>
        <w:pStyle w:val="Heading2"/>
        <w:rPr>
          <w:rtl/>
          <w:lang w:bidi="fa-IR"/>
        </w:rPr>
      </w:pPr>
      <w:bookmarkStart w:id="18" w:name="_Toc515799724"/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فتنه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ظهور</w:t>
      </w:r>
      <w:bookmarkEnd w:id="18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شبهه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علو</w:t>
      </w:r>
      <w:r>
        <w:rPr>
          <w:rtl/>
          <w:lang w:bidi="fa-IR"/>
        </w:rPr>
        <w:t xml:space="preserve"> ذکره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امره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باسمه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و نسبه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کثر</w:t>
      </w:r>
      <w:r>
        <w:rPr>
          <w:rtl/>
          <w:lang w:bidi="fa-IR"/>
        </w:rPr>
        <w:t xml:space="preserve"> ذلک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افواه المحق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المبطل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الموافق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والمخالف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لتلزمهم الحجه بمعرفتهم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انه قد قصصنا و دللنا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نسبناه و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ناه</w:t>
      </w:r>
      <w:r>
        <w:rPr>
          <w:rtl/>
          <w:lang w:bidi="fa-IR"/>
        </w:rPr>
        <w:t xml:space="preserve"> و قلنا 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جده رسول الله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لئلا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قول الناس ما عرفنا له اسما و لا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لا نسبا و الله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تحقق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ضاح</w:t>
      </w:r>
      <w:r>
        <w:rPr>
          <w:rtl/>
          <w:lang w:bidi="fa-IR"/>
        </w:rPr>
        <w:t xml:space="preserve"> به و باسمه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السنتهم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بعضهم لبعض کل ذلک للزوم الحجه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ظهره</w:t>
      </w:r>
      <w:r>
        <w:rPr>
          <w:rtl/>
          <w:lang w:bidi="fa-IR"/>
        </w:rPr>
        <w:t xml:space="preserve"> الله کما وعد به جده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قوله عزوجل «و هو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ارسل رسوله بالهد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الحق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کله ولو کره المشرکون». </w:t>
      </w:r>
      <w:r w:rsidRPr="00A0503D">
        <w:rPr>
          <w:rStyle w:val="libFootnotenumChar"/>
          <w:rtl/>
        </w:rPr>
        <w:t>[1].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E66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که فتنه ها و شبهات جامعه را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امام عصر (روح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الفداء)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(همه جا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او سخن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مانند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فروزان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درخشد).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آسمان و</w:t>
      </w:r>
      <w:r w:rsidR="00A0503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را به نام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نسب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نام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در محافل دوست و دشمن و مردم باا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تا حجت بر همگان تمام شود و جامعه او را بشناسد و 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نام و نشان او را اعلام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(در کتابها و در سخنان) و گفته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او همنام جدش خاتم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 هم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اوست تا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نام و نسب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دانستم. به خدا سوگند آنقدر نام و نسب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بر زبان مردم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ابهام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نماند.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برنامه 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کسره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حجت بر همگان تمام شو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آنگاه خداوند امر به ظهورش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چنانکه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«هو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ارسل رسوله بالهد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الحق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کله ولو کره المشرکون»</w:t>
      </w:r>
      <w:r w:rsidRPr="001E668D">
        <w:rPr>
          <w:rStyle w:val="libFootnotenumChar"/>
          <w:rtl/>
        </w:rPr>
        <w:t xml:space="preserve"> [2]</w:t>
      </w:r>
      <w:r>
        <w:rPr>
          <w:rtl/>
          <w:lang w:bidi="fa-IR"/>
        </w:rPr>
        <w:t xml:space="preserve"> به جدش خاتم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وعده فرموده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مقدس اسلام بر تمام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غلبه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</w:t>
      </w:r>
      <w:r>
        <w:rPr>
          <w:rFonts w:hint="eastAsia"/>
          <w:rtl/>
          <w:lang w:bidi="fa-IR"/>
        </w:rPr>
        <w:t>اشد</w:t>
      </w:r>
      <w:r>
        <w:rPr>
          <w:rtl/>
          <w:lang w:bidi="fa-IR"/>
        </w:rPr>
        <w:t xml:space="preserve"> اگر چه دشمنان خداوند نخواهند.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ان لنا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تقدمها سرق و من تاءخر عنها زهق و من تبعها لحق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مکتوبا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«الب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لله». </w:t>
      </w:r>
      <w:r w:rsidRPr="001E668D">
        <w:rPr>
          <w:rStyle w:val="libFootnotenumChar"/>
          <w:rtl/>
        </w:rPr>
        <w:t>[3]</w:t>
      </w:r>
      <w:r>
        <w:rPr>
          <w:rtl/>
          <w:lang w:bidi="fa-IR"/>
        </w:rPr>
        <w:t>.</w:t>
      </w:r>
    </w:p>
    <w:p w:rsidR="007B4BE8" w:rsidRDefault="007B4BE8" w:rsidP="001E66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پرچم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سبقت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دزد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(استعمارگران و استثمارگران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دزدند کما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تمام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 w:rsidR="001E668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را دزد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)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عقب بماند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پرچم، نابود و هلاک خواهد شد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متابعت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پرچم نمود، سعادتمند و موفق خواهد شد.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پرچم نوشته است 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از آن خداوند است».</w:t>
      </w:r>
      <w:r>
        <w:rPr>
          <w:rFonts w:hint="eastAsia"/>
          <w:rtl/>
          <w:lang w:bidi="fa-IR"/>
        </w:rPr>
        <w:t>اللهم</w:t>
      </w:r>
      <w:r>
        <w:rPr>
          <w:rtl/>
          <w:lang w:bidi="fa-IR"/>
        </w:rPr>
        <w:t xml:space="preserve"> فاجعل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خروجا من الغمه واجمع به شمل الامه. </w:t>
      </w:r>
      <w:r w:rsidRPr="001E668D">
        <w:rPr>
          <w:rStyle w:val="libFootnotenumChar"/>
          <w:rtl/>
        </w:rPr>
        <w:t>[4].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خداوندا</w:t>
      </w:r>
      <w:r>
        <w:rPr>
          <w:rtl/>
          <w:lang w:bidi="fa-IR"/>
        </w:rPr>
        <w:t>!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(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عجل الله له الفرج)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رفتن از تمام غم و اندوه ها قرار بده و پراکندگ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 را به اتحاد و اتفاق مبدل فرما.</w:t>
      </w:r>
    </w:p>
    <w:p w:rsidR="007B4BE8" w:rsidRPr="001E668D" w:rsidRDefault="001E668D" w:rsidP="001E668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7B4BE8" w:rsidRDefault="007B4BE8" w:rsidP="001E668D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1E668D" w:rsidP="001E66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7B4BE8">
        <w:rPr>
          <w:rtl/>
          <w:lang w:bidi="fa-IR"/>
        </w:rPr>
        <w:t>[1] روزگارها</w:t>
      </w:r>
      <w:r w:rsidR="007B4BE8">
        <w:rPr>
          <w:rFonts w:hint="cs"/>
          <w:rtl/>
          <w:lang w:bidi="fa-IR"/>
        </w:rPr>
        <w:t>یی</w:t>
      </w:r>
      <w:r w:rsidR="007B4BE8"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 w:rsidR="007B4BE8">
        <w:rPr>
          <w:rtl/>
          <w:lang w:bidi="fa-IR"/>
        </w:rPr>
        <w:t>459.</w:t>
      </w:r>
    </w:p>
    <w:p w:rsidR="007B4BE8" w:rsidRDefault="007B4BE8" w:rsidP="001E668D">
      <w:pPr>
        <w:pStyle w:val="libFootnote0"/>
        <w:rPr>
          <w:rtl/>
          <w:lang w:bidi="fa-IR"/>
        </w:rPr>
      </w:pPr>
    </w:p>
    <w:p w:rsidR="007B4BE8" w:rsidRDefault="007B4BE8" w:rsidP="001E668D">
      <w:pPr>
        <w:pStyle w:val="libFootnote0"/>
        <w:rPr>
          <w:rtl/>
          <w:lang w:bidi="fa-IR"/>
        </w:rPr>
      </w:pPr>
      <w:r>
        <w:rPr>
          <w:rtl/>
          <w:lang w:bidi="fa-IR"/>
        </w:rPr>
        <w:t>[2] توبه / 33.</w:t>
      </w:r>
    </w:p>
    <w:p w:rsidR="007B4BE8" w:rsidRDefault="007B4BE8" w:rsidP="001E668D">
      <w:pPr>
        <w:pStyle w:val="libFootnote0"/>
        <w:rPr>
          <w:rtl/>
          <w:lang w:bidi="fa-IR"/>
        </w:rPr>
      </w:pPr>
    </w:p>
    <w:p w:rsidR="007B4BE8" w:rsidRDefault="007B4BE8" w:rsidP="001E668D">
      <w:pPr>
        <w:pStyle w:val="libFootnote0"/>
        <w:rPr>
          <w:rtl/>
          <w:lang w:bidi="fa-IR"/>
        </w:rPr>
      </w:pPr>
      <w:r>
        <w:rPr>
          <w:rtl/>
          <w:lang w:bidi="fa-IR"/>
        </w:rPr>
        <w:t>[3] روزگارها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461.</w:t>
      </w:r>
    </w:p>
    <w:p w:rsidR="007B4BE8" w:rsidRDefault="007B4BE8" w:rsidP="001E668D">
      <w:pPr>
        <w:pStyle w:val="libFootnote0"/>
        <w:rPr>
          <w:rtl/>
          <w:lang w:bidi="fa-IR"/>
        </w:rPr>
      </w:pPr>
    </w:p>
    <w:p w:rsidR="001E668D" w:rsidRDefault="007B4BE8" w:rsidP="001E668D">
      <w:pPr>
        <w:pStyle w:val="libFootnote0"/>
        <w:rPr>
          <w:rtl/>
          <w:lang w:bidi="fa-IR"/>
        </w:rPr>
      </w:pPr>
      <w:r>
        <w:rPr>
          <w:rtl/>
          <w:lang w:bidi="fa-IR"/>
        </w:rPr>
        <w:t>[4] همان مأخذ و صفحه.</w:t>
      </w:r>
    </w:p>
    <w:p w:rsidR="007B4BE8" w:rsidRDefault="001E668D" w:rsidP="001E668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1E668D">
      <w:pPr>
        <w:pStyle w:val="Heading1"/>
        <w:rPr>
          <w:rtl/>
          <w:lang w:bidi="fa-IR"/>
        </w:rPr>
      </w:pPr>
      <w:bookmarkStart w:id="19" w:name="_Toc515799725"/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علائم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قائم</w:t>
      </w:r>
      <w:bookmarkEnd w:id="19"/>
    </w:p>
    <w:p w:rsidR="007B4BE8" w:rsidRDefault="007B4BE8" w:rsidP="001E66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سلمان</w:t>
      </w:r>
      <w:r>
        <w:rPr>
          <w:rtl/>
          <w:lang w:bidi="fa-IR"/>
        </w:rPr>
        <w:t xml:space="preserve">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آمدم خدمت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عرض کردم قائم از فرزندان شما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آن حضرت آه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فرمودند:</w:t>
      </w:r>
      <w:r w:rsidR="001E668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القائم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امور الصب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حقوق الرحمن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بالقرآن فاذا قتلت ملوک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العباس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الالتباس اصحاب الرم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الاقواس بوجوه کالتراس و خربت البصره هناک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القائم من ولد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. </w:t>
      </w:r>
      <w:r w:rsidRPr="001E668D">
        <w:rPr>
          <w:rStyle w:val="libFootnotenumChar"/>
          <w:rtl/>
        </w:rPr>
        <w:t>[1].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قائم</w:t>
      </w:r>
      <w:r>
        <w:rPr>
          <w:rtl/>
          <w:lang w:bidi="fa-IR"/>
        </w:rPr>
        <w:t xml:space="preserve"> ظاهر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چند نشانه به وجود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E668D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1E66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کارها به دست نوجوانان و افراد ناآگاه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E668D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1E66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حقوق خداوند رحمان (احکام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خدا)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گردد.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E668D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1E66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قرآن را با تغن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(به غنا) بخوانند.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E668D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1E66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پادشاهان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که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حق محروم، و از شناخت آن ناتوانند، به دست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راندازان</w:t>
      </w:r>
      <w:r>
        <w:rPr>
          <w:rtl/>
          <w:lang w:bidi="fa-IR"/>
        </w:rPr>
        <w:t xml:space="preserve"> و کمانداران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کشته شوند، که صورتها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همانند سپر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(منظور مغولها هستند که در نهج البلاغه - خطبه 128 - از آنها «المجان المطرقه»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سپرها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چکش خورده،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شده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E668D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1E66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بصره خراب گردد.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E66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قائم</w:t>
      </w:r>
      <w:r w:rsidR="001E668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از فرزندان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امام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حضرت صادق و حضرت باقر </w:t>
      </w:r>
      <w:r w:rsidR="001E668D" w:rsidRPr="001E668D">
        <w:rPr>
          <w:rStyle w:val="libAlaemChar"/>
          <w:rFonts w:eastAsiaTheme="minorHAnsi"/>
          <w:rtl/>
        </w:rPr>
        <w:t>عليهم‌السلام</w:t>
      </w:r>
      <w:r>
        <w:rPr>
          <w:rtl/>
          <w:lang w:bidi="fa-IR"/>
        </w:rPr>
        <w:t>نقل شده است که فرموده اند: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</w:t>
      </w:r>
      <w:r>
        <w:rPr>
          <w:rtl/>
          <w:lang w:bidi="fa-IR"/>
        </w:rPr>
        <w:t xml:space="preserve"> للطالقان فان لله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کنوزا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من ذهب ولا فضه ولکن بها رجال عرفواالله حق معرفته و هم انصار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الزمان.</w:t>
      </w:r>
      <w:r w:rsidRPr="001E668D">
        <w:rPr>
          <w:rStyle w:val="libFootnotenumChar"/>
          <w:rtl/>
        </w:rPr>
        <w:t xml:space="preserve"> [2]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خوشا</w:t>
      </w:r>
      <w:r>
        <w:rPr>
          <w:rtl/>
          <w:lang w:bidi="fa-IR"/>
        </w:rPr>
        <w:t xml:space="preserve"> به حال مردم طالقان که در اجتماع و منطقه آنان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متعال گنجها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از طلا و نقره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اما مردان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را شناخته 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اوران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در آخر الزمان هستند (به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خوشا به حال آنها).</w:t>
      </w:r>
    </w:p>
    <w:p w:rsidR="007B4BE8" w:rsidRDefault="001E668D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1E668D">
      <w:pPr>
        <w:pStyle w:val="Heading1"/>
        <w:rPr>
          <w:rtl/>
          <w:lang w:bidi="fa-IR"/>
        </w:rPr>
      </w:pPr>
      <w:bookmarkStart w:id="20" w:name="_Toc515799726"/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امام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1E668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زمان</w:t>
      </w:r>
      <w:r>
        <w:rPr>
          <w:rtl/>
          <w:lang w:bidi="fa-IR"/>
        </w:rPr>
        <w:t xml:space="preserve"> حکومت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D2494" w:rsidRPr="008D2494">
        <w:rPr>
          <w:rStyle w:val="libAlaemChar"/>
          <w:rtl/>
        </w:rPr>
        <w:t>عليهما‌السلام</w:t>
      </w:r>
      <w:bookmarkEnd w:id="20"/>
      <w:r w:rsidR="008D2494" w:rsidRPr="008D2494">
        <w:rPr>
          <w:rStyle w:val="libAlaemChar"/>
          <w:rtl/>
        </w:rPr>
        <w:t xml:space="preserve"> </w:t>
      </w:r>
    </w:p>
    <w:p w:rsidR="007B4BE8" w:rsidRDefault="007B4BE8" w:rsidP="001E66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8D2494" w:rsidRPr="008D2494">
        <w:rPr>
          <w:rStyle w:val="libAlaemChar"/>
          <w:rtl/>
        </w:rPr>
        <w:t>عليهما‌السلام</w:t>
      </w:r>
      <w:r>
        <w:rPr>
          <w:rtl/>
          <w:lang w:bidi="fa-IR"/>
        </w:rPr>
        <w:t>درباره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دوران جهانگ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لفدا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</w:t>
      </w:r>
      <w:r>
        <w:rPr>
          <w:rtl/>
          <w:lang w:bidi="fa-IR"/>
        </w:rPr>
        <w:t xml:space="preserve">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بالنشاء مراکب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اربعمائه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ساحل عکا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طرطوس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فتحها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تقدم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انطاک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فتحها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هاجم</w:t>
      </w:r>
      <w:r>
        <w:rPr>
          <w:rtl/>
          <w:lang w:bidi="fa-IR"/>
        </w:rPr>
        <w:t xml:space="preserve"> القسطنطن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فتحها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توجه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بلاد الروم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</w:t>
      </w:r>
      <w:r>
        <w:rPr>
          <w:rtl/>
          <w:lang w:bidi="fa-IR"/>
        </w:rPr>
        <w:t xml:space="preserve"> 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مع اصحابه.» </w:t>
      </w:r>
      <w:r w:rsidRPr="001E668D">
        <w:rPr>
          <w:rStyle w:val="libFootnotenumChar"/>
          <w:rtl/>
        </w:rPr>
        <w:t>[3].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D2494" w:rsidRPr="008D2494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 xml:space="preserve">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مرکبها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بسازند و در کرانه عکا چهار صد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به طرف طرطوس </w:t>
      </w:r>
      <w:r w:rsidRPr="001E668D">
        <w:rPr>
          <w:rStyle w:val="libFootnotenumChar"/>
          <w:rtl/>
        </w:rPr>
        <w:t>[4]</w:t>
      </w:r>
      <w:r>
        <w:rPr>
          <w:rtl/>
          <w:lang w:bidi="fa-IR"/>
        </w:rPr>
        <w:t xml:space="preserve"> به حرکت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آنجا را فتح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از طرطوس به سمت انطاک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آنجا را هم فتح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از انطاک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طرف قسطنطن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Pr="001E668D">
        <w:rPr>
          <w:rStyle w:val="libFootnotenumChar"/>
          <w:rtl/>
        </w:rPr>
        <w:t>[5]</w:t>
      </w:r>
      <w:r>
        <w:rPr>
          <w:rtl/>
          <w:lang w:bidi="fa-IR"/>
        </w:rPr>
        <w:t xml:space="preserve"> هجوم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هم فتح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به جانب بلاد روم (کشورها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همه آن کشورها را مسخر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(اللهم عجل فرجه).</w:t>
      </w:r>
    </w:p>
    <w:p w:rsidR="007B4BE8" w:rsidRPr="001E668D" w:rsidRDefault="001E668D" w:rsidP="001E668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7B4BE8" w:rsidRDefault="007B4BE8" w:rsidP="001E668D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1E668D" w:rsidP="001E66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7B4BE8">
        <w:rPr>
          <w:rtl/>
          <w:lang w:bidi="fa-IR"/>
        </w:rPr>
        <w:t>[1] بحارالانوار، ج 52 /</w:t>
      </w:r>
    </w:p>
    <w:p w:rsidR="007B4BE8" w:rsidRDefault="007B4BE8" w:rsidP="001E668D">
      <w:pPr>
        <w:pStyle w:val="libFootnote0"/>
        <w:rPr>
          <w:rtl/>
          <w:lang w:bidi="fa-IR"/>
        </w:rPr>
      </w:pPr>
    </w:p>
    <w:p w:rsidR="007B4BE8" w:rsidRDefault="007B4BE8" w:rsidP="001E668D">
      <w:pPr>
        <w:pStyle w:val="libFootnote0"/>
        <w:rPr>
          <w:rtl/>
          <w:lang w:bidi="fa-IR"/>
        </w:rPr>
      </w:pPr>
      <w:r>
        <w:rPr>
          <w:rtl/>
          <w:lang w:bidi="fa-IR"/>
        </w:rPr>
        <w:t>[2] روزگار 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429.</w:t>
      </w:r>
    </w:p>
    <w:p w:rsidR="007B4BE8" w:rsidRDefault="007B4BE8" w:rsidP="001E668D">
      <w:pPr>
        <w:pStyle w:val="libFootnote0"/>
        <w:rPr>
          <w:rtl/>
          <w:lang w:bidi="fa-IR"/>
        </w:rPr>
      </w:pPr>
    </w:p>
    <w:p w:rsidR="007B4BE8" w:rsidRDefault="007B4BE8" w:rsidP="001E668D">
      <w:pPr>
        <w:pStyle w:val="libFootnote0"/>
        <w:rPr>
          <w:rtl/>
          <w:lang w:bidi="fa-IR"/>
        </w:rPr>
      </w:pPr>
      <w:r>
        <w:rPr>
          <w:rtl/>
          <w:lang w:bidi="fa-IR"/>
        </w:rPr>
        <w:t>[3]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471.</w:t>
      </w:r>
    </w:p>
    <w:p w:rsidR="007B4BE8" w:rsidRDefault="007B4BE8" w:rsidP="001E668D">
      <w:pPr>
        <w:pStyle w:val="libFootnote0"/>
        <w:rPr>
          <w:rtl/>
          <w:lang w:bidi="fa-IR"/>
        </w:rPr>
      </w:pPr>
    </w:p>
    <w:p w:rsidR="007B4BE8" w:rsidRDefault="007B4BE8" w:rsidP="001E668D">
      <w:pPr>
        <w:pStyle w:val="libFootnote0"/>
        <w:rPr>
          <w:rtl/>
          <w:lang w:bidi="fa-IR"/>
        </w:rPr>
      </w:pPr>
      <w:r>
        <w:rPr>
          <w:rtl/>
          <w:lang w:bidi="fa-IR"/>
        </w:rPr>
        <w:t>[4] طرطوس از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است.</w:t>
      </w:r>
    </w:p>
    <w:p w:rsidR="001E668D" w:rsidRDefault="001E668D" w:rsidP="001E668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7B4BE8">
        <w:rPr>
          <w:rtl/>
          <w:lang w:bidi="fa-IR"/>
        </w:rPr>
        <w:t>[5] استانبول فعل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>.</w:t>
      </w:r>
    </w:p>
    <w:p w:rsidR="007B4BE8" w:rsidRDefault="001E668D" w:rsidP="001E668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1E668D">
      <w:pPr>
        <w:pStyle w:val="Heading1"/>
        <w:rPr>
          <w:rtl/>
          <w:lang w:bidi="fa-IR"/>
        </w:rPr>
      </w:pPr>
      <w:bookmarkStart w:id="21" w:name="_Toc515799727"/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1E668D" w:rsidRPr="001E668D">
        <w:rPr>
          <w:rStyle w:val="libAlaemChar"/>
          <w:rtl/>
        </w:rPr>
        <w:t xml:space="preserve"> </w:t>
      </w:r>
      <w:r w:rsidR="001E668D" w:rsidRPr="001E21FC">
        <w:rPr>
          <w:rStyle w:val="libAlaemChar"/>
          <w:rtl/>
        </w:rPr>
        <w:t xml:space="preserve">عليه‌السلام </w:t>
      </w:r>
      <w:r w:rsidR="001E668D">
        <w:rPr>
          <w:rtl/>
          <w:lang w:bidi="fa-IR"/>
        </w:rPr>
        <w:t xml:space="preserve"> </w:t>
      </w:r>
      <w:r>
        <w:rPr>
          <w:rtl/>
          <w:lang w:bidi="fa-IR"/>
        </w:rPr>
        <w:t>و نزول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2657" w:rsidRPr="00AF2657">
        <w:rPr>
          <w:rStyle w:val="libAlaemChar"/>
          <w:rtl/>
        </w:rPr>
        <w:t>عليهما‌السلام</w:t>
      </w:r>
      <w:bookmarkEnd w:id="21"/>
      <w:r w:rsidR="00AF2657" w:rsidRPr="00AF2657">
        <w:rPr>
          <w:rStyle w:val="libAlaemChar"/>
          <w:rtl/>
        </w:rPr>
        <w:t xml:space="preserve"> 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ظهور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آن هم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روز جمعه: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ثم</w:t>
      </w:r>
      <w:r>
        <w:rPr>
          <w:rtl/>
          <w:lang w:bidi="fa-IR"/>
        </w:rPr>
        <w:t xml:space="preserve"> ان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رجع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بالناس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فاذا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الجمعه وقد 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الصلوه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نزل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تلک الساعه من السماء 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ثوابان احمر ان کانما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قطر</w:t>
      </w:r>
      <w:r>
        <w:rPr>
          <w:rtl/>
          <w:lang w:bidi="fa-IR"/>
        </w:rPr>
        <w:t xml:space="preserve"> من راءسه الدهن و هو رجل 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المنظر والوجه اشبه الخلق بابراه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صافحه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بشره</w:t>
      </w:r>
      <w:r>
        <w:rPr>
          <w:rtl/>
          <w:lang w:bidi="fa-IR"/>
        </w:rPr>
        <w:t xml:space="preserve"> بالنصر فعند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له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روح الله وصل بالناس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 الصلوه 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رسول الله فعند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</w:t>
      </w:r>
      <w:r>
        <w:rPr>
          <w:rtl/>
          <w:lang w:bidi="fa-IR"/>
        </w:rPr>
        <w:t xml:space="preserve"> ذن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خلف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 w:rsidRPr="001E668D">
        <w:rPr>
          <w:rStyle w:val="libFootnotenumChar"/>
          <w:rtl/>
        </w:rPr>
        <w:t>[1]</w:t>
      </w:r>
      <w:r>
        <w:rPr>
          <w:rtl/>
          <w:lang w:bidi="fa-IR"/>
        </w:rPr>
        <w:t>.</w:t>
      </w:r>
    </w:p>
    <w:p w:rsidR="007B4BE8" w:rsidRDefault="007B4BE8" w:rsidP="001E66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جانب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آنجا با مردم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تا روز جمعه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مردم آماده نماز هستند که ناگهان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ساعت از آسمان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 لباس قرمز به تن دارد و قطرات عرق از سر و صورتش مانند قط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روغن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خوش اندام است که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به حضرت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الرحمن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مصاحفه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بشارت به فتح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تعارف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جلو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مردم نماز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رسول</w:t>
      </w:r>
      <w:r>
        <w:rPr>
          <w:rtl/>
          <w:lang w:bidi="fa-IR"/>
        </w:rPr>
        <w:t xml:space="preserve"> خدا! «بل الصلوه لک».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مخصوص به شماست.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 جلو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و جناب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آن حضرت اقتدا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(اللهم عجل فرجه).</w:t>
      </w:r>
    </w:p>
    <w:p w:rsidR="007B4BE8" w:rsidRDefault="001E668D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1E668D">
      <w:pPr>
        <w:pStyle w:val="Heading1"/>
        <w:rPr>
          <w:rtl/>
          <w:lang w:bidi="fa-IR"/>
        </w:rPr>
      </w:pPr>
      <w:bookmarkStart w:id="22" w:name="_Toc515799728"/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1E668D" w:rsidRPr="001E668D">
        <w:rPr>
          <w:rStyle w:val="libAlaemChar"/>
          <w:rtl/>
        </w:rPr>
        <w:t xml:space="preserve"> </w:t>
      </w:r>
      <w:r w:rsidR="001E668D" w:rsidRPr="001E21FC">
        <w:rPr>
          <w:rStyle w:val="libAlaemChar"/>
          <w:rtl/>
        </w:rPr>
        <w:t xml:space="preserve">عليه‌السلام </w:t>
      </w:r>
      <w:r w:rsidR="001E668D">
        <w:rPr>
          <w:rtl/>
          <w:lang w:bidi="fa-IR"/>
        </w:rPr>
        <w:t xml:space="preserve"> </w:t>
      </w:r>
      <w:r>
        <w:rPr>
          <w:rtl/>
          <w:lang w:bidi="fa-IR"/>
        </w:rPr>
        <w:t>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bookmarkEnd w:id="22"/>
    </w:p>
    <w:p w:rsidR="007B4BE8" w:rsidRDefault="007B4BE8" w:rsidP="001E66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8D2494" w:rsidRPr="008D2494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از وجود مقدس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668D" w:rsidRPr="001E21FC">
        <w:rPr>
          <w:rStyle w:val="libAlaemChar"/>
          <w:rtl/>
        </w:rPr>
        <w:t xml:space="preserve">عليه‌السلام </w:t>
      </w:r>
      <w:r w:rsidR="001E668D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آن سرور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«قال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زمان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ظرف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الفاجر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قرب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الماجن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ضعف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المنصف قال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له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فقال (اذ اتخذت الامانه مغنما و الزکاه مغرما و العباده استطاله و الصله منا قال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له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فقا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(ع» اذا تسلطن النساء وسلطن الاماء و امر الصب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. </w:t>
      </w:r>
      <w:r w:rsidRPr="001E668D">
        <w:rPr>
          <w:rStyle w:val="libFootnotenumChar"/>
          <w:rtl/>
        </w:rPr>
        <w:t>[2]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مسلما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مردم خواهد آمد که افراد فاجر و گناهکار را مورد احترام خاص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سخن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بد زبان را مقرب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و افراد با انصاف را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ناتوان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شمارند. عرض کردند: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شد؟ فرمودند: (هر وقت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امانت را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</w:t>
      </w:r>
      <w:r>
        <w:rPr>
          <w:rFonts w:hint="eastAsia"/>
          <w:rtl/>
          <w:lang w:bidi="fa-IR"/>
        </w:rPr>
        <w:t>ارند</w:t>
      </w:r>
      <w:r>
        <w:rPr>
          <w:rtl/>
          <w:lang w:bidi="fa-IR"/>
        </w:rPr>
        <w:t xml:space="preserve"> (خ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به امانت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کنند)، دادن زکات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غرامت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پندارند، عبادت را بار و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دوش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و</w:t>
      </w:r>
      <w:r w:rsidR="004857A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صله کردن را با منت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عرض کردند: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شد؟ فرمودند:) هرگاه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زنان تسلط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کردند (بر امور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>)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هر وقت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اماء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و نوجوانان به زمامدار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اگر</w:t>
      </w:r>
      <w:r>
        <w:rPr>
          <w:rtl/>
          <w:lang w:bidi="fa-IR"/>
        </w:rPr>
        <w:t xml:space="preserve"> دقت</w:t>
      </w:r>
      <w:r w:rsidR="004857A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علامتها در اجتماع ما در ابعاد مختلف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Pr="004857A9" w:rsidRDefault="004857A9" w:rsidP="004857A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7B4BE8" w:rsidRDefault="007B4BE8" w:rsidP="004857A9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4857A9">
      <w:pPr>
        <w:pStyle w:val="libFootnote0"/>
        <w:rPr>
          <w:rtl/>
          <w:lang w:bidi="fa-IR"/>
        </w:rPr>
      </w:pPr>
    </w:p>
    <w:p w:rsidR="007B4BE8" w:rsidRDefault="007B4BE8" w:rsidP="004857A9">
      <w:pPr>
        <w:pStyle w:val="libFootnote0"/>
        <w:rPr>
          <w:rtl/>
          <w:lang w:bidi="fa-IR"/>
        </w:rPr>
      </w:pPr>
      <w:r>
        <w:rPr>
          <w:rtl/>
          <w:lang w:bidi="fa-IR"/>
        </w:rPr>
        <w:t>[1] روزگارها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554.</w:t>
      </w:r>
    </w:p>
    <w:p w:rsidR="007B4BE8" w:rsidRDefault="007B4BE8" w:rsidP="004857A9">
      <w:pPr>
        <w:pStyle w:val="libFootnote0"/>
        <w:rPr>
          <w:rtl/>
          <w:lang w:bidi="fa-IR"/>
        </w:rPr>
      </w:pPr>
    </w:p>
    <w:p w:rsidR="007B4BE8" w:rsidRDefault="007B4BE8" w:rsidP="004857A9">
      <w:pPr>
        <w:pStyle w:val="libFootnote0"/>
        <w:rPr>
          <w:rtl/>
          <w:lang w:bidi="fa-IR"/>
        </w:rPr>
      </w:pPr>
      <w:r>
        <w:rPr>
          <w:rtl/>
          <w:lang w:bidi="fa-IR"/>
        </w:rPr>
        <w:t>[2] بحار الانوار،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265.</w:t>
      </w:r>
    </w:p>
    <w:p w:rsidR="007B4BE8" w:rsidRDefault="004857A9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4857A9">
      <w:pPr>
        <w:pStyle w:val="Heading1"/>
        <w:rPr>
          <w:rtl/>
          <w:lang w:bidi="fa-IR"/>
        </w:rPr>
      </w:pPr>
      <w:bookmarkStart w:id="23" w:name="_Toc515799729"/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bookmarkEnd w:id="23"/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وجود مقدس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857A9" w:rsidRPr="001E21FC">
        <w:rPr>
          <w:rStyle w:val="libAlaemChar"/>
          <w:rtl/>
        </w:rPr>
        <w:t xml:space="preserve">عليه‌السلام </w:t>
      </w:r>
      <w:r w:rsidR="004857A9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آن سرور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زمان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ظرف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الفاجر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قرب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الماجن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ضعف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المنصف قال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له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فقال (اذ اتخذت الامانه مغنما والزکاه مغرما و العباده استطاله والصله منا قال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له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فقال (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)) اذا تسلطلن النساء و سلطن الاماء و امر الصب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. </w:t>
      </w:r>
      <w:r w:rsidRPr="004857A9">
        <w:rPr>
          <w:rStyle w:val="libFootnotenumChar"/>
          <w:rtl/>
        </w:rPr>
        <w:t>[1]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مسلما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مردم خواهد آمد که افراد فاجر و گناهکار را مورد احترام خاص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سخن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بد زبان را مقرب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و افراد با انصاف را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ناتوان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شمارند. عرض کردند: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شد؟ فرمودند: (هر وقت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امانت را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(خ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به امانت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کنند)، دادن زکات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غرامت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پندارند، عبادت را بار و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دوش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و صله کردن را با منت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عرض کردند: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شد؟ فرمودند:) هرگاه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زنان تسلط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کردند (بر امور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>)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هر وقت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اماء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و نوجوانان به زمامدار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7B4BE8" w:rsidRDefault="004857A9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دقت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علامتها در اجتماع ما در ابعاد مختلف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Pr="004857A9" w:rsidRDefault="004857A9" w:rsidP="004857A9">
      <w:pPr>
        <w:pStyle w:val="libLine"/>
        <w:rPr>
          <w:rtl/>
        </w:rPr>
      </w:pPr>
      <w:r w:rsidRPr="004857A9">
        <w:rPr>
          <w:rFonts w:hint="cs"/>
          <w:rtl/>
        </w:rPr>
        <w:t>_______________________________________</w:t>
      </w:r>
    </w:p>
    <w:p w:rsidR="007B4BE8" w:rsidRDefault="007B4BE8" w:rsidP="004857A9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4857A9">
      <w:pPr>
        <w:pStyle w:val="libFootnote0"/>
        <w:rPr>
          <w:rtl/>
          <w:lang w:bidi="fa-IR"/>
        </w:rPr>
      </w:pPr>
    </w:p>
    <w:p w:rsidR="007B4BE8" w:rsidRDefault="007B4BE8" w:rsidP="004857A9">
      <w:pPr>
        <w:pStyle w:val="libFootnote0"/>
        <w:rPr>
          <w:rtl/>
          <w:lang w:bidi="fa-IR"/>
        </w:rPr>
      </w:pPr>
      <w:r>
        <w:rPr>
          <w:rtl/>
          <w:lang w:bidi="fa-IR"/>
        </w:rPr>
        <w:t>[1] بحارالانوار،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265.</w:t>
      </w:r>
    </w:p>
    <w:p w:rsidR="007B4BE8" w:rsidRDefault="004857A9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4857A9">
      <w:pPr>
        <w:pStyle w:val="Heading1"/>
        <w:rPr>
          <w:rtl/>
          <w:lang w:bidi="fa-IR"/>
        </w:rPr>
      </w:pPr>
      <w:bookmarkStart w:id="24" w:name="_Toc515799730"/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امام محمد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</w:t>
      </w:r>
      <w:bookmarkEnd w:id="24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فضل</w:t>
      </w:r>
      <w:r>
        <w:rPr>
          <w:rtl/>
          <w:lang w:bidi="fa-IR"/>
        </w:rPr>
        <w:t xml:space="preserve"> بن شاذان از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حمزه ثمال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قلت</w:t>
      </w:r>
      <w:r>
        <w:rPr>
          <w:rtl/>
          <w:lang w:bidi="fa-IR"/>
        </w:rPr>
        <w:t xml:space="preserve"> 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خروج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المحتوم؟ قال نعم و النداء من المحتوم و طلوع الشمس من مغربها من المحتوم و</w:t>
      </w:r>
      <w:r w:rsidR="004857A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اختلاف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العباس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الدوله من المحتوم و قتل النفس الزک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محتوم و خروج القائم من آل 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محتوم، قلت: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النداء؟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السماء اول النهار الا ان الحق مع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عته</w:t>
      </w:r>
      <w:r>
        <w:rPr>
          <w:rtl/>
          <w:lang w:bidi="fa-IR"/>
        </w:rPr>
        <w:t xml:space="preserve">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النهار من الارض الا ان الحق مع عثمان </w:t>
      </w:r>
      <w:r>
        <w:rPr>
          <w:rFonts w:hint="eastAsia"/>
          <w:rtl/>
          <w:lang w:bidi="fa-IR"/>
        </w:rPr>
        <w:t>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عته</w:t>
      </w:r>
      <w:r>
        <w:rPr>
          <w:rtl/>
          <w:lang w:bidi="fa-IR"/>
        </w:rPr>
        <w:t xml:space="preserve"> فعند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رتاب</w:t>
      </w:r>
      <w:r>
        <w:rPr>
          <w:rtl/>
          <w:lang w:bidi="fa-IR"/>
        </w:rPr>
        <w:t xml:space="preserve"> المبطلون. </w:t>
      </w:r>
      <w:r w:rsidRPr="004857A9">
        <w:rPr>
          <w:rStyle w:val="libFootnotenumChar"/>
          <w:rtl/>
        </w:rPr>
        <w:t>[1]</w:t>
      </w:r>
      <w:r>
        <w:rPr>
          <w:rtl/>
          <w:lang w:bidi="fa-IR"/>
        </w:rPr>
        <w:t>.</w:t>
      </w: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امام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عرض کردم: خروج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است؟ فرمودند: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علائم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طلوع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مغرب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اختلاف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در رابطه با حکومت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کشته شدن نفس 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قائم آل محمد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عرض کردم: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چگونه است؟ فرمودند: اول صبح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ندا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حق با عل</w:t>
      </w:r>
      <w:r>
        <w:rPr>
          <w:rFonts w:hint="cs"/>
          <w:rtl/>
          <w:lang w:bidi="fa-IR"/>
        </w:rPr>
        <w:t>ی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اوست. آخر وقت همان روز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که حق با عثمان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اوست.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دوم اهل باطل در 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(آر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ابوالجارود،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حضرت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حضرت با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اذا</w:t>
      </w:r>
      <w:r>
        <w:rPr>
          <w:rtl/>
          <w:lang w:bidi="fa-IR"/>
        </w:rPr>
        <w:t xml:space="preserve"> قام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سار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الکوفه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منها بضعه عشر الف نفس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دعون</w:t>
      </w:r>
      <w:r>
        <w:rPr>
          <w:rtl/>
          <w:lang w:bidi="fa-IR"/>
        </w:rPr>
        <w:t xml:space="preserve"> البتر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السلاح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قولون</w:t>
      </w:r>
      <w:r>
        <w:rPr>
          <w:rtl/>
          <w:lang w:bidi="fa-IR"/>
        </w:rPr>
        <w:t xml:space="preserve"> له ارجع من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جئت فلا حاجه لنا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فاطمه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ضع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آخرهم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</w:t>
      </w:r>
      <w:r>
        <w:rPr>
          <w:rtl/>
          <w:lang w:bidi="fa-IR"/>
        </w:rPr>
        <w:t xml:space="preserve"> الکوفه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</w:t>
      </w:r>
      <w:r>
        <w:rPr>
          <w:rtl/>
          <w:lang w:bidi="fa-IR"/>
        </w:rPr>
        <w:t xml:space="preserve"> بها کل منافق مرتاب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هدم</w:t>
      </w:r>
      <w:r>
        <w:rPr>
          <w:rtl/>
          <w:lang w:bidi="fa-IR"/>
        </w:rPr>
        <w:t xml:space="preserve"> قصورها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</w:t>
      </w:r>
      <w:r>
        <w:rPr>
          <w:rtl/>
          <w:lang w:bidi="fa-IR"/>
        </w:rPr>
        <w:t xml:space="preserve"> مقاتل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عزوجل.</w:t>
      </w:r>
      <w:r w:rsidRPr="004857A9">
        <w:rPr>
          <w:rStyle w:val="libFootnotenumChar"/>
          <w:rtl/>
        </w:rPr>
        <w:t xml:space="preserve"> [2]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کند، به کوفه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ده هزار نفر</w:t>
      </w:r>
      <w:r w:rsidR="004857A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آنجا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آنها را «بتر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پس، به آن حضرت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کنند: برگرد به همان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فرزندان فاطمه </w:t>
      </w:r>
      <w:r w:rsidR="004857A9" w:rsidRPr="004857A9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>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پس،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و همه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کشد. سپس وارد کوفه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تمام افراد منافق و جنگجو را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تا خداوند متعال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جابر</w:t>
      </w:r>
      <w:r>
        <w:rPr>
          <w:rtl/>
          <w:lang w:bidi="fa-IR"/>
        </w:rPr>
        <w:t xml:space="preserve"> از امام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ارتباط با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قام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ضرب فساط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الناس القرآن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انزل الله عزوجل فاصعب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حفظه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لانه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خالف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التاءل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. </w:t>
      </w:r>
      <w:r w:rsidRPr="004857A9">
        <w:rPr>
          <w:rStyle w:val="libFootnotenumChar"/>
          <w:rtl/>
        </w:rPr>
        <w:t>[3]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قائم آل محمد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را برپا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(گو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کوفه باشد) و قرآن را به مردم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چنانکه خداوند بر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نازل فرمود (از نظر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فرود آمدن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اول) و مردم را با قرآن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آشنا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آن 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ق</w:t>
      </w:r>
      <w:r>
        <w:rPr>
          <w:rFonts w:hint="eastAsia"/>
          <w:rtl/>
          <w:lang w:bidi="fa-IR"/>
        </w:rPr>
        <w:t>رآن</w:t>
      </w:r>
      <w:r>
        <w:rPr>
          <w:rtl/>
          <w:lang w:bidi="fa-IR"/>
        </w:rPr>
        <w:t xml:space="preserve"> را قبلا حفظ کرده اند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مشکل است (از نظر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سوره ها و نازل شدن در گذشته).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امام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عرض شد: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اصحابنا بالکوفه جماعه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فلو امرتهم لاطاعوک و اتبعوک فقال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احدهم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اخذ</w:t>
      </w:r>
      <w:r>
        <w:rPr>
          <w:rtl/>
          <w:lang w:bidi="fa-IR"/>
        </w:rPr>
        <w:t xml:space="preserve"> منه حاجته؟ فقال لا فقال فهم بدمائهم ابخل... ثم قال ان الناس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هدنه نناکحهم و نوارثهم و نق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الحدود و نؤ 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اماناتهم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 قام القائم جاءت المزا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الرجل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اءخذ</w:t>
      </w:r>
      <w:r>
        <w:rPr>
          <w:rtl/>
          <w:lang w:bidi="fa-IR"/>
        </w:rPr>
        <w:t xml:space="preserve"> حاجته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منعه</w:t>
      </w:r>
      <w:r>
        <w:rPr>
          <w:rtl/>
          <w:lang w:bidi="fa-IR"/>
        </w:rPr>
        <w:t xml:space="preserve">. </w:t>
      </w:r>
      <w:r w:rsidRPr="004857A9">
        <w:rPr>
          <w:rStyle w:val="libFootnotenumChar"/>
          <w:rtl/>
        </w:rPr>
        <w:t>[4]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اصحاب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در کوفه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 w:rsidR="004857A9">
        <w:rPr>
          <w:rtl/>
          <w:lang w:bidi="fa-IR"/>
        </w:rPr>
        <w:t xml:space="preserve"> هستند</w:t>
      </w:r>
      <w:r w:rsidR="004857A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دستور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صادر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شما اطاعت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امام در جوابش فرمودند: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دست در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خودشان را برطرف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سازند؟ عرض شد: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 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انفاق 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در راه خداوند مضا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چگونه جانش را به فرمان ما در راه </w:t>
      </w:r>
      <w:r>
        <w:rPr>
          <w:rFonts w:hint="eastAsia"/>
          <w:rtl/>
          <w:lang w:bidi="fa-IR"/>
        </w:rPr>
        <w:t>حق</w:t>
      </w:r>
      <w:r>
        <w:rPr>
          <w:rtl/>
          <w:lang w:bidi="fa-IR"/>
        </w:rPr>
        <w:t xml:space="preserve"> بذل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مردم در معرض امتحان هستند. ما با آنها ازدواج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آنها ارث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حدود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آنها اقامه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امانات آنها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حضرت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کند.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آنچنان گسترش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که مردم بدون اجازه </w:t>
      </w: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در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هرچه لازم داشته باشند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برنامه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ارواحنا له الفداء).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مسلم ثقف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امام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فرمودند:</w:t>
      </w: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القائم</w:t>
      </w:r>
      <w:r>
        <w:rPr>
          <w:rtl/>
          <w:lang w:bidi="fa-IR"/>
        </w:rPr>
        <w:t xml:space="preserve"> منصور بالرعب مؤ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بالنصر تطو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الارض و تظهر له الکنوز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بلغ</w:t>
      </w:r>
      <w:r>
        <w:rPr>
          <w:rtl/>
          <w:lang w:bidi="fa-IR"/>
        </w:rPr>
        <w:t xml:space="preserve"> سلطانه المشرق و المغرب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ولو کره المشرکون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خراب الا عمر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نزل</w:t>
      </w:r>
      <w:r>
        <w:rPr>
          <w:rtl/>
          <w:lang w:bidi="fa-IR"/>
        </w:rPr>
        <w:t xml:space="preserve"> روح الله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خلفه فقلت له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رسول الله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قائمکم قال اذا تشبه الرجال بالنساء و النساء بالرجال و اکتف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الرجال بالرجال والنساء بالنساء و رکب ذوات الفروج السروج و قبلت شهاده الزور و ردت شهاده العدل واستخف الناس بالدماء و ارتکاب الزنا و الکل الربا و اتق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الاسرار مخافه السنتهم و خرج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الشام 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من و خسف بالب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و قتل غلام من آل محمد </w:t>
      </w:r>
      <w:r w:rsidR="004857A9" w:rsidRPr="004857A9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الرکن و المقام اسمه محمد بن الحسن النفس الزک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جائت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من السماء بان الحق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عته</w:t>
      </w:r>
      <w:r>
        <w:rPr>
          <w:rtl/>
          <w:lang w:bidi="fa-IR"/>
        </w:rPr>
        <w:t xml:space="preserve"> فعند ذلک خروج قائمنا فاذا خرج اسند ظهره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الکعبه و اجتمع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ثلاثمائه و ثلاثه عشر رجلا و اول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نطق</w:t>
      </w:r>
      <w:r>
        <w:rPr>
          <w:rtl/>
          <w:lang w:bidi="fa-IR"/>
        </w:rPr>
        <w:t xml:space="preserve"> به هذه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 «بق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لکم ان کنتم مؤم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>.</w:t>
      </w:r>
      <w:r w:rsidRPr="004857A9">
        <w:rPr>
          <w:rStyle w:val="libFootnotenumChar"/>
          <w:rtl/>
        </w:rPr>
        <w:t xml:space="preserve"> [5]</w:t>
      </w:r>
      <w:r>
        <w:rPr>
          <w:rtl/>
          <w:lang w:bidi="fa-IR"/>
        </w:rPr>
        <w:t xml:space="preserve">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انا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و حجته و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سلم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مسلم الا قال 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ارضه فاذا اجتمع له العقد و هو عشره آلاف رجل خرج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معبود دؤ ن الله عزوجل من صنم او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الا وقعت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نارفا حترق و ذلک بعد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طو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الله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ؤمن</w:t>
      </w:r>
      <w:r>
        <w:rPr>
          <w:rtl/>
          <w:lang w:bidi="fa-IR"/>
        </w:rPr>
        <w:t xml:space="preserve"> به. </w:t>
      </w:r>
      <w:r w:rsidRPr="004857A9">
        <w:rPr>
          <w:rStyle w:val="libFootnotenumChar"/>
          <w:rtl/>
        </w:rPr>
        <w:t>[6].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قائم</w:t>
      </w:r>
      <w:r>
        <w:rPr>
          <w:rtl/>
          <w:lang w:bidi="fa-IR"/>
        </w:rPr>
        <w:t xml:space="preserve"> ما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ترس و رعب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نصرت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بزرگ.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مبارکش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در نورد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گنجها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خودشان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آن حضرت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سلطنتش مشرق و مغرب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مقدس اسلام بر تمام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غلبه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ولو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دشمنان خدا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نباشند، و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آباد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نخواهد 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آسمان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پشت سر آن حضرت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کردم: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رسول خدا!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 و چه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قائم شما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هرگاه مردان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زنان و زنان مانند مردان شوند.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857A9">
        <w:rPr>
          <w:rFonts w:hint="cs"/>
          <w:rtl/>
          <w:lang w:bidi="fa-IR"/>
        </w:rPr>
        <w:t xml:space="preserve"> -</w:t>
      </w:r>
      <w:r w:rsidR="004857A9">
        <w:rPr>
          <w:rtl/>
          <w:lang w:bidi="fa-IR"/>
        </w:rPr>
        <w:t xml:space="preserve"> مردها ب</w:t>
      </w:r>
      <w:r w:rsidR="004857A9">
        <w:rPr>
          <w:rFonts w:hint="cs"/>
          <w:rtl/>
          <w:lang w:bidi="fa-IR"/>
        </w:rPr>
        <w:t xml:space="preserve">ه </w:t>
      </w:r>
      <w:r>
        <w:rPr>
          <w:rFonts w:hint="eastAsia"/>
          <w:rtl/>
          <w:lang w:bidi="fa-IR"/>
        </w:rPr>
        <w:t>مردها</w:t>
      </w:r>
      <w:r>
        <w:rPr>
          <w:rtl/>
          <w:lang w:bidi="fa-IR"/>
        </w:rPr>
        <w:t xml:space="preserve"> اکتفا کنند و زنان به زنان (اشاره به لواط و مساحقه).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زنان سوار بر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شوند (سوار شدن بر اسب، اتومب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شهادت دروغ و برخلاف واقع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عادل و صاحبان تقوا را رد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قتل و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کوچک شمرده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مردم مرتکب زنا شوند.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رباخوار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رواج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مردم از زبان اشرار بترسند.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حرکت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خسف و فرورفتگ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57A9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4857A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آل 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رکن مقام کشته شود که نام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محمد بن حسن معروف به نفس 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300D5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F300D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بلند شود که حق با او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اوست.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E2023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قائم 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پس، آنگاه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 به کعبه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تن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مخصوص آن حضرت اطرافش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اول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است: «باق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 xml:space="preserve"> خدا بهتر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اگر به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 سپس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و حجت 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خداوند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هستم. پس، همه مسلمانان آن حضرت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عبارت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کنند: «سلام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>. پس،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عدد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ده هزار نفر باشد در خدمت آن حضرت اجتماع کردند از مکه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در کره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معبو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خداوند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</w:t>
      </w:r>
      <w:r>
        <w:rPr>
          <w:rtl/>
          <w:lang w:bidi="fa-IR"/>
        </w:rPr>
        <w:t xml:space="preserve"> عبادت نخواهد شد، اساس بت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خواهد رفت و همه آنها</w:t>
      </w:r>
      <w:r w:rsidR="00E2023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آتش غضب آن سرور خواهند سوخت.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بن مسلم! البته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خداوند عالم، بندگان 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فرمانبردار خودش را به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بشناساند.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از حضرت ابوجعفر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جناب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بالقائم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عاشورا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السبت قائما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الرکن و المقام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لله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ملاها</w:t>
      </w:r>
      <w:r>
        <w:rPr>
          <w:rtl/>
          <w:lang w:bidi="fa-IR"/>
        </w:rPr>
        <w:t xml:space="preserve"> عدلا کما ملئت ظلما وجورا. </w:t>
      </w:r>
      <w:r w:rsidRPr="001A158E">
        <w:rPr>
          <w:rStyle w:val="libFootnotenumChar"/>
          <w:rtl/>
        </w:rPr>
        <w:t>[7].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قائم (آل محمد) را در روز عاشورا، روز شنبه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رکن و مقام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8D2494" w:rsidRPr="008D2494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 xml:space="preserve"> در کنار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خداست (مردم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الفداء،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خداوند است). آنگاه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پر از عدل و داد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چنانکه پر از ظلم و جور شده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سراج از جابر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جابر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القائم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شمل</w:t>
      </w:r>
      <w:r>
        <w:rPr>
          <w:rtl/>
          <w:lang w:bidi="fa-IR"/>
        </w:rPr>
        <w:t xml:space="preserve"> (الناس ب)الشام فتنه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طلبون</w:t>
      </w:r>
      <w:r>
        <w:rPr>
          <w:rtl/>
          <w:lang w:bidi="fa-IR"/>
        </w:rPr>
        <w:t xml:space="preserve"> المخرج منها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جدونه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قتل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الکوفه و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قتلا 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سواء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من السماء.</w:t>
      </w:r>
      <w:r w:rsidRPr="001A158E">
        <w:rPr>
          <w:rStyle w:val="libFootnotenumChar"/>
          <w:rtl/>
        </w:rPr>
        <w:t xml:space="preserve"> [8].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جابر! قائم ظاهر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فتنه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(مردم را) در شام فرا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مردم راه فرار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فتنه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کوفه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کشتار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هر دو طرف از نظر دادن کشته مساو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لحاظ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 و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ندا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مسلم از حضرت باقر العلوم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A158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توقعوا</w:t>
      </w:r>
      <w:r>
        <w:rPr>
          <w:rtl/>
          <w:lang w:bidi="fa-IR"/>
        </w:rPr>
        <w:t xml:space="preserve"> الصوت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بغته من</w:t>
      </w:r>
      <w:r w:rsidR="001A158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دمشق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لکم فرج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 w:rsidRPr="001A158E">
        <w:rPr>
          <w:rStyle w:val="libFootnotenumChar"/>
          <w:rtl/>
        </w:rPr>
        <w:t>[9]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منتظر</w:t>
      </w:r>
      <w:r>
        <w:rPr>
          <w:rtl/>
          <w:lang w:bidi="fa-IR"/>
        </w:rPr>
        <w:t xml:space="preserve"> صدا که ناگهان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دمشق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البته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(صوت)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فرج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منظور از کلمه «صوت»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است؟ به ظاهر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اتبخش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باشد.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حضرت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باب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مفصل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شده است که ما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بسنده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1A158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نزل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من السماء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القوم»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خسف</w:t>
      </w:r>
      <w:r>
        <w:rPr>
          <w:rtl/>
          <w:lang w:bidi="fa-IR"/>
        </w:rPr>
        <w:t xml:space="preserve"> بهم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فلت</w:t>
      </w:r>
      <w:r>
        <w:rPr>
          <w:rtl/>
          <w:lang w:bidi="fa-IR"/>
        </w:rPr>
        <w:t xml:space="preserve"> منهم الا ثلاثه نفر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حول</w:t>
      </w:r>
      <w:r>
        <w:rPr>
          <w:rtl/>
          <w:lang w:bidi="fa-IR"/>
        </w:rPr>
        <w:t xml:space="preserve"> الله وجوههم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تهم</w:t>
      </w:r>
      <w:r>
        <w:rPr>
          <w:rtl/>
          <w:lang w:bidi="fa-IR"/>
        </w:rPr>
        <w:t xml:space="preserve"> و هم من کلب 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نزلت هذه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اوتوا الکتاب آمنوا بما نزلنا مصدقا لما معکم من قبل ان نطمس وجوها فنردها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ادبارها».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و القائم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ومئذ</w:t>
      </w:r>
      <w:r>
        <w:rPr>
          <w:rtl/>
          <w:lang w:bidi="fa-IR"/>
        </w:rPr>
        <w:t xml:space="preserve"> بمکه قد اسند ظهره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الحرام مستج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الناس انا نستنصر الله فمن اجابنا من الناس فانا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محمد و نحن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بالله و بمحمد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فمن حاجن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آدم فانا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بآدم و من حاجن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نوح فان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بنوح و من حاجن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فانا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بابراه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من حاجن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فانا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بمحمد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 من حاجن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فانا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بالنب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محکم کتابه «ان الله اصطف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آدم و نوحا و آل ابر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آل عمران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بعضها من بعض والله</w:t>
      </w:r>
      <w:r w:rsidR="001A158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فانا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آدم و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من نوح و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صفوه من محمد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اءجمع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الا فمن حاجن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الله فانا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بکتاب الله </w:t>
      </w:r>
      <w:r>
        <w:rPr>
          <w:rtl/>
          <w:lang w:bidi="fa-IR"/>
        </w:rPr>
        <w:lastRenderedPageBreak/>
        <w:t>الا فمن حاجن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سنه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فانا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بسنه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فاءنشد الله من سم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لما بلغ الشاهد منکم الغائب و اساءلکم بحق الله و حق رسوله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 بحق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فان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حق القرب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رسول الله الا اعنتمونا و منعتمونا ممن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ظلمنا</w:t>
      </w:r>
      <w:r>
        <w:rPr>
          <w:rtl/>
          <w:lang w:bidi="fa-IR"/>
        </w:rPr>
        <w:t xml:space="preserve"> فقد اءخفنا و ظلمنا و طردنا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ارنا</w:t>
      </w:r>
      <w:r>
        <w:rPr>
          <w:rtl/>
          <w:lang w:bidi="fa-IR"/>
        </w:rPr>
        <w:t xml:space="preserve"> و ابنائنا و بغ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دفعنا عن حقنا و افتر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</w:t>
      </w:r>
      <w:r>
        <w:rPr>
          <w:rFonts w:hint="eastAsia"/>
          <w:rtl/>
          <w:lang w:bidi="fa-IR"/>
        </w:rPr>
        <w:t>الباطل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فا الله الله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لاتخذلونا و انصرونا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نصرکم</w:t>
      </w:r>
      <w:r>
        <w:rPr>
          <w:rtl/>
          <w:lang w:bidi="fa-IR"/>
        </w:rPr>
        <w:t xml:space="preserve">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جمع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اصحابه ثلاثمائه و ثلاثه عشر رجلا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جمعهم</w:t>
      </w:r>
      <w:r>
        <w:rPr>
          <w:rtl/>
          <w:lang w:bidi="fa-IR"/>
        </w:rPr>
        <w:t xml:space="preserve"> الله 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عاد</w:t>
      </w:r>
      <w:r>
        <w:rPr>
          <w:rtl/>
          <w:lang w:bidi="fa-IR"/>
        </w:rPr>
        <w:t xml:space="preserve"> قزعا کقزع الخر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جابر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ذکرها الله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کتابه: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نما</w:t>
      </w:r>
      <w:r>
        <w:rPr>
          <w:rtl/>
          <w:lang w:bidi="fa-IR"/>
        </w:rPr>
        <w:t xml:space="preserve"> تکونوا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tl/>
          <w:lang w:bidi="fa-IR"/>
        </w:rPr>
        <w:t xml:space="preserve"> بکم الله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</w:t>
      </w:r>
      <w:r>
        <w:rPr>
          <w:rtl/>
          <w:lang w:bidi="fa-IR"/>
        </w:rPr>
        <w:t xml:space="preserve"> ان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ش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ر»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عونه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الرکن و المقام ومعه عهد من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آله قد توارثه الابناء عن الاباء. و القائم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جابر رجل من ولد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صلح</w:t>
      </w:r>
      <w:r>
        <w:rPr>
          <w:rtl/>
          <w:lang w:bidi="fa-IR"/>
        </w:rPr>
        <w:t xml:space="preserve"> الله له امره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له،</w:t>
      </w:r>
      <w:r>
        <w:rPr>
          <w:rtl/>
          <w:lang w:bidi="fa-IR"/>
        </w:rPr>
        <w:t xml:space="preserve"> فما اشکل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من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جابر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شکلن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ولادته من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ووراثته العلماء عالما بعد عالم فان اشکل هذا کله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فان الصوت من السماء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شکل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اذا 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باسمه و اسم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امه. </w:t>
      </w:r>
      <w:r w:rsidRPr="001A158E">
        <w:rPr>
          <w:rStyle w:val="libFootnotenumChar"/>
          <w:rtl/>
        </w:rPr>
        <w:t>[10]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A158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فرمانده</w:t>
      </w:r>
      <w:r>
        <w:rPr>
          <w:rtl/>
          <w:lang w:bidi="fa-IR"/>
        </w:rPr>
        <w:t xml:space="preserve"> لشکر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فرود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1A158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ناگهان</w:t>
      </w:r>
      <w:r>
        <w:rPr>
          <w:rtl/>
          <w:lang w:bidi="fa-IR"/>
        </w:rPr>
        <w:t xml:space="preserve">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ندا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>! دشمنان خداوند را نابود کن. پس،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شکافته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همه آن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را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مگر سه نفر را که صورتها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به عقب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از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کلب هستند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درباره آنها نازل شده است: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به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فرستاد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کننده تورات و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شماست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به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از اثر ضلالت خط بطلان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گونه ها را واژگون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  <w:r w:rsidRPr="001A158E">
        <w:rPr>
          <w:rStyle w:val="libFootnotenumChar"/>
          <w:rtl/>
        </w:rPr>
        <w:t xml:space="preserve"> [11].</w:t>
      </w:r>
    </w:p>
    <w:p w:rsidR="007B4BE8" w:rsidRDefault="007B4BE8" w:rsidP="001A158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آن روز در مکه است و پشت به خانه کعبه داده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پناه به کعبه برده است. پس ندا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ما از خداوند طلب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پس،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که دعوت ما را اجابت کرد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بداند که ما از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امبر شماها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من از همه مردم سزاوارتر هستم نسبت به خداوند بزرگ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او.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من محاجه کند در مورد آدم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بداند که من نسبت به آدم از همه برترم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ارتباط با نوح با من محاجه کند،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بداند که من نسبت به ن</w:t>
      </w:r>
      <w:r>
        <w:rPr>
          <w:rFonts w:hint="eastAsia"/>
          <w:rtl/>
          <w:lang w:bidi="fa-IR"/>
        </w:rPr>
        <w:t>وح</w:t>
      </w:r>
      <w:r>
        <w:rPr>
          <w:rtl/>
          <w:lang w:bidi="fa-IR"/>
        </w:rPr>
        <w:t xml:space="preserve"> از همه مقدم ترم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من محاجه کند نسبت به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بداند که من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همه هستم و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نسبت به حضرت 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از همه برترم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ارتباط با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 w:rsidR="001A158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من محاجه کند، من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از همه نسبت به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در قرآن محکمش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«خداوند آدم و نوح و خاندان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دودمان عمران را بر 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است»؟</w:t>
      </w:r>
      <w:r w:rsidRPr="001A158E">
        <w:rPr>
          <w:rStyle w:val="libFootnotenumChar"/>
          <w:rtl/>
        </w:rPr>
        <w:t xml:space="preserve"> [12].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پس،</w:t>
      </w:r>
      <w:r>
        <w:rPr>
          <w:rtl/>
          <w:lang w:bidi="fa-IR"/>
        </w:rPr>
        <w:t xml:space="preserve"> من 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 xml:space="preserve"> از آدم و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از نوح و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خلاصه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از وجود مقدس 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. آگاه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کتاب خدا با من به مجادله بپردازد، من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همه هستم نسبت به قرآن خداوند،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ارتباط با سنت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با من محاجه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من از همه سزاوارترم نسبت به آن بزرگوار. شما را به خدا سوگند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آن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امروز سخنان مرا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آن را به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برسانند. از شما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به حق خداوند و حق رسول خدا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، به حق من بر شما که به جهت نزد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ک بودن با رسول خدا بر شما دارم (فرزند او هستم) ما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نسبت به آن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ما ظلم </w:t>
      </w:r>
      <w:r>
        <w:rPr>
          <w:rtl/>
          <w:lang w:bidi="fa-IR"/>
        </w:rPr>
        <w:lastRenderedPageBreak/>
        <w:t>کردند.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ستمگران ما را از وطنمان دور ساختند و حق ما را غصب کردند و ما و فرزندانمان را آواره نمودند و درباره ما ستم روا داشتند و نگذاشتند که ما از حق خود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اهل باطل بر ما افترا بستند. بترس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خدا، بترس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خدا و ما را رها نساز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بلکه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خداوند شما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A158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خداوند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 w:rsidR="001A158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تن</w:t>
      </w:r>
      <w:r>
        <w:rPr>
          <w:rtl/>
          <w:lang w:bidi="fa-IR"/>
        </w:rPr>
        <w:t xml:space="preserve"> اصحاب خاص آن حضرت را مانند ابرها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پراکنده در فصل سوم از فصول چهارگانه که آن را «خر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ف»</w:t>
      </w:r>
      <w:r>
        <w:rPr>
          <w:rtl/>
          <w:lang w:bidi="fa-IR"/>
        </w:rPr>
        <w:t xml:space="preserve"> (پا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نامند در خدمت آن حضرت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(حضور اصحاب) -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جابر! مصداق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است: «هر کجا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همه شما را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عادگاه</w:t>
      </w:r>
      <w:r>
        <w:rPr>
          <w:rtl/>
          <w:lang w:bidi="fa-IR"/>
        </w:rPr>
        <w:t xml:space="preserve"> خواهد آورد، به در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بر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تواناست».</w:t>
      </w:r>
      <w:r w:rsidRPr="001A158E">
        <w:rPr>
          <w:rStyle w:val="libFootnotenumChar"/>
          <w:rtl/>
        </w:rPr>
        <w:t xml:space="preserve"> [13] </w:t>
      </w:r>
      <w:r>
        <w:rPr>
          <w:rtl/>
          <w:lang w:bidi="fa-IR"/>
        </w:rPr>
        <w:t>پس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تن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رکن و مقام با آن حضرت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(با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محمد </w:t>
      </w:r>
      <w:r w:rsidR="001A158E" w:rsidRPr="001E21F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با او عهد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که توسط پدران بزرگوارش به دست او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جابر! قائم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فرز</w:t>
      </w:r>
      <w:r>
        <w:rPr>
          <w:rFonts w:hint="eastAsia"/>
          <w:rtl/>
          <w:lang w:bidi="fa-IR"/>
        </w:rPr>
        <w:t>ندان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که خداوند امر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امش</w:t>
      </w:r>
      <w:r>
        <w:rPr>
          <w:rtl/>
          <w:lang w:bidi="fa-IR"/>
        </w:rPr>
        <w:t xml:space="preserve"> 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اصلاح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جابر! چگونه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مشکل است باور کنند که او (قائم) فرزند رسول اکرم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است و مقام وراثت از آباء و اجدادش به او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او وراث علم همه آنهاست؟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جابر!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بر مردم مشکل باشد اما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که او (قائم آل محمد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الفداء) را به اسم خودش و نام پدرش و اسم مادرش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(محمد فرزند حسن مادرش نرجس،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او را رد و انکار کنند).</w:t>
      </w:r>
    </w:p>
    <w:p w:rsidR="007B4BE8" w:rsidRDefault="007B4BE8" w:rsidP="001A158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جابر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حضرت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درباره اصحاب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که امام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باصحاب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قد احاطوا بما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الخافق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الا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هو 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لهم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سباع الارض و سباع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طلب</w:t>
      </w:r>
      <w:r>
        <w:rPr>
          <w:rtl/>
          <w:lang w:bidi="fa-IR"/>
        </w:rPr>
        <w:t xml:space="preserve"> رضاهم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تفجر الارض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و تقول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رجل من اصحاب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. </w:t>
      </w:r>
      <w:r w:rsidRPr="001A158E">
        <w:rPr>
          <w:rStyle w:val="libFootnotenumChar"/>
          <w:rtl/>
        </w:rPr>
        <w:t>[14]</w:t>
      </w:r>
      <w:r>
        <w:rPr>
          <w:rtl/>
          <w:lang w:bidi="fa-IR"/>
        </w:rPr>
        <w:t>.</w:t>
      </w:r>
    </w:p>
    <w:p w:rsidR="007B4BE8" w:rsidRDefault="007B4BE8" w:rsidP="001A158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امام عصر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جهان را محاصره کرده اند و همه موجودات 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فرمانبردار آنها هستند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درندگان صحرا و درندگان پرنده. موجودات مختلف عالم فقط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نقاط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مباهات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امر</w:t>
      </w:r>
      <w:r>
        <w:rPr>
          <w:rFonts w:hint="eastAsia"/>
          <w:rtl/>
          <w:lang w:bidi="fa-IR"/>
        </w:rPr>
        <w:t>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عبور کرد.</w:t>
      </w:r>
      <w:r w:rsidR="001A158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جناب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خراسان و تشرف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خدمت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ارواحنا له الفداء، امام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فرموده است: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تنزل</w:t>
      </w:r>
      <w:r>
        <w:rPr>
          <w:rtl/>
          <w:lang w:bidi="fa-IR"/>
        </w:rPr>
        <w:t xml:space="preserve"> الرا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السود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تخرج من خراسان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الکوفه فاذا ظهر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بمکه بعثت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>.</w:t>
      </w:r>
      <w:r w:rsidRPr="001A158E">
        <w:rPr>
          <w:rStyle w:val="libFootnotenumChar"/>
          <w:rtl/>
        </w:rPr>
        <w:t xml:space="preserve"> [15].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پرچمها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خراسان حرکت کرده اند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کوفه به اهتزاز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(پرچمدار و رهبر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جناب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است).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مکه ظاهر شدند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خدمت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 و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آن حضرت اعلام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حضرت ابوجعفر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مورد حضرت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من السماء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</w:t>
      </w:r>
      <w:r>
        <w:rPr>
          <w:rtl/>
          <w:lang w:bidi="fa-IR"/>
        </w:rPr>
        <w:t xml:space="preserve"> اهل المشرق و المغرب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تسمع الفتاه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خذرها.</w:t>
      </w:r>
      <w:r w:rsidRPr="001A158E">
        <w:rPr>
          <w:rStyle w:val="libFootnotenumChar"/>
          <w:rtl/>
        </w:rPr>
        <w:t xml:space="preserve"> [16].</w:t>
      </w:r>
    </w:p>
    <w:p w:rsidR="007B4BE8" w:rsidRDefault="007B4BE8" w:rsidP="001A158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آن حضرت محقق نخواهد شد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صدا بلند کند که تمام مردم مشرق و مغرب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دختران پرده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بشنوند.</w:t>
      </w:r>
      <w:r w:rsidR="001A158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قطان از حضرت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آن</w:t>
      </w:r>
      <w:r w:rsidR="001A158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آل محمد فلان ابن فلان باسمه و اسم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بن الحسن العسکر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2657" w:rsidRPr="00AF2657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)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ان فلانا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رجلا من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. </w:t>
      </w:r>
      <w:r w:rsidRPr="001A158E">
        <w:rPr>
          <w:rStyle w:val="libFootnotenumChar"/>
          <w:rtl/>
        </w:rPr>
        <w:t>[17].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ندا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محمد (فلان پسر فلان است) که نام مبارک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باشد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که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او بر حق هستند.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B3080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امتحان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مردم. خوشا به حال آن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 و متابعت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دوم را 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  <w:r w:rsidR="00B3080F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رابطه با فتنه ها (پ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الفداء)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تکون</w:t>
      </w:r>
      <w:r>
        <w:rPr>
          <w:rtl/>
          <w:lang w:bidi="fa-IR"/>
        </w:rPr>
        <w:t xml:space="preserve"> قبل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فتنه تحصر الناس حصرا فلا تسبوا اهل الشام بل ظلمتهم فان الابدال منهم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سل الله سببا من السماء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فرقهم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لوقاتلهم الثعالب غلبتهم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الله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اثن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عشر الفا ان قلوا و خمسه عشر الفا ان کثروا و علامتهم انهم اذا هجموا صرخوا امت ام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اءلفتهم و نعمتهم. </w:t>
      </w:r>
      <w:r w:rsidRPr="00B3080F">
        <w:rPr>
          <w:rStyle w:val="libFootnotenumChar"/>
          <w:rtl/>
        </w:rPr>
        <w:t>[18].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3080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فتنه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 و کوبنده مبتلا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به همه مردم شام ناسزا نگو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بلکه ستمگران آنها را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ابدال و صلحائ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. خداوند از آسمان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آنها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 که آنچنان وحدت آنها را درهم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کوبد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اگر با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مانند روباه جنگ کنند شکست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خورند. آنگاه</w:t>
      </w:r>
      <w:r w:rsidR="00B3080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با لشکر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دوازده تا پانزده هزار نفر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 که در وقت حمله رمزشان «امت، امت» (بم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>) است. سپس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الفت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نعمتها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آنها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گردانند (چه فتنه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بالاتر از هجوم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و کشتا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رحمانه</w:t>
      </w:r>
      <w:r>
        <w:rPr>
          <w:rtl/>
          <w:lang w:bidi="fa-IR"/>
        </w:rPr>
        <w:t xml:space="preserve"> مردم؟).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درباره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که سرانجام فرعون و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را در رود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غرق کرد 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کانت</w:t>
      </w:r>
      <w:r>
        <w:rPr>
          <w:rtl/>
          <w:lang w:bidi="fa-IR"/>
        </w:rPr>
        <w:t xml:space="preserve"> عصاء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لادم فصارت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ثم صارت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عمران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انها لعندنا و ان عهد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بها انفا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خضراء که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ئتها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انتزعت من شجرتها و انها لتنطق اذا استنطقت اعدت لقائمنا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صنع</w:t>
      </w:r>
      <w:r>
        <w:rPr>
          <w:rtl/>
          <w:lang w:bidi="fa-IR"/>
        </w:rPr>
        <w:t xml:space="preserve"> بهاما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صنع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انها لتروع و تلقف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افکون</w:t>
      </w:r>
      <w:r>
        <w:rPr>
          <w:rtl/>
          <w:lang w:bidi="fa-IR"/>
        </w:rPr>
        <w:t xml:space="preserve"> و تصنع ما تؤ مرب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انها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اقبلت تلقف ما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افکون،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</w:t>
      </w:r>
      <w:r>
        <w:rPr>
          <w:rtl/>
          <w:lang w:bidi="fa-IR"/>
        </w:rPr>
        <w:t xml:space="preserve"> لها شعبتان احداهما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و الاخر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السقف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نهما</w:t>
      </w:r>
      <w:r>
        <w:rPr>
          <w:rtl/>
          <w:lang w:bidi="fa-IR"/>
        </w:rPr>
        <w:t xml:space="preserve"> اربعون ذراعا، تلقف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افکون</w:t>
      </w:r>
      <w:r>
        <w:rPr>
          <w:rtl/>
          <w:lang w:bidi="fa-IR"/>
        </w:rPr>
        <w:t xml:space="preserve"> بلسانها. </w:t>
      </w:r>
      <w:r w:rsidRPr="00B3080F">
        <w:rPr>
          <w:rStyle w:val="libFootnotenumChar"/>
          <w:rtl/>
        </w:rPr>
        <w:t>[19]</w:t>
      </w:r>
      <w:r>
        <w:rPr>
          <w:rtl/>
          <w:lang w:bidi="fa-IR"/>
        </w:rPr>
        <w:t>.</w:t>
      </w:r>
    </w:p>
    <w:p w:rsidR="007B4BE8" w:rsidRDefault="007B4BE8" w:rsidP="00B3080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عصا (عصا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روز اول به دست حضرت آدم بود، سپس به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داده شد، بعد از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به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عمران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اعطا شد و اکنون نزد ماست و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آن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درست مانند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درخت جدا شده باشد رنگش سبز و خرم بود. اگر فرمان سخن گفتن به او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حرف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قائم ما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شده است تا مثل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عمران در راه نشان دادن عظمت حق و نابود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دشمنان خدا از آن استفاده کند. از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</w:t>
      </w:r>
      <w:r w:rsidR="00B3080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دشمنان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لرزاند و هرچه را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بلعد و آنچه فرمانروا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(به اذن خدا)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اطاعت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چون لب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فاصله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 سقف را که چهل ذراع است،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بلعد (هرچه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ندازند</w:t>
      </w:r>
      <w:r>
        <w:rPr>
          <w:rtl/>
          <w:lang w:bidi="fa-IR"/>
        </w:rPr>
        <w:t xml:space="preserve"> همه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بلعد).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درباره تجه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زات</w:t>
      </w:r>
      <w:r>
        <w:rPr>
          <w:rtl/>
          <w:lang w:bidi="fa-IR"/>
        </w:rPr>
        <w:t xml:space="preserve">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امام عصر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و ساعت حرکت از مکه معظمه به طرف کوفه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فرموده اند: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خرج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من مکه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حملن</w:t>
      </w:r>
      <w:r>
        <w:rPr>
          <w:rtl/>
          <w:lang w:bidi="fa-IR"/>
        </w:rPr>
        <w:t xml:space="preserve"> احد طعاما ولا شرابا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حمل</w:t>
      </w:r>
      <w:r>
        <w:rPr>
          <w:rtl/>
          <w:lang w:bidi="fa-IR"/>
        </w:rPr>
        <w:t xml:space="preserve"> مه حجر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عمران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هو وقر 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نزل</w:t>
      </w:r>
      <w:r>
        <w:rPr>
          <w:rtl/>
          <w:lang w:bidi="fa-IR"/>
        </w:rPr>
        <w:t xml:space="preserve"> منزلا الا انفجرت منه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فمن کان جائعا شبع و من کان ظامئا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دوابهم فهو زادهم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نزلوا</w:t>
      </w:r>
      <w:r>
        <w:rPr>
          <w:rtl/>
          <w:lang w:bidi="fa-IR"/>
        </w:rPr>
        <w:t xml:space="preserve"> النجف من ظهر ا</w:t>
      </w:r>
      <w:r>
        <w:rPr>
          <w:rFonts w:hint="eastAsia"/>
          <w:rtl/>
          <w:lang w:bidi="fa-IR"/>
        </w:rPr>
        <w:t>لکوفه</w:t>
      </w:r>
      <w:r>
        <w:rPr>
          <w:rtl/>
          <w:lang w:bidi="fa-IR"/>
        </w:rPr>
        <w:t>.</w:t>
      </w:r>
      <w:r w:rsidRPr="00063136">
        <w:rPr>
          <w:rStyle w:val="libFootnotenumChar"/>
          <w:rtl/>
        </w:rPr>
        <w:t xml:space="preserve"> [20].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ساعت</w:t>
      </w:r>
      <w:r>
        <w:rPr>
          <w:rtl/>
          <w:lang w:bidi="fa-IR"/>
        </w:rPr>
        <w:t xml:space="preserve"> اول حرکت،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طرف آن سرور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حق بار کردن مواد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آب 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ندارد و سنگ معروف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عمران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داشتند آن حضرت همراه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که حجم و قطر آن سنگ به اندازه بار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شتر است. به هر منزل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سند</w:t>
      </w:r>
      <w:r>
        <w:rPr>
          <w:rtl/>
          <w:lang w:bidi="fa-IR"/>
        </w:rPr>
        <w:t xml:space="preserve"> و سربازان و مرکبها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تشنه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گرسنه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چشمه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آن سنگ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گرسنه اند از آن چشمه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تشنه اند از آنها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وارد نجف اشرف که در پشت کوفه واقع است،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440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آن حکومت</w:t>
      </w:r>
      <w:r>
        <w:rPr>
          <w:rFonts w:hint="cs"/>
          <w:rtl/>
          <w:lang w:bidi="fa-IR"/>
        </w:rPr>
        <w:t>ی</w:t>
      </w:r>
      <w:r w:rsidR="007440D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تمام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مها</w:t>
      </w:r>
      <w:r>
        <w:rPr>
          <w:rtl/>
          <w:lang w:bidi="fa-IR"/>
        </w:rPr>
        <w:t xml:space="preserve"> را در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کوبد.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ارتباط با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هذا الامر خسوف القمر لخمس و کسوف الشمس لخمس عشره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ذلک منذ هبط آدم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و عند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سقط</w:t>
      </w:r>
      <w:r>
        <w:rPr>
          <w:rtl/>
          <w:lang w:bidi="fa-IR"/>
        </w:rPr>
        <w:t xml:space="preserve"> حساب المنجم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. </w:t>
      </w:r>
      <w:r w:rsidRPr="007440D7">
        <w:rPr>
          <w:rStyle w:val="libFootnotenumChar"/>
          <w:rtl/>
        </w:rPr>
        <w:t>[21]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ظهور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دو نشانه بزرگ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440D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440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خسوف ماه در پنجم آن.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440D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440D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کسوف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پانزدهم ماه.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حضرت آدم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فرستاده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رخ نداده است.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اعتبار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منجمان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ماند.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مسلم از حضرت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القائم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سنه واحده.</w:t>
      </w:r>
      <w:r w:rsidRPr="007440D7">
        <w:rPr>
          <w:rStyle w:val="libFootnotenumChar"/>
          <w:rtl/>
        </w:rPr>
        <w:t xml:space="preserve"> [22].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440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قائم ما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مسلما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همان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خروج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امام پنجم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بعد از اشاره به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فرورفتن لشکر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(نزد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مکه معظمه)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فاسعوا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ولو حبوا والله 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انظر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الرکن و المقام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الناس. </w:t>
      </w:r>
      <w:r w:rsidRPr="007440D7">
        <w:rPr>
          <w:rStyle w:val="libFootnotenumChar"/>
          <w:rtl/>
        </w:rPr>
        <w:t>[23].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بشتاب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ولو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باشد. به خدا سوگند،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رکن و مقام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با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حضرت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440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نارا من المشرق شبه الهرد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تطلع ثلاثه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او سبعه فتوقعوا فرج آل 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ان شاء الله عزوجل ان الله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ثم قال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 w:rsidR="007440D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الا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رمضان لان شهر رمضان شهر الله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هذا الخلق. ثم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من السماء باسم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</w:t>
      </w:r>
      <w:r>
        <w:rPr>
          <w:rtl/>
          <w:lang w:bidi="fa-IR"/>
        </w:rPr>
        <w:t xml:space="preserve"> من بالمشرق و من بالمغرب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راقد الا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قظ</w:t>
      </w:r>
      <w:r>
        <w:rPr>
          <w:rtl/>
          <w:lang w:bidi="fa-IR"/>
        </w:rPr>
        <w:t xml:space="preserve"> ولا قائم الا قعد و لا قاعد الا قام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فزعا من ذلک الصوت فرحم الل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اعتبر بذلک الصوت فاجاب فان الصوت صوت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الروح الام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قال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الصوت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رمضان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جمعه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ثلاث و عشر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فلا تشکوا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و اسمعوا و 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عوا</w:t>
      </w:r>
      <w:r>
        <w:rPr>
          <w:rtl/>
          <w:lang w:bidi="fa-IR"/>
        </w:rPr>
        <w:t xml:space="preserve"> 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النهار صوت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 ان فلانا قتل مظلوما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شکک</w:t>
      </w:r>
      <w:r>
        <w:rPr>
          <w:rtl/>
          <w:lang w:bidi="fa-IR"/>
        </w:rPr>
        <w:t xml:space="preserve"> الناس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فتنهم</w:t>
      </w:r>
      <w:r>
        <w:rPr>
          <w:rtl/>
          <w:lang w:bidi="fa-IR"/>
        </w:rPr>
        <w:t xml:space="preserve"> فکم ذلک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من شاک متح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قد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النار فاذا سمعتم الصوت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ر</w:t>
      </w:r>
      <w:r>
        <w:rPr>
          <w:rFonts w:hint="eastAsia"/>
          <w:rtl/>
          <w:lang w:bidi="fa-IR"/>
        </w:rPr>
        <w:t>مضان</w:t>
      </w:r>
      <w:r>
        <w:rPr>
          <w:rtl/>
          <w:lang w:bidi="fa-IR"/>
        </w:rPr>
        <w:t xml:space="preserve"> فلا تشکوا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انه صوت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علامه ذلک 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باسم القائم و اسم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2C28DD" w:rsidRPr="002C28DD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تسمعه العذراء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خدرها فتحرض اباها و اخاها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الخروج.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لابد من 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الصوت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قبل خروج القائم صوت من السماء و هو صوت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باسم صاحب هذا الامر و اسم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الصوت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الارض و هو صوت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باسم فلان انه قتل مظلوما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بذلک الفتنه فاتبعوا الصوت الاول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اکم</w:t>
      </w:r>
      <w:r>
        <w:rPr>
          <w:rtl/>
          <w:lang w:bidi="fa-IR"/>
        </w:rPr>
        <w:t xml:space="preserve"> والاخ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 تفت</w:t>
      </w:r>
      <w:r>
        <w:rPr>
          <w:rFonts w:hint="eastAsia"/>
          <w:rtl/>
          <w:lang w:bidi="fa-IR"/>
        </w:rPr>
        <w:t>نوا</w:t>
      </w:r>
      <w:r>
        <w:rPr>
          <w:rtl/>
          <w:lang w:bidi="fa-IR"/>
        </w:rPr>
        <w:t xml:space="preserve"> به. </w:t>
      </w:r>
      <w:r w:rsidRPr="007440D7">
        <w:rPr>
          <w:rStyle w:val="libFootnotenumChar"/>
          <w:rtl/>
        </w:rPr>
        <w:t>[24].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هرگاه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جانب مشرق روشن شد و عمر آن سه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هفت روز ادامه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کرد، منتظر فرج آل محمد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(ظهور امام عصر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الفداء)، البته اگر خداوند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مقتدر بخواهد.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حتما در ماه رمضان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ماه رمضان ماه خداوند است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هم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که از طرف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فرستاده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حضرت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به اسم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(محمد بن الحسن العسکر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). پس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مشرق و مغرب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 و به جهت ترسناک بودن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</w:t>
      </w:r>
      <w:r>
        <w:rPr>
          <w:rFonts w:hint="eastAsia"/>
          <w:rtl/>
          <w:lang w:bidi="fa-IR"/>
        </w:rPr>
        <w:t>دا،</w:t>
      </w:r>
      <w:r>
        <w:rPr>
          <w:rtl/>
          <w:lang w:bidi="fa-IR"/>
        </w:rPr>
        <w:t xml:space="preserve"> آن که در خواب است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هر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نشسته است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سرپا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>. خداوند رحمت کند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صدا را بشنود و عبرت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عملا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را جواب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(اطاعت کند از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الفداء).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صدا،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روح الام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(پ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او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440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سوم ماه رمضان خواهد بود.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نشود، بشنو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اطاعت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آخر روز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ملعون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آگاه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مظلوم کشته شده است.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مردم در شک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فتند</w:t>
      </w:r>
      <w:r>
        <w:rPr>
          <w:rtl/>
          <w:lang w:bidi="fa-IR"/>
        </w:rPr>
        <w:t xml:space="preserve"> و گرفتار امتح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بشوند. چه بسا اشخاص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روز به خاطر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سرگردان و در آتش غضب خداوند سرنگون خواهند شد. پس،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ماه رمضان صدا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قائم آل محمد آمد) در آن شک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و علامت حقان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صدا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حضرت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به نام پدرش ذکر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شاءالله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</w:t>
      </w:r>
      <w:r w:rsidR="007440D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بن</w:t>
      </w:r>
      <w:r>
        <w:rPr>
          <w:rtl/>
          <w:lang w:bidi="fa-IR"/>
        </w:rPr>
        <w:t xml:space="preserve"> الحسن العسکر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440D7" w:rsidRPr="007440D7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آمد).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چنان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دختران پرده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 و پدر و برادر خود را ترغ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از منزل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(و امام عصر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440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پنجم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دو صدا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قبل از ظهور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صدا از آسمان که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و صاحب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را به نام او و نام پدرش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(محمد بن الحسن العسکر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440D7" w:rsidRPr="007440D7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>)؛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دوم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است که به نام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مظ</w:t>
      </w:r>
      <w:r>
        <w:rPr>
          <w:rFonts w:hint="eastAsia"/>
          <w:rtl/>
          <w:lang w:bidi="fa-IR"/>
        </w:rPr>
        <w:t>لوم</w:t>
      </w:r>
      <w:r>
        <w:rPr>
          <w:rtl/>
          <w:lang w:bidi="fa-IR"/>
        </w:rPr>
        <w:t xml:space="preserve"> کشتند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مردم را گمراه کند. پس، از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متابعت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اما بترس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دوم (صدا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>) شما را به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زراره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حضرت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است؟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والله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سمعه</w:t>
      </w:r>
      <w:r>
        <w:rPr>
          <w:rtl/>
          <w:lang w:bidi="fa-IR"/>
        </w:rPr>
        <w:t xml:space="preserve"> کل قوم بلسانهم. </w:t>
      </w:r>
      <w:r w:rsidRPr="007440D7">
        <w:rPr>
          <w:rStyle w:val="libFootnotenumChar"/>
          <w:rtl/>
        </w:rPr>
        <w:t>[25]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خدا قسم، حق است و به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تمام مردم به زبان خودشان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ندا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امام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است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فذکر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قبل القائم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کونا</w:t>
      </w:r>
      <w:r>
        <w:rPr>
          <w:rtl/>
          <w:lang w:bidi="fa-IR"/>
        </w:rPr>
        <w:t xml:space="preserve"> منذ هبط آدم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ابدا و ذلک ان الشمس تنکسف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النصف من شهر رمضان و القمر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آخره فقال 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رسول الله لابل الشمس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الشهر و القمر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النصف فقال له ابوجعفر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لاعلم بما تقول ولکنهما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لم تکونا منذ هبط آدم. </w:t>
      </w:r>
      <w:r w:rsidRPr="007440D7">
        <w:rPr>
          <w:rStyle w:val="libFootnotenumChar"/>
          <w:rtl/>
        </w:rPr>
        <w:t>[26]</w:t>
      </w:r>
      <w:r>
        <w:rPr>
          <w:rtl/>
          <w:lang w:bidi="fa-IR"/>
        </w:rPr>
        <w:t>.</w:t>
      </w:r>
    </w:p>
    <w:p w:rsidR="007B4BE8" w:rsidRDefault="007B4BE8" w:rsidP="007440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محضر امام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آن سرور دو علامت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حضرت قائم را ذکر کرده، فرمودند: از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آدم </w:t>
      </w:r>
      <w:r w:rsidR="007440D7" w:rsidRPr="007440D7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بزرگ هرگز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نشده است: اول کسوف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ماه رمضان؛ دوم خسوف ماه است در آخر همان ماه رمضان.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مجلس نشسته بود، عرض کرد: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نطور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درست برعکس است؛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کسوف در آخر ماه و خسوف در وسط م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امام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شما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(از لحاظ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است)، اما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اول تا قبل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نشده است و اختصاص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ظهور دارد.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الجارود از حضرت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لاترون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تنتظرون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تکونوا کالمعز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المواه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الخابس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منها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لکم شرف ترقونه ولاسناد تسندون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امرکم. </w:t>
      </w:r>
      <w:r w:rsidRPr="007440D7">
        <w:rPr>
          <w:rStyle w:val="libFootnotenumChar"/>
          <w:rtl/>
        </w:rPr>
        <w:t>[27].</w:t>
      </w:r>
    </w:p>
    <w:p w:rsidR="007B4BE8" w:rsidRDefault="007B4BE8" w:rsidP="007440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منتظرش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(ظهور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الفداء)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مگر وضع شما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برسد که مانند گوسفندان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گرفتار گرگها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درنده شده باشند،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چوپان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گرگها از هر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شما که بخواهند شروع به خوردن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شرف و </w:t>
      </w:r>
      <w:r>
        <w:rPr>
          <w:rtl/>
          <w:lang w:bidi="fa-IR"/>
        </w:rPr>
        <w:lastRenderedPageBreak/>
        <w:t>موق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 آن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اسناد و مدارک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شما نباشد که استناد به آنها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سرانجام از خودتان دفاع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7440D7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جابر</w:t>
      </w:r>
      <w:r>
        <w:rPr>
          <w:rtl/>
          <w:lang w:bidi="fa-IR"/>
        </w:rPr>
        <w:t xml:space="preserve"> از حضرت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نموده است که آن حضرت فرمودند:</w:t>
      </w:r>
      <w:r w:rsidR="007440D7">
        <w:rPr>
          <w:rtl/>
          <w:lang w:bidi="fa-IR"/>
        </w:rPr>
        <w:t xml:space="preserve"> 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تنزل</w:t>
      </w:r>
      <w:r>
        <w:rPr>
          <w:rtl/>
          <w:lang w:bidi="fa-IR"/>
        </w:rPr>
        <w:t xml:space="preserve"> الرا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السود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تخرج من خراسان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الکوفه فاذا ظهر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بعث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>.</w:t>
      </w:r>
      <w:r w:rsidRPr="007440D7">
        <w:rPr>
          <w:rStyle w:val="libFootnotenumChar"/>
          <w:rtl/>
        </w:rPr>
        <w:t xml:space="preserve"> [28]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440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پرچمها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از خراسان به جانب کوفه م</w:t>
      </w:r>
      <w:r>
        <w:rPr>
          <w:rFonts w:hint="cs"/>
          <w:rtl/>
          <w:lang w:bidi="fa-IR"/>
        </w:rPr>
        <w:t>ی</w:t>
      </w:r>
      <w:r w:rsidR="007440D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جناب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). پس،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ظهور کرد امر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علائم مانند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خروج او از حتم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است؛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ظهور تحقق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کند. لذا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زراه بن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 است: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کنت</w:t>
      </w:r>
      <w:r>
        <w:rPr>
          <w:rtl/>
          <w:lang w:bidi="fa-IR"/>
        </w:rPr>
        <w:t xml:space="preserve"> عند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فقلت ارجوا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عاجلا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فقا لا والله انه لمن لمحتوم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لابدمنه. </w:t>
      </w:r>
      <w:r w:rsidRPr="007440D7">
        <w:rPr>
          <w:rStyle w:val="libFootnotenumChar"/>
          <w:rtl/>
        </w:rPr>
        <w:t>[29]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خدمت حضرت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سخن از حضرت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آمد. عرض کردم: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ظهور قائم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باشد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باشد. فرمودند: به خدا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است؛ خروج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ظهور باشد.</w:t>
      </w:r>
    </w:p>
    <w:p w:rsidR="007B4BE8" w:rsidRPr="007440D7" w:rsidRDefault="007440D7" w:rsidP="007440D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[1]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 3،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347.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[2]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358.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[3]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360.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[4]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ما بعد الظهور،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762.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[5] هود / 86.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[6] اثباه الهداه، ج 7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392.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[7]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274.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[8]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279.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[9]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279.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[10]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280.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[11] نساء / 47.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[12] آل عمران / 34.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[13] بقره / 148.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[14] الامامه و التبصره،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131.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[15] الملاحم و الفتن،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56.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[16]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257.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[17]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264.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[18] روزگارها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453.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[19]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231.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[20] روزگارها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458.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[21] الامام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من المهد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الظهور،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390.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[22] اثباه الهداه، ج 7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426.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[23] 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المکارم، ج 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184.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[24]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186.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[25]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187.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[26]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189.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[27] 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المکارم، ج 2 / ص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189.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t>[28] بحارالانوار،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217.</w:t>
      </w:r>
    </w:p>
    <w:p w:rsidR="007B4BE8" w:rsidRDefault="007B4BE8" w:rsidP="007440D7">
      <w:pPr>
        <w:pStyle w:val="libFootnote0"/>
        <w:rPr>
          <w:rtl/>
          <w:lang w:bidi="fa-IR"/>
        </w:rPr>
      </w:pPr>
    </w:p>
    <w:p w:rsidR="007B4BE8" w:rsidRDefault="007B4BE8" w:rsidP="007440D7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[29] بحارالانوار،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249.</w:t>
      </w:r>
    </w:p>
    <w:p w:rsidR="007B4BE8" w:rsidRDefault="007440D7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7440D7">
      <w:pPr>
        <w:pStyle w:val="Heading1"/>
        <w:rPr>
          <w:rtl/>
          <w:lang w:bidi="fa-IR"/>
        </w:rPr>
      </w:pPr>
      <w:bookmarkStart w:id="25" w:name="_Toc515799731"/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</w:t>
      </w:r>
      <w:bookmarkEnd w:id="25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حضرت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الا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وتر من السن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سنه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ثلاث او خمس او سبع او تسع.</w:t>
      </w:r>
      <w:r w:rsidRPr="007440D7">
        <w:rPr>
          <w:rStyle w:val="libFootnotenumChar"/>
          <w:rtl/>
        </w:rPr>
        <w:t xml:space="preserve"> [1]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قائم</w:t>
      </w:r>
      <w:r>
        <w:rPr>
          <w:rtl/>
          <w:lang w:bidi="fa-IR"/>
        </w:rPr>
        <w:t xml:space="preserve"> 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مگر در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طاق: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مسلم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سمعت</w:t>
      </w:r>
      <w:r>
        <w:rPr>
          <w:rtl/>
          <w:lang w:bidi="fa-IR"/>
        </w:rPr>
        <w:t xml:space="preserve"> ابا عبد الله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ان قدام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الله قلت و ما هو جعلت فداک فقراء «ولنبلونکم بش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 الخوف و الجوع و نقص من الاموال و الانفس و الثمرات و بشر الصابر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. </w:t>
      </w:r>
      <w:r w:rsidRPr="007440D7">
        <w:rPr>
          <w:rStyle w:val="libFootnotenumChar"/>
          <w:rtl/>
        </w:rPr>
        <w:t>[2].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که فرمودند: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قائم مردم دست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امتحان بزرگ خواهند بود. عرض کردم آن امتحان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بالا را تلاوت فرمودند: «هر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امتحان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شما را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ترس و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کم شدن مال و ثروت 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رفتن جا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ها، و مژده بده به صبر کنندگان (به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کند)». </w:t>
      </w:r>
      <w:r w:rsidRPr="007440D7">
        <w:rPr>
          <w:rStyle w:val="libFootnotenumChar"/>
          <w:rtl/>
        </w:rPr>
        <w:t>[3].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باسم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ثلاث و عشر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عاشوراء و هو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قتل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2C28DD" w:rsidRPr="002C28DD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لکان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السبت العاشر من المحرم قائما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الرکن و المقام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لله» فتص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عته</w:t>
      </w:r>
      <w:r>
        <w:rPr>
          <w:rtl/>
          <w:lang w:bidi="fa-IR"/>
        </w:rPr>
        <w:t xml:space="preserve"> من ا</w:t>
      </w:r>
      <w:r>
        <w:rPr>
          <w:rFonts w:hint="eastAsia"/>
          <w:rtl/>
          <w:lang w:bidi="fa-IR"/>
        </w:rPr>
        <w:t>طراف</w:t>
      </w:r>
      <w:r>
        <w:rPr>
          <w:rtl/>
          <w:lang w:bidi="fa-IR"/>
        </w:rPr>
        <w:t xml:space="preserve"> الارض تطو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لهم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عوه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</w:t>
      </w:r>
      <w:r>
        <w:rPr>
          <w:rtl/>
          <w:lang w:bidi="fa-IR"/>
        </w:rPr>
        <w:t xml:space="preserve"> الله به الارض عدلا کما ملئت جورا و ظلما. </w:t>
      </w:r>
      <w:r w:rsidRPr="007440D7">
        <w:rPr>
          <w:rStyle w:val="libFootnotenumChar"/>
          <w:rtl/>
        </w:rPr>
        <w:t>[4].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440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شب</w:t>
      </w:r>
      <w:r w:rsidR="007440D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سوم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اسم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آن حضرت در روز عاشورا است که حضرت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را کشتند.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(قائم را) که در روز شنبه دهم محرم (عاشورا)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رکن و مقام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طرف راست اوست و ندا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خدا».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امام عصر روح له الفداء (ش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خاص) از اطراف و اکناف عالم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به سرعت در نورد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آنگاه امام زمان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پر از عدل و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چنانکه پر از ظلم و جور شده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ارتباط با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چند علامت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سوم است (ظاهرا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سوم ماه مبارک رمضان).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در روز عاشورا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طرف راست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زند: 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خدا»؛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امام عصر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کردن با خداست.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(افراد خاص) با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خدمتشان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 از عدل و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برجسته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آن حضرت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قام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هدم المسجد الحرام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رده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اساسه و حول المقام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الموضع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قطع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و علفها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 الکعبه و کتب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«هؤ لاء سراق الکعبه.» </w:t>
      </w:r>
      <w:r w:rsidRPr="00763105">
        <w:rPr>
          <w:rStyle w:val="libFootnotenumChar"/>
          <w:rtl/>
        </w:rPr>
        <w:t>[5]</w:t>
      </w:r>
      <w:r>
        <w:rPr>
          <w:rtl/>
          <w:lang w:bidi="fa-IR"/>
        </w:rPr>
        <w:t>.</w:t>
      </w:r>
    </w:p>
    <w:p w:rsidR="007B4BE8" w:rsidRDefault="00763105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763105">
      <w:pPr>
        <w:pStyle w:val="Heading1"/>
        <w:rPr>
          <w:rtl/>
          <w:lang w:bidi="fa-IR"/>
        </w:rPr>
      </w:pPr>
      <w:bookmarkStart w:id="26" w:name="_Toc515799732"/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امام عصر</w:t>
      </w:r>
      <w:bookmarkEnd w:id="26"/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1E21FC" w:rsidP="007B4BE8">
      <w:pPr>
        <w:pStyle w:val="libNormal"/>
        <w:rPr>
          <w:rtl/>
          <w:lang w:bidi="fa-IR"/>
        </w:rPr>
      </w:pPr>
      <w:r w:rsidRPr="001E21FC">
        <w:rPr>
          <w:rStyle w:val="libAlaemChar"/>
          <w:rFonts w:hint="eastAsia"/>
          <w:rtl/>
        </w:rPr>
        <w:t xml:space="preserve">عليه‌السلام </w:t>
      </w:r>
      <w:r w:rsidR="007B4BE8">
        <w:rPr>
          <w:rtl/>
          <w:lang w:bidi="fa-IR"/>
        </w:rPr>
        <w:t xml:space="preserve"> عبارت است از: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مسجدالحرام را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آن را به صورت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مقام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اولش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گردانند (جنب خانه کعبه).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دست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 قطع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آن را بر درب کعبه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عبارت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کعبه نوشته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شود: «صاحبان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دستها که از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هستند به کعبه معظمه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نمودند» (دزدها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کعبه هستند).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ارشاد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قام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حکم بالعدل و ارتفع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الجور و امنت به السبل و اخرجت الارض برکاتها ورد کل حق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اهله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tl/>
          <w:lang w:bidi="fa-IR"/>
        </w:rPr>
        <w:t xml:space="preserve"> اهل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ظهروا</w:t>
      </w:r>
      <w:r>
        <w:rPr>
          <w:rtl/>
          <w:lang w:bidi="fa-IR"/>
        </w:rPr>
        <w:t xml:space="preserve"> الاسلام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عترفوا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اما سمعت الله سبحانه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«وله اسلم من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السموات و الارض طوعا و کرها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رجعون»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قائم آل محمد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برنامه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چند اصل خلاصه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حکومت آن حضرت بر اساس عدل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همه جانبه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ظلم و ستم از سرتاسر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سرتاسر راهها و جاده ها را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برکات خودش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حقوق همه مردم به آنها پس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(از غاصبان گرفته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همه مردم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اعتراف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«آنچه در آسمانها و کرات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 و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(از وجود مقدس امام عصر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) چه بخواهند و چه نخواهند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اطاعت کنند»؟ </w:t>
      </w:r>
      <w:r w:rsidRPr="00763105">
        <w:rPr>
          <w:rStyle w:val="libFootnotenumChar"/>
          <w:rtl/>
        </w:rPr>
        <w:t>[6].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</w:t>
      </w:r>
      <w:r w:rsidR="0076310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قام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جاء بامر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کما دع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بدوا الاسلام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763105">
        <w:rPr>
          <w:rStyle w:val="libFootnotenumChar"/>
          <w:rtl/>
        </w:rPr>
        <w:t xml:space="preserve"> [7].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زمان که قائم ما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کند امر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(قانون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آورند، چنانکه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در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بودند (قرآن را آوردند).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معلوم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ظهور، احکام خداوند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حلال، حرام و حرام، حلال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الان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شده است.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مفضل</w:t>
      </w:r>
      <w:r>
        <w:rPr>
          <w:rtl/>
          <w:lang w:bidi="fa-IR"/>
        </w:rPr>
        <w:t xml:space="preserve"> بن عمر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مع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من ظهر الکوفه سبعه و عشرون رجلا خمسه عشر من قوم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کانوا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هدون</w:t>
      </w:r>
      <w:r>
        <w:rPr>
          <w:rtl/>
          <w:lang w:bidi="fa-IR"/>
        </w:rPr>
        <w:t xml:space="preserve"> بالحق 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عدلون</w:t>
      </w:r>
      <w:r>
        <w:rPr>
          <w:rtl/>
          <w:lang w:bidi="fa-IR"/>
        </w:rPr>
        <w:t xml:space="preserve"> و سبعه من اهل الکهف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وشع</w:t>
      </w:r>
      <w:r>
        <w:rPr>
          <w:rtl/>
          <w:lang w:bidi="fa-IR"/>
        </w:rPr>
        <w:t xml:space="preserve"> بن نون، و سلمان، و ابودجانه الانصار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والمقداد و مالک الاشتر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انصارا و حکاما. </w:t>
      </w:r>
      <w:r w:rsidRPr="00763105">
        <w:rPr>
          <w:rStyle w:val="libFootnotenumChar"/>
          <w:rtl/>
        </w:rPr>
        <w:t>[8]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پشت کوفه (سهله) قائم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هفت نفر مرد در خدمت او هستند: پانزده نفر از اقوام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حق 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بحق عدالت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هفت نفر از اصحاب کهف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وشع</w:t>
      </w:r>
      <w:r>
        <w:rPr>
          <w:rtl/>
          <w:lang w:bidi="fa-IR"/>
        </w:rPr>
        <w:t xml:space="preserve"> بن نون و سلمان و ابودجانه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مقداد و مالک اشتر. پس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هفت تن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خدمت امام زمان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هستند و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و فرمانروا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دولت آن بزرگوارند.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عبدالله</w:t>
      </w:r>
      <w:r>
        <w:rPr>
          <w:rtl/>
          <w:lang w:bidi="fa-IR"/>
        </w:rPr>
        <w:t xml:space="preserve"> بن عجلان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قام قائم آل 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وسلم حکم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الناس بحکم داود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حتاج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لهمه</w:t>
      </w:r>
      <w:r>
        <w:rPr>
          <w:rtl/>
          <w:lang w:bidi="fa-IR"/>
        </w:rPr>
        <w:t xml:space="preserve">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حکم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بعلمه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خبر</w:t>
      </w:r>
      <w:r>
        <w:rPr>
          <w:rtl/>
          <w:lang w:bidi="fa-IR"/>
        </w:rPr>
        <w:t xml:space="preserve"> کل قوم بما استبطنوه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عدوه بالتوسم. قال الله سبحانه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«ان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للمتوسم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انها لبسب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  <w:r w:rsidRPr="00763105">
        <w:rPr>
          <w:rStyle w:val="libFootnotenumChar"/>
          <w:rtl/>
        </w:rPr>
        <w:t xml:space="preserve"> [9].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قائم</w:t>
      </w:r>
      <w:r>
        <w:rPr>
          <w:rtl/>
          <w:lang w:bidi="fa-IR"/>
        </w:rPr>
        <w:t xml:space="preserve"> ما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همانند حضرت داوود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حکم کند.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شاهد و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ندارد، خداوند احکام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او الهام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پس، به علم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از هرچه که مردم در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پنهان کرده اند، آن حضرت 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دوستانش را از د</w:t>
      </w:r>
      <w:r>
        <w:rPr>
          <w:rFonts w:hint="eastAsia"/>
          <w:rtl/>
          <w:lang w:bidi="fa-IR"/>
        </w:rPr>
        <w:t>شمنانش</w:t>
      </w:r>
      <w:r>
        <w:rPr>
          <w:rtl/>
          <w:lang w:bidi="fa-IR"/>
        </w:rPr>
        <w:t xml:space="preserve"> جدا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 با فراست و هوشمند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مقدسش قرار داده است.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هوشمندان، آنان که در راه راست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دارند</w:t>
      </w:r>
      <w:r>
        <w:rPr>
          <w:rtl/>
          <w:lang w:bidi="fa-IR"/>
        </w:rPr>
        <w:t>.»</w:t>
      </w:r>
      <w:r w:rsidRPr="00763105">
        <w:rPr>
          <w:rStyle w:val="libFootnotenumChar"/>
          <w:rtl/>
        </w:rPr>
        <w:t xml:space="preserve"> [10].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ده صفت و نشانه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است: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العصمه</w:t>
      </w:r>
      <w:r>
        <w:rPr>
          <w:rtl/>
          <w:lang w:bidi="fa-IR"/>
        </w:rPr>
        <w:t xml:space="preserve"> و النصوص و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اعلم الناس و اتقاهم لله و اعلمهم بکتاب الله و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صاحب الوص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الظاهره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له المعجزه و الدل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تنام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نام</w:t>
      </w:r>
      <w:r>
        <w:rPr>
          <w:rtl/>
          <w:lang w:bidi="fa-IR"/>
        </w:rPr>
        <w:t xml:space="preserve"> قلبه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خلفه کما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. </w:t>
      </w:r>
      <w:r w:rsidRPr="00763105">
        <w:rPr>
          <w:rStyle w:val="libFootnotenumChar"/>
          <w:rtl/>
        </w:rPr>
        <w:t>[11].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عصمت از گناه و خلاف اخلاق و دور از حق.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نص بر امامت او از طرف خداوند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امام قبل از او.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همه مردم داناتر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از نظر تقوا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همه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 قرآن خداوند و احکام او از همه اعلم باشد (علوم و معارف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کران</w:t>
      </w:r>
      <w:r>
        <w:rPr>
          <w:rtl/>
          <w:lang w:bidi="fa-IR"/>
        </w:rPr>
        <w:t xml:space="preserve"> قرآن در نزد او باشد).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از طرف امام قبل از او به عنوان 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لحاظ ظاهر هم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</w:t>
      </w:r>
      <w:r w:rsidR="0076310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معجزه باشد (کارها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از عادت انجام دهد و در مقابل دشمن متک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باشد).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چشمش به خواب برود اما قلبش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بدن مقدسش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چگاه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ندارد.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763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همان گونه که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از پشت سر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(ه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و عالم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موجوداتش مانع گردد).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زراره</w:t>
      </w:r>
      <w:r>
        <w:rPr>
          <w:rtl/>
          <w:lang w:bidi="fa-IR"/>
        </w:rPr>
        <w:t xml:space="preserve">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باسم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قلت خاص او عالم قال عام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</w:t>
      </w:r>
      <w:r>
        <w:rPr>
          <w:rtl/>
          <w:lang w:bidi="fa-IR"/>
        </w:rPr>
        <w:t xml:space="preserve"> کل قوم بلسانهم قلت فمن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خالف</w:t>
      </w:r>
      <w:r>
        <w:rPr>
          <w:rtl/>
          <w:lang w:bidi="fa-IR"/>
        </w:rPr>
        <w:t xml:space="preserve">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قد 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باسمه قال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دعهم</w:t>
      </w:r>
      <w:r>
        <w:rPr>
          <w:rtl/>
          <w:lang w:bidi="fa-IR"/>
        </w:rPr>
        <w:t xml:space="preserve">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شکک</w:t>
      </w:r>
      <w:r>
        <w:rPr>
          <w:rtl/>
          <w:lang w:bidi="fa-IR"/>
        </w:rPr>
        <w:t xml:space="preserve"> الناس.</w:t>
      </w:r>
      <w:r w:rsidRPr="00763105">
        <w:rPr>
          <w:rStyle w:val="libFootnotenumChar"/>
          <w:rtl/>
        </w:rPr>
        <w:t xml:space="preserve"> [12].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را به نام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زراره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کردم: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همه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دسته خاص؟ فرمودند: همه مردم به زبان خودشان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شنوند. عرض کردم: پس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اسم حضرتش ندا داده شده است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مخالفت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فرمود: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هم ندا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مردم پس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تزلزل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از شر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در امان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موجب شک و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(آر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مکتب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است. خداوند همه ما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.)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مغ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رمضان تکون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الجمعه لثلاث و عشر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شهر رمضان.</w:t>
      </w:r>
      <w:r w:rsidRPr="00763105">
        <w:rPr>
          <w:rStyle w:val="libFootnotenumChar"/>
          <w:rtl/>
        </w:rPr>
        <w:t xml:space="preserve"> [13].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ماه رمضان واقع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حتما در شب جمعه،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سوم آن ماه خواهد</w:t>
      </w:r>
      <w:r w:rsidR="0076310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</w:t>
      </w:r>
      <w:r>
        <w:rPr>
          <w:rtl/>
          <w:lang w:bidi="fa-IR"/>
        </w:rPr>
        <w:t xml:space="preserve"> بان نقل شده است که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اختصاص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خدمت آن سرور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دامن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را بالا زد و فرمود: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امرنا لو قد کان لکان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هذه الشمس ثم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من السماء ان فلان بن فلان هو الامام باسمه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من الارض کما 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برسول الله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العقبه.</w:t>
      </w:r>
      <w:r w:rsidRPr="00763105">
        <w:rPr>
          <w:rStyle w:val="libFootnotenumChar"/>
          <w:rtl/>
        </w:rPr>
        <w:t xml:space="preserve"> [14] </w:t>
      </w:r>
      <w:r>
        <w:rPr>
          <w:rtl/>
          <w:lang w:bidi="fa-IR"/>
        </w:rPr>
        <w:t>ع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</w:t>
      </w:r>
      <w:r>
        <w:rPr>
          <w:rtl/>
          <w:lang w:bidi="fa-IR"/>
        </w:rPr>
        <w:t xml:space="preserve"> ما (ولا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امامت)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آفتاب روشن تر است و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قائم ما را به نام خودش و پدرش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در همان روز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خود را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مانند شب عقبه که صدا بلند کرد (در آن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الله از جنگ تبوک مراجعت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و از گردنه گذشتند،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ادش</w:t>
      </w:r>
      <w:r>
        <w:rPr>
          <w:rtl/>
          <w:lang w:bidi="fa-IR"/>
        </w:rPr>
        <w:t xml:space="preserve"> بلند شد).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صاحب الامر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گمراه کردن مردم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ادش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خداوند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همه ما را در آن روز پرخطر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قرار بدهد (پ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 ارتباع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امام صادق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است که فرمود: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قتل النفس الزک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 خمس عشره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. </w:t>
      </w:r>
      <w:r w:rsidRPr="00763105">
        <w:rPr>
          <w:rStyle w:val="libFootnotenumChar"/>
          <w:rtl/>
        </w:rPr>
        <w:t>[15]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حضرت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شهادت نفس 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Pr="00763105">
        <w:rPr>
          <w:rStyle w:val="libFootnotenumChar"/>
          <w:rtl/>
        </w:rPr>
        <w:t xml:space="preserve"> [16]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پانزده شب نخواهد بود.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631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لاتمض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السماء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اهل الحق اعتزلوا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اهل الباطل اعتزلوا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عزل</w:t>
      </w:r>
      <w:r>
        <w:rPr>
          <w:rtl/>
          <w:lang w:bidi="fa-IR"/>
        </w:rPr>
        <w:t xml:space="preserve"> هؤ لاء من هؤلاء قال قلت اصلحک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خالط</w:t>
      </w:r>
      <w:r>
        <w:rPr>
          <w:rtl/>
          <w:lang w:bidi="fa-IR"/>
        </w:rPr>
        <w:t xml:space="preserve"> هؤ لاء و هؤ لاء بعد ذلک النداء قال کلا 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الکتاب «ما کان الله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انتم</w:t>
      </w:r>
      <w:r w:rsidR="0076310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الخب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من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ب»</w:t>
      </w:r>
      <w:r>
        <w:rPr>
          <w:rtl/>
          <w:lang w:bidi="fa-IR"/>
        </w:rPr>
        <w:t>.</w:t>
      </w:r>
      <w:r w:rsidRPr="00763105">
        <w:rPr>
          <w:rStyle w:val="libFootnotenumChar"/>
          <w:rtl/>
        </w:rPr>
        <w:t xml:space="preserve"> [17]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روزها</w:t>
      </w:r>
      <w:r>
        <w:rPr>
          <w:rtl/>
          <w:lang w:bidi="fa-IR"/>
        </w:rPr>
        <w:t xml:space="preserve"> و شبها تمام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ندا کننده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بزند: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حق! (صاحبان تقوا) کنار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باطل!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اهل حق جدا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دسته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کردم: خداوند امر شما را اصلاح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دسته (حق و باطل)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مخلوط خواهند شد؟ فرمودند: هرگز مخلوط نشوند. مگر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خداوند در قرآنش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«خداوند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را با مشرکان و بندگان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مخلوط نخواهد گذاشت.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پاکان حتما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ناپاک ها جدا بشوند»</w:t>
      </w:r>
      <w:r w:rsidRPr="001B1240">
        <w:rPr>
          <w:rStyle w:val="libFootnotenumChar"/>
          <w:rtl/>
        </w:rPr>
        <w:t xml:space="preserve"> [18].</w:t>
      </w:r>
      <w:r>
        <w:rPr>
          <w:rtl/>
          <w:lang w:bidi="fa-IR"/>
        </w:rPr>
        <w:t>؟</w:t>
      </w:r>
    </w:p>
    <w:p w:rsidR="007B4BE8" w:rsidRDefault="007B4BE8" w:rsidP="001B124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حمران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از آن حضرت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  <w:r w:rsidR="001B1240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ذکر هؤ لاء عنده و سوء حال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عندهم فقال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سرت مع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(المنصور) و هو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موکبه و هو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من خلفه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انا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حمار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جانبه فقال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عبدالله قد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لک ان تفرح بما اعطانا الله من القوه و فتح لنا من العزه و لاتخبر </w:t>
      </w:r>
      <w:r>
        <w:rPr>
          <w:rFonts w:hint="eastAsia"/>
          <w:rtl/>
          <w:lang w:bidi="fa-IR"/>
        </w:rPr>
        <w:t>الناس</w:t>
      </w:r>
      <w:r>
        <w:rPr>
          <w:rtl/>
          <w:lang w:bidi="fa-IR"/>
        </w:rPr>
        <w:t xml:space="preserve"> انک احق بهذا الامر منا و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</w:t>
      </w:r>
      <w:r>
        <w:rPr>
          <w:rtl/>
          <w:lang w:bidi="fa-IR"/>
        </w:rPr>
        <w:t xml:space="preserve"> فتغر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بک و بهم قال فقلت و من رفع هذا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فقد کذب فقال اتحلف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تقول قال فقلت ان الناس سحره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جبون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فسدوا</w:t>
      </w:r>
      <w:r>
        <w:rPr>
          <w:rtl/>
          <w:lang w:bidi="fa-IR"/>
        </w:rPr>
        <w:t xml:space="preserve"> قلبک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فلا تمکنهم من سمعک فانا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احوج منک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فقال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تذکر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ساءلتک «هل لنا ملک» فقل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«نعم طو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فلا تزالون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مهله من امرکم و فسحه</w:t>
      </w:r>
      <w:r w:rsidR="001B12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اکم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بوا</w:t>
      </w:r>
      <w:r>
        <w:rPr>
          <w:rtl/>
          <w:lang w:bidi="fa-IR"/>
        </w:rPr>
        <w:t xml:space="preserve"> منا دما حراما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حرام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بلد حرام؟» فعرفت انه حفظ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فقلت لعل الله عزوجل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 اخصک بهذا انما هو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ثم لعل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</w:t>
      </w:r>
      <w:r>
        <w:rPr>
          <w:rtl/>
          <w:lang w:bidi="fa-IR"/>
        </w:rPr>
        <w:t xml:space="preserve"> من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فسکت 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فلما رجعت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 موال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فقال جعلت فداک و الله لق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موکب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و انت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حمار و هو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 و قد اشرف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کلمک</w:t>
      </w:r>
      <w:r>
        <w:rPr>
          <w:rtl/>
          <w:lang w:bidi="fa-IR"/>
        </w:rPr>
        <w:t xml:space="preserve"> کانک تحته فقلت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هذا حجه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الخلق و صاحب هذا الامر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 هذا الاخر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بالجور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</w:t>
      </w:r>
      <w:r>
        <w:rPr>
          <w:rtl/>
          <w:lang w:bidi="fa-IR"/>
        </w:rPr>
        <w:t xml:space="preserve"> اولاد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سفک</w:t>
      </w:r>
      <w:r>
        <w:rPr>
          <w:rtl/>
          <w:lang w:bidi="fa-IR"/>
        </w:rPr>
        <w:t xml:space="preserve"> الدماء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بما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</w:t>
      </w:r>
      <w:r>
        <w:rPr>
          <w:rtl/>
          <w:lang w:bidi="fa-IR"/>
        </w:rPr>
        <w:t xml:space="preserve"> الله و هو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موکب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انت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حمار فدخلن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ذلک شک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خفت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فقلت لوراء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کان حول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 خلف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عن شمال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الملائکه لاحتقرته و احتقرت ما هو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فقال الان سکن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ثم قال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هؤ لاء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ملکون؟</w:t>
      </w:r>
      <w:r>
        <w:rPr>
          <w:rtl/>
          <w:lang w:bidi="fa-IR"/>
        </w:rPr>
        <w:t xml:space="preserve"> اومت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الراحه منهم؟ فقلت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تعلم ان ل</w:t>
      </w:r>
      <w:r>
        <w:rPr>
          <w:rFonts w:hint="eastAsia"/>
          <w:rtl/>
          <w:lang w:bidi="fa-IR"/>
        </w:rPr>
        <w:t>کل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مده قال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فقلت هل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نفعک</w:t>
      </w:r>
      <w:r>
        <w:rPr>
          <w:rtl/>
          <w:lang w:bidi="fa-IR"/>
        </w:rPr>
        <w:t xml:space="preserve"> علمک ان هذا الامر اذا جاء کان اسرع من طرفه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انک لو تعلم ما لهم عندالله عزوجل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کنت لهم اشد بعضا ولو جهدت وجهد اهل الارض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دخلهم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اشد ما هم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الاثم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قدروا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ستفزنک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فان العزه لله و لرسوله و </w:t>
      </w:r>
      <w:r>
        <w:rPr>
          <w:rFonts w:hint="eastAsia"/>
          <w:rtl/>
          <w:lang w:bidi="fa-IR"/>
        </w:rPr>
        <w:t>للمؤ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ولکن المنافق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علمون</w:t>
      </w:r>
      <w:r>
        <w:rPr>
          <w:rtl/>
          <w:lang w:bidi="fa-IR"/>
        </w:rPr>
        <w:t xml:space="preserve"> الا تعلم ان من انتظر اءمرنا و صبر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الاذ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الخوف هو غدا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زمرتنا فاذا</w:t>
      </w:r>
      <w:r w:rsidR="001B12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الحق قد مات و ذهب اهله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الجور قد شمل البلاد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القرآن قد خلق و احدث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وجه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الاهواء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 انکفاء کما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الاناء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اهل الباطل قد استعلوا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الحق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الشر ظاهرا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عذر</w:t>
      </w:r>
      <w:r>
        <w:rPr>
          <w:rtl/>
          <w:lang w:bidi="fa-IR"/>
        </w:rPr>
        <w:t xml:space="preserve"> اصحابه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لفسق</w:t>
      </w:r>
      <w:r>
        <w:rPr>
          <w:rtl/>
          <w:lang w:bidi="fa-IR"/>
        </w:rPr>
        <w:t xml:space="preserve"> قد ظهر و اکتف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الرجال بالرجال و النساء بالنساء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المؤ من صامتا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قوله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الفاسق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کذب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کذبه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ستحقر</w:t>
      </w:r>
      <w:r>
        <w:rPr>
          <w:rtl/>
          <w:lang w:bidi="fa-IR"/>
        </w:rPr>
        <w:t xml:space="preserve"> بالکب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الارحام قد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متدح</w:t>
      </w:r>
      <w:r>
        <w:rPr>
          <w:rtl/>
          <w:lang w:bidi="fa-IR"/>
        </w:rPr>
        <w:t xml:space="preserve"> بالفسق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ضحک</w:t>
      </w:r>
      <w:r>
        <w:rPr>
          <w:rtl/>
          <w:lang w:bidi="fa-IR"/>
        </w:rPr>
        <w:t xml:space="preserve"> منه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قوله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الغلام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تعط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المرئه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النساء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تزوجن</w:t>
      </w:r>
      <w:r>
        <w:rPr>
          <w:rtl/>
          <w:lang w:bidi="fa-IR"/>
        </w:rPr>
        <w:t xml:space="preserve"> النساء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الثناء قد کثر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نفق</w:t>
      </w:r>
      <w:r>
        <w:rPr>
          <w:rtl/>
          <w:lang w:bidi="fa-IR"/>
        </w:rPr>
        <w:t xml:space="preserve"> المال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طاعه الله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</w:t>
      </w:r>
      <w:r>
        <w:rPr>
          <w:rtl/>
          <w:lang w:bidi="fa-IR"/>
        </w:rPr>
        <w:t xml:space="preserve"> خذ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الناظر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تعوذ</w:t>
      </w:r>
      <w:r>
        <w:rPr>
          <w:rtl/>
          <w:lang w:bidi="fa-IR"/>
        </w:rPr>
        <w:t xml:space="preserve"> بالله مما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المؤ من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الاجتهاد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الجار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جاره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له مانع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الکافر فرحا لما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المؤ من مرحا لما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من الفساد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الخمور تشرب علان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جتمع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من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خاف</w:t>
      </w:r>
      <w:r>
        <w:rPr>
          <w:rtl/>
          <w:lang w:bidi="fa-IR"/>
        </w:rPr>
        <w:t xml:space="preserve"> الله عزوجل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الامر با المعروف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الفاسق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</w:t>
      </w:r>
      <w:r>
        <w:rPr>
          <w:rtl/>
          <w:lang w:bidi="fa-IR"/>
        </w:rPr>
        <w:t xml:space="preserve"> الله 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محمودا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اصحاب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حقرون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حتقر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حبهم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منقطعا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الشر مسلوکا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قد عطل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</w:t>
      </w:r>
      <w:r>
        <w:rPr>
          <w:rtl/>
          <w:lang w:bidi="fa-IR"/>
        </w:rPr>
        <w:t xml:space="preserve"> مر بترکه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ما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فعله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تسمنون</w:t>
      </w:r>
      <w:r>
        <w:rPr>
          <w:rtl/>
          <w:lang w:bidi="fa-IR"/>
        </w:rPr>
        <w:t xml:space="preserve"> للرجال و النساء للنساء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شته</w:t>
      </w:r>
      <w:r>
        <w:rPr>
          <w:rtl/>
          <w:lang w:bidi="fa-IR"/>
        </w:rPr>
        <w:t xml:space="preserve"> من دبره و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المراءه</w:t>
      </w:r>
      <w:r w:rsidR="001B12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فرجها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النساء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تخذون</w:t>
      </w:r>
      <w:r>
        <w:rPr>
          <w:rtl/>
          <w:lang w:bidi="fa-IR"/>
        </w:rPr>
        <w:t xml:space="preserve"> المجالس کما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تخذها</w:t>
      </w:r>
      <w:r>
        <w:rPr>
          <w:rtl/>
          <w:lang w:bidi="fa-IR"/>
        </w:rPr>
        <w:t xml:space="preserve"> الرجال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التاءن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ولد العباس قد ظهر و اظهروا الخضاب و امتشطوا کما تمتشط المراه لزوجها و اعطوا الرجال الاموال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فروجهم و تنوفس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الرجل و تغا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الرجال و کان صاحب المال اعز من المؤ من و کان ال</w:t>
      </w:r>
      <w:r>
        <w:rPr>
          <w:rFonts w:hint="eastAsia"/>
          <w:rtl/>
          <w:lang w:bidi="fa-IR"/>
        </w:rPr>
        <w:t>ربا</w:t>
      </w:r>
      <w:r>
        <w:rPr>
          <w:rtl/>
          <w:lang w:bidi="fa-IR"/>
        </w:rPr>
        <w:t xml:space="preserve"> ظاهرا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کان الزنا تمتدح به النساء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المراه تصانع زوجها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نکاح الرجال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اکثر الناس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ساعد</w:t>
      </w:r>
      <w:r>
        <w:rPr>
          <w:rtl/>
          <w:lang w:bidi="fa-IR"/>
        </w:rPr>
        <w:t xml:space="preserve"> النساء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فسقهن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المؤ من محزونا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محتقرا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البدع و الزنا قد ظهر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الناس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عتدون</w:t>
      </w:r>
      <w:r>
        <w:rPr>
          <w:rtl/>
          <w:lang w:bidi="fa-IR"/>
        </w:rPr>
        <w:t xml:space="preserve"> بشاهد الزور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الحرام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حلل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الحلال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حرم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بالراء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عطل الکتاب و احکامه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الجراءه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المؤ من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نکر</w:t>
      </w:r>
      <w:r>
        <w:rPr>
          <w:rtl/>
          <w:lang w:bidi="fa-IR"/>
        </w:rPr>
        <w:t xml:space="preserve"> الا بقلبه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 المال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نفق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سخط الله عزوجل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الولاه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قربون</w:t>
      </w:r>
      <w:r>
        <w:rPr>
          <w:rtl/>
          <w:lang w:bidi="fa-IR"/>
        </w:rPr>
        <w:t xml:space="preserve"> اهل الکفر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باعدون</w:t>
      </w:r>
      <w:r>
        <w:rPr>
          <w:rtl/>
          <w:lang w:bidi="fa-IR"/>
        </w:rPr>
        <w:t xml:space="preserve"> اهل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الولاه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رتشون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الحکم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قباله لمن زاد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ذوات الارحام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نکحن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بهن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(التهمه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) الظنه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الرجل الذکر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بذل</w:t>
      </w:r>
      <w:r>
        <w:rPr>
          <w:rtl/>
          <w:lang w:bidi="fa-IR"/>
        </w:rPr>
        <w:t xml:space="preserve"> له نفسه و ماله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النساء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المراءه تقهر زوجها و ت</w:t>
      </w: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ما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تنفق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زوجها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امراته و جار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بالذن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الطعام و الشرب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بالله عزوجل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الزور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القمار قد ظهر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الشرب تباع ظاهرا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مانع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النساء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بذلن</w:t>
      </w:r>
      <w:r>
        <w:rPr>
          <w:rtl/>
          <w:lang w:bidi="fa-IR"/>
        </w:rPr>
        <w:t xml:space="preserve"> انفسهن</w:t>
      </w:r>
      <w:r w:rsidR="001B12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لاهل</w:t>
      </w:r>
      <w:r>
        <w:rPr>
          <w:rtl/>
          <w:lang w:bidi="fa-IR"/>
        </w:rPr>
        <w:t xml:space="preserve"> الکفر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الملاه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 ظهرت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مربها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منعها</w:t>
      </w:r>
      <w:r>
        <w:rPr>
          <w:rtl/>
          <w:lang w:bidi="fa-IR"/>
        </w:rPr>
        <w:t xml:space="preserve"> احد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منعها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ستذله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خاف</w:t>
      </w:r>
      <w:r>
        <w:rPr>
          <w:rtl/>
          <w:lang w:bidi="fa-IR"/>
        </w:rPr>
        <w:t xml:space="preserve"> سلطانه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اقرب الناس من الولاه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متدح</w:t>
      </w:r>
      <w:r>
        <w:rPr>
          <w:rtl/>
          <w:lang w:bidi="fa-IR"/>
        </w:rPr>
        <w:t xml:space="preserve"> بشتمنا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زور</w:t>
      </w:r>
      <w:r>
        <w:rPr>
          <w:rtl/>
          <w:lang w:bidi="fa-IR"/>
        </w:rPr>
        <w:t xml:space="preserve">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شهادته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الزور من القول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نافس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القرآن قد ثقل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استماعه و خف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استماع الباطل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الجار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کرم</w:t>
      </w:r>
      <w:r>
        <w:rPr>
          <w:rtl/>
          <w:lang w:bidi="fa-IR"/>
        </w:rPr>
        <w:t xml:space="preserve"> الجار خوفا من لسانه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الحدود قد عطلت و عمل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بالاهواء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المساجد قد زخرفت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اصدق الناس عند الناس المفتر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الکذب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الشر قد ظهر والس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البغ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 فشا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تستملح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بشربها</w:t>
      </w:r>
      <w:r>
        <w:rPr>
          <w:rtl/>
          <w:lang w:bidi="fa-IR"/>
        </w:rPr>
        <w:t xml:space="preserve"> الناس بعضهم بعضا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طلب الحج و الجهاد 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الله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السلطان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ذل</w:t>
      </w:r>
      <w:r>
        <w:rPr>
          <w:rtl/>
          <w:lang w:bidi="fa-IR"/>
        </w:rPr>
        <w:t xml:space="preserve"> للکافر المؤ من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الخراب قد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من العمران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شته</w:t>
      </w:r>
      <w:r>
        <w:rPr>
          <w:rtl/>
          <w:lang w:bidi="fa-IR"/>
        </w:rPr>
        <w:t xml:space="preserve"> من بخس المک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و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سفک الدماء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ستخف</w:t>
      </w:r>
      <w:r>
        <w:rPr>
          <w:rtl/>
          <w:lang w:bidi="fa-IR"/>
        </w:rPr>
        <w:t xml:space="preserve"> بها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طلب</w:t>
      </w:r>
      <w:r>
        <w:rPr>
          <w:rtl/>
          <w:lang w:bidi="fa-IR"/>
        </w:rPr>
        <w:t xml:space="preserve"> الر</w:t>
      </w:r>
      <w:r>
        <w:rPr>
          <w:rFonts w:hint="eastAsia"/>
          <w:rtl/>
          <w:lang w:bidi="fa-IR"/>
        </w:rPr>
        <w:t>ئاسه</w:t>
      </w:r>
      <w:r>
        <w:rPr>
          <w:rtl/>
          <w:lang w:bidi="fa-IR"/>
        </w:rPr>
        <w:t xml:space="preserve"> لعرض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شهر</w:t>
      </w:r>
      <w:r>
        <w:rPr>
          <w:rtl/>
          <w:lang w:bidi="fa-IR"/>
        </w:rPr>
        <w:t xml:space="preserve"> نفسه بخبث اللسان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تسند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الامور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الصلوه قد استخف بها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عنده المال الکث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زکه</w:t>
      </w:r>
      <w:r>
        <w:rPr>
          <w:rtl/>
          <w:lang w:bidi="fa-IR"/>
        </w:rPr>
        <w:t xml:space="preserve"> منذ ملکه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نشر</w:t>
      </w:r>
      <w:r>
        <w:rPr>
          <w:rtl/>
          <w:lang w:bidi="fa-IR"/>
        </w:rPr>
        <w:t xml:space="preserve"> من قبره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تباع اکفانه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الهرج قد کثر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نشوان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سکران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هتم</w:t>
      </w:r>
      <w:r>
        <w:rPr>
          <w:rtl/>
          <w:lang w:bidi="fa-IR"/>
        </w:rPr>
        <w:t xml:space="preserve"> بما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الناس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البهائم تنکح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البهائم تفرس بعضها بعضا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مصلاه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رجع</w:t>
      </w:r>
      <w:r>
        <w:rPr>
          <w:rtl/>
          <w:lang w:bidi="fa-IR"/>
        </w:rPr>
        <w:t xml:space="preserve">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من 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ابه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قلوب الناس قد قست و جمدت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و ثقل الذکر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السحت قد ظهر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نافس</w:t>
      </w:r>
      <w:r w:rsidR="001B12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</w:t>
      </w:r>
      <w:r>
        <w:rPr>
          <w:rtl/>
          <w:lang w:bidi="fa-IR"/>
        </w:rPr>
        <w:t xml:space="preserve"> الناس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تفقه</w:t>
      </w:r>
      <w:r>
        <w:rPr>
          <w:rtl/>
          <w:lang w:bidi="fa-IR"/>
        </w:rPr>
        <w:t xml:space="preserve"> 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طلب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الرئاسه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الناس مع من غلب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طالب الحلال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طالب الحرام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مدح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عظم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 xml:space="preserve"> بما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</w:t>
      </w:r>
      <w:r>
        <w:rPr>
          <w:rtl/>
          <w:lang w:bidi="fa-IR"/>
        </w:rPr>
        <w:t xml:space="preserve"> الله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منعهم</w:t>
      </w:r>
      <w:r>
        <w:rPr>
          <w:rtl/>
          <w:lang w:bidi="fa-IR"/>
        </w:rPr>
        <w:t xml:space="preserve"> مانع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حول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العمل القب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احد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المعازف ظاهره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تکلم</w:t>
      </w:r>
      <w:r>
        <w:rPr>
          <w:rtl/>
          <w:lang w:bidi="fa-IR"/>
        </w:rPr>
        <w:t xml:space="preserve"> 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من الحق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اءمر</w:t>
      </w:r>
      <w:r>
        <w:rPr>
          <w:rtl/>
          <w:lang w:bidi="fa-IR"/>
        </w:rPr>
        <w:t xml:space="preserve"> بالمعروف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المنکر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نصحه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هذا عنک موضوع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الناس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بعضهم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قتدون</w:t>
      </w:r>
      <w:r>
        <w:rPr>
          <w:rtl/>
          <w:lang w:bidi="fa-IR"/>
        </w:rPr>
        <w:t xml:space="preserve"> باهل الشرور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مسلک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سلکه</w:t>
      </w:r>
      <w:r>
        <w:rPr>
          <w:rtl/>
          <w:lang w:bidi="fa-IR"/>
        </w:rPr>
        <w:t xml:space="preserve"> احد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هزبه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قزع</w:t>
      </w:r>
      <w:r>
        <w:rPr>
          <w:rtl/>
          <w:lang w:bidi="fa-IR"/>
        </w:rPr>
        <w:t xml:space="preserve"> له احد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کل عام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حدث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البدعه و الشر اکثر مما کان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الخلق و المجالس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تابعون</w:t>
      </w:r>
      <w:r>
        <w:rPr>
          <w:rtl/>
          <w:lang w:bidi="fa-IR"/>
        </w:rPr>
        <w:t xml:space="preserve"> الا الاغن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المحتاج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الضحک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رحم</w:t>
      </w:r>
      <w:r>
        <w:rPr>
          <w:rtl/>
          <w:lang w:bidi="fa-IR"/>
        </w:rPr>
        <w:t xml:space="preserve"> 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وجه الله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السماء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فزع</w:t>
      </w:r>
      <w:r>
        <w:rPr>
          <w:rtl/>
          <w:lang w:bidi="fa-IR"/>
        </w:rPr>
        <w:t xml:space="preserve"> لها احد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الناس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تسافدون</w:t>
      </w:r>
      <w:r>
        <w:rPr>
          <w:rtl/>
          <w:lang w:bidi="fa-IR"/>
        </w:rPr>
        <w:t xml:space="preserve"> کم تسافد البهائم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نکر</w:t>
      </w:r>
      <w:r>
        <w:rPr>
          <w:rtl/>
          <w:lang w:bidi="fa-IR"/>
        </w:rPr>
        <w:t xml:space="preserve"> احد منکرا تخوفا من الناس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نفق</w:t>
      </w:r>
      <w:r>
        <w:rPr>
          <w:rtl/>
          <w:lang w:bidi="fa-IR"/>
        </w:rPr>
        <w:t xml:space="preserve"> الکث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طاعه الله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منع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طاعه الله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العقوق قد ظهر و استخف بالوالد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کانا من اسوء الناس حالا عند الولد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فرح</w:t>
      </w:r>
      <w:r>
        <w:rPr>
          <w:rtl/>
          <w:lang w:bidi="fa-IR"/>
        </w:rPr>
        <w:t xml:space="preserve"> بان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النساء قد غلبن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</w:t>
      </w:r>
      <w:r>
        <w:rPr>
          <w:rFonts w:hint="eastAsia"/>
          <w:rtl/>
          <w:lang w:bidi="fa-IR"/>
        </w:rPr>
        <w:t>لک</w:t>
      </w:r>
      <w:r>
        <w:rPr>
          <w:rtl/>
          <w:lang w:bidi="fa-IR"/>
        </w:rPr>
        <w:t xml:space="preserve"> و غلبن کل امر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 ما لهن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ابن الرجل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دعو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فرح</w:t>
      </w:r>
      <w:r>
        <w:rPr>
          <w:rtl/>
          <w:lang w:bidi="fa-IR"/>
        </w:rPr>
        <w:t xml:space="preserve"> بموتهما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الرجل اذا مربه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کسب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الذنب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 فجور او بخس 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 w:rsidR="001B12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غش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حرام او شرب مسکر کئ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حز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حسب</w:t>
      </w:r>
      <w:r>
        <w:rPr>
          <w:rtl/>
          <w:lang w:bidi="fa-IR"/>
        </w:rPr>
        <w:t xml:space="preserve"> ان ذلک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من عمره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السلطان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حتکر</w:t>
      </w:r>
      <w:r>
        <w:rPr>
          <w:rtl/>
          <w:lang w:bidi="fa-IR"/>
        </w:rPr>
        <w:t xml:space="preserve"> الطعام و </w:t>
      </w:r>
      <w:r>
        <w:rPr>
          <w:rtl/>
          <w:lang w:bidi="fa-IR"/>
        </w:rPr>
        <w:lastRenderedPageBreak/>
        <w:t>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اموال ذو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تقسم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الزور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تقامربها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شرب</w:t>
      </w:r>
      <w:r>
        <w:rPr>
          <w:rtl/>
          <w:lang w:bidi="fa-IR"/>
        </w:rPr>
        <w:t xml:space="preserve"> بها الخمور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الخمر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تدوا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بها و توصف للمر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ستشف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الناس قد استووا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ترک </w:t>
      </w:r>
      <w:r>
        <w:rPr>
          <w:rFonts w:hint="eastAsia"/>
          <w:rtl/>
          <w:lang w:bidi="fa-IR"/>
        </w:rPr>
        <w:t>الامر</w:t>
      </w:r>
      <w:r>
        <w:rPr>
          <w:rtl/>
          <w:lang w:bidi="fa-IR"/>
        </w:rPr>
        <w:t xml:space="preserve"> با المعروف و النه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المنکر و ترک التد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وراء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tl/>
          <w:lang w:bidi="fa-IR"/>
        </w:rPr>
        <w:t xml:space="preserve"> المنافق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اهل النفاق دائمه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tl/>
          <w:lang w:bidi="fa-IR"/>
        </w:rPr>
        <w:t xml:space="preserve"> اهل الحق لاتحرک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الاذان بالاجر و الصلاه بالاجر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المساجد محتش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ممن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خاف</w:t>
      </w:r>
      <w:r>
        <w:rPr>
          <w:rtl/>
          <w:lang w:bidi="fa-IR"/>
        </w:rPr>
        <w:t xml:space="preserve"> الله مجتمعون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للغرب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اکل لحوم اهل الحق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تواصفون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شراب ال</w:t>
      </w:r>
      <w:r>
        <w:rPr>
          <w:rFonts w:hint="eastAsia"/>
          <w:rtl/>
          <w:lang w:bidi="fa-IR"/>
        </w:rPr>
        <w:t>مسکر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السکران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بالناس فهو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عقل</w:t>
      </w:r>
      <w:r>
        <w:rPr>
          <w:rtl/>
          <w:lang w:bidi="fa-IR"/>
        </w:rPr>
        <w:t xml:space="preserve">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بالسکر و اذا سکر اکرم واتق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ترک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عاقب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عذر</w:t>
      </w:r>
      <w:r>
        <w:rPr>
          <w:rtl/>
          <w:lang w:bidi="fa-IR"/>
        </w:rPr>
        <w:t xml:space="preserve"> بسکره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اکل اموال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حدث</w:t>
      </w:r>
      <w:r>
        <w:rPr>
          <w:rtl/>
          <w:lang w:bidi="fa-IR"/>
        </w:rPr>
        <w:t xml:space="preserve"> بصلاحه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القضاه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قضون</w:t>
      </w:r>
      <w:r>
        <w:rPr>
          <w:rtl/>
          <w:lang w:bidi="fa-IR"/>
        </w:rPr>
        <w:t xml:space="preserve"> بخلاف ما امر الله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الولاه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اءتمنون</w:t>
      </w:r>
      <w:r>
        <w:rPr>
          <w:rtl/>
          <w:lang w:bidi="fa-IR"/>
        </w:rPr>
        <w:t xml:space="preserve"> الخونه للطمع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قد وضعته </w:t>
      </w:r>
      <w:r>
        <w:rPr>
          <w:rFonts w:hint="eastAsia"/>
          <w:rtl/>
          <w:lang w:bidi="fa-IR"/>
        </w:rPr>
        <w:t>الولاه</w:t>
      </w:r>
      <w:r>
        <w:rPr>
          <w:rtl/>
          <w:lang w:bidi="fa-IR"/>
        </w:rPr>
        <w:t xml:space="preserve"> لاهل الفسوق و الجراءه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اءخذون</w:t>
      </w:r>
      <w:r>
        <w:rPr>
          <w:rtl/>
          <w:lang w:bidi="fa-IR"/>
        </w:rPr>
        <w:t xml:space="preserve"> منهم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خلونهم</w:t>
      </w:r>
      <w:r>
        <w:rPr>
          <w:rtl/>
          <w:lang w:bidi="fa-IR"/>
        </w:rPr>
        <w:t xml:space="preserve"> و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شتهون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المنابر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</w:t>
      </w:r>
      <w:r>
        <w:rPr>
          <w:rtl/>
          <w:lang w:bidi="fa-IR"/>
        </w:rPr>
        <w:t xml:space="preserve"> مر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بالتقو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القائل بما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اءمر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الصلاه قد استخف باوقاتها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الصدقه بالشفاعه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ردابها</w:t>
      </w:r>
      <w:r>
        <w:rPr>
          <w:rtl/>
          <w:lang w:bidi="fa-IR"/>
        </w:rPr>
        <w:t xml:space="preserve"> وجه الله و تعط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لطلب الناس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الناس همهم بطونهم و فروجهم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بالون</w:t>
      </w:r>
      <w:r>
        <w:rPr>
          <w:rtl/>
          <w:lang w:bidi="fa-IR"/>
        </w:rPr>
        <w:t xml:space="preserve"> بما اکلوا و بما نکحوا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مقبله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و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اعلام الحق قد درست فکن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حذر و اطلبت من الله عزوجل النجاه و اعلم الناس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سخط الله عزوجل (و انما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مهلهم</w:t>
      </w:r>
      <w:r>
        <w:rPr>
          <w:rtl/>
          <w:lang w:bidi="fa-IR"/>
        </w:rPr>
        <w:t xml:space="preserve"> لامر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ردابهم</w:t>
      </w:r>
      <w:r>
        <w:rPr>
          <w:rtl/>
          <w:lang w:bidi="fa-IR"/>
        </w:rPr>
        <w:t xml:space="preserve"> فکن مترقبا و اجتهد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راک</w:t>
      </w:r>
      <w:r>
        <w:rPr>
          <w:rtl/>
          <w:lang w:bidi="fa-IR"/>
        </w:rPr>
        <w:t xml:space="preserve"> الله عزوجل)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خلاف ما هم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فان نزل</w:t>
      </w:r>
      <w:r w:rsidR="001B12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بهم</w:t>
      </w:r>
      <w:r>
        <w:rPr>
          <w:rtl/>
          <w:lang w:bidi="fa-IR"/>
        </w:rPr>
        <w:t xml:space="preserve"> العذاب و کنت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عجلت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 و ان اخرت ابتلوا و کنت قد خرجت مما هم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عجلت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 و ان اخرت ابتلوا و کنت قد خرجت مما هم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الجراءه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عزوجل و اعلم ان الله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اجر المحسن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ان رحمه الله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ما المحسن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. </w:t>
      </w:r>
      <w:r w:rsidRPr="001B1240">
        <w:rPr>
          <w:rStyle w:val="libFootnotenumChar"/>
          <w:rtl/>
        </w:rPr>
        <w:t>[19].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1B124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خدمت آن بزرگوار سخن از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(در امر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) و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آمد، آن حضرت فرمودند: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همراه منصور (خل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عباس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بودم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سوار بر اسب بود و از طرف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راست و چپ او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حرکت بودند و من کنار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سوار بر الاغ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منصور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شوکت خود مغرور بود به من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 عبدالله! سزاوار است که شما از قدرت و عزت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به ما داده است خوشحال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مردم نگو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شما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احق و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ما در مورد خلافت، تا ما نسبت به شما و دوستانتان بدب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به منصور گفتم: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از زبان من به شما گفته است دروغ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منصور به من گفت: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سوگند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را نزده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به او گفتم: مردم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که فساد کنند و قلب شما را از ما پر 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سازند؛ به آنها گوش مسپار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ما به شم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شما به ما است.</w:t>
      </w:r>
      <w:r w:rsidRPr="001B1240">
        <w:rPr>
          <w:rStyle w:val="libFootnotenumChar"/>
          <w:rtl/>
        </w:rPr>
        <w:t xml:space="preserve"> [20]</w:t>
      </w:r>
      <w:r>
        <w:rPr>
          <w:rtl/>
          <w:lang w:bidi="fa-IR"/>
        </w:rPr>
        <w:t xml:space="preserve"> پس منصور به من گفت: به خاطر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از شما سؤال کردم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1B12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(بن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عباس) به حکومت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شما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حکومت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وسته؛</w:t>
      </w:r>
      <w:r>
        <w:rPr>
          <w:rtl/>
          <w:lang w:bidi="fa-IR"/>
        </w:rPr>
        <w:t xml:space="preserve"> شما همواره در وسعت از نظر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حکومت بر آن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دست شما به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خون ما آن هم در ماه حرام آلوده بشود؛ در آن هنگام خداوند خشم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سلطنت شما را نابود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متوجه شد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قبلا به او گفته بودم حفظ کرده است؛ لذا به او گفتم: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تو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بلا حفظ کند و من نگفتم که تو خون ما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بکند. پس ساکت شد.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منزلم برگشتم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من آمد و گفت: قربانت گر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همراه منصور سوار بر الاغ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او سوار بر اسب است و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شما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برتر از شماست.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خودم گفتم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حجت </w:t>
      </w:r>
      <w:r>
        <w:rPr>
          <w:rtl/>
          <w:lang w:bidi="fa-IR"/>
        </w:rPr>
        <w:lastRenderedPageBreak/>
        <w:t>خداوند است و صاحب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دستگاه و حال آنکه منصور دشمن خداوند است و فرزندان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و خون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برخلاف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سوار بر مرکب قدرت است و حال آنکه شما سوار بر الاغ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دلم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 که چرا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باشد و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از دستم برود. به آن دوست گفتم: اگر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طرف راست و چپ و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 و پشت سر من افواج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ملا</w:t>
      </w:r>
      <w:r>
        <w:rPr>
          <w:rFonts w:hint="eastAsia"/>
          <w:rtl/>
          <w:lang w:bidi="fa-IR"/>
        </w:rPr>
        <w:t>ئکه</w:t>
      </w:r>
      <w:r>
        <w:rPr>
          <w:rtl/>
          <w:lang w:bidi="fa-IR"/>
        </w:rPr>
        <w:t xml:space="preserve"> در حرکت هستند هر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سطوت و شوکت منصور در نظرت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</w:t>
      </w:r>
    </w:p>
    <w:p w:rsidR="007B4BE8" w:rsidRDefault="007B4BE8" w:rsidP="001B124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</w:t>
      </w:r>
      <w:r w:rsidR="001B124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گفت: اکنون دلم آرام گرفت. آنگاه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رسول الله!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حکومت باطل تا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خواهد بود و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از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جباران 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به او گفتم: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دولت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بود؟ گفت: چرا،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دانم. گ</w:t>
      </w:r>
      <w:r>
        <w:rPr>
          <w:rFonts w:hint="eastAsia"/>
          <w:rtl/>
          <w:lang w:bidi="fa-IR"/>
        </w:rPr>
        <w:t>فتم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(حکومت ما)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زودتر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چشم به هم زدن خواهد آمد؟ به آن دوست گفتم: تو اگر آنچه را که خداوند بزرگ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کرده 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عذاب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مقرر فرموده است) تعجب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تو و همه </w:t>
      </w: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اگر بکوش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تمام قدرتها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انباشته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مانند آن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خلق فرموده است آماده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مراقب باش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تو را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ندهد،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عزت مخصوص خداوند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آورندگان است (مقصود از مؤمنان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عبارت،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هستند) که البته منافقان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درک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منتظر امر ما باشد (حکومت ما) و در مقابل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و ترسها صبر کند، فردا در عالم آخرت با ما نخواهد بود؟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امام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:)</w:t>
      </w:r>
    </w:p>
    <w:p w:rsidR="007B4BE8" w:rsidRDefault="007B4BE8" w:rsidP="004932F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حق و طرفداران آن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جهان پر از جور و ستم شد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قرآن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آن نسبت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نام قرآن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</w:t>
      </w:r>
      <w:r w:rsidR="001B12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بر طبق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هوس خود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از دست داده و دچار انقلاب شده 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طرفداران باطل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حق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شر ظاهر شده است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آن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شر را معذور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فسق (فساد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) در اجتماعات رواج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مردها به مردها اکتفا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(اشاره به عمل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لواط) و زنها به زنها (اشاره به مساحقه)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افراد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خاموش نشسته اند و اگر حرف بزنند سخن آنها را 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دروغگو با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دارند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دروغش را 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افراد کوچک به بزرگترها احترام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قطع رحم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با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گناهان مباهات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ورزند با خنده برخورد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حرف بد آنان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پسر بچه ها مانند زنا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زنها با زنان ازدواج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 اموال خودش را در راه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مشروع به مصرف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(قمار، شراب، ربا و...)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از مشاهده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خ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را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</w:t>
      </w:r>
      <w:r w:rsidR="001B12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(نگارنده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ابتلاء را داشتم)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کفار از رنج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خاطر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وع</w:t>
      </w:r>
      <w:r>
        <w:rPr>
          <w:rtl/>
          <w:lang w:bidi="fa-IR"/>
        </w:rPr>
        <w:t xml:space="preserve"> فساد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خوشحال هستند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علنا شرب خمر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</w:t>
      </w:r>
      <w:r>
        <w:rPr>
          <w:rtl/>
          <w:lang w:bidi="fa-IR"/>
        </w:rPr>
        <w:lastRenderedPageBreak/>
        <w:t>خداوند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ترسند مجلس شراب را 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امر به معروف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(امر به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و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طرفداران فساد اخلاق در جامعه برومند و محترم هستند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صاحب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طرفداران و خوانندگان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آنها را دوست بدارد) کوچک شمرده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راه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منقطع و مسدود و راه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شرها </w:t>
      </w:r>
      <w:r>
        <w:rPr>
          <w:rFonts w:hint="eastAsia"/>
          <w:rtl/>
          <w:lang w:bidi="fa-IR"/>
        </w:rPr>
        <w:t>باز</w:t>
      </w:r>
      <w:r>
        <w:rPr>
          <w:rtl/>
          <w:lang w:bidi="fa-IR"/>
        </w:rPr>
        <w:t xml:space="preserve"> و محل رفت و آمد مردم 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خانه کعبه معطل و متروک مانده است (به خاطر مشکلات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به وجود آمده است)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افراد به آنچه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عمل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مردها و زنها و دواها و اغذ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استعمال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اعمال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فربه 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مردها از راه خود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(لواط) و زنها از راه زنا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</w:t>
      </w:r>
      <w:r w:rsidRPr="001B1240">
        <w:rPr>
          <w:rStyle w:val="libFootnotenumChar"/>
          <w:rtl/>
        </w:rPr>
        <w:t>[21]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مجلس و کنفراس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چنانکه مردها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مجالس و محافل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و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دخالت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فرزندان عباس ا</w:t>
      </w:r>
      <w:r>
        <w:rPr>
          <w:rFonts w:hint="eastAsia"/>
          <w:rtl/>
          <w:lang w:bidi="fa-IR"/>
        </w:rPr>
        <w:t>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مانند زنان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اموال خود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کردن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جنس</w:t>
      </w:r>
      <w:r>
        <w:rPr>
          <w:rFonts w:hint="cs"/>
          <w:rtl/>
          <w:lang w:bidi="fa-IR"/>
        </w:rPr>
        <w:t>ی</w:t>
      </w:r>
      <w:r w:rsidR="001B12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اعم</w:t>
      </w:r>
      <w:r>
        <w:rPr>
          <w:rtl/>
          <w:lang w:bidi="fa-IR"/>
        </w:rPr>
        <w:t xml:space="preserve"> از مرد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زن،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دوره از زمان صاحب مال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از صاحب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زتر</w:t>
      </w:r>
      <w:r>
        <w:rPr>
          <w:rtl/>
          <w:lang w:bidi="fa-IR"/>
        </w:rPr>
        <w:t xml:space="preserve"> است و آشکارا رباخوار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سرزنش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زنان به عمل بد زنا ستوده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زنان به شوهران خود رشوه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تا بتوانند با مردان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رابطه داشته باشن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اکثر مردم 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ها آن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زنان را در فسق و گناهانشان کمک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مؤمن در اجتماع خوار و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بدعت و زنا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شهادت ناحق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فعل </w:t>
      </w:r>
      <w:r>
        <w:rPr>
          <w:rFonts w:hint="eastAsia"/>
          <w:rtl/>
          <w:lang w:bidi="fa-IR"/>
        </w:rPr>
        <w:t>حرام</w:t>
      </w:r>
      <w:r>
        <w:rPr>
          <w:rtl/>
          <w:lang w:bidi="fa-IR"/>
        </w:rPr>
        <w:t xml:space="preserve"> را حلال و حلال را حرام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شمارند (تغ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احکام)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tl/>
          <w:lang w:bidi="fa-IR"/>
        </w:rPr>
        <w:lastRenderedPageBreak/>
        <w:t>مردم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با رأ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خودشان تطب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قرآن و احکام آن معطل مانده 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 مردم انتظار شب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 بلکه در روز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در مقابل منکرات ج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قلبشان، توان انکار ندارند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بخش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مال صرف در غضب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(مانند پولها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خرج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اسلحه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افراد مسلمان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مسلمان را آتش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و نابود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فرمانروا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دشمنان خدا و کفار تقرب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 (مانند فرستادن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اصطلاح حسن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بستن قراردادها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مسلمان)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زمامداران از اهل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4932F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فرمانروا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حکم دادن رشوه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دست آوردن حکومت با پول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محارم خود ازدواج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به آنها اکتفا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مجرد تهمت و سوءظن افراد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 (بدون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) و ناگهان هجوم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مال و جان او را تصاحب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(ممکن است در راه 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شهوت باشد که زنان هر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مردها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حکام جور اموال مردم مصادره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جانشان هم به مخاطره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راه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پسر بچه 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زشت از مال و جان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مردها را به خاطر تماس و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با زنان سرزنش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مردها از درآمد زنان خود در ارتباط با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 و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فجور امرار معاش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زن آنها فاسد است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تن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7492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زنان بر مردان غالب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برخلاف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شوهر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مردشان را از نظر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مردها زنان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خود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اشخاص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در مقابل به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خوراک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قناعت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خداوند بزرگ (اظهار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>) با زور و جبر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طرف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زمامداران)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</w:t>
      </w:r>
      <w:r w:rsidR="004932F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علنا</w:t>
      </w:r>
      <w:r>
        <w:rPr>
          <w:rtl/>
          <w:lang w:bidi="fa-IR"/>
        </w:rPr>
        <w:t xml:space="preserve"> قمار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علنا شراب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بر سر راه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زنان مسلمان خودشان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کفار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گناهان در اجتماع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مردم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منع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جراءت بر منع آنها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افراد با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صاحبان قدرت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به زمامداران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هستند که نسبت به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بدگو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زبان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عمل)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نسبت به ما اظهار محبت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مورد احترام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حرف آنها را </w:t>
      </w: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در گفتار خلاف حق با هم رقابت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قرآن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ساز و آواز آسان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خاطر زبان بد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او را اکرام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حدود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معطل مانده است و مردم </w:t>
      </w: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را طبق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نفسشان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مساجد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(از نظر ساختمان و رنگ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راستگوتر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دروغگوتر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است (از نظر واقع)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شر و سخن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ظاهر گشته 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ستمگر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کردن را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خوشمزه و دلچسب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کردن بشارت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4932F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 خانه خدا و جهاد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پادشاهان به خاطر دلجو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کفار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را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عمران و آبادان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فزون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(اثر شوم جنگها)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کم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جامعه سبک شمرده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 به خاطر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بدزبان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خود را به بد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تا مردم از او بترسند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نماز را سبک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شمارند (هر وقت که 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آخر وقت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اموال فراوا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از اول زکات آن را نداده 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نبش قبر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کفن مردگان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هرج و مرج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مردم گرفته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شبانه سر سفره شراب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صبح مست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به فکر مردم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عامله</w:t>
      </w:r>
      <w:r>
        <w:rPr>
          <w:rtl/>
          <w:lang w:bidi="fa-IR"/>
        </w:rPr>
        <w:t xml:space="preserve">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(با آنها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در برگشتن لباس ندارد (لباس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قلبها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سخت شده است و اشکشان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 بر آنها گران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در خوردن مال حرام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رقابت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</w:t>
      </w:r>
      <w:r w:rsidR="004932F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نمازگزار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خودنما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مردم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آموزد (نه خدا)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طرفدار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قدرت در دست اوست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طالب مال حلال را سرزنش و دوستدار حرام را تمج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(مکه 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>)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خلاف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آلات لهو و لعب را در 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طور آشکار (مانند ساز و آواز، قمار و انواع گناهان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>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حق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و امر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به عنوا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به شما مربوط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بهتر است دست بردار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با 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مردم بد اقتدا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راه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سعادت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است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 راه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مردگان را به مسخره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eastAsia"/>
          <w:rtl/>
          <w:lang w:bidi="fa-IR"/>
        </w:rPr>
        <w:t>دارند</w:t>
      </w:r>
      <w:r>
        <w:rPr>
          <w:rtl/>
          <w:lang w:bidi="fa-IR"/>
        </w:rPr>
        <w:t xml:space="preserve"> (از خدا)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سال بدعتها و فتنه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بدتر از سال قبل 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و در محافل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 نسبت به اغن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احترام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مقابل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کمک به او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 به او رحم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مردم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وحشت و 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 (مانند سرخ</w:t>
      </w:r>
      <w:r>
        <w:rPr>
          <w:rFonts w:hint="cs"/>
          <w:rtl/>
          <w:lang w:bidi="fa-IR"/>
        </w:rPr>
        <w:t>ی</w:t>
      </w:r>
      <w:r w:rsidR="004932F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آسمان و ستاره دنباله دار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مانند بهائم سوار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سرزنش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در راه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انفاق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در راه خدا انفاق 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فرزندان احترام پدر و مادر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آ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شمارند و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حالات را پدر و مادر دارند (نزد فرزندانشان) و از افترا زدن به پدر و مادر خوشحال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(پسران و دختران)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زنها بر کشورها و بر تمام امور غلبه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 (نخست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پادشاه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مجلس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شوند) و کارها بدون رضا و هوس زنان انجام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پسر به پدرش افترا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به پدر و مادر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انتظار مرگ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بابت خوشحال است (برا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ارث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>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مرد بگذرد و در آن روز مرتکب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خوردن حرام و شرب مس</w:t>
      </w:r>
      <w:r>
        <w:rPr>
          <w:rFonts w:hint="eastAsia"/>
          <w:rtl/>
          <w:lang w:bidi="fa-IR"/>
        </w:rPr>
        <w:t>کرات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غش در معامله نشود، آن 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روز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پادشاهان مواد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خود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دهند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خمس آل محمد (سهم امام و سهم سادات) در راه باطل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با آن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شراب را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درما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امراض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(بعض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پزشکان گاه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خود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پاره</w:t>
      </w:r>
      <w:r w:rsidR="004932F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امراض از شراب استفاده کنند)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همه مردم در ترک امر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اند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پرچم نفاق و منافقان به اهتزاز در آمده است اما از حق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مؤذن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و نمازگزار (نماز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خواندن مطالبه پو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امثال آن)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مساجد محل اجتماع، اما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و خوردن گوشت مردم است و در مساجد وصف شراب و شرابخوار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آدم مست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(پ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شنماز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شود)</w:t>
      </w:r>
      <w:r w:rsidR="0097492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هرگاه مشروب خورد مردم او را احترام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اموال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صلاح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معروف هستند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قضات بر خلاف آنچه خداوند فرموده است قضاوت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زمامداران به جهت طمع،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انتکاران</w:t>
      </w:r>
      <w:r>
        <w:rPr>
          <w:rtl/>
          <w:lang w:bidi="fa-IR"/>
        </w:rPr>
        <w:t xml:space="preserve"> را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حکام </w:t>
      </w:r>
      <w:r>
        <w:rPr>
          <w:rFonts w:hint="eastAsia"/>
          <w:rtl/>
          <w:lang w:bidi="fa-IR"/>
        </w:rPr>
        <w:t>اجتماع،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را به دست اهل فسق و فجور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آنها بر خدا جرأت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اموال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 و به هر نحو که بخواهند با آن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سر منبرها امر به تقوا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اما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خود به آن عمل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نماز را در وقت خودش ن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و آن را سبک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زکات و صدقات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به وساطت افراد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اما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قصد تقرب به خداوند را ندارند</w:t>
      </w:r>
      <w:r w:rsidR="0097492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هّم و هدف مردم پر کردن شکم و ارضا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از هر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 به آنها آورده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و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کهنه شده است،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حمران! پس بر حذر باش و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خداوند بزرگ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 و بدان که مردم گرفتار </w:t>
      </w:r>
      <w:r>
        <w:rPr>
          <w:rFonts w:hint="eastAsia"/>
          <w:rtl/>
          <w:lang w:bidi="fa-IR"/>
        </w:rPr>
        <w:t>خشم</w:t>
      </w:r>
      <w:r>
        <w:rPr>
          <w:rtl/>
          <w:lang w:bidi="fa-IR"/>
        </w:rPr>
        <w:t xml:space="preserve"> خداوند هستند و به آنها مهلت داده شده در مقابل اوامر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آنها شده است. پس، مواظب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باش و کوشش کن تا خداوند تو را برخلاف آنها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اگر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عذاب خداوند نازل شود همانا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رحمت واسعه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شتافته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اگر از آنها جدا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گ</w:t>
      </w:r>
      <w:r>
        <w:rPr>
          <w:rFonts w:hint="eastAsia"/>
          <w:rtl/>
          <w:lang w:bidi="fa-IR"/>
        </w:rPr>
        <w:t>رفتار</w:t>
      </w:r>
      <w:r>
        <w:rPr>
          <w:rtl/>
          <w:lang w:bidi="fa-IR"/>
        </w:rPr>
        <w:t xml:space="preserve"> هستند و تو از جرأت بر خداوند در امان مانده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و بدان که خداوند پاداش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کوکاران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همانا رحمت خداوند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کوکاران</w:t>
      </w:r>
      <w:r>
        <w:rPr>
          <w:rtl/>
          <w:lang w:bidi="fa-IR"/>
        </w:rPr>
        <w:t xml:space="preserve"> است.</w:t>
      </w:r>
      <w:r>
        <w:rPr>
          <w:rFonts w:hint="eastAsia"/>
          <w:rtl/>
          <w:lang w:bidi="fa-IR"/>
        </w:rPr>
        <w:t>مفضل</w:t>
      </w:r>
      <w:r>
        <w:rPr>
          <w:rtl/>
          <w:lang w:bidi="fa-IR"/>
        </w:rPr>
        <w:t xml:space="preserve"> بن عمر از اصحاب حضرت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از محل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ظهور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ارواحنا له الفداء 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سؤال کرد،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مفضل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وحده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وحده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لج</w:t>
      </w:r>
      <w:r>
        <w:rPr>
          <w:rtl/>
          <w:lang w:bidi="fa-IR"/>
        </w:rPr>
        <w:t xml:space="preserve"> الکعبه وحده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وحده فاذا نامت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و غسق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نزل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</w:t>
      </w:r>
      <w:r>
        <w:rPr>
          <w:rtl/>
          <w:lang w:bidi="fa-IR"/>
        </w:rPr>
        <w:t xml:space="preserve"> و الملئکه صفوفا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له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قولک مقبول و امرک جائز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مسح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«الحمدلله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صدقنا وعده و اورثنا الارض نتبوا من الجنه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نشاء فنعم اجر العامل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7492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قف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الرکن و المقام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صرخ</w:t>
      </w:r>
      <w:r>
        <w:rPr>
          <w:rtl/>
          <w:lang w:bidi="fa-IR"/>
        </w:rPr>
        <w:t xml:space="preserve"> صرخه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 w:rsidR="0097492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معشر نقبائ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اهل خاصت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 ذخرهم الله لنصرت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ظهور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 الارض ائتون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طائع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فترد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حته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و 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بهم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فرشهم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شرق الارض و غربها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سمعونه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واحده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اذن کل رجل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ئون</w:t>
      </w:r>
      <w:r>
        <w:rPr>
          <w:rtl/>
          <w:lang w:bidi="fa-IR"/>
        </w:rPr>
        <w:t xml:space="preserve"> نحوها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لهم الا کلمحه بصر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کلهم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الرکن و المقام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اءمر</w:t>
      </w:r>
      <w:r>
        <w:rPr>
          <w:rtl/>
          <w:lang w:bidi="fa-IR"/>
        </w:rPr>
        <w:t xml:space="preserve"> الله عزوجل النور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عمودا من الارض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السماء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ستض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کل مؤ من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 الارض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نور من جوف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فتفرح نفوس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بذالک النور </w:t>
      </w:r>
      <w:r>
        <w:rPr>
          <w:rtl/>
          <w:lang w:bidi="fa-IR"/>
        </w:rPr>
        <w:lastRenderedPageBreak/>
        <w:t>و هم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علمون</w:t>
      </w:r>
      <w:r>
        <w:rPr>
          <w:rtl/>
          <w:lang w:bidi="fa-IR"/>
        </w:rPr>
        <w:t xml:space="preserve"> بظهور قائمنا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السلام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صبحون</w:t>
      </w:r>
      <w:r>
        <w:rPr>
          <w:rtl/>
          <w:lang w:bidi="fa-IR"/>
        </w:rPr>
        <w:t xml:space="preserve"> وقوفا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هم ثلثمائه و ثلاثه عشر رجلا بعده اصحاب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بدر. </w:t>
      </w:r>
      <w:r w:rsidRPr="0097492D">
        <w:rPr>
          <w:rStyle w:val="libFootnotenumChar"/>
          <w:rtl/>
        </w:rPr>
        <w:t>[22].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>! محل ظهور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کجاست و چگونه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 فرمودند: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وارد مسجد الحرام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دست به دامن کعبه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زند، شب را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کنار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چون مردم به خواب روند و شب فرا رسد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صفوف فرشتگان بر او وارد شوند.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آن حضرت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گفتارت مقبول و فرمانت مطاع است. پس، آن حضرت دست بر چهره اش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وعده لطف و رحمتش را بر ما محقق فرمود و ما را وارث همه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بهشت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هر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که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منزل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 روز پاداش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کوکاران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خواهد بود». </w:t>
      </w:r>
      <w:r w:rsidRPr="0097492D">
        <w:rPr>
          <w:rStyle w:val="libFootnotenumChar"/>
          <w:rtl/>
        </w:rPr>
        <w:t>[23]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7492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امام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رکن و مقام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مخصوص من 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شما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نصرت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کرده است! با حالت اطاعت نزد من حاضر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امام در شرق و غرب به گوش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آن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ملکوت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به طرف امام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در چشم به هم زدن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رکن و مقام نزد امام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خداوند متعال به نور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به صورت عمود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 آسمان بر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تمام ساکنان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از پرتو خود روشن سازد. مؤمنان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نور به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سرور وا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قائم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خبر ندارند، اما چون صبح شود آنها در محضر مقدس و در فرمان امام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تعداد آنها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</w:t>
      </w:r>
      <w:r w:rsidR="0097492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عدد اصحاب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در روز جنگ بدر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عمر</w:t>
      </w:r>
      <w:r>
        <w:rPr>
          <w:rtl/>
          <w:lang w:bidi="fa-IR"/>
        </w:rPr>
        <w:t xml:space="preserve"> بن حنظله از امام ششم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خمس</w:t>
      </w:r>
      <w:r>
        <w:rPr>
          <w:rtl/>
          <w:lang w:bidi="fa-IR"/>
        </w:rPr>
        <w:t xml:space="preserve"> قبل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القائم من العلامات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و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الخسف بالب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و خروج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قتل النفس الزک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. </w:t>
      </w:r>
      <w:r w:rsidRPr="0097492D">
        <w:rPr>
          <w:rStyle w:val="libFootnotenumChar"/>
          <w:rtl/>
        </w:rPr>
        <w:t>[24].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7492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ظهور حضرت مهد</w:t>
      </w:r>
      <w:r>
        <w:rPr>
          <w:rFonts w:hint="cs"/>
          <w:rtl/>
          <w:lang w:bidi="fa-IR"/>
        </w:rPr>
        <w:t>ی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پنج نشانه تحقق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7492D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97492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7492D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97492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خروج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7492D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97492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فرورفتگ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(زم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مکه منوره)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7492D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97492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خروج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7492D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97492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کشته شدن نفس 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فضل</w:t>
      </w:r>
      <w:r>
        <w:rPr>
          <w:rtl/>
          <w:lang w:bidi="fa-IR"/>
        </w:rPr>
        <w:t xml:space="preserve"> بن شاذان از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نموده است که او گفت: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قال</w:t>
      </w:r>
      <w:r>
        <w:rPr>
          <w:rtl/>
          <w:lang w:bidi="fa-IR"/>
        </w:rPr>
        <w:t xml:space="preserve"> ابو عبدالله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ان القائم صلوات الله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ثلاث و عشر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عاشورا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قتل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. </w:t>
      </w:r>
      <w:r w:rsidRPr="0097492D">
        <w:rPr>
          <w:rStyle w:val="libFootnotenumChar"/>
          <w:rtl/>
        </w:rPr>
        <w:t>[25]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 که قائم آل محمد صلوات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سوم ماه رمضان با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روز عاشورا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آن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سراج به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عتکم؟</w:t>
      </w:r>
      <w:r>
        <w:rPr>
          <w:rtl/>
          <w:lang w:bidi="fa-IR"/>
        </w:rPr>
        <w:t xml:space="preserve"> فقال: اذا اختلف ولد العباس و 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سلطانهم و طمع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من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طمع</w:t>
      </w:r>
      <w:r>
        <w:rPr>
          <w:rtl/>
          <w:lang w:bidi="fa-IR"/>
        </w:rPr>
        <w:t xml:space="preserve"> و خلعت العرب اعنتها و رفع کل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و ظهر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اقبل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تحرک الحسن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خرج صاحب هذا الامر من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مکه بتراث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قلت و ما ت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؟ فقال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و درعه و عمامته و برده و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و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و فرسه ولامته و سرجه.</w:t>
      </w:r>
      <w:r w:rsidRPr="0097492D">
        <w:rPr>
          <w:rStyle w:val="libFootnotenumChar"/>
          <w:rtl/>
        </w:rPr>
        <w:t xml:space="preserve"> [26].</w:t>
      </w:r>
    </w:p>
    <w:p w:rsidR="007B4BE8" w:rsidRDefault="007B4BE8" w:rsidP="0097492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ابن رسول الله! فرج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بود؟ فرمودند: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اولاد عباس در حکومت با هم اختلاف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طمع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 که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بکنند (شا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نداشتن) و عرب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را از دست بدهد،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خروج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(منظور جناب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خراسان)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هنگام، صاحب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(امر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سمت مکه معظمه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«تراث» رسول خدا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را همراه دارد.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کردم: «تراث»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</w:t>
      </w:r>
    </w:p>
    <w:p w:rsidR="007B4BE8" w:rsidRDefault="007B4BE8" w:rsidP="0097492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زره و عمامه رسول اکرم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و برد آن حضرت و پرچم او و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سرور و اسب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آلات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همه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نبرد که جدش خاتم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داشتند، امام عصر ارواحنا له الفداء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همراه دارد.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حضرت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خروج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کسوف الشمس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رمضان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ثلاث عشره و اربع عشره منه.</w:t>
      </w:r>
      <w:r w:rsidRPr="0097492D">
        <w:rPr>
          <w:rStyle w:val="libFootnotenumChar"/>
          <w:rtl/>
        </w:rPr>
        <w:t xml:space="preserve"> [27]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7492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نشانه</w:t>
      </w:r>
      <w:r>
        <w:rPr>
          <w:rtl/>
          <w:lang w:bidi="fa-IR"/>
        </w:rPr>
        <w:t xml:space="preserve"> ظهور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کسوف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ماه مبارک رمضان است و وقت کسوف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چهاردهم ماه رمضان خواهد بود.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زراره</w:t>
      </w:r>
      <w:r>
        <w:rPr>
          <w:rtl/>
          <w:lang w:bidi="fa-IR"/>
        </w:rPr>
        <w:t xml:space="preserve">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درباره حق بودن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پرسد،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والله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سمعه</w:t>
      </w:r>
      <w:r>
        <w:rPr>
          <w:rtl/>
          <w:lang w:bidi="fa-IR"/>
        </w:rPr>
        <w:t xml:space="preserve"> کل قوم بلسانهم. </w:t>
      </w:r>
      <w:r w:rsidRPr="0097492D">
        <w:rPr>
          <w:rStyle w:val="libFootnotenumChar"/>
          <w:rtl/>
        </w:rPr>
        <w:t>[28]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خدا سوگند حق است و تمام مردم به زبان مخصوص خودشان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هشام</w:t>
      </w:r>
      <w:r>
        <w:rPr>
          <w:rtl/>
          <w:lang w:bidi="fa-IR"/>
        </w:rPr>
        <w:t xml:space="preserve"> بن سالم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هذا الامر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صنف من الناس الا وقد ولوا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قائل «انا لو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لعدلنا»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القائم با لحق و العدل. </w:t>
      </w:r>
      <w:r w:rsidRPr="00891EA9">
        <w:rPr>
          <w:rStyle w:val="libFootnotenumChar"/>
          <w:rtl/>
        </w:rPr>
        <w:t>[29].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امر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محقق نخواهد شد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تمام اصناف مردم به حکومت برسند تا نتوانند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اگر حکومت به دست ما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عدالت و حق را اجرا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بعد 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همه طبقات به حکومت آنگاه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حق و عدالت را اجرا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37FF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موضوع</w:t>
      </w:r>
      <w:r>
        <w:rPr>
          <w:rtl/>
          <w:lang w:bidi="fa-IR"/>
        </w:rPr>
        <w:t xml:space="preserve"> امتحان و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شدن همه طبقات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مقدمات 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ارواحنا له الفداء</w:t>
      </w:r>
      <w:r w:rsidR="00437FF0">
        <w:rPr>
          <w:lang w:bidi="fa-IR"/>
        </w:rPr>
        <w:t xml:space="preserve">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. لذا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منصور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ابوعبدالله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منصور ان هذا الامر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الا بعد (ا)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اءس</w:t>
      </w:r>
      <w:r>
        <w:rPr>
          <w:rtl/>
          <w:lang w:bidi="fa-IR"/>
        </w:rPr>
        <w:t xml:space="preserve"> لا و الله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زوا</w:t>
      </w:r>
      <w:r>
        <w:rPr>
          <w:rtl/>
          <w:lang w:bidi="fa-IR"/>
        </w:rPr>
        <w:t xml:space="preserve"> لا والله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تمحصوا ولا والله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سعد</w:t>
      </w:r>
      <w:r>
        <w:rPr>
          <w:rtl/>
          <w:lang w:bidi="fa-IR"/>
        </w:rPr>
        <w:t xml:space="preserve"> من سعد.</w:t>
      </w:r>
      <w:r w:rsidRPr="00437FF0">
        <w:rPr>
          <w:rStyle w:val="libFootnotenumChar"/>
          <w:rtl/>
        </w:rPr>
        <w:t xml:space="preserve"> [30].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حکومت ما آل محمد محقق نخواهد شد مگر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عمل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37FF0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37FF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 خدا سوگند،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مگر بعد از ماء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</w:t>
      </w:r>
      <w:r>
        <w:rPr>
          <w:rtl/>
          <w:lang w:bidi="fa-IR"/>
        </w:rPr>
        <w:t xml:space="preserve"> شدن همه از وجود مقدسش (آر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اگر بود،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آمد؛ پس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نقدر</w:t>
      </w:r>
      <w:r>
        <w:rPr>
          <w:rtl/>
          <w:lang w:bidi="fa-IR"/>
        </w:rPr>
        <w:t xml:space="preserve">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است؟).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37FF0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37FF0">
        <w:rPr>
          <w:rFonts w:hint="cs"/>
          <w:rtl/>
          <w:lang w:bidi="fa-IR"/>
        </w:rPr>
        <w:t xml:space="preserve"> - 0</w:t>
      </w:r>
      <w:r>
        <w:rPr>
          <w:rtl/>
          <w:lang w:bidi="fa-IR"/>
        </w:rPr>
        <w:t xml:space="preserve"> نه به خدا سوگند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افراد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 (خوبان از بدان مشخص شوند).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37FF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</w:t>
      </w:r>
      <w:r w:rsidR="00437FF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نه به خدا سوگند، قائم ما ظاهر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همه شناخته بشوند (از نظر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37FF0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437FF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نه به خدا سوگند، آنگاه موعود اسلام ظهور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سعادتمند بشوند، به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خودشان راه سعادت را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خبث باطن و سوء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هستند به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خودشان راه شقاوت را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همه مردم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قبل از حکومت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سرور عالم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ارواحنا له الفداء امتحان بشوند. سعادتمند آن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معدل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قبول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حضرت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کرده اند که آن امام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لله مائده بقرق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طلع</w:t>
      </w:r>
      <w:r>
        <w:rPr>
          <w:rtl/>
          <w:lang w:bidi="fa-IR"/>
        </w:rPr>
        <w:t xml:space="preserve"> مطلع من السماء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السماء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سباع الارض هلموا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الشبع من لحوم الجبا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. </w:t>
      </w:r>
      <w:r w:rsidRPr="00437FF0">
        <w:rPr>
          <w:rStyle w:val="libFootnotenumChar"/>
          <w:rtl/>
        </w:rPr>
        <w:t>[31]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37FF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متعال سفره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گسترده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پرندگان آسمان 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درندگان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شکم را از گوشت ستمگران و جباران عالم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عمر ستمگران خاتمه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و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رفاه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موجودات آماده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درباره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عرب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اعلام خطر فرموده اند: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لطغاه العرب من شر قد اقترب قلت کم مع القائم من العرب قال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عن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النعمان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انه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مع القائم من العرب احد. </w:t>
      </w:r>
      <w:r w:rsidRPr="00437FF0">
        <w:rPr>
          <w:rStyle w:val="libFootnotenumChar"/>
          <w:rtl/>
        </w:rPr>
        <w:t>[32]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سرکشان عرب از 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شده است. 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کردم: از اصحاب حضرت قائم چند نفر عرب هستند؟ فرمودند: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(بس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کم). اما «غ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عرب در خدمت حضرت قائم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(منظور اصحاب خاص هستند).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</w:t>
      </w:r>
      <w:r>
        <w:rPr>
          <w:rtl/>
          <w:lang w:bidi="fa-IR"/>
        </w:rPr>
        <w:t xml:space="preserve"> نقل «الزام الناصب»،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باب علائم قبل از ظهور امام عصر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فرمودند:</w:t>
      </w:r>
    </w:p>
    <w:p w:rsidR="007B4BE8" w:rsidRDefault="007B4BE8" w:rsidP="00437FF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القائم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من مکه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مثل الحلقه قلت و کم الحلقه قال عشره آلاف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ساره</w:t>
      </w:r>
      <w:r>
        <w:rPr>
          <w:rtl/>
          <w:lang w:bidi="fa-IR"/>
        </w:rPr>
        <w:t xml:space="preserve">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هز</w:t>
      </w:r>
      <w:r>
        <w:rPr>
          <w:rtl/>
          <w:lang w:bidi="fa-IR"/>
        </w:rPr>
        <w:t xml:space="preserve"> الرا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المغلبه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ربها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المشرق و لا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المغرب الا بلغها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نزل بها جب</w:t>
      </w:r>
      <w:r>
        <w:rPr>
          <w:rFonts w:hint="eastAsia"/>
          <w:rtl/>
          <w:lang w:bidi="fa-IR"/>
        </w:rPr>
        <w:t>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بدر ثم لفها و دفعها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البصره فنشرها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ففتح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ثم لفها فه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عندنا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نشرها</w:t>
      </w:r>
      <w:r>
        <w:rPr>
          <w:rtl/>
          <w:lang w:bidi="fa-IR"/>
        </w:rPr>
        <w:t xml:space="preserve"> احد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القائم فاذا هو قام فنشرها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المشرق و المغرب </w:t>
      </w:r>
      <w:r>
        <w:rPr>
          <w:rtl/>
          <w:lang w:bidi="fa-IR"/>
        </w:rPr>
        <w:lastRenderedPageBreak/>
        <w:t xml:space="preserve">الا بلغها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الرعب قدامها شهرا و عن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شهرا و عن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سارها</w:t>
      </w:r>
      <w:r>
        <w:rPr>
          <w:rtl/>
          <w:lang w:bidi="fa-IR"/>
        </w:rPr>
        <w:t xml:space="preserve"> شهرا ثم</w:t>
      </w:r>
      <w:r w:rsidR="00437FF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محمد (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) 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موتورا غضبان اسفا لغضب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هذا الخلق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رسول الله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احد و عمامه السحاب و درع رسول الله السابغه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رسول الله ذوالفقار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جرد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عاتقه ثمان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اشهر هرجا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بدا</w:t>
      </w:r>
      <w:r>
        <w:rPr>
          <w:rtl/>
          <w:lang w:bidi="fa-IR"/>
        </w:rPr>
        <w:t xml:space="preserve"> ببن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قطع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علقها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الکعبه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هؤ لاء سراق الله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تناول</w:t>
      </w:r>
      <w:r>
        <w:rPr>
          <w:rtl/>
          <w:lang w:bidi="fa-IR"/>
        </w:rPr>
        <w:t xml:space="preserve"> المفقود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 فرشهم و هو قول الله عزوجل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نما</w:t>
      </w:r>
      <w:r>
        <w:rPr>
          <w:rtl/>
          <w:lang w:bidi="fa-IR"/>
        </w:rPr>
        <w:t xml:space="preserve"> تکونوا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tl/>
          <w:lang w:bidi="fa-IR"/>
        </w:rPr>
        <w:t xml:space="preserve"> بکم الله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عا»</w:t>
      </w:r>
      <w:r>
        <w:rPr>
          <w:rtl/>
          <w:lang w:bidi="fa-IR"/>
        </w:rPr>
        <w:t>.</w:t>
      </w:r>
      <w:r w:rsidRPr="00437FF0">
        <w:rPr>
          <w:rStyle w:val="libFootnotenumChar"/>
          <w:rtl/>
        </w:rPr>
        <w:t xml:space="preserve"> [33]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37FF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از مکه خارج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حلقه باشد. 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کردم: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حلقه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سپاه ده هزار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طرف راست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طرف چپ آن حضرت در حرکت اند و پرچم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را به اهتزاز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تمام مردم مشرق و مغرب از خبر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به اهتزاز در آمدن آن آگاه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پرچم مخصوص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است که در روز بدر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 را از آسمان آورد. آنگاه رسول خدا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آن پرچم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ع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داد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جنگ بصره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و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پرچم را به اهتزاز درآورد و خداوند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درخشان را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بش</w:t>
      </w:r>
      <w:r>
        <w:rPr>
          <w:rtl/>
          <w:lang w:bidi="fa-IR"/>
        </w:rPr>
        <w:t xml:space="preserve"> فرمود و بعد از فتح بصره حضرت امام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آن پرچم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الان در نزد ماست.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آن پرچم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دست</w:t>
      </w:r>
      <w:r w:rsidR="00437FF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قائم 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کند و آن را به اهتزاز درآورد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پرچم و خبر برافراشته شدنش به شرق و غرب عالم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جهان را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طره</w:t>
      </w:r>
      <w:r>
        <w:rPr>
          <w:rtl/>
          <w:lang w:bidi="fa-IR"/>
        </w:rPr>
        <w:t xml:space="preserve"> خود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از آن طرف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آن به اندازه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مسافت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طرف راست و چپ آن موج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tl/>
          <w:lang w:bidi="fa-IR"/>
        </w:rPr>
        <w:lastRenderedPageBreak/>
        <w:t>خوف و ترس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(البته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را پر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کند) و قلبها را مسخر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ناراحت و غضبناک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که گرفتار غضب خداوند شده اند متأسف است،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در جنگ احد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عمامه مخصوص و زره آن حضرت را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جدش</w:t>
      </w:r>
      <w:r>
        <w:rPr>
          <w:rtl/>
          <w:lang w:bidi="fa-IR"/>
        </w:rPr>
        <w:t xml:space="preserve"> (ذوالفقار) را به دست گرفته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از غلاف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و هشت ماه آن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گذارد.</w:t>
      </w:r>
      <w:r>
        <w:rPr>
          <w:rFonts w:hint="eastAsia"/>
          <w:rtl/>
          <w:lang w:bidi="fa-IR"/>
        </w:rPr>
        <w:t>ابتدا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دستها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قطع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کعبه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از طرف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دزدان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و حرم خدا هستند. سپس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مخصوص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که خداوند درباره شان فرموده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: «همه شما را خداوند خواهد آورد».</w:t>
      </w:r>
      <w:r w:rsidRPr="00437FF0">
        <w:rPr>
          <w:rStyle w:val="libFootnotenumChar"/>
          <w:rtl/>
        </w:rPr>
        <w:t xml:space="preserve"> [34].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37FF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درباره جهانگ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برنامه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فرموده اند که شرح آن را به نظر خوانندگان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مشکل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اساس به نظر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در ارتباط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چگونه حکومت</w:t>
      </w:r>
      <w:r w:rsidR="00437FF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واحد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حل بشود.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قام القائم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بعث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الارض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اقل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رجلا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عهدک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کفک فاذا ورد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 لاتفهمه و لاتعرف القضاء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فانظر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کفک و اعمل بما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قال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جندا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القسطنطن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فاذا بلغوا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کتبوا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اقدامهم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</w:t>
      </w:r>
      <w:r>
        <w:rPr>
          <w:rtl/>
          <w:lang w:bidi="fa-IR"/>
        </w:rPr>
        <w:t xml:space="preserve"> و مشوا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الماء فاذا نظر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الروم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مشون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الماء قالوا هؤ لاء اصحابه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مشون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الماء فک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هو فعند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فتحون</w:t>
      </w:r>
      <w:r>
        <w:rPr>
          <w:rtl/>
          <w:lang w:bidi="fa-IR"/>
        </w:rPr>
        <w:t xml:space="preserve"> لهم ابواب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خلونها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حکمون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دون</w:t>
      </w:r>
      <w:r>
        <w:rPr>
          <w:rtl/>
          <w:lang w:bidi="fa-IR"/>
        </w:rPr>
        <w:t xml:space="preserve">. </w:t>
      </w:r>
      <w:r w:rsidRPr="00437FF0">
        <w:rPr>
          <w:rStyle w:val="libFootnotenumChar"/>
          <w:rtl/>
        </w:rPr>
        <w:t>[35].</w:t>
      </w:r>
    </w:p>
    <w:p w:rsidR="007B4BE8" w:rsidRDefault="007B4BE8" w:rsidP="00437FF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قائم ما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کند و جهان را مسخر اراده و حکومت خود قرار دهد، در هر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عنوان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طرف خودش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فرمان کارش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 صادر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برنامه قضا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تو در کف دست تو است. پس، هرگاه مشک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حکم خداوند را در آن امر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کف دستت نظر کن و آنچه را در کف دستت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تکل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تو است و به آن عمل کن.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آنگاه حضرت قائم لشکر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قسطنطن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عبارت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کف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سند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روند.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که اصحاب حضرت قائم هستند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پس خود آن حضرت چه خواهد کرد.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چون شکست خود را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دروازه ها</w:t>
      </w:r>
      <w:r>
        <w:rPr>
          <w:rFonts w:hint="cs"/>
          <w:rtl/>
          <w:lang w:bidi="fa-IR"/>
        </w:rPr>
        <w:t>ی</w:t>
      </w:r>
      <w:r w:rsidR="00437FF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شهر</w:t>
      </w:r>
      <w:r>
        <w:rPr>
          <w:rtl/>
          <w:lang w:bidi="fa-IR"/>
        </w:rPr>
        <w:t xml:space="preserve">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پس، آنها فرمانروا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هر 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بخواهند صادر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رابطه به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قال العام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قبله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رجب قلت و ما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وجه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طلع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القمر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بارزه. </w:t>
      </w:r>
      <w:r w:rsidRPr="00C0146E">
        <w:rPr>
          <w:rStyle w:val="libFootnotenumChar"/>
          <w:rtl/>
        </w:rPr>
        <w:t>[36].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در ماه مبارک رجب نشانه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شود. عرض کردم: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که همه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مقام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فرموده اند: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الواح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عندنا و عصا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عندنا و نحن ورثه النب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  <w:r w:rsidRPr="00C0146E">
        <w:rPr>
          <w:rStyle w:val="libFootnotenumChar"/>
          <w:rtl/>
        </w:rPr>
        <w:t xml:space="preserve"> [37].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الواح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به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نازل فرموده نزد ماست (وظا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تکال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طرف خداوند)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که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دشمنان خداوند را به خاک مذلت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 در نزد ما آل محمد است.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ما خاندان رسالت وارث همه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هس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آن الواح و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دست وجود مقدسش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است اللهم عجل فرجه 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درباره ساعت اول تشرف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به مسجد الحرام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الله لکاءن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انظر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دخل مکه 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برده رسول الله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راءسه عمامه صفراء 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نعل رسول الله المخصوفه 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هراوته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سوق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اعنزا عجافا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 w:rsidR="00C0146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بها</w:t>
      </w:r>
      <w:r>
        <w:rPr>
          <w:rtl/>
          <w:lang w:bidi="fa-IR"/>
        </w:rPr>
        <w:t xml:space="preserve"> نحو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ثم احد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عرفه</w:t>
      </w:r>
      <w:r>
        <w:rPr>
          <w:rtl/>
          <w:lang w:bidi="fa-IR"/>
        </w:rPr>
        <w:t xml:space="preserve">.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الناس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قولون</w:t>
      </w:r>
      <w:r>
        <w:rPr>
          <w:rtl/>
          <w:lang w:bidi="fa-IR"/>
        </w:rPr>
        <w:t xml:space="preserve"> من هذا الرجل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بجانب الکعبه و ما هذا الخلق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معه هذه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ناها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ولم نر مثلها؟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بعضهم لبعض هذا صاحب العن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زات</w:t>
      </w:r>
      <w:r>
        <w:rPr>
          <w:rtl/>
          <w:lang w:bidi="fa-IR"/>
        </w:rPr>
        <w:t xml:space="preserve">. </w:t>
      </w:r>
      <w:r w:rsidRPr="00C0146E">
        <w:rPr>
          <w:rStyle w:val="libFootnotenumChar"/>
          <w:rtl/>
        </w:rPr>
        <w:t>[38].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خدا سوگند،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چشم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داخل مکه شده است،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برد رسول اکرم </w:t>
      </w:r>
      <w:r w:rsidR="001E21FC" w:rsidRPr="001E21FC">
        <w:rPr>
          <w:rStyle w:val="libAlaemChar"/>
          <w:rtl/>
        </w:rPr>
        <w:t>صلى‌الله‌عليه‌وآله</w:t>
      </w:r>
      <w:r w:rsidR="00C0146E">
        <w:rPr>
          <w:rStyle w:val="libAlaemChar"/>
          <w:rFonts w:hint="cs"/>
          <w:rtl/>
        </w:rPr>
        <w:t xml:space="preserve"> </w:t>
      </w:r>
      <w:r>
        <w:rPr>
          <w:rtl/>
          <w:lang w:bidi="fa-IR"/>
        </w:rPr>
        <w:t>را به تن کرده و عمامه زرد بر سر دارد و نعل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مخصوص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را به پا کرده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آن حضرت را در دست دارد. در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لاغر در حرکت اند و آنها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کعبه سوق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شناسد.</w:t>
      </w: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مکه صبحگاهان که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اطراف کعبه است،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اطراف او را گرفته اند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هستند؟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ملاحظه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از کجاست؟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صا</w:t>
      </w:r>
      <w:r>
        <w:rPr>
          <w:rFonts w:hint="eastAsia"/>
          <w:rtl/>
          <w:lang w:bidi="fa-IR"/>
        </w:rPr>
        <w:t>حب</w:t>
      </w:r>
      <w:r>
        <w:rPr>
          <w:rtl/>
          <w:lang w:bidi="fa-IR"/>
        </w:rPr>
        <w:t xml:space="preserve"> بزهاست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وارد مکه معظمه 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بخ</w:t>
      </w:r>
      <w:r>
        <w:rPr>
          <w:rtl/>
          <w:lang w:bidi="fa-IR"/>
        </w:rPr>
        <w:t xml:space="preserve"> بخ للطالقان. </w:t>
      </w:r>
      <w:r w:rsidRPr="00C0146E">
        <w:rPr>
          <w:rStyle w:val="libFootnotenumChar"/>
          <w:rtl/>
        </w:rPr>
        <w:t>[39]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طالقان.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قام القائم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نزلت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وف</w:t>
      </w:r>
      <w:r>
        <w:rPr>
          <w:rtl/>
          <w:lang w:bidi="fa-IR"/>
        </w:rPr>
        <w:t xml:space="preserve"> القتال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اسم الرجل و اسم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. </w:t>
      </w:r>
      <w:r w:rsidRPr="00C0146E">
        <w:rPr>
          <w:rStyle w:val="libFootnotenumChar"/>
          <w:rtl/>
        </w:rPr>
        <w:t>[40]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قائم ما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آسمان فرود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نام جنگجو و نام پدرش با قلم قدرت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لبه آنها نوشته شده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آمدن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مخصوص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لتراب مقدمه الفداء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بثلاثماءه و ثلاثه عشر رجلا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مسجدکم هذا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اهل مکه انهم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ولدوا</w:t>
      </w:r>
      <w:r>
        <w:rPr>
          <w:rtl/>
          <w:lang w:bidi="fa-IR"/>
        </w:rPr>
        <w:t xml:space="preserve"> من آبائهم ولا اجدادهم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وف</w:t>
      </w:r>
      <w:r>
        <w:rPr>
          <w:rtl/>
          <w:lang w:bidi="fa-IR"/>
        </w:rPr>
        <w:t xml:space="preserve"> مکتوب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اسم الرجل و اسم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نسبه. </w:t>
      </w:r>
      <w:r w:rsidRPr="00C0146E">
        <w:rPr>
          <w:rStyle w:val="libFootnotenumChar"/>
          <w:rtl/>
        </w:rPr>
        <w:t>[41]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مخصوص حضرت قائم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را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شما (مسجدالحرام)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مردم مکه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اهل مکه و از آباء و اجداد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.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دست دارند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لبه آنها اسام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صاحبانشان و نام پدرش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نسب آنها نوشته شده است.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فرمان کوتاه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مکلف فرموده اند که در خود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کنند اگر چه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باشد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شما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به شما مهلت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کند و ظهور آن سرور را درک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عد</w:t>
      </w:r>
      <w:r>
        <w:rPr>
          <w:rtl/>
          <w:lang w:bidi="fa-IR"/>
        </w:rPr>
        <w:t xml:space="preserve"> احدکم لخروج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ولو سهما فان علم الله ذلک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رجوت لان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نساء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درکه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من اعوانه و انصاره. </w:t>
      </w:r>
      <w:r w:rsidRPr="00C0146E">
        <w:rPr>
          <w:rStyle w:val="libFootnotenumChar"/>
          <w:rtl/>
        </w:rPr>
        <w:t>[42].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قدرت سپاه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امام ششم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بج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لو استقبل به الجبال لهدمها و اتخذ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>.</w:t>
      </w:r>
      <w:r w:rsidRPr="00C0146E">
        <w:rPr>
          <w:rStyle w:val="libFootnotenumChar"/>
          <w:rtl/>
        </w:rPr>
        <w:t xml:space="preserve"> [43]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حضرت اگر با کوه روبرو شوند کوهها را درهم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کوبند و دل آنها را شکافته،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تونلها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بدون</w:t>
      </w:r>
      <w:r w:rsidR="00C0146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گذشت</w:t>
      </w:r>
      <w:r>
        <w:rPr>
          <w:rtl/>
          <w:lang w:bidi="fa-IR"/>
        </w:rPr>
        <w:t xml:space="preserve"> زمان و صرف وقت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به هدفها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درباره آثار شکوهمند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عز</w:t>
      </w:r>
      <w:r>
        <w:rPr>
          <w:rtl/>
          <w:lang w:bidi="fa-IR"/>
        </w:rPr>
        <w:t xml:space="preserve"> الله به الاسلام بعد ذله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بعد موته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ضع</w:t>
      </w:r>
      <w:r>
        <w:rPr>
          <w:rtl/>
          <w:lang w:bidi="fa-IR"/>
        </w:rPr>
        <w:t xml:space="preserve"> الجز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دعو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بالس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فمن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قتل و من نازعه خذل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من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هو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ما لو کان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حکم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رفع</w:t>
      </w:r>
      <w:r>
        <w:rPr>
          <w:rtl/>
          <w:lang w:bidi="fa-IR"/>
        </w:rPr>
        <w:t xml:space="preserve"> المذاهب من الارض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الخالص.</w:t>
      </w:r>
      <w:r w:rsidRPr="00C0146E">
        <w:rPr>
          <w:rStyle w:val="libFootnotenumChar"/>
          <w:rtl/>
        </w:rPr>
        <w:t xml:space="preserve"> [44].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C0146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عزت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را بعد از ذلتش به آن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C0146E">
        <w:rPr>
          <w:rFonts w:hint="cs"/>
          <w:rtl/>
          <w:lang w:bidi="fa-IR"/>
        </w:rPr>
        <w:t xml:space="preserve"> -</w:t>
      </w:r>
      <w:r w:rsidR="00C0146E">
        <w:rPr>
          <w:rtl/>
          <w:lang w:bidi="fa-IR"/>
        </w:rPr>
        <w:t xml:space="preserve"> </w:t>
      </w:r>
      <w:r>
        <w:rPr>
          <w:rtl/>
          <w:lang w:bidi="fa-IR"/>
        </w:rPr>
        <w:t>احکام و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مرده اسلام را (از نظر ظاهر)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C0146E">
        <w:rPr>
          <w:rFonts w:hint="cs"/>
          <w:rtl/>
          <w:lang w:bidi="fa-IR"/>
        </w:rPr>
        <w:t xml:space="preserve"> -</w:t>
      </w:r>
      <w:r w:rsidR="00C0146E">
        <w:rPr>
          <w:rtl/>
          <w:lang w:bidi="fa-IR"/>
        </w:rPr>
        <w:t xml:space="preserve"> </w:t>
      </w:r>
      <w:r>
        <w:rPr>
          <w:rtl/>
          <w:lang w:bidi="fa-IR"/>
        </w:rPr>
        <w:t>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کفار برداشته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C0146E">
        <w:rPr>
          <w:rFonts w:hint="cs"/>
          <w:rtl/>
          <w:lang w:bidi="fa-IR"/>
        </w:rPr>
        <w:t xml:space="preserve"> -</w:t>
      </w:r>
      <w:r w:rsidR="00C0146E">
        <w:rPr>
          <w:rtl/>
          <w:lang w:bidi="fa-IR"/>
        </w:rPr>
        <w:t xml:space="preserve"> </w:t>
      </w:r>
      <w:r>
        <w:rPr>
          <w:rtl/>
          <w:lang w:bidi="fa-IR"/>
        </w:rPr>
        <w:t>با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مردم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هرکس اجابت نکرد کشته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هرکس با آن حضرت نبرد کند منکوب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C0146E">
        <w:rPr>
          <w:rFonts w:hint="cs"/>
          <w:rtl/>
          <w:lang w:bidi="fa-IR"/>
        </w:rPr>
        <w:t xml:space="preserve"> -</w:t>
      </w:r>
      <w:r w:rsidR="00C0146E">
        <w:rPr>
          <w:rtl/>
          <w:lang w:bidi="fa-IR"/>
        </w:rPr>
        <w:t xml:space="preserve"> </w:t>
      </w:r>
      <w:r>
        <w:rPr>
          <w:rtl/>
          <w:lang w:bidi="fa-IR"/>
        </w:rPr>
        <w:t>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صاحب الامر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که بعد از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پرده ها پنهان مانده است، بطور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آن حضرت بود،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C0146E">
        <w:rPr>
          <w:rFonts w:hint="cs"/>
          <w:rtl/>
          <w:lang w:bidi="fa-IR"/>
        </w:rPr>
        <w:t xml:space="preserve"> -</w:t>
      </w:r>
      <w:r w:rsidR="00C0146E">
        <w:rPr>
          <w:rtl/>
          <w:lang w:bidi="fa-IR"/>
        </w:rPr>
        <w:t xml:space="preserve"> </w:t>
      </w:r>
      <w:r>
        <w:rPr>
          <w:rtl/>
          <w:lang w:bidi="fa-IR"/>
        </w:rPr>
        <w:t>تمام مذاهب از سرتاسر جهان برچ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C0146E">
        <w:rPr>
          <w:rFonts w:hint="cs"/>
          <w:rtl/>
          <w:lang w:bidi="fa-IR"/>
        </w:rPr>
        <w:t xml:space="preserve"> -</w:t>
      </w:r>
      <w:r w:rsidR="00C0146E">
        <w:rPr>
          <w:rtl/>
          <w:lang w:bidi="fa-IR"/>
        </w:rPr>
        <w:t xml:space="preserve"> </w:t>
      </w:r>
      <w:r>
        <w:rPr>
          <w:rtl/>
          <w:lang w:bidi="fa-IR"/>
        </w:rPr>
        <w:t>تنها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مردم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مقدس اسلام، آن هم بر اساس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عصمت و طهارت سلام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خواهد بود.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مورد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امام عصر روح</w:t>
      </w:r>
      <w:r>
        <w:rPr>
          <w:rFonts w:hint="cs"/>
          <w:rtl/>
          <w:lang w:bidi="fa-IR"/>
        </w:rPr>
        <w:t>ی</w:t>
      </w:r>
      <w:r w:rsidR="00C0146E">
        <w:rPr>
          <w:rtl/>
          <w:lang w:bidi="fa-IR"/>
        </w:rPr>
        <w:t xml:space="preserve"> له الفداء با مردم</w:t>
      </w:r>
      <w:r>
        <w:rPr>
          <w:rtl/>
          <w:lang w:bidi="fa-IR"/>
        </w:rPr>
        <w:t xml:space="preserve"> اعم از عرب و عجم و...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خرج القائم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العرب و الفرس الا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اءخذها</w:t>
      </w:r>
      <w:r>
        <w:rPr>
          <w:rtl/>
          <w:lang w:bidi="fa-IR"/>
        </w:rPr>
        <w:t xml:space="preserve"> الا بالس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 w:rsidR="00C0146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الا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.</w:t>
      </w:r>
      <w:r w:rsidRPr="00C0146E">
        <w:rPr>
          <w:rStyle w:val="libFootnotenumChar"/>
          <w:rtl/>
        </w:rPr>
        <w:t xml:space="preserve"> [45].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قائم ما بر اساس قدرت است و چون بنابر اصلاح جهان است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مدارا کردن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دولت وجود ندارد: با عرب و فارس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برخورد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آنچه بخواهد عطا کند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(کنا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تمام برنامه و برخوردها بر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قدرت است).</w:t>
      </w:r>
      <w:r>
        <w:rPr>
          <w:rtl/>
          <w:lang w:bidi="fa-IR"/>
        </w:rPr>
        <w:cr/>
      </w: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امام ششم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تفاوت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برخورد مردم زمان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 برخورد مردم زمان ظهور را با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فرموده اند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 خوانندگان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خوب دقت کنند تا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درک کنند.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قائمنا اذا قام استقبل من جهله الناس اشد مما استقبله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من الجاهل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ذلک فقال ان رسول الله 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و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عبدون</w:t>
      </w:r>
      <w:r>
        <w:rPr>
          <w:rtl/>
          <w:lang w:bidi="fa-IR"/>
        </w:rPr>
        <w:t xml:space="preserve"> الحجاره والصخور والع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و الخشب المنحوته و ان قائمنا اذا قام 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و کلهم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تاءولون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کتاب الله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حتج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قاتله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اما و الله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عدله جوف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وتهم</w:t>
      </w:r>
      <w:r>
        <w:rPr>
          <w:rtl/>
          <w:lang w:bidi="fa-IR"/>
        </w:rPr>
        <w:t xml:space="preserve"> کما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</w:t>
      </w:r>
      <w:r>
        <w:rPr>
          <w:rtl/>
          <w:lang w:bidi="fa-IR"/>
        </w:rPr>
        <w:t xml:space="preserve"> الحر و القر. </w:t>
      </w:r>
      <w:r w:rsidRPr="00C0146E">
        <w:rPr>
          <w:rStyle w:val="libFootnotenumChar"/>
          <w:rtl/>
        </w:rPr>
        <w:t>[46].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قائم 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کند آنچه از مردم نادان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به مراتب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مردم دوران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گفته شد: چگونه است آن؟ پس فرمودند: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جدم خاتم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به رسالت مبعوث شد مردم ان</w:t>
      </w:r>
      <w:r>
        <w:rPr>
          <w:rFonts w:hint="eastAsia"/>
          <w:rtl/>
          <w:lang w:bidi="fa-IR"/>
        </w:rPr>
        <w:t>واع</w:t>
      </w:r>
      <w:r>
        <w:rPr>
          <w:rtl/>
          <w:lang w:bidi="fa-IR"/>
        </w:rPr>
        <w:t xml:space="preserve"> بتها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پرس</w:t>
      </w:r>
      <w:r w:rsidR="00C0146E">
        <w:rPr>
          <w:rFonts w:hint="cs"/>
          <w:rtl/>
          <w:lang w:bidi="fa-IR"/>
        </w:rPr>
        <w:t>ت</w:t>
      </w:r>
      <w:r>
        <w:rPr>
          <w:rtl/>
          <w:lang w:bidi="fa-IR"/>
        </w:rPr>
        <w:t>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کمتر</w:t>
      </w:r>
      <w:r w:rsidR="00C0146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اثبات بطلان بت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داشتند)؛ اما حضرت صاحب الامر آنگاه </w:t>
      </w:r>
      <w:r>
        <w:rPr>
          <w:rtl/>
          <w:lang w:bidi="fa-IR"/>
        </w:rPr>
        <w:lastRenderedPageBreak/>
        <w:t>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همه مردم با تمسک به قرآن و تأو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کتاب خداوند (به نفع خودشان) با آن حضرت به مقابله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پردازند. قسم به خداوند که عدالت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در تمام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چنانچه سرم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گرما داخل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(قدرت نفوذ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کند).</w:t>
      </w:r>
    </w:p>
    <w:p w:rsidR="007B4BE8" w:rsidRDefault="007B4BE8" w:rsidP="00C0146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درباره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ظهور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مخصوص امام عصر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(س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تن)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فرموده اند:</w:t>
      </w:r>
      <w:r w:rsidR="00C0146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انظر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الکوفه و حوله اصحابه ثلاثمائه و ثلاثه عشر رجلا عده اهل بدر و هم اصحاب الالو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هم حکام الله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ارضه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ستخرج</w:t>
      </w:r>
      <w:r>
        <w:rPr>
          <w:rtl/>
          <w:lang w:bidi="fa-IR"/>
        </w:rPr>
        <w:t xml:space="preserve"> من قبائه کتابا مختوما بخاتم من ذهب عهد معهود من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جفلون</w:t>
      </w:r>
      <w:r>
        <w:rPr>
          <w:rtl/>
          <w:lang w:bidi="fa-IR"/>
        </w:rPr>
        <w:t xml:space="preserve"> عنه اج</w:t>
      </w:r>
      <w:r>
        <w:rPr>
          <w:rFonts w:hint="eastAsia"/>
          <w:rtl/>
          <w:lang w:bidi="fa-IR"/>
        </w:rPr>
        <w:t>فال</w:t>
      </w:r>
      <w:r>
        <w:rPr>
          <w:rtl/>
          <w:lang w:bidi="fa-IR"/>
        </w:rPr>
        <w:t xml:space="preserve"> الغنم البکم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منهم الا الوز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احد عشر نق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کما بقوامع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عمران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جولون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جدون</w:t>
      </w:r>
      <w:r>
        <w:rPr>
          <w:rtl/>
          <w:lang w:bidi="fa-IR"/>
        </w:rPr>
        <w:t xml:space="preserve"> عنه مذهبا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رجعون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الله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لاعرف الکلام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قوله</w:t>
      </w:r>
      <w:r>
        <w:rPr>
          <w:rtl/>
          <w:lang w:bidi="fa-IR"/>
        </w:rPr>
        <w:t xml:space="preserve"> لهم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کفرون</w:t>
      </w:r>
      <w:r>
        <w:rPr>
          <w:rtl/>
          <w:lang w:bidi="fa-IR"/>
        </w:rPr>
        <w:t xml:space="preserve"> به. </w:t>
      </w:r>
      <w:r w:rsidRPr="00C0146E">
        <w:rPr>
          <w:rStyle w:val="libFootnotenumChar"/>
          <w:rtl/>
        </w:rPr>
        <w:t>[47].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74C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قائم ما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کوفه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نشسته و اصحاب مخصوص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تن هستند، به عدد اصحاب بدر، در خدمت حضور دارند. ناگهان امام زمان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مهر طلا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قبا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که البته عهدنامه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رسول خدا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حضرت. چون مفاد عهدنامه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مانند گله گوسفند</w:t>
      </w:r>
      <w:r w:rsidR="00574C4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گرگ</w:t>
      </w:r>
      <w:r>
        <w:rPr>
          <w:rtl/>
          <w:lang w:bidi="fa-IR"/>
        </w:rPr>
        <w:t xml:space="preserve"> زده همه، بجز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</w:t>
      </w:r>
      <w:r>
        <w:rPr>
          <w:rtl/>
          <w:lang w:bidi="fa-IR"/>
        </w:rPr>
        <w:t xml:space="preserve"> تن از نقبا به عدد نقبا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همه آن سرور را رها کرده، در سرتاسر کره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چون مرجع و پناه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دوباره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گردند.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مفضل! به خدا سوگند،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حضرت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سبب فرار کردن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مفضل</w:t>
      </w:r>
      <w:r>
        <w:rPr>
          <w:rtl/>
          <w:lang w:bidi="fa-IR"/>
        </w:rPr>
        <w:t xml:space="preserve"> بن عمر از حضرت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درباره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سمعته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اءتدر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کان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؟ قلت: لا. قال ان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لما اوقدت له النار اتاه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بثوب من 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الجنه فالبسه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ضره</w:t>
      </w:r>
      <w:r>
        <w:rPr>
          <w:rtl/>
          <w:lang w:bidi="fa-IR"/>
        </w:rPr>
        <w:t xml:space="preserve"> معها حر و لابرد فلما حضر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الموت جعله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 علقه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اسحق و علقه اسحق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فلما ولد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علقه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کان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عضده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 من امره ما کان فلما اخرجه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بمصر من التم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وجد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و هو قوله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عنه 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لاجد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لولا ان تفندون» فهو ذلک القم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انزل من الجنه قلت جعلت فداک فال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</w:t>
      </w:r>
      <w:r>
        <w:rPr>
          <w:rFonts w:hint="eastAsia"/>
          <w:rtl/>
          <w:lang w:bidi="fa-IR"/>
        </w:rPr>
        <w:t>صار</w:t>
      </w:r>
      <w:r>
        <w:rPr>
          <w:rtl/>
          <w:lang w:bidi="fa-IR"/>
        </w:rPr>
        <w:t xml:space="preserve"> هذا القم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ص؟</w:t>
      </w:r>
      <w:r>
        <w:rPr>
          <w:rtl/>
          <w:lang w:bidi="fa-IR"/>
        </w:rPr>
        <w:t xml:space="preserve"> قال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اهله و هو مع قائمنا اذا خرج ثم قال کل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ورث علما او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فقد انته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.</w:t>
      </w:r>
      <w:r w:rsidRPr="00574C4F">
        <w:rPr>
          <w:rStyle w:val="libFootnotenumChar"/>
          <w:rtl/>
        </w:rPr>
        <w:t xml:space="preserve"> [48].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574C4F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چه بود؟ عرض کردم: نه. فرمودند: چون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سوزاندن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آتش افروختند و خواستند آن حضرت را در</w:t>
      </w:r>
    </w:p>
    <w:p w:rsidR="007B4BE8" w:rsidRDefault="007B4BE8" w:rsidP="00574C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آتش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ندازند،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به تن او کرد که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حرارت آتش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گرفت؛ لذا آتش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نسوزان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چون زمان وفاتش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جلد قرار داد و به بازو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گردن) اسحاق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کرد و جناب اس</w:t>
      </w:r>
      <w:r>
        <w:rPr>
          <w:rFonts w:hint="eastAsia"/>
          <w:rtl/>
          <w:lang w:bidi="fa-IR"/>
        </w:rPr>
        <w:t>حاق</w:t>
      </w:r>
      <w:r>
        <w:rPr>
          <w:rtl/>
          <w:lang w:bidi="fa-IR"/>
        </w:rPr>
        <w:t xml:space="preserve"> آن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داد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بازوبند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هنگام ولادت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وقت رفتن همراه </w:t>
      </w:r>
      <w:r>
        <w:rPr>
          <w:rtl/>
          <w:lang w:bidi="fa-IR"/>
        </w:rPr>
        <w:lastRenderedPageBreak/>
        <w:t>برادرانش به صحرا به بازو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بعد از آن سرگذشت بزرگ آن را از جلدش در مصر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آورد. آنوقت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کنعان به فرزندانش گفت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شنوم اگر مرا متهم قرار نده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(خرافات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آن).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«اگر مرا تخطئه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شنوم» </w:t>
      </w:r>
      <w:r w:rsidRPr="00574C4F">
        <w:rPr>
          <w:rStyle w:val="libFootnotenumChar"/>
          <w:rtl/>
        </w:rPr>
        <w:t xml:space="preserve">[49] </w:t>
      </w:r>
      <w:r>
        <w:rPr>
          <w:rtl/>
          <w:lang w:bidi="fa-IR"/>
        </w:rPr>
        <w:t>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است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بهشت آورد. مفضل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کردم: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کجاست؟ فرمودند: در نزد اهلش و آن با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است،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کند. و بدان هر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است همه آنها به جدم حضرت محمد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داده شده است.</w:t>
      </w:r>
    </w:p>
    <w:p w:rsidR="007B4BE8" w:rsidRDefault="007B4BE8" w:rsidP="00574C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 حکومت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ارواحنا له الفداء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کور</w:t>
      </w:r>
      <w:r w:rsidR="00574C4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دلان توجه کنند تا بدانند چگونه حکومت واحد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اساس عدل و داد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همه حکومتها و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خون آشام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پرچم مق</w:t>
      </w:r>
      <w:r>
        <w:rPr>
          <w:rFonts w:hint="eastAsia"/>
          <w:rtl/>
          <w:lang w:bidi="fa-IR"/>
        </w:rPr>
        <w:t>دس</w:t>
      </w:r>
      <w:r>
        <w:rPr>
          <w:rtl/>
          <w:lang w:bidi="fa-IR"/>
        </w:rPr>
        <w:t xml:space="preserve"> قرآن و مکتب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در</w:t>
      </w:r>
      <w:r w:rsidR="00574C4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سرتاسر</w:t>
      </w:r>
      <w:r>
        <w:rPr>
          <w:rtl/>
          <w:lang w:bidi="fa-IR"/>
        </w:rPr>
        <w:t xml:space="preserve"> جهان به اهتزاز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ترجمه اش: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اذا تناهت الامور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هذا الامر رفع الله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منخفض من الارض و خفض له کل مرتفع منها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عنده بمنزله راحته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لو کانت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راحته شعره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بصرها</w:t>
      </w:r>
      <w:r>
        <w:rPr>
          <w:rtl/>
          <w:lang w:bidi="fa-IR"/>
        </w:rPr>
        <w:t>.</w:t>
      </w:r>
      <w:r w:rsidRPr="00574C4F">
        <w:rPr>
          <w:rStyle w:val="libFootnotenumChar"/>
          <w:rtl/>
        </w:rPr>
        <w:t xml:space="preserve"> [50].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قائم 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کند خداوند بزرگ تمام پست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بلند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درست مانند کف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مو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کف دستش باشد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آن را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ند؟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574C4F" w:rsidRDefault="007B4BE8" w:rsidP="00574C4F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جلوه گاه حکومت واحد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سرور بر اساس عدالت.</w:t>
      </w:r>
    </w:p>
    <w:p w:rsidR="007B4BE8" w:rsidRDefault="00574C4F" w:rsidP="00574C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 xml:space="preserve"> </w:t>
      </w:r>
      <w:r w:rsidR="007B4BE8">
        <w:rPr>
          <w:rFonts w:hint="eastAsia"/>
          <w:rtl/>
          <w:lang w:bidi="fa-IR"/>
        </w:rPr>
        <w:t>امام</w:t>
      </w:r>
      <w:r w:rsidR="007B4BE8"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 w:rsidR="007B4BE8">
        <w:rPr>
          <w:rtl/>
          <w:lang w:bidi="fa-IR"/>
        </w:rPr>
        <w:t>درباره برخورد بعض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از علما و پ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روان</w:t>
      </w:r>
      <w:r w:rsidR="007B4BE8">
        <w:rPr>
          <w:rtl/>
          <w:lang w:bidi="fa-IR"/>
        </w:rPr>
        <w:t xml:space="preserve"> آنها با امام عصر روح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له الفداء چن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ن</w:t>
      </w:r>
      <w:r w:rsidR="007B4BE8">
        <w:rPr>
          <w:rtl/>
          <w:lang w:bidi="fa-IR"/>
        </w:rPr>
        <w:t xml:space="preserve">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فرما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د</w:t>
      </w:r>
      <w:r w:rsidR="007B4BE8"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اعدؤ</w:t>
      </w:r>
      <w:r>
        <w:rPr>
          <w:rtl/>
          <w:lang w:bidi="fa-IR"/>
        </w:rPr>
        <w:t xml:space="preserve"> اه مقلده الفقهاء اهل الاجتهاد لما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حکم</w:t>
      </w:r>
      <w:r>
        <w:rPr>
          <w:rtl/>
          <w:lang w:bidi="fa-IR"/>
        </w:rPr>
        <w:t xml:space="preserve"> بخلاف ما ذهب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ائمتهم ولولا ان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لافت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الفقهاء بقلته ولکن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ظهره</w:t>
      </w:r>
      <w:r>
        <w:rPr>
          <w:rtl/>
          <w:lang w:bidi="fa-IR"/>
        </w:rPr>
        <w:t xml:space="preserve"> بالس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والکرم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عونه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خافون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تقبلون</w:t>
      </w:r>
      <w:r>
        <w:rPr>
          <w:rtl/>
          <w:lang w:bidi="fa-IR"/>
        </w:rPr>
        <w:t xml:space="preserve"> حکمه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ضمرون</w:t>
      </w:r>
      <w:r>
        <w:rPr>
          <w:rtl/>
          <w:lang w:bidi="fa-IR"/>
        </w:rPr>
        <w:t xml:space="preserve"> خلافه اذا خرج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له عدومب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الا الفقهاء خاصه هو والس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اخوان.</w:t>
      </w:r>
      <w:r w:rsidRPr="00574C4F">
        <w:rPr>
          <w:rStyle w:val="libFootnotenumChar"/>
          <w:rtl/>
        </w:rPr>
        <w:t xml:space="preserve"> [51]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74C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دشمنان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مقلدان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فقها هستند؛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احکام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طرف آن حضرت صادر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برخلاف فتوا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آنهاست. نه تنها مقلدان فقها دشمن امام عصر هستند بلکه خود فقها هم اگر آن حضرت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به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نکرده بودند و قدرت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دستشان نبود هر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کشتن آن سرور را صادر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اما چون آن حضرت با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برنده و</w:t>
      </w:r>
      <w:r w:rsidR="00574C4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بخشنده ظهور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 و به طمع مقام اظهار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خلاف آن را در دل پنهان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خروج کند دشمن آشکار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بجز فقها ندارد. امام 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برادر هستند (کنا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همه جا و با همه کس از موضع قدرت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74C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ششم </w:t>
      </w:r>
      <w:r w:rsidR="001E21FC" w:rsidRPr="001E21FC">
        <w:rPr>
          <w:rStyle w:val="libAlaemChar"/>
          <w:rtl/>
        </w:rPr>
        <w:t>عليه‌السلام</w:t>
      </w:r>
      <w:r>
        <w:rPr>
          <w:rtl/>
          <w:lang w:bidi="fa-IR"/>
        </w:rPr>
        <w:t>در هنگام ظهور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به مردم هشدار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فتره من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قتل و من نازعه خذل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من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هو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ما لو کان رسول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حکم</w:t>
      </w:r>
      <w:r>
        <w:rPr>
          <w:rtl/>
          <w:lang w:bidi="fa-IR"/>
        </w:rPr>
        <w:t xml:space="preserve"> به. اعداؤ ه الفقهاء المقلدون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دخلون</w:t>
      </w:r>
      <w:r>
        <w:rPr>
          <w:rtl/>
          <w:lang w:bidi="fa-IR"/>
        </w:rPr>
        <w:t xml:space="preserve"> تحت حکمه خوفا من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و سطوته و رغبه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العارفون بالله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اهل الحقائق عن شهود و کشف ب</w:t>
      </w:r>
      <w:r>
        <w:rPr>
          <w:rFonts w:hint="eastAsia"/>
          <w:rtl/>
          <w:lang w:bidi="fa-IR"/>
        </w:rPr>
        <w:t>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 w:rsidRPr="00574C4F">
        <w:rPr>
          <w:rStyle w:val="libFootnotenumChar"/>
          <w:rtl/>
        </w:rPr>
        <w:t>[52].</w:t>
      </w:r>
    </w:p>
    <w:p w:rsidR="007B4BE8" w:rsidRDefault="007B4BE8" w:rsidP="00574C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در زمان فترت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(زمان فترت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از اول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صغر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ساعت آخر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کبرا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دست مردم به رهبر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است). هر کس دعوت و امر آن حضرت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حتما کشته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 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مبارزه </w:t>
      </w:r>
      <w:r>
        <w:rPr>
          <w:rFonts w:hint="eastAsia"/>
          <w:rtl/>
          <w:lang w:bidi="fa-IR"/>
        </w:rPr>
        <w:t>داشته</w:t>
      </w:r>
      <w:r>
        <w:rPr>
          <w:rtl/>
          <w:lang w:bidi="fa-IR"/>
        </w:rPr>
        <w:t xml:space="preserve"> باشد مخذول و منکوب خواهد شد. او چهره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اگر رسول اکرم </w:t>
      </w:r>
      <w:r w:rsidR="001E21FC" w:rsidRPr="001E21FC">
        <w:rPr>
          <w:rStyle w:val="libAlaemChar"/>
          <w:rtl/>
        </w:rPr>
        <w:t>صلى‌الله‌عليه‌وآله</w:t>
      </w:r>
      <w:r w:rsidR="00574C4F">
        <w:rPr>
          <w:rStyle w:val="libAlaemChar"/>
          <w:rFonts w:hint="cs"/>
          <w:rtl/>
        </w:rPr>
        <w:t xml:space="preserve"> </w:t>
      </w:r>
      <w:r>
        <w:rPr>
          <w:rtl/>
          <w:lang w:bidi="fa-IR"/>
        </w:rPr>
        <w:t>بود همان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را به عنوان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مردم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دشمنان او در آن زمان فقها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هستند که مقلدان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که از ترس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مقام و جاه به آن </w:t>
      </w: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اظهار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 w:rsidR="00574C4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مردان حق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شدگان آغوش مقدس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تا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پرده از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چشمشان بالا رفته است با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ممکن</w:t>
      </w:r>
      <w:r>
        <w:rPr>
          <w:rtl/>
          <w:lang w:bidi="fa-IR"/>
        </w:rPr>
        <w:t xml:space="preserve">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تظاهر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مربوط به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باشد، چون امام دوازدهم باطن افراد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بر حسب واقع با مردم برخورد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درباره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ابتدا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حضرت قائم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اول قائم منا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حدثکم</w:t>
      </w:r>
      <w:r>
        <w:rPr>
          <w:rtl/>
          <w:lang w:bidi="fa-IR"/>
        </w:rPr>
        <w:t xml:space="preserve"> بحد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لا تحتملونه فتخرجون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الدسکر فتقاتلونه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قتلکم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خارجه تکون. </w:t>
      </w:r>
      <w:r w:rsidRPr="00574C4F">
        <w:rPr>
          <w:rStyle w:val="libFootnotenumChar"/>
          <w:rtl/>
        </w:rPr>
        <w:t>[53].</w:t>
      </w:r>
    </w:p>
    <w:p w:rsidR="007B4BE8" w:rsidRDefault="007B4BE8" w:rsidP="00574C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قائم ما خاندان رسالت است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به شما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تاب تحمل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را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جهت، در مقابل او در تپه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دسکره خروج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او شما را طعمه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در مقابل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جنگد.</w:t>
      </w:r>
      <w:r>
        <w:rPr>
          <w:rFonts w:hint="eastAsia"/>
          <w:rtl/>
          <w:lang w:bidi="fa-IR"/>
        </w:rPr>
        <w:t>دسکره</w:t>
      </w:r>
      <w:r>
        <w:rPr>
          <w:rtl/>
          <w:lang w:bidi="fa-IR"/>
        </w:rPr>
        <w:t xml:space="preserve"> در لغت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بزرگ و دهکده آمده،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اسم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عراق باشد).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574C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ششم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تأو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574C4F" w:rsidRPr="00574C4F">
        <w:rPr>
          <w:rStyle w:val="libAlaemChar"/>
          <w:rFonts w:eastAsia="KFGQPC Uthman Taha Naskh" w:hint="cs"/>
          <w:rtl/>
        </w:rPr>
        <w:t>(</w:t>
      </w:r>
      <w:r w:rsidR="00574C4F" w:rsidRPr="00574C4F">
        <w:rPr>
          <w:rStyle w:val="libAieChar"/>
          <w:rFonts w:hint="cs"/>
          <w:rtl/>
        </w:rPr>
        <w:t xml:space="preserve"> هُوَ الَّذِي أَرْسَلَ رَسُولَهُ بِالْهُدَىٰ وَدِينِ الْحَقِّ لِيُظْهِرَهُ عَلَى الدِّينِ كُلِّهِ وَلَوْ كَرِهَ الْمُشْرِكُونَ</w:t>
      </w:r>
      <w:r w:rsidR="00574C4F" w:rsidRPr="00574C4F">
        <w:rPr>
          <w:rStyle w:val="libAlaemChar"/>
          <w:rFonts w:hint="cs"/>
          <w:rtl/>
        </w:rPr>
        <w:t>)</w:t>
      </w:r>
      <w:r w:rsidRPr="00574C4F">
        <w:rPr>
          <w:rStyle w:val="libFootnotenumChar"/>
          <w:rtl/>
        </w:rPr>
        <w:t>[54]</w:t>
      </w:r>
      <w:r>
        <w:rPr>
          <w:rtl/>
          <w:lang w:bidi="fa-IR"/>
        </w:rPr>
        <w:t xml:space="preserve"> (خدا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امبرش</w:t>
      </w:r>
      <w:r>
        <w:rPr>
          <w:rtl/>
          <w:lang w:bidi="fa-IR"/>
        </w:rPr>
        <w:t xml:space="preserve"> را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 فرستاد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بر همه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مذاهب غلبه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ولو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مشرکان و کافران ناراحت باشند)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eastAsia"/>
          <w:rtl/>
          <w:lang w:bidi="fa-IR"/>
        </w:rPr>
        <w:t>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64D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والله</w:t>
      </w:r>
      <w:r>
        <w:rPr>
          <w:rtl/>
          <w:lang w:bidi="fa-IR"/>
        </w:rPr>
        <w:t xml:space="preserve"> ما نزل تأو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لها</w:t>
      </w:r>
      <w:r>
        <w:rPr>
          <w:rtl/>
          <w:lang w:bidi="fa-IR"/>
        </w:rPr>
        <w:t xml:space="preserve"> بعد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نزل</w:t>
      </w:r>
      <w:r>
        <w:rPr>
          <w:rtl/>
          <w:lang w:bidi="fa-IR"/>
        </w:rPr>
        <w:t xml:space="preserve"> تأو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فاذا خرج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لم</w:t>
      </w:r>
      <w:r w:rsidR="004864D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tl/>
          <w:lang w:bidi="fa-IR"/>
        </w:rPr>
        <w:t xml:space="preserve"> کافر بالله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لا مشرک بالامام الا کره خروجه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لو کان کافرا و مشرکا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بطن صخره لقالت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مؤمن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کافر فاکسرن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واقتله. </w:t>
      </w:r>
      <w:r w:rsidRPr="004864D8">
        <w:rPr>
          <w:rStyle w:val="libFootnotenumChar"/>
          <w:rtl/>
        </w:rPr>
        <w:t>[55]</w:t>
      </w:r>
      <w:r>
        <w:rPr>
          <w:rtl/>
          <w:lang w:bidi="fa-IR"/>
        </w:rPr>
        <w:t>.</w:t>
      </w:r>
    </w:p>
    <w:p w:rsidR="007B4BE8" w:rsidRDefault="007B4BE8" w:rsidP="004864D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خدا سوگند هنوز تأو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قائم ما ظهور کند.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ظهور کرد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خداوند بزرگ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 به امام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خروج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>عليه‌السلام</w:t>
      </w:r>
      <w:r>
        <w:rPr>
          <w:rtl/>
          <w:lang w:bidi="fa-IR"/>
        </w:rPr>
        <w:t>را دوست ندارند؛ اما آنچنان عرصه بر دشمنان خداوند تنگ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اگر کافر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مشرک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شکاف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پنهان شده باشد آن کوه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دشمن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نجاست؛</w:t>
      </w:r>
      <w:r>
        <w:rPr>
          <w:rtl/>
          <w:lang w:bidi="fa-IR"/>
        </w:rPr>
        <w:t xml:space="preserve"> او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 امام عصر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حکومت خداوند است و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حکومت فرموده اند:«ولا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مکن</w:t>
      </w:r>
      <w:r>
        <w:rPr>
          <w:rtl/>
          <w:lang w:bidi="fa-IR"/>
        </w:rPr>
        <w:t xml:space="preserve"> الفرار من حکومتک» (ه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از حکومت خداوند بگر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بن تغلب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جبرائ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صوره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ضع</w:t>
      </w:r>
      <w:r>
        <w:rPr>
          <w:rtl/>
          <w:lang w:bidi="fa-IR"/>
        </w:rPr>
        <w:t xml:space="preserve"> رجلا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الحرام و رجلا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المسجد الاقص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بصوت طلق ذلق تسمعه الخلائق 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امرالله فلا تستعجلوه. </w:t>
      </w:r>
      <w:r w:rsidRPr="004864D8">
        <w:rPr>
          <w:rStyle w:val="libFootnotenumChar"/>
          <w:rtl/>
        </w:rPr>
        <w:t>[56]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64D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قائم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که به صورت پرنده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سپس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بام کعبه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المقدس. آنگاه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که هم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مردم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 w:rsidR="004864D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شنوند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«امر خدا آمد، در آن شتاب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امام</w:t>
      </w:r>
      <w:r>
        <w:rPr>
          <w:rtl/>
          <w:lang w:bidi="fa-IR"/>
        </w:rPr>
        <w:t xml:space="preserve"> ششم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ارتباط با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ظهور، از امام عصر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فرمودند که خلاصه و جان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خطبه به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 «من مجموعه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کمالات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هستم و آنچه سبب شد که مردم از آنها متابعت کنند همه در وجود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جمع شده است». به گفته شاعر آنچه خوبان همه دارند تو تنها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اکنون به متن و ترجمه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توجه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دنا</w:t>
      </w:r>
      <w:r>
        <w:rPr>
          <w:rtl/>
          <w:lang w:bidi="fa-IR"/>
        </w:rPr>
        <w:t xml:space="preserve"> القائم مسندا ظهره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الکعبه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معشر الخلائق الا و من اراد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آدم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فها اناذا آدم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الا و من اراد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نوح و ولده سام فها اناذا نوح و سام الا و من اراد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اسمع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فها اناذا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اسمع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الا و من ارا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شمعون فها اناذا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شمعون الا و من اراد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صلوات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 xml:space="preserve"> فها اناذا محمد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الا و من اراد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الحسن و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فها اناذا الحسن و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الا و من اراد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الائمه من ولد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فها اناذا الائمه. </w:t>
      </w:r>
      <w:r w:rsidRPr="004864D8">
        <w:rPr>
          <w:rStyle w:val="libFootnotenumChar"/>
          <w:rtl/>
        </w:rPr>
        <w:t>[57]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قائم پشت به خانه کعبه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مردم را مخاطب قرار داده،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بخواهد آدم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هر کس بخواهد نوح و پسر او سام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من نوح و سام هستم. آگاه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7B4BE8" w:rsidRDefault="007B4BE8" w:rsidP="004864D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بخواهد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!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باشد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شمعون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 بداند که من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شمعون هستم.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بخواهد محمد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صلوات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 من محمد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هستم.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عالم!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بخواهد </w:t>
      </w:r>
      <w:r>
        <w:rPr>
          <w:rtl/>
          <w:lang w:bidi="fa-IR"/>
        </w:rPr>
        <w:lastRenderedPageBreak/>
        <w:t>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من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بخواهد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فرزندان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من همان ائمه از فرزندان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هستم.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4864D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تمام</w:t>
      </w:r>
      <w:r>
        <w:rPr>
          <w:rtl/>
          <w:lang w:bidi="fa-IR"/>
        </w:rPr>
        <w:t xml:space="preserve"> صفات و کمالات که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اوص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جمع شده و همه اوامر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بزرگ درباره آنها صادر فرموده که وجوب اطاعت از آنها و ترک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ذوات مقدسه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در وجود مقدس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 جمع است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گفت به عنوان مثال وجود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تمام فرستادگان خداوند در آن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اند اللهم عجل فرجه 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حضرت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سرور فرمودند: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المحتوم و خروجه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رجب و من اول خروجه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آخره خمسه عشر شهرا، سته اشهر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فاذا ملک الکور الخمس ملک تسعه اشهر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وما</w:t>
      </w:r>
      <w:r>
        <w:rPr>
          <w:rtl/>
          <w:lang w:bidi="fa-IR"/>
        </w:rPr>
        <w:t xml:space="preserve">. </w:t>
      </w:r>
      <w:r w:rsidRPr="004864D8">
        <w:rPr>
          <w:rStyle w:val="libFootnotenumChar"/>
          <w:rtl/>
        </w:rPr>
        <w:t>[58].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خروج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است (با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واقع شود) و تمام مدت خروجش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پانزده ماه نخواهد بود که شش ماه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جنگد و چون بر پنج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فرمانروا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 نه ماه بدون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حکومت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64D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گفته</w:t>
      </w:r>
      <w:r w:rsidR="004864D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شده</w:t>
      </w:r>
      <w:r>
        <w:rPr>
          <w:rtl/>
          <w:lang w:bidi="fa-IR"/>
        </w:rPr>
        <w:t xml:space="preserve"> است که پنج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عبارتند از: دمشق، فلسط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اردن، حمص و حلب.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عبدالله</w:t>
      </w:r>
      <w:r>
        <w:rPr>
          <w:rtl/>
          <w:lang w:bidi="fa-IR"/>
        </w:rPr>
        <w:t xml:space="preserve"> سنان از حضرت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النداء</w:t>
      </w:r>
      <w:r>
        <w:rPr>
          <w:rtl/>
          <w:lang w:bidi="fa-IR"/>
        </w:rPr>
        <w:t xml:space="preserve"> من المحتوم و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المحتوم و قتل النفس الزک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المحتوم و کف تطلع من السماء من المحتوم و قال فزعه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رمضان توقظ النائم و تفزع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قظان</w:t>
      </w:r>
      <w:r>
        <w:rPr>
          <w:rtl/>
          <w:lang w:bidi="fa-IR"/>
        </w:rPr>
        <w:t xml:space="preserve"> و تخرج الفتاه من خذرها.</w:t>
      </w:r>
      <w:r w:rsidRPr="004864D8">
        <w:rPr>
          <w:rStyle w:val="libFootnotenumChar"/>
          <w:rtl/>
        </w:rPr>
        <w:t xml:space="preserve"> [59]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خروج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کشته شدن نفس 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شدن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آسمان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ترس و فزع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ماه مبارک رمضان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افراد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کند،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دارند</w:t>
      </w:r>
      <w:r>
        <w:rPr>
          <w:rtl/>
          <w:lang w:bidi="fa-IR"/>
        </w:rPr>
        <w:t xml:space="preserve"> به فزع درآ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دختران از پس پرده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(البته از ترس).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خن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که از اصحاب آن حضرت است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امر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الامر المحتوم و خروجه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رجب.</w:t>
      </w:r>
      <w:r w:rsidRPr="004864D8">
        <w:rPr>
          <w:rStyle w:val="libFootnotenumChar"/>
          <w:rtl/>
        </w:rPr>
        <w:t xml:space="preserve"> [60]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خروج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حتما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قبل از ظهور واقع گردد و خروج او در ماه رجب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ششم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للقائم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خمس علامات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من السماء و قتل النفس الزک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الخسف بالب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. </w:t>
      </w:r>
      <w:r w:rsidRPr="004864D8">
        <w:rPr>
          <w:rStyle w:val="libFootnotenumChar"/>
          <w:rtl/>
        </w:rPr>
        <w:t>[61].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قائم ما پنج نشانه است: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64D8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864D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خروج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64D8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864D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خروج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64D8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4864D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64D8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4864D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کشته شدن نفس 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64D8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4864D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فرورفتن لشکر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حمران</w:t>
      </w:r>
      <w:r>
        <w:rPr>
          <w:rtl/>
          <w:lang w:bidi="fa-IR"/>
        </w:rPr>
        <w:t xml:space="preserve"> بن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امام ششم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والصلوه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کرده است که آن بزرگوار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المحتوم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لابد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من قبل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خروج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خسف بالب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و قتل النفس الزک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السماء. </w:t>
      </w:r>
      <w:r w:rsidRPr="004864D8">
        <w:rPr>
          <w:rStyle w:val="libFootnotenumChar"/>
          <w:rtl/>
        </w:rPr>
        <w:t>[62].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64D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علائم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حتما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ظهور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ارواحنا له</w:t>
      </w:r>
      <w:r w:rsidR="004864D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الفداء</w:t>
      </w:r>
      <w:r>
        <w:rPr>
          <w:rtl/>
          <w:lang w:bidi="fa-IR"/>
        </w:rPr>
        <w:t xml:space="preserve"> در خارج محقق شود خروج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فرورفتن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و کشته شدن نفس 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زراره</w:t>
      </w:r>
      <w:r>
        <w:rPr>
          <w:rtl/>
          <w:lang w:bidi="fa-IR"/>
        </w:rPr>
        <w:t xml:space="preserve"> بن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حضرت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من السماء ان فلانا هو الام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«ان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عته</w:t>
      </w:r>
      <w:r>
        <w:rPr>
          <w:rtl/>
          <w:lang w:bidi="fa-IR"/>
        </w:rPr>
        <w:t xml:space="preserve"> هم الفائزون» قلت فمن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قاتل</w:t>
      </w:r>
      <w:r>
        <w:rPr>
          <w:rtl/>
          <w:lang w:bidi="fa-IR"/>
        </w:rPr>
        <w:t xml:space="preserve">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بعد هذا فقال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ان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«ان فلانا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عته</w:t>
      </w:r>
      <w:r>
        <w:rPr>
          <w:rtl/>
          <w:lang w:bidi="fa-IR"/>
        </w:rPr>
        <w:t xml:space="preserve"> هم الفائزون»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رجلا من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قلت فمن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الصادق من الکاذب قال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عرفه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کانوا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روون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ثنا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قولون</w:t>
      </w:r>
      <w:r>
        <w:rPr>
          <w:rtl/>
          <w:lang w:bidi="fa-IR"/>
        </w:rPr>
        <w:t xml:space="preserve"> 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قبل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علمون</w:t>
      </w:r>
      <w:r>
        <w:rPr>
          <w:rtl/>
          <w:lang w:bidi="fa-IR"/>
        </w:rPr>
        <w:t xml:space="preserve"> انهم هم المحقون الصادقون.</w:t>
      </w:r>
      <w:r w:rsidRPr="004864D8">
        <w:rPr>
          <w:rStyle w:val="libFootnotenumChar"/>
          <w:rtl/>
        </w:rPr>
        <w:t xml:space="preserve"> [63]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864D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فلان (حضرت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الفداء)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 مردم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 w:rsidR="001E21FC" w:rsidRPr="001E21F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رستگارند. گفتم: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جنگ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ندا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که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روانش</w:t>
      </w:r>
      <w:r>
        <w:rPr>
          <w:rtl/>
          <w:lang w:bidi="fa-IR"/>
        </w:rPr>
        <w:t xml:space="preserve"> رستگارانند. منظور از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 عرض کردم: چگونه راستگو از دروغگو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 (ب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برنامه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حق را شناخت؟). فرمودند: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ما خاندان رس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را خوانده اند،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ما گفته شده که حق با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اول و برنامه اول است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است 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 </w:t>
      </w:r>
      <w:r w:rsidR="004864D8" w:rsidRPr="004864D8">
        <w:rPr>
          <w:rStyle w:val="libAlaemChar"/>
          <w:rtl/>
        </w:rPr>
        <w:t>رضي‌الله‌عنه</w:t>
      </w:r>
      <w:r>
        <w:rPr>
          <w:rtl/>
          <w:lang w:bidi="fa-IR"/>
        </w:rPr>
        <w:t>از عبدالله بن عجلان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</w:t>
      </w:r>
      <w:r w:rsidR="004864D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ذکرنا</w:t>
      </w:r>
      <w:r>
        <w:rPr>
          <w:rtl/>
          <w:lang w:bidi="fa-IR"/>
        </w:rPr>
        <w:t xml:space="preserve"> خروج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عند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فقلت له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لنا ان نعلم ذلک فقال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احدکم و تحت راءسه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مکتوب طاعه معروفه. </w:t>
      </w:r>
      <w:r w:rsidRPr="004864D8">
        <w:rPr>
          <w:rStyle w:val="libFootnotenumChar"/>
          <w:rtl/>
        </w:rPr>
        <w:t>[64]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خدمت امام صادق </w:t>
      </w:r>
      <w:r w:rsidR="001E21FC" w:rsidRPr="001E21F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سخن از خروج حضرت 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آمد. عرض شد: ما چگونه از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فرمودند: سر از خواب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ورقه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سر او گذاشته اند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نوشته شده «طاعه مع</w:t>
      </w:r>
      <w:r>
        <w:rPr>
          <w:rFonts w:hint="eastAsia"/>
          <w:rtl/>
          <w:lang w:bidi="fa-IR"/>
        </w:rPr>
        <w:t>روفه»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عبدالله</w:t>
      </w:r>
      <w:r>
        <w:rPr>
          <w:rtl/>
          <w:lang w:bidi="fa-IR"/>
        </w:rPr>
        <w:t xml:space="preserve"> بن سنان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کنت</w:t>
      </w:r>
      <w:r>
        <w:rPr>
          <w:rtl/>
          <w:lang w:bidi="fa-IR"/>
        </w:rPr>
        <w:t xml:space="preserve"> عند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فسمعت رجلا من همدان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له ان هولاء العامه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قولون</w:t>
      </w:r>
      <w:r>
        <w:rPr>
          <w:rtl/>
          <w:lang w:bidi="fa-IR"/>
        </w:rPr>
        <w:t xml:space="preserve"> لنا انکم تزعمون ان مناد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السماء باسم صاحب هذا الامر و کان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متکاءفغضب و جلس. ثم قال لاترووه 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ارووه عن اءب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 حرج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اشهد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 سمعت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و الله ان ذلک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الله عزوجل 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«ان نشاء ننزل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من السماء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فظلت اعناقهم لها خاضع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ومئذ</w:t>
      </w:r>
      <w:r>
        <w:rPr>
          <w:rtl/>
          <w:lang w:bidi="fa-IR"/>
        </w:rPr>
        <w:t xml:space="preserve"> احد الا خضع و ذلت رقبته لها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ومن</w:t>
      </w:r>
      <w:r>
        <w:rPr>
          <w:rtl/>
          <w:lang w:bidi="fa-IR"/>
        </w:rPr>
        <w:t xml:space="preserve"> اهل الارض اذا سمعوا الصوت من السماء الا ان الحق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عته</w:t>
      </w:r>
      <w:r>
        <w:rPr>
          <w:rtl/>
          <w:lang w:bidi="fa-IR"/>
        </w:rPr>
        <w:t xml:space="preserve"> قال فاذا کان من لغد صعد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الهواء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الارض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 ان الحق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عثمان بن عفان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عته</w:t>
      </w:r>
      <w:r>
        <w:rPr>
          <w:rtl/>
          <w:lang w:bidi="fa-IR"/>
        </w:rPr>
        <w:t xml:space="preserve"> فانه قتل مظلوما فاطلبوا بدمه قال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ثبت</w:t>
      </w:r>
      <w:r>
        <w:rPr>
          <w:rtl/>
          <w:lang w:bidi="fa-IR"/>
        </w:rPr>
        <w:t xml:space="preserve"> الله 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آمنوا بالقول الثابت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الحق و هو النداء الاول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ومئذ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قلوبهم مرض، و المرض و الله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عداوتنا</w:t>
      </w:r>
      <w:r>
        <w:rPr>
          <w:rtl/>
          <w:lang w:bidi="fa-IR"/>
        </w:rPr>
        <w:t xml:space="preserve"> فعند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تبرؤ</w:t>
      </w:r>
      <w:r>
        <w:rPr>
          <w:rtl/>
          <w:lang w:bidi="fa-IR"/>
        </w:rPr>
        <w:t xml:space="preserve"> ون منا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تناولونا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قولون</w:t>
      </w:r>
      <w:r>
        <w:rPr>
          <w:rtl/>
          <w:lang w:bidi="fa-IR"/>
        </w:rPr>
        <w:t xml:space="preserve"> ان المناد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الاول سحر من سحر اهل (هذا)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. </w:t>
      </w:r>
      <w:r w:rsidRPr="00F95DC8">
        <w:rPr>
          <w:rStyle w:val="libFootnotenumChar"/>
          <w:rtl/>
        </w:rPr>
        <w:t>[65]</w:t>
      </w:r>
      <w:r>
        <w:rPr>
          <w:rtl/>
          <w:lang w:bidi="fa-IR"/>
        </w:rPr>
        <w:t>.</w:t>
      </w:r>
    </w:p>
    <w:p w:rsidR="007B4BE8" w:rsidRDefault="007B4BE8" w:rsidP="00F95D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خدمت حضرت صادق </w:t>
      </w:r>
      <w:r w:rsidR="001E21FC" w:rsidRPr="001E21F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بودم،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اهل همدان به آن حضرت عرض کرد: دشمنان شما ما را سرزنش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شما 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به نام صاحب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(ولا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زند؟ امام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همان گونه که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داده بودند نشستند در ح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آثار غضب از چهره مبارکشان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بود.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از من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بلکه از پدرم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خدا قسم،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پدرم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(ص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در قرآن خداوند است آنجا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«اگر ما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آسمان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قهر نازل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همه به جبر گردن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فرود آورند». </w:t>
      </w:r>
      <w:r w:rsidRPr="00F95DC8">
        <w:rPr>
          <w:rStyle w:val="libFootnotenumChar"/>
          <w:rtl/>
        </w:rPr>
        <w:t>[66]</w:t>
      </w:r>
      <w:r>
        <w:rPr>
          <w:rtl/>
          <w:lang w:bidi="fa-IR"/>
        </w:rPr>
        <w:t xml:space="preserve"> در آن روز در سرتاسر کره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مقابل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به زانو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گردنها کج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پس،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شد و حجت خداوند (حضرت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الفداء) را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تمام ساکنان کره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آورند. مضمون صدا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آگاه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حق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اوست.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آسمان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که حق با عثمان بن عفان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اوست؛ او مظلوم کشته شده است؛ پس انتقام خون او را ب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آنگاه خداوند دوستان ما را بر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ثابت قدم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(به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F95DC8" w:rsidRPr="001E21FC">
        <w:rPr>
          <w:rStyle w:val="libAlaemChar"/>
          <w:rtl/>
        </w:rPr>
        <w:t>عليه‌السلام</w:t>
      </w:r>
      <w:r>
        <w:rPr>
          <w:rtl/>
          <w:lang w:bidi="fa-IR"/>
        </w:rPr>
        <w:t>و فرزندانش)، اما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هستند در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هلاکت سقوط خواهند کرد. و به پروردگار سوگند که امراض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بود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از سحر و جادوها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خانواده بود (اهل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عصمت و طهارت سلام ا</w:t>
      </w:r>
      <w:r>
        <w:rPr>
          <w:rFonts w:hint="eastAsia"/>
          <w:rtl/>
          <w:lang w:bidi="fa-IR"/>
        </w:rPr>
        <w:t>لله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امام صادق </w:t>
      </w:r>
      <w:r w:rsidR="001E21FC" w:rsidRPr="001E21F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الزم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</w:t>
      </w:r>
      <w:r>
        <w:rPr>
          <w:rtl/>
          <w:lang w:bidi="fa-IR"/>
        </w:rPr>
        <w:t xml:space="preserve"> و کن حلسا من احلاسه واسکن ماسکن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النهار فاذا بلغ ان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 خرج فارحل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ولو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رجلک قلت جعلت فداک هل قبل ذلک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قال نعم و اشارب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بثلاث اصابعه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الشام و قال ثلاث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ناهم</w:t>
      </w:r>
      <w:r>
        <w:rPr>
          <w:rtl/>
          <w:lang w:bidi="fa-IR"/>
        </w:rPr>
        <w:t xml:space="preserve"> (عل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ذلک</w:t>
      </w:r>
      <w:r>
        <w:rPr>
          <w:rtl/>
          <w:lang w:bidi="fa-IR"/>
        </w:rPr>
        <w:t>) اذ قد خرج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حصدهم</w:t>
      </w:r>
      <w:r>
        <w:rPr>
          <w:rtl/>
          <w:lang w:bidi="fa-IR"/>
        </w:rPr>
        <w:t xml:space="preserve"> حصد الزرع ما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مثله قط. </w:t>
      </w:r>
      <w:r w:rsidRPr="00F95DC8">
        <w:rPr>
          <w:rStyle w:val="libFootnotenumChar"/>
          <w:rtl/>
        </w:rPr>
        <w:t>[67]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! در خانه خودت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مانند فرش منزل باش و ساکت بمان تا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خروج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به مجرد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خبر خروج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(مهد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ما) حرکت کن اگر چه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باشد. عرض کردم: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نشانه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تحقق خروج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باشد؟ فرمودند: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و با سه انگشت اشاره به شام فرمودند و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دادند که سه پرچم در اهتزاز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95DC8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F95DC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پرچم حسن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95DC8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F95DC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پرچم امو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95DC8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F95DC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پرچم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اثنا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خروج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هر سه پرچم را مانند محصولات زراع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به کشتار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که مانند آن را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چگاه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خروج</w:t>
      </w:r>
      <w:r>
        <w:rPr>
          <w:rtl/>
          <w:lang w:bidi="fa-IR"/>
        </w:rPr>
        <w:t xml:space="preserve"> الثلاثه الخراسان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سنه واحده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واحد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واحد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الحق. </w:t>
      </w:r>
      <w:r w:rsidRPr="00F95DC8">
        <w:rPr>
          <w:rStyle w:val="libFootnotenumChar"/>
          <w:rtl/>
        </w:rPr>
        <w:t>[68]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خروج</w:t>
      </w:r>
      <w:r>
        <w:rPr>
          <w:rtl/>
          <w:lang w:bidi="fa-IR"/>
        </w:rPr>
        <w:t xml:space="preserve">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سه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است؛ اما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پرچم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تگر</w:t>
      </w:r>
      <w:r w:rsidR="00F95DC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از پرچم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مردم را دعوت به حق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بن تغلب از حضرت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95D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مسجدکم ثلاثمائه و ثلاثه عشر رجلا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مکه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اهل مکه انه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لد</w:t>
      </w:r>
      <w:r>
        <w:rPr>
          <w:rtl/>
          <w:lang w:bidi="fa-IR"/>
        </w:rPr>
        <w:t xml:space="preserve"> (هم) آباؤهم ولا اجدادهم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وف</w:t>
      </w:r>
      <w:r>
        <w:rPr>
          <w:rtl/>
          <w:lang w:bidi="fa-IR"/>
        </w:rPr>
        <w:t xml:space="preserve"> مکتوب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. کلمه تفتح الف کلمه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الله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</w:t>
      </w:r>
      <w:r>
        <w:rPr>
          <w:rtl/>
          <w:lang w:bidi="fa-IR"/>
        </w:rPr>
        <w:t xml:space="preserve"> فتناد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بکل واد هذا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بقضاء داود و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</w:t>
      </w:r>
      <w:r w:rsidR="00F95DC8" w:rsidRPr="00F95DC8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. </w:t>
      </w:r>
      <w:r w:rsidRPr="00F95DC8">
        <w:rPr>
          <w:rStyle w:val="libFootnotenumChar"/>
          <w:rtl/>
        </w:rPr>
        <w:t>[69]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زود</w:t>
      </w:r>
      <w:r>
        <w:rPr>
          <w:rtl/>
          <w:lang w:bidi="fa-IR"/>
        </w:rPr>
        <w:t xml:space="preserve"> باشد که در مسجد شما (مکه معظمه)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 اجتماع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مردم مکه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در مکه متولد نشده اند.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دست دارند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لبه هر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شده است که هزار کلمه از آن گرفته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از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اسرار بزرگ و</w:t>
      </w:r>
      <w:r>
        <w:rPr>
          <w:rFonts w:hint="eastAsia"/>
          <w:rtl/>
          <w:lang w:bidi="fa-IR"/>
        </w:rPr>
        <w:t>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نهفته است که در ظهور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شود). خداوند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مأمور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در تمام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بزند: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جهان!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که داور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مانند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داود </w:t>
      </w:r>
      <w:r w:rsidR="00F95DC8" w:rsidRPr="00F95DC8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>و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برهان ندارد (قضاوت آن </w:t>
      </w: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بر اساس واقع است).</w:t>
      </w:r>
    </w:p>
    <w:p w:rsidR="007B4BE8" w:rsidRPr="00F95DC8" w:rsidRDefault="00F95DC8" w:rsidP="00F95DC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7B4BE8" w:rsidRDefault="007B4BE8" w:rsidP="00F95DC8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F95DC8">
      <w:pPr>
        <w:pStyle w:val="libFootnote0"/>
        <w:rPr>
          <w:rtl/>
          <w:lang w:bidi="fa-IR"/>
        </w:rPr>
      </w:pPr>
    </w:p>
    <w:p w:rsidR="007B4BE8" w:rsidRDefault="007B4BE8" w:rsidP="00F95DC8">
      <w:pPr>
        <w:pStyle w:val="libFootnote0"/>
        <w:rPr>
          <w:rtl/>
          <w:lang w:bidi="fa-IR"/>
        </w:rPr>
      </w:pPr>
      <w:r>
        <w:rPr>
          <w:rtl/>
          <w:lang w:bidi="fa-IR"/>
        </w:rPr>
        <w:t>[1]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353.</w:t>
      </w:r>
    </w:p>
    <w:p w:rsidR="007B4BE8" w:rsidRDefault="007B4BE8" w:rsidP="00F95DC8">
      <w:pPr>
        <w:pStyle w:val="libFootnote0"/>
        <w:rPr>
          <w:rtl/>
          <w:lang w:bidi="fa-IR"/>
        </w:rPr>
      </w:pPr>
    </w:p>
    <w:p w:rsidR="007B4BE8" w:rsidRDefault="007B4BE8" w:rsidP="00F95DC8">
      <w:pPr>
        <w:pStyle w:val="libFootnote0"/>
        <w:rPr>
          <w:rtl/>
          <w:lang w:bidi="fa-IR"/>
        </w:rPr>
      </w:pPr>
      <w:r>
        <w:rPr>
          <w:rtl/>
          <w:lang w:bidi="fa-IR"/>
        </w:rPr>
        <w:t>[2]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352.</w:t>
      </w:r>
    </w:p>
    <w:p w:rsidR="007B4BE8" w:rsidRDefault="007B4BE8" w:rsidP="00F95DC8">
      <w:pPr>
        <w:pStyle w:val="libFootnote0"/>
        <w:rPr>
          <w:rtl/>
          <w:lang w:bidi="fa-IR"/>
        </w:rPr>
      </w:pPr>
    </w:p>
    <w:p w:rsidR="007B4BE8" w:rsidRDefault="007B4BE8" w:rsidP="00F95DC8">
      <w:pPr>
        <w:pStyle w:val="libFootnote0"/>
        <w:rPr>
          <w:rtl/>
          <w:lang w:bidi="fa-IR"/>
        </w:rPr>
      </w:pPr>
      <w:r>
        <w:rPr>
          <w:rtl/>
          <w:lang w:bidi="fa-IR"/>
        </w:rPr>
        <w:t>[3] بقره / 155.</w:t>
      </w:r>
    </w:p>
    <w:p w:rsidR="007B4BE8" w:rsidRDefault="007B4BE8" w:rsidP="00F95DC8">
      <w:pPr>
        <w:pStyle w:val="libFootnote0"/>
        <w:rPr>
          <w:rtl/>
          <w:lang w:bidi="fa-IR"/>
        </w:rPr>
      </w:pPr>
    </w:p>
    <w:p w:rsidR="007B4BE8" w:rsidRDefault="007B4BE8" w:rsidP="00F95DC8">
      <w:pPr>
        <w:pStyle w:val="libFootnote0"/>
        <w:rPr>
          <w:rtl/>
          <w:lang w:bidi="fa-IR"/>
        </w:rPr>
      </w:pPr>
      <w:r>
        <w:rPr>
          <w:rtl/>
          <w:lang w:bidi="fa-IR"/>
        </w:rPr>
        <w:t>[4]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353.</w:t>
      </w:r>
    </w:p>
    <w:p w:rsidR="007B4BE8" w:rsidRDefault="007B4BE8" w:rsidP="00F95DC8">
      <w:pPr>
        <w:pStyle w:val="libFootnote0"/>
        <w:rPr>
          <w:rtl/>
          <w:lang w:bidi="fa-IR"/>
        </w:rPr>
      </w:pPr>
    </w:p>
    <w:p w:rsidR="007B4BE8" w:rsidRDefault="007B4BE8" w:rsidP="00F95DC8">
      <w:pPr>
        <w:pStyle w:val="libFootnote0"/>
        <w:rPr>
          <w:rtl/>
          <w:lang w:bidi="fa-IR"/>
        </w:rPr>
      </w:pPr>
      <w:r>
        <w:rPr>
          <w:rtl/>
          <w:lang w:bidi="fa-IR"/>
        </w:rPr>
        <w:t>[5] روزگارها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 / ص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[6] آل عمران / 83.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[7]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359.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[8]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361.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[9]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361.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[10] حجر / 75 و 76.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[11] اثباه الهداه، ج 7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403.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[12]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397.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[13]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396.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[14]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396.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[15]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271.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[16] نفس 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طبق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معتبر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آل محمد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ظهور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رکن و مقام در کنار خانه کعبه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[17] آل عمران / 179.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[18] نوائب الدهور، ج 1، 78.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[19] بحار الانوار، ج 52،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254 - 260.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[20]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باب 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جهت امتحان و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منصور؛ والا حجت خداوند که تمام عالم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امر خداوند متعال در دست اوست چگونه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دشمن خدا دارد؟.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lastRenderedPageBreak/>
        <w:t>[21] در انگلستان عمل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لواط قانون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اعلام شده و مساءله همجنس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فوق العاده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اروپا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- مانند فرانسه - عمل لواط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است و خود فروشان خودشان را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[22] بحارالانوار، ج 53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7.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[23] زمر/ 74.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[24]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267.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[25]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274.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[26]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270.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[27]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272.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[28]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274.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[29]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274.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[30] الامامه و التبصره،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130.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[31] الزام الناصب، ج 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163.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[32]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159.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[33]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164.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lastRenderedPageBreak/>
        <w:t>[34] بقره / 148.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[35] الزام الناصب، ج 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287.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[36]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252.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[37] روزگارها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458.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[38]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458.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[39]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429.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[40]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430.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[41]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430.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[42]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431.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[43]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513.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[44] همان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Fonts w:hint="eastAsia"/>
          <w:rtl/>
          <w:lang w:bidi="fa-IR"/>
        </w:rPr>
        <w:t>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514.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[45]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515.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[46]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515.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lastRenderedPageBreak/>
        <w:t>[47] کمال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صدوق، ج 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390 (چاپ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672، ح 25).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[48]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391 (چاپ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674، ح 28).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 xml:space="preserve">[49]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/ 94.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[50] کمال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صدوق، ج 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392 (چاپ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674، ح 29).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[51] روزگارها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515.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[52]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516.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[53]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516.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[54] توبه / 33.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[55] کمال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صدوق، ج 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387 (چاپ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670، ح 16).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[56] روزگارها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506.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[57] الامام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من المهد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الظهور،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516.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[58] اثبات الهداه، ج 7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430.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[59]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423.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[60]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396.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lastRenderedPageBreak/>
        <w:t>[61] 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المکارم، ج 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185.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[62]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188.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[63]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188.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[64]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189.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[65]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187.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[66] شعرا / 4.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[67] بحارالانوار، ج 52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270 و 271.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[68]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210.</w:t>
      </w:r>
    </w:p>
    <w:p w:rsidR="007B4BE8" w:rsidRDefault="007B4BE8" w:rsidP="00F95DC8">
      <w:pPr>
        <w:pStyle w:val="libLine"/>
        <w:rPr>
          <w:rtl/>
          <w:lang w:bidi="fa-IR"/>
        </w:rPr>
      </w:pPr>
    </w:p>
    <w:p w:rsidR="007B4BE8" w:rsidRDefault="007B4BE8" w:rsidP="00F95DC8">
      <w:pPr>
        <w:pStyle w:val="libLine"/>
        <w:rPr>
          <w:rtl/>
          <w:lang w:bidi="fa-IR"/>
        </w:rPr>
      </w:pPr>
      <w:r>
        <w:rPr>
          <w:rtl/>
          <w:lang w:bidi="fa-IR"/>
        </w:rPr>
        <w:t>[69]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286.</w:t>
      </w:r>
    </w:p>
    <w:p w:rsidR="007B4BE8" w:rsidRDefault="00F95DC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F95DC8">
      <w:pPr>
        <w:pStyle w:val="Heading1"/>
        <w:rPr>
          <w:rtl/>
          <w:lang w:bidi="fa-IR"/>
        </w:rPr>
      </w:pPr>
      <w:bookmarkStart w:id="27" w:name="_Toc515799733"/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امام رضا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</w:t>
      </w:r>
      <w:bookmarkEnd w:id="27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بن محبوب از وجود مقدس حضرت ثامن الائمه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 که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به نظر خوانندگان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رسد:</w:t>
      </w:r>
    </w:p>
    <w:p w:rsidR="007B4BE8" w:rsidRDefault="007B4BE8" w:rsidP="00F95D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قال لابد من فتنه صماء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سقط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کل بطانه و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و ذلک عند فقدان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الثالث من 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اهل السماء و اهل الارض و کم من مؤ من متاءسف حران حز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عند فقد الماء المع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بهم اسرما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کونون</w:t>
      </w:r>
      <w:r>
        <w:rPr>
          <w:rtl/>
          <w:lang w:bidi="fa-IR"/>
        </w:rPr>
        <w:t xml:space="preserve"> وقد نودوا نداء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سمعه</w:t>
      </w:r>
      <w:r>
        <w:rPr>
          <w:rtl/>
          <w:lang w:bidi="fa-IR"/>
        </w:rPr>
        <w:t xml:space="preserve"> من بعد کما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سمعه</w:t>
      </w:r>
      <w:r>
        <w:rPr>
          <w:rtl/>
          <w:lang w:bidi="fa-IR"/>
        </w:rPr>
        <w:t xml:space="preserve"> من قرب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رحم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للمؤ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عذابا للکافر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فقلت 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نداء هو (قال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رجب ثلاثه اصوات من السماء صوتا</w:t>
      </w:r>
      <w:r w:rsidR="00F95DC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منها</w:t>
      </w:r>
      <w:r>
        <w:rPr>
          <w:rtl/>
          <w:lang w:bidi="fa-IR"/>
        </w:rPr>
        <w:t xml:space="preserve"> الا لعنه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الظالم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الصوت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ازفت الازفه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معشر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والصوت الثالث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بدنا بارزا نحو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الشمس هذا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 کر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هلاک الظالم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) و الصوت بدن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قرن الشمس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ان الله بعث فلانا فاسمعوا له و 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عوا</w:t>
      </w:r>
      <w:r>
        <w:rPr>
          <w:rtl/>
          <w:lang w:bidi="fa-IR"/>
        </w:rPr>
        <w:t xml:space="preserve"> و ق</w:t>
      </w:r>
      <w:r>
        <w:rPr>
          <w:rFonts w:hint="eastAsia"/>
          <w:rtl/>
          <w:lang w:bidi="fa-IR"/>
        </w:rPr>
        <w:t>الا</w:t>
      </w:r>
      <w:r>
        <w:rPr>
          <w:rtl/>
          <w:lang w:bidi="fa-IR"/>
        </w:rPr>
        <w:t xml:space="preserve">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</w:t>
      </w:r>
      <w:r>
        <w:rPr>
          <w:rtl/>
          <w:lang w:bidi="fa-IR"/>
        </w:rPr>
        <w:t xml:space="preserve"> فعند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الفرج و تود الناس لو کانوا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صدور قوم 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. </w:t>
      </w:r>
      <w:r w:rsidRPr="00F95DC8">
        <w:rPr>
          <w:rStyle w:val="libFootnotenumChar"/>
          <w:rtl/>
        </w:rPr>
        <w:t>[1].</w:t>
      </w:r>
    </w:p>
    <w:p w:rsidR="007B4BE8" w:rsidRDefault="007B4BE8" w:rsidP="00F95D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ناچار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فتنه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و بزرگ و 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 دامن مردم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تمام سدها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رابطه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اعتمادها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درهم 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 (پناهگاه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نباشد)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بلاها در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سوم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فرزندم را از د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بدهند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وفات کند و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باشد). پنهان بودن او چندان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ساکنان آسمانها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اهل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او و از فراق او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افراد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در آتش هجران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سوزند و به آب گوارا (ماء 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ن) دست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>.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سرور و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را </w:t>
      </w:r>
      <w:r>
        <w:rPr>
          <w:rtl/>
          <w:lang w:bidi="fa-IR"/>
        </w:rPr>
        <w:lastRenderedPageBreak/>
        <w:t>که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صدا به آنها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دورند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است (همه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شنوند) و آن ندا رحمت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عذاب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کافران. عرض کردم: آن ندا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 سه صدا در ماه مبارک رجب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البته از آسمان: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95D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</w:t>
      </w:r>
      <w:r>
        <w:rPr>
          <w:rtl/>
          <w:lang w:bidi="fa-IR"/>
        </w:rPr>
        <w:t>. آگاه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ستمگران از رحمت خداوند دور و</w:t>
      </w:r>
      <w:r w:rsidR="00F95DC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ملعون</w:t>
      </w:r>
      <w:r>
        <w:rPr>
          <w:rtl/>
          <w:lang w:bidi="fa-IR"/>
        </w:rPr>
        <w:t xml:space="preserve"> 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دوم</w:t>
      </w:r>
      <w:r>
        <w:rPr>
          <w:rtl/>
          <w:lang w:bidi="fa-IR"/>
        </w:rPr>
        <w:t xml:space="preserve">.«ازفت الازفه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معشر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>(نزد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 مؤمنان!).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سوم</w:t>
      </w:r>
      <w:r>
        <w:rPr>
          <w:rtl/>
          <w:lang w:bidi="fa-IR"/>
        </w:rPr>
        <w:t>.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برگشته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هلاک کردن ستمگران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بدن، وجود مقدس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صوت سوم از آسمان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خداوند فلان بن فلان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حجه بن الحسن العسکر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را مأمور فرموده است بر شما، واجب است او را اطاعت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مردم فرج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 اند آرزو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اش</w:t>
      </w:r>
      <w:r>
        <w:rPr>
          <w:rtl/>
          <w:lang w:bidi="fa-IR"/>
        </w:rPr>
        <w:t xml:space="preserve"> زنده بودند. و خداوند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مؤمنان را شفا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7B4BE8" w:rsidRPr="00F95DC8" w:rsidRDefault="00F95DC8" w:rsidP="00F95DC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7B4BE8" w:rsidRDefault="007B4BE8" w:rsidP="00F95DC8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F95DC8">
      <w:pPr>
        <w:pStyle w:val="libFootnote0"/>
        <w:rPr>
          <w:rtl/>
          <w:lang w:bidi="fa-IR"/>
        </w:rPr>
      </w:pPr>
    </w:p>
    <w:p w:rsidR="007B4BE8" w:rsidRDefault="007B4BE8" w:rsidP="00F95DC8">
      <w:pPr>
        <w:pStyle w:val="libFootnote0"/>
        <w:rPr>
          <w:rtl/>
          <w:lang w:bidi="fa-IR"/>
        </w:rPr>
      </w:pPr>
      <w:r>
        <w:rPr>
          <w:rtl/>
          <w:lang w:bidi="fa-IR"/>
        </w:rPr>
        <w:t>[1]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268.</w:t>
      </w:r>
    </w:p>
    <w:p w:rsidR="007B4BE8" w:rsidRDefault="00F95DC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F95DC8">
      <w:pPr>
        <w:pStyle w:val="Heading1"/>
        <w:rPr>
          <w:rtl/>
          <w:lang w:bidi="fa-IR"/>
        </w:rPr>
      </w:pPr>
      <w:bookmarkStart w:id="28" w:name="_Toc515799734"/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اجتماع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در ظهور</w:t>
      </w:r>
      <w:bookmarkEnd w:id="28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والله</w:t>
      </w:r>
      <w:r>
        <w:rPr>
          <w:rtl/>
          <w:lang w:bidi="fa-IR"/>
        </w:rPr>
        <w:t xml:space="preserve"> لو ان قائمنا قام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جمع</w:t>
      </w:r>
      <w:r>
        <w:rPr>
          <w:rtl/>
          <w:lang w:bidi="fa-IR"/>
        </w:rPr>
        <w:t xml:space="preserve"> الله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عته</w:t>
      </w:r>
      <w:r>
        <w:rPr>
          <w:rtl/>
          <w:lang w:bidi="fa-IR"/>
        </w:rPr>
        <w:t xml:space="preserve"> من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البلدان.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خدا سوگند اگر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کند خداوند تمام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را از سرتاسر جهان در اطراف او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B4BE8" w:rsidRDefault="007B4BE8" w:rsidP="00F95D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اباصلت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 </w:t>
      </w:r>
      <w:r w:rsidR="001E21FC" w:rsidRPr="001E21FC">
        <w:rPr>
          <w:rStyle w:val="libAlaemChar"/>
          <w:rtl/>
        </w:rPr>
        <w:t>عليه‌السلام</w:t>
      </w:r>
      <w:r>
        <w:rPr>
          <w:rtl/>
          <w:lang w:bidi="fa-IR"/>
        </w:rPr>
        <w:t>عرض کردم نشانه قائم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علامه قائمکم قال علامته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السن شاب المنظر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الناظر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حسبه</w:t>
      </w:r>
      <w:r>
        <w:rPr>
          <w:rtl/>
          <w:lang w:bidi="fa-IR"/>
        </w:rPr>
        <w:t xml:space="preserve"> ابن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سنه او مادونها و ان علاماته ان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هرم</w:t>
      </w:r>
      <w:r>
        <w:rPr>
          <w:rtl/>
          <w:lang w:bidi="fa-IR"/>
        </w:rPr>
        <w:t xml:space="preserve"> بمرور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اجله. </w:t>
      </w:r>
      <w:r w:rsidRPr="00F95DC8">
        <w:rPr>
          <w:rStyle w:val="libFootnotenumChar"/>
          <w:rtl/>
        </w:rPr>
        <w:t>[1]</w:t>
      </w:r>
      <w:r>
        <w:rPr>
          <w:rtl/>
          <w:lang w:bidi="fa-IR"/>
        </w:rPr>
        <w:t xml:space="preserve"> ع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146F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علائم قائم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بزرگ سن و جوان منظر است بطور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او چهل سال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کمتر دارد و تا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مرگ اثر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او ظاهر نخواهد شد.</w:t>
      </w:r>
      <w:r w:rsidR="004146F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الله و فرمانروا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تمام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سنن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محکوم اراده او هستند.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146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بزنط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4146F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باب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قبل</w:t>
      </w:r>
      <w:r>
        <w:rPr>
          <w:rtl/>
          <w:lang w:bidi="fa-IR"/>
        </w:rPr>
        <w:t xml:space="preserve"> هذا الامر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المروان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بن صالح و کف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هذا و هذا. </w:t>
      </w:r>
      <w:r w:rsidRPr="004146F6">
        <w:rPr>
          <w:rStyle w:val="libFootnotenumChar"/>
          <w:rtl/>
        </w:rPr>
        <w:t>[2]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146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مقدمه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فرزندم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پنج علامت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146F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146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خروج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146F6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146F6">
        <w:rPr>
          <w:rFonts w:hint="cs"/>
          <w:rtl/>
          <w:lang w:bidi="fa-IR"/>
        </w:rPr>
        <w:t xml:space="preserve"> -</w:t>
      </w:r>
      <w:r w:rsidR="004146F6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146F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4146F6">
        <w:rPr>
          <w:rFonts w:hint="cs"/>
          <w:rtl/>
          <w:lang w:bidi="fa-IR"/>
        </w:rPr>
        <w:t xml:space="preserve"> -</w:t>
      </w:r>
      <w:r w:rsidR="004146F6">
        <w:rPr>
          <w:rtl/>
          <w:lang w:bidi="fa-IR"/>
        </w:rPr>
        <w:t xml:space="preserve"> </w:t>
      </w:r>
      <w:r>
        <w:rPr>
          <w:rtl/>
          <w:lang w:bidi="fa-IR"/>
        </w:rPr>
        <w:t>خروج مروان</w:t>
      </w:r>
      <w:r>
        <w:rPr>
          <w:rFonts w:hint="cs"/>
          <w:rtl/>
          <w:lang w:bidi="fa-IR"/>
        </w:rPr>
        <w:t>ی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146F6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4146F6">
        <w:rPr>
          <w:rFonts w:hint="cs"/>
          <w:rtl/>
          <w:lang w:bidi="fa-IR"/>
        </w:rPr>
        <w:t xml:space="preserve"> -</w:t>
      </w:r>
      <w:r w:rsidR="004146F6">
        <w:rPr>
          <w:rtl/>
          <w:lang w:bidi="fa-IR"/>
        </w:rPr>
        <w:t xml:space="preserve"> </w:t>
      </w:r>
      <w:r>
        <w:rPr>
          <w:rtl/>
          <w:lang w:bidi="fa-IR"/>
        </w:rPr>
        <w:t>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بن صالح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4146F6">
      <w:pPr>
        <w:pStyle w:val="libNormal"/>
        <w:rPr>
          <w:rtl/>
          <w:lang w:bidi="fa-IR"/>
        </w:rPr>
      </w:pPr>
      <w:r>
        <w:rPr>
          <w:rtl/>
          <w:lang w:bidi="fa-IR"/>
        </w:rPr>
        <w:t>5.</w:t>
      </w:r>
      <w:r w:rsidR="004146F6">
        <w:rPr>
          <w:rFonts w:hint="cs"/>
          <w:rtl/>
          <w:lang w:bidi="fa-IR"/>
        </w:rPr>
        <w:t xml:space="preserve"> -</w:t>
      </w:r>
      <w:r w:rsidR="004146F6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آمدن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بطور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افراد آن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نشان بدهند.</w:t>
      </w:r>
    </w:p>
    <w:p w:rsidR="007B4BE8" w:rsidRPr="004146F6" w:rsidRDefault="004146F6" w:rsidP="004146F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7B4BE8" w:rsidRDefault="007B4BE8" w:rsidP="004146F6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4146F6">
      <w:pPr>
        <w:pStyle w:val="libFootnote0"/>
        <w:rPr>
          <w:rtl/>
          <w:lang w:bidi="fa-IR"/>
        </w:rPr>
      </w:pPr>
    </w:p>
    <w:p w:rsidR="007B4BE8" w:rsidRDefault="007B4BE8" w:rsidP="004146F6">
      <w:pPr>
        <w:pStyle w:val="libFootnote0"/>
        <w:rPr>
          <w:rtl/>
          <w:lang w:bidi="fa-IR"/>
        </w:rPr>
      </w:pPr>
      <w:r>
        <w:rPr>
          <w:rtl/>
          <w:lang w:bidi="fa-IR"/>
        </w:rPr>
        <w:t>[1] اثباه الهداه، ج 7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398.</w:t>
      </w:r>
    </w:p>
    <w:p w:rsidR="007B4BE8" w:rsidRDefault="007B4BE8" w:rsidP="004146F6">
      <w:pPr>
        <w:pStyle w:val="libFootnote0"/>
        <w:rPr>
          <w:rtl/>
          <w:lang w:bidi="fa-IR"/>
        </w:rPr>
      </w:pPr>
    </w:p>
    <w:p w:rsidR="007B4BE8" w:rsidRDefault="007B4BE8" w:rsidP="004146F6">
      <w:pPr>
        <w:pStyle w:val="libFootnote0"/>
        <w:rPr>
          <w:rtl/>
          <w:lang w:bidi="fa-IR"/>
        </w:rPr>
      </w:pPr>
      <w:r>
        <w:rPr>
          <w:rtl/>
          <w:lang w:bidi="fa-IR"/>
        </w:rPr>
        <w:t>[2] 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المکارم، ج 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186.</w:t>
      </w:r>
    </w:p>
    <w:p w:rsidR="007B4BE8" w:rsidRDefault="004146F6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4146F6">
      <w:pPr>
        <w:pStyle w:val="Heading1"/>
        <w:rPr>
          <w:rtl/>
          <w:lang w:bidi="fa-IR"/>
        </w:rPr>
      </w:pPr>
      <w:bookmarkStart w:id="29" w:name="_Toc515799735"/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امام حسن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اصحاب ائمه </w:t>
      </w:r>
      <w:r w:rsidR="002C28DD" w:rsidRPr="002C28DD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</w:t>
      </w:r>
      <w:bookmarkEnd w:id="29"/>
    </w:p>
    <w:p w:rsidR="004146F6" w:rsidRDefault="004146F6" w:rsidP="007B4BE8">
      <w:pPr>
        <w:pStyle w:val="libNormal"/>
        <w:rPr>
          <w:rFonts w:hint="cs"/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بنت 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حضرت امام حسن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حضرت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</w:t>
      </w:r>
      <w:r>
        <w:rPr>
          <w:rtl/>
          <w:lang w:bidi="fa-IR"/>
        </w:rPr>
        <w:t xml:space="preserve"> نقل کرده است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قالت</w:t>
      </w:r>
      <w:r>
        <w:rPr>
          <w:rtl/>
          <w:lang w:bidi="fa-IR"/>
        </w:rPr>
        <w:t xml:space="preserve"> سمعت الحسن (الحس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)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الامر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تنظرون (امر ظهور)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براء</w:t>
      </w:r>
      <w:r>
        <w:rPr>
          <w:rtl/>
          <w:lang w:bidi="fa-IR"/>
        </w:rPr>
        <w:t xml:space="preserve"> بعضکم من بعض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تفل</w:t>
      </w:r>
      <w:r>
        <w:rPr>
          <w:rtl/>
          <w:lang w:bidi="fa-IR"/>
        </w:rPr>
        <w:t xml:space="preserve"> بعضکم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وجوه بعض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شهد</w:t>
      </w:r>
      <w:r>
        <w:rPr>
          <w:rtl/>
          <w:lang w:bidi="fa-IR"/>
        </w:rPr>
        <w:t xml:space="preserve"> بعضکم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 بالکفر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لعن</w:t>
      </w:r>
      <w:r>
        <w:rPr>
          <w:rtl/>
          <w:lang w:bidi="fa-IR"/>
        </w:rPr>
        <w:t xml:space="preserve"> بعضکم بعضا فقلت له 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الزمان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فقال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</w:t>
      </w:r>
      <w:r>
        <w:rPr>
          <w:rFonts w:hint="eastAsia"/>
          <w:rtl/>
          <w:lang w:bidi="fa-IR"/>
        </w:rPr>
        <w:t>لک</w:t>
      </w:r>
      <w:r>
        <w:rPr>
          <w:rtl/>
          <w:lang w:bidi="fa-IR"/>
        </w:rPr>
        <w:t xml:space="preserve"> الزمان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قائمنا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دفع</w:t>
      </w:r>
      <w:r>
        <w:rPr>
          <w:rtl/>
          <w:lang w:bidi="fa-IR"/>
        </w:rPr>
        <w:t xml:space="preserve"> ذلک کله.</w:t>
      </w:r>
      <w:r w:rsidRPr="00B17C26">
        <w:rPr>
          <w:rStyle w:val="libFootnotenumChar"/>
          <w:rtl/>
        </w:rPr>
        <w:t xml:space="preserve"> [1].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(به آن) چشم دوخت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(ظهور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ما) محقق نخواهد شد مگر بعد از به وجود آمدن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17C2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B17C2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جستن مؤ من و مسلمان از برادر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17C26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B17C26">
        <w:rPr>
          <w:rFonts w:hint="cs"/>
          <w:rtl/>
          <w:lang w:bidi="fa-IR"/>
        </w:rPr>
        <w:t xml:space="preserve"> -</w:t>
      </w:r>
      <w:r w:rsidR="00B17C26">
        <w:rPr>
          <w:rtl/>
          <w:lang w:bidi="fa-IR"/>
        </w:rPr>
        <w:t xml:space="preserve"> </w:t>
      </w:r>
      <w:r>
        <w:rPr>
          <w:rtl/>
          <w:lang w:bidi="fa-IR"/>
        </w:rPr>
        <w:t xml:space="preserve">آب دهان به صورت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17C2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B17C26">
        <w:rPr>
          <w:rFonts w:hint="cs"/>
          <w:rtl/>
          <w:lang w:bidi="fa-IR"/>
        </w:rPr>
        <w:t xml:space="preserve"> -</w:t>
      </w:r>
      <w:r w:rsidR="00B17C26">
        <w:rPr>
          <w:rtl/>
          <w:lang w:bidi="fa-IR"/>
        </w:rPr>
        <w:t xml:space="preserve"> </w:t>
      </w:r>
      <w:r>
        <w:rPr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 بر کفر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17C26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B17C26">
        <w:rPr>
          <w:rFonts w:hint="cs"/>
          <w:rtl/>
          <w:lang w:bidi="fa-IR"/>
        </w:rPr>
        <w:t xml:space="preserve"> -</w:t>
      </w:r>
      <w:r w:rsidR="00B17C26">
        <w:rPr>
          <w:rtl/>
          <w:lang w:bidi="fa-IR"/>
        </w:rPr>
        <w:t xml:space="preserve"> </w:t>
      </w:r>
      <w:r>
        <w:rPr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لعن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7B4BE8" w:rsidRDefault="007B4BE8" w:rsidP="00B17C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کردم: پس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نخواهد بود؟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تمام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است؛ چون قائم 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تمام صفات مذمومه ذکر شده را</w:t>
      </w:r>
      <w:r w:rsidR="00B17C2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اللهم عجل فرجه 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فضل</w:t>
      </w:r>
      <w:r>
        <w:rPr>
          <w:rtl/>
          <w:lang w:bidi="fa-IR"/>
        </w:rPr>
        <w:t xml:space="preserve"> بن شاذان از عمار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دعوه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الزمان فالزموا الارض و کفوا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تروا قادتها فاذا خالف الترک الروم و کثرت الحروب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سور دمشق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لازم من شر قد اقترب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خرب</w:t>
      </w:r>
      <w:r>
        <w:rPr>
          <w:rtl/>
          <w:lang w:bidi="fa-IR"/>
        </w:rPr>
        <w:t xml:space="preserve"> حائط مسجدها. </w:t>
      </w:r>
      <w:r w:rsidRPr="00B17C26">
        <w:rPr>
          <w:rStyle w:val="libFootnotenumChar"/>
          <w:rtl/>
        </w:rPr>
        <w:t>[2]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دعوت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شما در آخرالزمان است. ملازم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حرکت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صبر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رهبر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پس، هرگاه ترکها با 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شوند و جنگ و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دروازه دمشق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خواهد زد که 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شده است،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مسجد دمشق فرو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17C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الطائفه (طوس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در کتاب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بتش</w:t>
      </w:r>
      <w:r>
        <w:rPr>
          <w:rtl/>
          <w:lang w:bidi="fa-IR"/>
        </w:rPr>
        <w:t xml:space="preserve"> از س</w:t>
      </w:r>
      <w:r w:rsidR="00B17C26">
        <w:rPr>
          <w:rFonts w:hint="cs"/>
          <w:rtl/>
          <w:lang w:bidi="fa-IR"/>
        </w:rPr>
        <w:t>عی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جب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فرموده است: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السنه</w:t>
      </w:r>
      <w:r>
        <w:rPr>
          <w:rtl/>
          <w:lang w:bidi="fa-IR"/>
        </w:rPr>
        <w:t xml:space="preserve">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تمطر اربعا و عشر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آثرها و برکتها. </w:t>
      </w:r>
      <w:r w:rsidRPr="00B17C26">
        <w:rPr>
          <w:rStyle w:val="libFootnotenumChar"/>
          <w:rtl/>
        </w:rPr>
        <w:t>[3]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ارواحنا له الفداء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چهار ساعت باران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بارد و آثار و برکات آن بارانها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محمد</w:t>
      </w:r>
      <w:r>
        <w:rPr>
          <w:rtl/>
          <w:lang w:bidi="fa-IR"/>
        </w:rPr>
        <w:t xml:space="preserve"> بن بشر از جناب محمد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</w:p>
    <w:p w:rsidR="007B4BE8" w:rsidRDefault="007B4BE8" w:rsidP="00B17C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قلت</w:t>
      </w:r>
      <w:r>
        <w:rPr>
          <w:rtl/>
          <w:lang w:bidi="fa-IR"/>
        </w:rPr>
        <w:t xml:space="preserve"> له قد طال هذا الامر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(قال) فحرک راءسه ثم قال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ذلک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عض</w:t>
      </w:r>
      <w:r>
        <w:rPr>
          <w:rtl/>
          <w:lang w:bidi="fa-IR"/>
        </w:rPr>
        <w:t xml:space="preserve"> الزمان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ذلک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جفوا</w:t>
      </w:r>
      <w:r>
        <w:rPr>
          <w:rtl/>
          <w:lang w:bidi="fa-IR"/>
        </w:rPr>
        <w:t xml:space="preserve"> الاخوان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ذلک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ظلم</w:t>
      </w:r>
      <w:r>
        <w:rPr>
          <w:rtl/>
          <w:lang w:bidi="fa-IR"/>
        </w:rPr>
        <w:t xml:space="preserve"> السلطان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ذلک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قم</w:t>
      </w:r>
      <w:r>
        <w:rPr>
          <w:rtl/>
          <w:lang w:bidi="fa-IR"/>
        </w:rPr>
        <w:t xml:space="preserve"> الزند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من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هتک</w:t>
      </w:r>
      <w:r>
        <w:rPr>
          <w:rtl/>
          <w:lang w:bidi="fa-IR"/>
        </w:rPr>
        <w:t xml:space="preserve"> ستورها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کفر</w:t>
      </w:r>
      <w:r>
        <w:rPr>
          <w:rtl/>
          <w:lang w:bidi="fa-IR"/>
        </w:rPr>
        <w:t xml:space="preserve"> صدورها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سورها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ذهب</w:t>
      </w:r>
      <w:r>
        <w:rPr>
          <w:rtl/>
          <w:lang w:bidi="fa-IR"/>
        </w:rPr>
        <w:t xml:space="preserve"> بهجتها من فرمنه ادرکه و من حا</w:t>
      </w:r>
      <w:r>
        <w:rPr>
          <w:rFonts w:hint="eastAsia"/>
          <w:rtl/>
          <w:lang w:bidi="fa-IR"/>
        </w:rPr>
        <w:t>ربه</w:t>
      </w:r>
      <w:r>
        <w:rPr>
          <w:rtl/>
          <w:lang w:bidi="fa-IR"/>
        </w:rPr>
        <w:t xml:space="preserve"> قتله و من اعتزله افتقر و من تابعه کفر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باک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B17C2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باک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>.</w:t>
      </w:r>
      <w:r w:rsidRPr="00B17C26">
        <w:rPr>
          <w:rStyle w:val="libFootnotenumChar"/>
          <w:rtl/>
        </w:rPr>
        <w:t xml:space="preserve"> [4].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آن حضرت عرض کردم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دولت شما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شد؟ پس، سر مبارک را تکان داده، فرمودند: هنوز اوضاع جهان دگرگون نشده و برادر درباره برادر جفا نکرده است. کجاست آن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حال آنکه سلطان درباره 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ظلم نکرده است. کجاست آن حکومت و حال آ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زند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حرکت نکرده است که پرده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عصمت را بدرد و قلبها را انباشته از کفر کند،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دهد و طراوت و بهجت آن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ببرد؟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او فرار کند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بجنگد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خانه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کند فقر ا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را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او متابعت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کافر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سرانجام کار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که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چشم بر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کند و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 آخرت (کنا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خواهد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ممکن است اشاره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رضا</w:t>
      </w:r>
      <w:r w:rsidR="00B17C26">
        <w:rPr>
          <w:rFonts w:hint="cs"/>
          <w:rtl/>
          <w:lang w:bidi="fa-IR"/>
        </w:rPr>
        <w:t>خا</w:t>
      </w:r>
      <w:r>
        <w:rPr>
          <w:rtl/>
          <w:lang w:bidi="fa-IR"/>
        </w:rPr>
        <w:t>ن و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او باشد).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مسلم 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من السماء باسم القائم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</w:t>
      </w:r>
      <w:r>
        <w:rPr>
          <w:rtl/>
          <w:lang w:bidi="fa-IR"/>
        </w:rPr>
        <w:t xml:space="preserve">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المشرق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المغرب فلا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راقد الا قام و لا قائم الا قعد و لا قاعد الا قام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ذلک الصوت و هو صوت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الروح الام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. </w:t>
      </w:r>
      <w:r w:rsidRPr="00B17C26">
        <w:rPr>
          <w:rStyle w:val="libFootnotenumChar"/>
          <w:rtl/>
        </w:rPr>
        <w:t>[5].</w:t>
      </w:r>
    </w:p>
    <w:p w:rsidR="007B4BE8" w:rsidRDefault="007B4BE8" w:rsidP="00B17C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حضرت قائم آل محمد (ارواحنا له الفداء) را به اسم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همه مردم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مشرق تا</w:t>
      </w:r>
      <w:r w:rsidR="00B17C2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مغرب</w:t>
      </w:r>
      <w:r>
        <w:rPr>
          <w:rtl/>
          <w:lang w:bidi="fa-IR"/>
        </w:rPr>
        <w:t xml:space="preserve"> و آنچه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شنوند.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خواب هستند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آن دسته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نند؛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نشسته اند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روح الام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طاوس 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مقامه در کتاب خود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تحت عنوان ستاره دنباله دار اما پرفروغ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اشاره فرموده اند: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طلع</w:t>
      </w:r>
      <w:r>
        <w:rPr>
          <w:rtl/>
          <w:lang w:bidi="fa-IR"/>
        </w:rPr>
        <w:t xml:space="preserve"> نجم من المشرق قبل خروج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ذنب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لاهل الارض کاءضاءه القمر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البدر.</w:t>
      </w:r>
      <w:r w:rsidRPr="00B17C26">
        <w:rPr>
          <w:rStyle w:val="libFootnotenumChar"/>
          <w:rtl/>
        </w:rPr>
        <w:t xml:space="preserve"> [6].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از خروج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ستاره دنباله دار طالع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تمام ساکنان کره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نور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مانند ماه شب چهارده که جهان را غرق در نور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ستاره قبل از ظهور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</w:t>
      </w:r>
      <w:r w:rsidRPr="00B17C26">
        <w:rPr>
          <w:rStyle w:val="libFootnotenumChar"/>
          <w:rtl/>
        </w:rPr>
        <w:t>[7]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طاوس 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مقامه از ابن شهر آشوب در ارتباط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کسر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مشروح آن به خاطر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فوق العاده اش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خوانندگان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ما در تحک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عقائدمان مؤثر باشد. البته به گفته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طاوس ابن شهر آشوب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مطلب را در باب امامت حضرت قائم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نقل فرموده است (در جلد هشتم از «مناقب»). محمد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داده است که: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17C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زجرد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القادس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انجلائها عن خمس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الف قت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من الفرس فخرج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زدجرها</w:t>
      </w:r>
      <w:r>
        <w:rPr>
          <w:rtl/>
          <w:lang w:bidi="fa-IR"/>
        </w:rPr>
        <w:t xml:space="preserve"> ربا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فوقف بباب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فقال 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ها انا ذا منصرف عنک و راجع</w:t>
      </w:r>
      <w:r w:rsidR="00B17C2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انا او رجل من 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زمانه ولا آن اوانه قال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فساءلت الصادق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عن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قوله او رجل من 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ذلک قائمکم السادس من 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وقد ولده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زجرد</w:t>
      </w:r>
      <w:r>
        <w:rPr>
          <w:rtl/>
          <w:lang w:bidi="fa-IR"/>
        </w:rPr>
        <w:t xml:space="preserve"> ابن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 قبل 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شهر بانو بنت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زجرد</w:t>
      </w:r>
      <w:r>
        <w:rPr>
          <w:rtl/>
          <w:lang w:bidi="fa-IR"/>
        </w:rPr>
        <w:t xml:space="preserve"> فهو ولده من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هذا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منها ان الصادق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اخبر ان القائم هو السادس من ولده کما جرت الحال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فلا بد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علم ذلک من جانب الله و عن آبائه الطاهر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والا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له عقب متصل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السادس من ولده و منها تصدق النقل لما تجدد لل</w:t>
      </w:r>
      <w:r>
        <w:rPr>
          <w:rFonts w:hint="eastAsia"/>
          <w:rtl/>
          <w:lang w:bidi="fa-IR"/>
        </w:rPr>
        <w:t>سادس</w:t>
      </w:r>
      <w:r>
        <w:rPr>
          <w:rtl/>
          <w:lang w:bidi="fa-IR"/>
        </w:rPr>
        <w:t xml:space="preserve"> من ولده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من اعتقاد انه القائم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عتقد</w:t>
      </w:r>
      <w:r>
        <w:rPr>
          <w:rtl/>
          <w:lang w:bidi="fa-IR"/>
        </w:rPr>
        <w:t xml:space="preserve"> ذلک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 من آبائه قبله و منها بقاء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الان وقد هدم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دور کسر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آثارها و منها معرفه کسر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النجوم او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تحد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ذلک و 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النبوه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اعتقادهم ولله الحجه البالغه. </w:t>
      </w:r>
      <w:r w:rsidRPr="00B17C26">
        <w:rPr>
          <w:rStyle w:val="libFootnotenumChar"/>
          <w:rtl/>
        </w:rPr>
        <w:t>[8].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B17C2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زدجرد</w:t>
      </w:r>
      <w:r>
        <w:rPr>
          <w:rtl/>
          <w:lang w:bidi="fa-IR"/>
        </w:rPr>
        <w:t xml:space="preserve"> پادشاه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در شکست با مسلمانان و کشته شدن پنجاه هزار سرباز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منجر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زدجرد</w:t>
      </w:r>
      <w:r>
        <w:rPr>
          <w:rtl/>
          <w:lang w:bidi="fa-IR"/>
        </w:rPr>
        <w:t xml:space="preserve"> و خانواده اش شد،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پس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زدجرد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خودش و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</w:t>
      </w:r>
      <w:r>
        <w:rPr>
          <w:rtl/>
          <w:lang w:bidi="fa-IR"/>
        </w:rPr>
        <w:t xml:space="preserve"> فرار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آمد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پادشاه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مدائن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گفت: سلام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پادشاه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اکنون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ناگز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که از تو جدا بشوم و بروم، اما طول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من.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زدجرد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 من</w:t>
      </w:r>
      <w:r w:rsidR="00B17C2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من)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حضرت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من است و او قائم شماست که ششم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فرزند من است که از طرف مادر فرزند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زدجرد</w:t>
      </w:r>
      <w:r>
        <w:rPr>
          <w:rtl/>
          <w:lang w:bidi="fa-IR"/>
        </w:rPr>
        <w:t xml:space="preserve"> است؛ (چون)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17C26" w:rsidRPr="00B17C26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نوه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زدجرد</w:t>
      </w:r>
      <w:r>
        <w:rPr>
          <w:rtl/>
          <w:lang w:bidi="fa-IR"/>
        </w:rPr>
        <w:t xml:space="preserve"> بوده و شهربانو دختر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زدجرد</w:t>
      </w:r>
      <w:r>
        <w:rPr>
          <w:rtl/>
          <w:lang w:bidi="fa-IR"/>
        </w:rPr>
        <w:t xml:space="preserve"> همسر حضرت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(بن</w:t>
      </w:r>
      <w:r>
        <w:rPr>
          <w:rFonts w:hint="eastAsia"/>
          <w:rtl/>
          <w:lang w:bidi="fa-IR"/>
        </w:rPr>
        <w:t>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از طرف مادر نوه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زدجرد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شود).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طاوس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قدرت خداوند است: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FE6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حضرت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خبر داده که حضرت قائم فرزند ششم آن حضرت است لابد از طرف خداوند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آباء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به او گفته شده که حضرت قائم فرزند ششم شماست، والا از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دانسته که از اعقاب او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نامش قائم است؟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FE6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قدرت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تمام کاخها و قصرها و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شده است فقط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مانده است تا الان، آن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 ارتفاع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آسمان مانده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FE6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خبر داشتن کسر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علم نجوم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به سمت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مدائن (اتفاقا مرکز سلطنت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در عراق مسجد سهله خواهد بود).</w:t>
      </w: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FE6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ممکن است عالم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ناخودآگاه بر زبان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زدجرد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باشد که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خواهد شد. به هر حال، حجتها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بندگانش به صورتها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تمام بشود تا راه بهانه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نماند.</w:t>
      </w:r>
    </w:p>
    <w:p w:rsidR="007B4BE8" w:rsidRPr="00FE6105" w:rsidRDefault="00FE6105" w:rsidP="00FE610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7B4BE8" w:rsidRDefault="007B4BE8" w:rsidP="00FE6105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FE6105">
      <w:pPr>
        <w:pStyle w:val="libFootnote0"/>
        <w:rPr>
          <w:rtl/>
          <w:lang w:bidi="fa-IR"/>
        </w:rPr>
      </w:pPr>
    </w:p>
    <w:p w:rsidR="007B4BE8" w:rsidRDefault="007B4BE8" w:rsidP="00FE6105">
      <w:pPr>
        <w:pStyle w:val="libFootnote0"/>
        <w:rPr>
          <w:rtl/>
          <w:lang w:bidi="fa-IR"/>
        </w:rPr>
      </w:pPr>
      <w:r>
        <w:rPr>
          <w:rtl/>
          <w:lang w:bidi="fa-IR"/>
        </w:rPr>
        <w:t>[1]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206.</w:t>
      </w:r>
    </w:p>
    <w:p w:rsidR="007B4BE8" w:rsidRDefault="007B4BE8" w:rsidP="00FE6105">
      <w:pPr>
        <w:pStyle w:val="libFootnote0"/>
        <w:rPr>
          <w:rtl/>
          <w:lang w:bidi="fa-IR"/>
        </w:rPr>
      </w:pPr>
    </w:p>
    <w:p w:rsidR="007B4BE8" w:rsidRDefault="007B4BE8" w:rsidP="00FE6105">
      <w:pPr>
        <w:pStyle w:val="libFootnote0"/>
        <w:rPr>
          <w:rtl/>
          <w:lang w:bidi="fa-IR"/>
        </w:rPr>
      </w:pPr>
      <w:r>
        <w:rPr>
          <w:rtl/>
          <w:lang w:bidi="fa-IR"/>
        </w:rPr>
        <w:t>[2]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268.</w:t>
      </w:r>
    </w:p>
    <w:p w:rsidR="007B4BE8" w:rsidRDefault="007B4BE8" w:rsidP="00FE6105">
      <w:pPr>
        <w:pStyle w:val="libFootnote0"/>
        <w:rPr>
          <w:rtl/>
          <w:lang w:bidi="fa-IR"/>
        </w:rPr>
      </w:pPr>
    </w:p>
    <w:p w:rsidR="007B4BE8" w:rsidRDefault="007B4BE8" w:rsidP="00FE6105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269.</w:t>
      </w:r>
    </w:p>
    <w:p w:rsidR="007B4BE8" w:rsidRDefault="007B4BE8" w:rsidP="00FE6105">
      <w:pPr>
        <w:pStyle w:val="libFootnote0"/>
        <w:rPr>
          <w:rtl/>
          <w:lang w:bidi="fa-IR"/>
        </w:rPr>
      </w:pPr>
    </w:p>
    <w:p w:rsidR="007B4BE8" w:rsidRDefault="007B4BE8" w:rsidP="00FE6105">
      <w:pPr>
        <w:pStyle w:val="libFootnote0"/>
        <w:rPr>
          <w:rtl/>
          <w:lang w:bidi="fa-IR"/>
        </w:rPr>
      </w:pPr>
      <w:r>
        <w:rPr>
          <w:rtl/>
          <w:lang w:bidi="fa-IR"/>
        </w:rPr>
        <w:t>[4]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269.</w:t>
      </w:r>
    </w:p>
    <w:p w:rsidR="007B4BE8" w:rsidRDefault="007B4BE8" w:rsidP="00FE6105">
      <w:pPr>
        <w:pStyle w:val="libFootnote0"/>
        <w:rPr>
          <w:rtl/>
          <w:lang w:bidi="fa-IR"/>
        </w:rPr>
      </w:pPr>
    </w:p>
    <w:p w:rsidR="007B4BE8" w:rsidRDefault="007B4BE8" w:rsidP="00FE6105">
      <w:pPr>
        <w:pStyle w:val="libFootnote0"/>
        <w:rPr>
          <w:rtl/>
          <w:lang w:bidi="fa-IR"/>
        </w:rPr>
      </w:pPr>
      <w:r>
        <w:rPr>
          <w:rtl/>
          <w:lang w:bidi="fa-IR"/>
        </w:rPr>
        <w:t>[5]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274.</w:t>
      </w:r>
    </w:p>
    <w:p w:rsidR="007B4BE8" w:rsidRDefault="007B4BE8" w:rsidP="00FE6105">
      <w:pPr>
        <w:pStyle w:val="libFootnote0"/>
        <w:rPr>
          <w:rtl/>
          <w:lang w:bidi="fa-IR"/>
        </w:rPr>
      </w:pPr>
    </w:p>
    <w:p w:rsidR="007B4BE8" w:rsidRDefault="007B4BE8" w:rsidP="00FE6105">
      <w:pPr>
        <w:pStyle w:val="libFootnote0"/>
        <w:rPr>
          <w:rtl/>
          <w:lang w:bidi="fa-IR"/>
        </w:rPr>
      </w:pPr>
      <w:r>
        <w:rPr>
          <w:rtl/>
          <w:lang w:bidi="fa-IR"/>
        </w:rPr>
        <w:t>[6] الملاحم و الفتن،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46.</w:t>
      </w:r>
    </w:p>
    <w:p w:rsidR="007B4BE8" w:rsidRDefault="007B4BE8" w:rsidP="00FE6105">
      <w:pPr>
        <w:pStyle w:val="libFootnote0"/>
        <w:rPr>
          <w:rtl/>
          <w:lang w:bidi="fa-IR"/>
        </w:rPr>
      </w:pPr>
    </w:p>
    <w:p w:rsidR="007B4BE8" w:rsidRDefault="007B4BE8" w:rsidP="00FE6105">
      <w:pPr>
        <w:pStyle w:val="libFootnote0"/>
        <w:rPr>
          <w:rtl/>
          <w:lang w:bidi="fa-IR"/>
        </w:rPr>
      </w:pPr>
      <w:r>
        <w:rPr>
          <w:rtl/>
          <w:lang w:bidi="fa-IR"/>
        </w:rPr>
        <w:t>[7] در سال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ستاره مذکور در کره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چشمها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مسطح.</w:t>
      </w:r>
    </w:p>
    <w:p w:rsidR="007B4BE8" w:rsidRDefault="007B4BE8" w:rsidP="00FE6105">
      <w:pPr>
        <w:pStyle w:val="libFootnote0"/>
        <w:rPr>
          <w:rtl/>
          <w:lang w:bidi="fa-IR"/>
        </w:rPr>
      </w:pPr>
    </w:p>
    <w:p w:rsidR="007B4BE8" w:rsidRDefault="007B4BE8" w:rsidP="00FE6105">
      <w:pPr>
        <w:pStyle w:val="libFootnote0"/>
        <w:rPr>
          <w:rtl/>
          <w:lang w:bidi="fa-IR"/>
        </w:rPr>
      </w:pPr>
      <w:r>
        <w:rPr>
          <w:rtl/>
          <w:lang w:bidi="fa-IR"/>
        </w:rPr>
        <w:t>[8] الملاحم و الفتن،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200،.</w:t>
      </w:r>
    </w:p>
    <w:p w:rsidR="007B4BE8" w:rsidRDefault="00FE6105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FE6105">
      <w:pPr>
        <w:pStyle w:val="Heading1"/>
        <w:rPr>
          <w:rtl/>
          <w:lang w:bidi="fa-IR"/>
        </w:rPr>
      </w:pPr>
      <w:bookmarkStart w:id="30" w:name="_Toc515799736"/>
      <w:r>
        <w:rPr>
          <w:rFonts w:hint="eastAsia"/>
          <w:rtl/>
          <w:lang w:bidi="fa-IR"/>
        </w:rPr>
        <w:t>نشانه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در کتب معتبر اهل سنت و جماعت</w:t>
      </w:r>
      <w:bookmarkEnd w:id="30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فصل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وجود مقدس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 اوص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را که در کتابها معتبر اهل سنت و جماعت، آن هم در معتبرتر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(صحاح سته) و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باب علائم ظهور آمده است عنوان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خوانندگان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بدانند که تنها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درباره علائم 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 کتاب ننوشته و نقل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نکرده اند، بلکه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 حسب ظاهر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امامت را از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داده و بزرگان آنها آنچه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بکنند، کرده اند (اللهم العن اول ظالم ظلم حق محمد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آل محمد و آخر تابع 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ذلک)ن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درباره آن حضرت و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او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نقل کرده اند.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به خواست خداوند و الطاف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مانه</w:t>
      </w:r>
      <w:r>
        <w:rPr>
          <w:rtl/>
          <w:lang w:bidi="fa-IR"/>
        </w:rPr>
        <w:t xml:space="preserve"> امام مظلوم و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ما،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به سراغ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تا آنجا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بشود در جمع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معصوم سلام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مسلمانان راهنما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7B4BE8" w:rsidRDefault="00FE6105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FE6105">
      <w:pPr>
        <w:pStyle w:val="Heading1"/>
        <w:rPr>
          <w:rtl/>
          <w:lang w:bidi="fa-IR"/>
        </w:rPr>
      </w:pPr>
      <w:bookmarkStart w:id="31" w:name="_Toc515799737"/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عصر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سنت</w:t>
      </w:r>
      <w:bookmarkEnd w:id="31"/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الحسن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 بن جعفر بن محمد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ابوعبدالله و ابوالقاسم و هو الخلف الحجه صاحب الزمان القائم المنتظر و التال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 آخر الائمه. انباءنا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 محمود البزاز عن ابن عمر قال قال رسو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الزمان رجل من 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اسمه کاسم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ککن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 w:rsidR="00FE610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ملاء</w:t>
      </w:r>
      <w:r>
        <w:rPr>
          <w:rtl/>
          <w:lang w:bidi="fa-IR"/>
        </w:rPr>
        <w:t xml:space="preserve"> الارض عدلا کما ملئت جورا فذلک هو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FE6105">
        <w:rPr>
          <w:rStyle w:val="libFootnotenumChar"/>
          <w:rtl/>
        </w:rPr>
        <w:t xml:space="preserve"> [1]</w:t>
      </w:r>
      <w:r>
        <w:rPr>
          <w:rtl/>
          <w:lang w:bidi="fa-IR"/>
        </w:rPr>
        <w:t>.</w:t>
      </w: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محمد فرزند حسن فرزند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محمد فرزند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 فرزند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جعفر فرزند محمد فرزند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فرزند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ابوعبدالله و ابوالقاسم. او تنها بازمانده از حجتها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است و صاحب الزمان و قائم منتظر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 معصوم.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زبان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فرزند محمود پسر بزاز از فرزند عمر نقل شده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فرمودند: در آخرالزمان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عترت و فرزندان من که اسمش مانند اسم من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مانند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است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پر از عدل و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همچنانکه پر از جور شده باشد و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(آل محمد).</w:t>
      </w:r>
    </w:p>
    <w:p w:rsidR="007B4BE8" w:rsidRPr="00FE6105" w:rsidRDefault="00FE6105" w:rsidP="00FE610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7B4BE8" w:rsidRDefault="007B4BE8" w:rsidP="00FE6105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FE6105">
      <w:pPr>
        <w:pStyle w:val="libFootnote0"/>
        <w:rPr>
          <w:rtl/>
          <w:lang w:bidi="fa-IR"/>
        </w:rPr>
      </w:pPr>
    </w:p>
    <w:p w:rsidR="007B4BE8" w:rsidRDefault="007B4BE8" w:rsidP="00FE6105">
      <w:pPr>
        <w:pStyle w:val="libFootnote0"/>
        <w:rPr>
          <w:rtl/>
          <w:lang w:bidi="fa-IR"/>
        </w:rPr>
      </w:pPr>
      <w:r>
        <w:rPr>
          <w:rtl/>
          <w:lang w:bidi="fa-IR"/>
        </w:rPr>
        <w:t>[1] تذکره الخواص،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138.</w:t>
      </w:r>
    </w:p>
    <w:p w:rsidR="007B4BE8" w:rsidRDefault="00FE6105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9D5E9E">
      <w:pPr>
        <w:pStyle w:val="Heading1"/>
        <w:rPr>
          <w:rtl/>
          <w:lang w:bidi="fa-IR"/>
        </w:rPr>
      </w:pPr>
      <w:bookmarkStart w:id="32" w:name="_Toc515799738"/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FE6105" w:rsidRPr="00FE6105">
        <w:rPr>
          <w:rStyle w:val="libAlaemChar"/>
          <w:rFonts w:eastAsiaTheme="minorHAnsi"/>
          <w:rtl/>
        </w:rPr>
        <w:t>صلى‌الله‌عليه‌وآله</w:t>
      </w:r>
      <w:r>
        <w:rPr>
          <w:rtl/>
          <w:lang w:bidi="fa-IR"/>
        </w:rPr>
        <w:t>و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امام</w:t>
      </w:r>
      <w:bookmarkEnd w:id="32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مات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امام زمانه مات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الجاهل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. </w:t>
      </w:r>
      <w:r w:rsidRPr="00FE6105">
        <w:rPr>
          <w:rStyle w:val="libFootnotenumChar"/>
          <w:rtl/>
        </w:rPr>
        <w:t>[1].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زمان خود را نشناخته باشد، به مرگ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مرده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انگذار</w:t>
      </w:r>
      <w:r>
        <w:rPr>
          <w:rtl/>
          <w:lang w:bidi="fa-IR"/>
        </w:rPr>
        <w:t xml:space="preserve"> اسلام در ارتباط با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اصول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اشاره فرموده اند: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FE6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وجوب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امام در هر زمان.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FE6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معصوم از خطا باشد تا به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FE6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تمام احکام اسلام، اعم از واجب و حرام، آگاه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FE6105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امام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حتما از طرف خداوند انتخاب شده و علم او علم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FE6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بدون شناخت امام بهره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نعمتها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آخرت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FE6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نظام عالم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وجود امام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7</w:t>
      </w:r>
      <w:r w:rsidR="00FE6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اوصاف، حکومت بر جهان حق مسلم امام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FE6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تنها امام معصوم است که با اتکا به قدرت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خداوند،</w:t>
      </w:r>
      <w:r>
        <w:rPr>
          <w:rFonts w:hint="eastAsia"/>
          <w:rtl/>
          <w:lang w:bidi="fa-IR"/>
        </w:rPr>
        <w:t>جهان</w:t>
      </w:r>
      <w:r>
        <w:rPr>
          <w:rtl/>
          <w:lang w:bidi="fa-IR"/>
        </w:rPr>
        <w:t xml:space="preserve"> را پس از پر شدن از ظلم و جور مملو از عدل و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FE6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امامت امام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معصوم و مدع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مهدو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FE610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برنامه کار و دولت امام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طرف خداوند عالم تدو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شود و آن حضرت همان را در اجتماع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کند.</w:t>
      </w:r>
    </w:p>
    <w:p w:rsidR="007B4BE8" w:rsidRDefault="007B4BE8" w:rsidP="00FE61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ذکر است که منظور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بحث (شناخت امام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آن حضرت از لحاظ کمالات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نحوه ارتباط آن سرور با خداوند بزرگ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وجود مقدس بر عالم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شکل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شدن سلطنت آن امام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برنامه حکومت آن تنه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، والا نه تنها بنده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بضاعت، عاجز و از پا درآمده هستم بلکه به طور مسلم بزرگان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شناخت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عاجزند. لذا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خدا و تو کس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من و خداوند کس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تو را بشناسد. البته شناخت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لحاظ پدر و مادر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مشخصات،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ممکن است و همه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شناخت را داشته باشند.</w:t>
      </w:r>
    </w:p>
    <w:p w:rsidR="007B4BE8" w:rsidRPr="00FE6105" w:rsidRDefault="00FE6105" w:rsidP="00FE610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7B4BE8" w:rsidRDefault="007B4BE8" w:rsidP="00FE6105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FE6105">
      <w:pPr>
        <w:pStyle w:val="libFootnote0"/>
        <w:rPr>
          <w:rtl/>
          <w:lang w:bidi="fa-IR"/>
        </w:rPr>
      </w:pPr>
    </w:p>
    <w:p w:rsidR="007B4BE8" w:rsidRDefault="007B4BE8" w:rsidP="00FE6105">
      <w:pPr>
        <w:pStyle w:val="libFootnote0"/>
        <w:rPr>
          <w:rtl/>
          <w:lang w:bidi="fa-IR"/>
        </w:rPr>
      </w:pPr>
      <w:r>
        <w:rPr>
          <w:rtl/>
          <w:lang w:bidi="fa-IR"/>
        </w:rPr>
        <w:t>[1] الامام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عند اهل السنه، ج 1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12.</w:t>
      </w:r>
    </w:p>
    <w:p w:rsidR="007B4BE8" w:rsidRDefault="00FE6105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FE6105">
      <w:pPr>
        <w:pStyle w:val="Heading1"/>
        <w:rPr>
          <w:rtl/>
          <w:lang w:bidi="fa-IR"/>
        </w:rPr>
      </w:pPr>
      <w:bookmarkStart w:id="33" w:name="_Toc515799739"/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امام</w:t>
      </w:r>
      <w:bookmarkEnd w:id="33"/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انما الائمه قوام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خلقه و عرفاؤ 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عباده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</w:t>
      </w:r>
      <w:r>
        <w:rPr>
          <w:rtl/>
          <w:lang w:bidi="fa-IR"/>
        </w:rPr>
        <w:t xml:space="preserve"> الجنه الا من عرفهم و عرفوه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</w:t>
      </w:r>
      <w:r>
        <w:rPr>
          <w:rtl/>
          <w:lang w:bidi="fa-IR"/>
        </w:rPr>
        <w:t xml:space="preserve"> النار الا من انکرهم و انکره.</w:t>
      </w:r>
      <w:r w:rsidRPr="00FE6105">
        <w:rPr>
          <w:rStyle w:val="libFootnotenumChar"/>
          <w:rtl/>
        </w:rPr>
        <w:t xml:space="preserve"> [1].</w:t>
      </w:r>
    </w:p>
    <w:p w:rsidR="007B4BE8" w:rsidRDefault="007B4BE8" w:rsidP="00D4334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(امر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خداوند هستند و او را به بندگانش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شناسانند. داخل بهشت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D4334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مگر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آنها را بشناسد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او را بشناسند و داخل آتش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مگر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منکر آنان باشد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او را از آن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ندانند.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D43341" w:rsidRPr="00D43341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خطبه کوتاه در اوصاف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فرستادگان خداوند با اشاره به سه اصل مسلم فرموده اند: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4334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</w:t>
      </w:r>
      <w:r>
        <w:rPr>
          <w:rtl/>
          <w:lang w:bidi="fa-IR"/>
        </w:rPr>
        <w:t>:</w:t>
      </w:r>
      <w:r w:rsidR="00D43341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ذوات مقدسه از طرف خداوند متعال مأمور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ارشاد مخلوقات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کدام برنامه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طرف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جهان تدو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است که ناگز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طبق آن عمل کنند (خانه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دست به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بردن، با دشمن صلح کردن، معارف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اسل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را به زبان دعا به مردم رساندن، باب مکتب علوم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گشودن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هزاران شاگرد برجسته، در زندانها جان دادن و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مناجات مردم را متوجه مبداء و معاد کردن) تا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 شاءالله نوبت به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 برسد و جهان را </w:t>
      </w:r>
      <w:r>
        <w:rPr>
          <w:rFonts w:hint="eastAsia"/>
          <w:rtl/>
          <w:lang w:bidi="fa-IR"/>
        </w:rPr>
        <w:t>آباد</w:t>
      </w:r>
      <w:r>
        <w:rPr>
          <w:rtl/>
          <w:lang w:bidi="fa-IR"/>
        </w:rPr>
        <w:t xml:space="preserve"> و معمور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ظلم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بن برکند و عدل و داد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سرتاسر جهان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کند و حکومت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را در سرتاسر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فرمانروا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بخشد.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4334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دوم</w:t>
      </w:r>
      <w:r>
        <w:rPr>
          <w:rtl/>
          <w:lang w:bidi="fa-IR"/>
        </w:rPr>
        <w:t>:</w:t>
      </w:r>
      <w:r w:rsidR="00D43341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ائمه</w:t>
      </w:r>
      <w:r>
        <w:rPr>
          <w:rtl/>
          <w:lang w:bidi="fa-IR"/>
        </w:rPr>
        <w:t xml:space="preserve">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مرکز عرفان و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ذات حق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هستند و اگر افراد جامعه بخواهند نسبت به عالم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عرفان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 و احکام و مقررات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تنها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ذوات مقدسه هستند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به آنها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بدهند، همان گونه که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مبارک «جامعه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«السلام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محال معرفه الله». (سلام بر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خدا).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4334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سوم</w:t>
      </w:r>
      <w:r>
        <w:rPr>
          <w:rtl/>
          <w:lang w:bidi="fa-IR"/>
        </w:rPr>
        <w:t>:</w:t>
      </w:r>
      <w:r w:rsidR="00D43341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بهره</w:t>
      </w:r>
      <w:r w:rsidR="00D4334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بهشت و نعمتها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در گرو عرفان و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ائمه دوازده گانه سلام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دور ماندن از جهنم و عذابها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دردناکش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اعتقاد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ذوات مقدسه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هر حال، وصول به سعادت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اطاعت از فرمان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خواهد بود.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مناسبت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«واستمع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الخ» </w:t>
      </w:r>
      <w:r w:rsidRPr="000B3856">
        <w:rPr>
          <w:rStyle w:val="libFootnotenumChar"/>
          <w:rtl/>
        </w:rPr>
        <w:t>[2]</w:t>
      </w:r>
      <w:r>
        <w:rPr>
          <w:rtl/>
          <w:lang w:bidi="fa-IR"/>
        </w:rPr>
        <w:t xml:space="preserve"> از حضرت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نقل شده است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باسم القائم واسم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2C28DD" w:rsidRPr="002C28DD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و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هذه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من السماء و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خروج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. </w:t>
      </w:r>
      <w:r w:rsidRPr="000B3856">
        <w:rPr>
          <w:rStyle w:val="libFootnotenumChar"/>
          <w:rtl/>
        </w:rPr>
        <w:t>[3].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قائم ما را به اسم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اسم پدرش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از آسمان است و آن روز،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بن عمار از حضرت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41 سوره رحمان </w:t>
      </w:r>
      <w:r w:rsidRPr="000B3856">
        <w:rPr>
          <w:rStyle w:val="libFootnotenumChar"/>
          <w:rtl/>
        </w:rPr>
        <w:t>[4]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قام قائمنا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اعداؤ نا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ماهم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اخذهم</w:t>
      </w:r>
      <w:r>
        <w:rPr>
          <w:rtl/>
          <w:lang w:bidi="fa-IR"/>
        </w:rPr>
        <w:t xml:space="preserve"> بنواص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واقدامهم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خبطهم</w:t>
      </w:r>
      <w:r>
        <w:rPr>
          <w:rtl/>
          <w:lang w:bidi="fa-IR"/>
        </w:rPr>
        <w:t xml:space="preserve"> هو و اصحابه بالس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خبطا. </w:t>
      </w:r>
      <w:r w:rsidRPr="000B3856">
        <w:rPr>
          <w:rStyle w:val="libFootnotenumChar"/>
          <w:rtl/>
        </w:rPr>
        <w:t>[5].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هنگام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قائم ما دشمنان ما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صورتها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شناخته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آنگاه آن حضرت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آنها را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منکوب خواهند ساخت.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عمر</w:t>
      </w:r>
      <w:r>
        <w:rPr>
          <w:rtl/>
          <w:lang w:bidi="fa-IR"/>
        </w:rPr>
        <w:t xml:space="preserve"> بن خنظله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ضمن خواندن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4 سوره اشعرا </w:t>
      </w:r>
      <w:r w:rsidRPr="000B3856">
        <w:rPr>
          <w:rStyle w:val="libFootnotenumChar"/>
          <w:rtl/>
        </w:rPr>
        <w:t xml:space="preserve">[6] </w:t>
      </w:r>
      <w:r>
        <w:rPr>
          <w:rtl/>
          <w:lang w:bidi="fa-IR"/>
        </w:rPr>
        <w:t xml:space="preserve">از امام صادق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قائم شما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خمس</w:t>
      </w:r>
      <w:r>
        <w:rPr>
          <w:rtl/>
          <w:lang w:bidi="fa-IR"/>
        </w:rPr>
        <w:t xml:space="preserve"> علامات 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القائم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و خروج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والخسف و قتل النفس الزک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فتلوت هذه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فقلت له اءه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قال نعم. </w:t>
      </w:r>
      <w:r w:rsidRPr="000B3856">
        <w:rPr>
          <w:rStyle w:val="libFootnotenumChar"/>
          <w:rtl/>
        </w:rPr>
        <w:t>[7].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قائم ما پنج علامت است: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B38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(که</w:t>
      </w:r>
      <w:r w:rsidR="000B385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تمام مردم کره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 و به زبانها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ترجمه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همه مردم بدانند).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B38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خروج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(که از نوادگان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B38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خسف و فرورفتن (در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که ظاهرا فرورفتن لشکر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0B38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کشتن نفس زک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رکن و مقام که البته از دوستان خوب امام عصر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0B38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خروج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بالا را خواندم و عرض کردم: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حه؟</w:t>
      </w:r>
      <w:r>
        <w:rPr>
          <w:rtl/>
          <w:lang w:bidi="fa-IR"/>
        </w:rPr>
        <w:t xml:space="preserve"> فرمودند: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از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به چند نشانه از مشخصات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ارواحنا له الفداء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اشاره فرموده اند: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الجبهه اقن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الانف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</w:t>
      </w:r>
      <w:r>
        <w:rPr>
          <w:rtl/>
          <w:lang w:bidi="fa-IR"/>
        </w:rPr>
        <w:t xml:space="preserve"> الارض قسطا و عدلا کما ملئت ظلما و جورا</w:t>
      </w:r>
      <w:r w:rsidRPr="000B3856">
        <w:rPr>
          <w:rStyle w:val="libFootnotenumChar"/>
          <w:rtl/>
        </w:rPr>
        <w:t xml:space="preserve"> [8]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B38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است (بنابرا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حتما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فرزندان آن حضرت باشد، و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جه،</w:t>
      </w:r>
      <w:r>
        <w:rPr>
          <w:rtl/>
          <w:lang w:bidi="fa-IR"/>
        </w:rPr>
        <w:t xml:space="preserve"> مدع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دروغگو رسوا خواهند بود).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B38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(مهد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الفداء) گشاده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</w:t>
      </w:r>
      <w:r w:rsidR="000B38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قلم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0B38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کره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پر از عدل و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چناچه از ظلم و جور پر شده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</w:t>
      </w:r>
      <w:r>
        <w:rPr>
          <w:rtl/>
          <w:lang w:bidi="fa-IR"/>
        </w:rPr>
        <w:t xml:space="preserve"> داود، ابن ماجه، طبران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حاکم از ام سلمه نقل کرده اند که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فرمودند:</w:t>
      </w:r>
      <w:r w:rsidR="000B385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عترت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ولد فاطمه. </w:t>
      </w:r>
      <w:r w:rsidRPr="000B3856">
        <w:rPr>
          <w:rStyle w:val="libFootnotenumChar"/>
          <w:rtl/>
        </w:rPr>
        <w:t>[9]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خاندان من است و او از فرزندان دخترم فاطمه </w:t>
      </w:r>
      <w:r w:rsidR="000B3856" w:rsidRPr="000B3856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خواهد بود.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مدع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مهدو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که از فرزندان فاطمه </w:t>
      </w:r>
      <w:r w:rsidR="002C28DD" w:rsidRPr="002C28DD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نباشد دروغگو خواهند بود. لعنه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ابشرکم</w:t>
      </w:r>
      <w:r>
        <w:rPr>
          <w:rtl/>
          <w:lang w:bidi="fa-IR"/>
        </w:rPr>
        <w:t xml:space="preserve"> بالمهد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 من</w:t>
      </w:r>
      <w:r w:rsidR="000B385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(من عترت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اختلاف من الناس و زلازل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</w:t>
      </w:r>
      <w:r>
        <w:rPr>
          <w:rtl/>
          <w:lang w:bidi="fa-IR"/>
        </w:rPr>
        <w:t xml:space="preserve"> الارض قسطا کما ملئت جورا و ظلما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عنه ساکن السماء و ساکن الارض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قسم</w:t>
      </w:r>
      <w:r>
        <w:rPr>
          <w:rtl/>
          <w:lang w:bidi="fa-IR"/>
        </w:rPr>
        <w:t xml:space="preserve"> المال صحاحا فقال له رجل ما صحاحا قال بالسو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الناس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ملاء</w:t>
      </w:r>
      <w:r>
        <w:rPr>
          <w:rtl/>
          <w:lang w:bidi="fa-IR"/>
        </w:rPr>
        <w:t xml:space="preserve"> قلوب امه محمد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سعهم</w:t>
      </w:r>
      <w:r>
        <w:rPr>
          <w:rtl/>
          <w:lang w:bidi="fa-IR"/>
        </w:rPr>
        <w:t xml:space="preserve"> عدله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اءمر</w:t>
      </w:r>
      <w:r>
        <w:rPr>
          <w:rtl/>
          <w:lang w:bidi="fa-IR"/>
        </w:rPr>
        <w:t xml:space="preserve"> مناد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له حاجه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احد الا رجل واحد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ساءله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ائت السادن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. </w:t>
      </w:r>
      <w:r w:rsidRPr="000B3856">
        <w:rPr>
          <w:rStyle w:val="libFootnotenumChar"/>
          <w:rtl/>
        </w:rPr>
        <w:t>[10].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بشارت</w:t>
      </w:r>
      <w:r>
        <w:rPr>
          <w:rtl/>
          <w:lang w:bidi="fa-IR"/>
        </w:rPr>
        <w:t xml:space="preserve"> بدهم به شما به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خاندانم که نام او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امت من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در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اختلاف فوق العاده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به وجود آمده و ارکان اجتماع متزلزل است. او (مهد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من) جهان را پر از عدل و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پر از ظلم و جور شده باشد.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حکومت عدل پرورش اهل آسمانها و ساکنان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خوشحال هستند، اموال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را بالسو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(آر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آن دولت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وجود ندارد)، قلبها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 من پر از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 و عدل حکومتش سرتاسر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خواهد گرفت و چندان عدالت گسترش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طرف آن حضرت ندا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هر کس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او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شود.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مراجعه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پس، از او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خادم و پرده دار برو تا به تو بدهد.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احمد،</w:t>
      </w:r>
      <w:r>
        <w:rPr>
          <w:rtl/>
          <w:lang w:bidi="fa-IR"/>
        </w:rPr>
        <w:t xml:space="preserve"> 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حماد، حاکم و ابونع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ثوبان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الرا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السود قد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اقبلت</w:t>
      </w:r>
      <w:r>
        <w:rPr>
          <w:rtl/>
          <w:lang w:bidi="fa-IR"/>
        </w:rPr>
        <w:t xml:space="preserve"> من خراسان فاءتوها ولو حبوا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الثلج فان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الله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 w:rsidRPr="000B3856">
        <w:rPr>
          <w:rStyle w:val="libFootnotenumChar"/>
          <w:rtl/>
        </w:rPr>
        <w:t>[11]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پرچمها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را که از خراسان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مشاهده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ملحق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چه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برفها (با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>) حرکت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خداوند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الفداء) در آن لشکر خواهد بود.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 من 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وجهه کالکوکب الدر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 w:rsidRPr="000B3856">
        <w:rPr>
          <w:rStyle w:val="libFootnotenumChar"/>
          <w:rtl/>
        </w:rPr>
        <w:t>[12].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من است که صورتش مانند ستاره درخشان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 من 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لونه لون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جسمه جسم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خده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خال کانه کوکب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ملاء</w:t>
      </w:r>
      <w:r>
        <w:rPr>
          <w:rtl/>
          <w:lang w:bidi="fa-IR"/>
        </w:rPr>
        <w:t xml:space="preserve"> الارض عدلا کما ملئت جورا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خلافته اهل الارض و اهل المساء و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الجور. </w:t>
      </w:r>
      <w:r w:rsidRPr="000B3856">
        <w:rPr>
          <w:rStyle w:val="libFootnotenumChar"/>
          <w:rtl/>
        </w:rPr>
        <w:t>[13]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من است. اما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B38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از نظر رنگ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B38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از لحاظ جسم و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(اشاره به قدرت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فوق العاده آن سرور است).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B38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 سمت راست صورت مبارکش خال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مانند ستاره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پرفروغ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صفحه صورتش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0B385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برنامه کار دولتش: جهان را پر از عدالت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چناچه پر از جور شده باشد. به نحو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دوران خلافتش اهل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اهل آسمان و پرندگان در فضا خشنود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  <w:r>
        <w:rPr>
          <w:rFonts w:hint="eastAsia"/>
          <w:rtl/>
          <w:lang w:bidi="fa-IR"/>
        </w:rPr>
        <w:t>طبران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ابونع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هلال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بزرگوار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به حضرت فاطمه </w:t>
      </w:r>
      <w:r w:rsidR="000B3856" w:rsidRPr="000B3856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>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بعثن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بالحق ان منهما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الحسن و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هذه الامه اذا صارت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هرجا مرجا و تظاهرت الفتن و تقطعت السبل و اغار بعضهم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 فلا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رحم</w:t>
      </w:r>
      <w:r>
        <w:rPr>
          <w:rtl/>
          <w:lang w:bidi="fa-IR"/>
        </w:rPr>
        <w:t xml:space="preserve"> 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ولا 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وقر</w:t>
      </w:r>
      <w:r>
        <w:rPr>
          <w:rtl/>
          <w:lang w:bidi="fa-IR"/>
        </w:rPr>
        <w:t xml:space="preserve">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بعث الله عند ذلک منهما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</w:t>
      </w:r>
      <w:r>
        <w:rPr>
          <w:rtl/>
          <w:lang w:bidi="fa-IR"/>
        </w:rPr>
        <w:t xml:space="preserve"> حصون الضلاله و قلوبا علفا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بالد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الزمان کما قمت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الزمان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ملاء</w:t>
      </w:r>
      <w:r>
        <w:rPr>
          <w:rtl/>
          <w:lang w:bidi="fa-IR"/>
        </w:rPr>
        <w:t xml:space="preserve"> الارض عدلا ک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ملت جورا. </w:t>
      </w:r>
      <w:r w:rsidRPr="000B3856">
        <w:rPr>
          <w:rStyle w:val="libFootnotenumChar"/>
          <w:rtl/>
        </w:rPr>
        <w:t>[14]</w:t>
      </w:r>
      <w:r>
        <w:rPr>
          <w:rtl/>
          <w:lang w:bidi="fa-IR"/>
        </w:rPr>
        <w:t>.</w:t>
      </w: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دخترم</w:t>
      </w:r>
      <w:r>
        <w:rPr>
          <w:rtl/>
          <w:lang w:bidi="fa-IR"/>
        </w:rPr>
        <w:t>! به آن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مرا مبعوث به رسالت فرموده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حسن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B3856" w:rsidRPr="000B3856">
        <w:rPr>
          <w:rStyle w:val="libAlaemChar"/>
          <w:rFonts w:eastAsiaTheme="minorHAnsi"/>
          <w:rtl/>
        </w:rPr>
        <w:t>عليهم‌السلام</w:t>
      </w:r>
      <w:r>
        <w:rPr>
          <w:rtl/>
          <w:lang w:bidi="fa-IR"/>
        </w:rPr>
        <w:t xml:space="preserve"> است. </w:t>
      </w:r>
      <w:r w:rsidRPr="000B3856">
        <w:rPr>
          <w:rStyle w:val="libFootnotenumChar"/>
          <w:rtl/>
        </w:rPr>
        <w:t>[15]</w:t>
      </w:r>
      <w:r>
        <w:rPr>
          <w:rtl/>
          <w:lang w:bidi="fa-IR"/>
        </w:rPr>
        <w:t xml:space="preserve"> دخترم! آنگاه که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هرج و مرج پر شد و انواع فتنه ها جهان را فرا گرفت و عدم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مردم مسدود نمود، مردم اموال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به غارت بردند، </w:t>
      </w:r>
      <w:r>
        <w:rPr>
          <w:rFonts w:hint="eastAsia"/>
          <w:rtl/>
          <w:lang w:bidi="fa-IR"/>
        </w:rPr>
        <w:t>بزرگسالان</w:t>
      </w:r>
      <w:r>
        <w:rPr>
          <w:rtl/>
          <w:lang w:bidi="fa-IR"/>
        </w:rPr>
        <w:t xml:space="preserve"> به کوچکتر از خود رحم نکردند و افراد کم سن و سال احترام بزرگان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ننمودند،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موقع، خداوند از فرزندان امام حسن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B3856" w:rsidRPr="000B3856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امت را مأمور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کاخها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ضلالت و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(شرک و کفر و نفاق) را درهم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وبند</w:t>
      </w:r>
      <w:r>
        <w:rPr>
          <w:rtl/>
          <w:lang w:bidi="fa-IR"/>
        </w:rPr>
        <w:t xml:space="preserve"> و خلاصه به عمر تمام مکتبها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ضد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ضد ولا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خاتمه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قلبها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غافل از حق را مسخر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در آخرالزمان برپا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(احکامش را در سرتاسر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کند) - چنانچه من به دوران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مقدس اسلام را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طها</w:t>
      </w:r>
      <w:r>
        <w:rPr>
          <w:rtl/>
          <w:lang w:bidi="fa-IR"/>
        </w:rPr>
        <w:t xml:space="preserve"> (شبه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العر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) برپا داشتم</w:t>
      </w:r>
      <w:r w:rsidR="000B385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 جهان را پر از عدل و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چنانکه پر از ظلم و جور شده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0B385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عوف بن مالک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است که رسول اکرم </w:t>
      </w:r>
      <w:r w:rsidR="000B3856" w:rsidRPr="000B3856">
        <w:rPr>
          <w:rStyle w:val="libAlaemChar"/>
          <w:rFonts w:eastAsiaTheme="minorHAnsi"/>
          <w:rtl/>
        </w:rPr>
        <w:t>صلى‌الله‌عليه‌وآله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فتنه غبراء مظلمه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تبع</w:t>
      </w:r>
      <w:r>
        <w:rPr>
          <w:rtl/>
          <w:lang w:bidi="fa-IR"/>
        </w:rPr>
        <w:t xml:space="preserve"> الفتن بعضها بعضا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رجل من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له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) فان ادرکته فاتبعه و کن من المهتد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  <w:r w:rsidRPr="000B3856">
        <w:rPr>
          <w:rStyle w:val="libFootnotenumChar"/>
          <w:rtl/>
        </w:rPr>
        <w:t xml:space="preserve"> [16]</w:t>
      </w:r>
      <w:r>
        <w:rPr>
          <w:rtl/>
          <w:lang w:bidi="fa-IR"/>
        </w:rPr>
        <w:t>.</w:t>
      </w:r>
    </w:p>
    <w:p w:rsidR="007B4BE8" w:rsidRDefault="00F80004" w:rsidP="00F8000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r w:rsidR="007B4BE8">
        <w:rPr>
          <w:rFonts w:hint="eastAsia"/>
          <w:rtl/>
          <w:lang w:bidi="fa-IR"/>
        </w:rPr>
        <w:t>فتنه</w:t>
      </w:r>
      <w:r w:rsidR="007B4BE8">
        <w:rPr>
          <w:rtl/>
          <w:lang w:bidi="fa-IR"/>
        </w:rPr>
        <w:t xml:space="preserve"> ا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بس تار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ک</w:t>
      </w:r>
      <w:r w:rsidR="007B4BE8">
        <w:rPr>
          <w:rtl/>
          <w:lang w:bidi="fa-IR"/>
        </w:rPr>
        <w:t xml:space="preserve"> جهان را دربر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گ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رد،</w:t>
      </w:r>
      <w:r w:rsidR="007B4BE8">
        <w:rPr>
          <w:rtl/>
          <w:lang w:bidi="fa-IR"/>
        </w:rPr>
        <w:t xml:space="preserve"> آنگاه فتنه ها 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ک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پس از د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گر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در دن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ا</w:t>
      </w:r>
      <w:r w:rsidR="007B4BE8">
        <w:rPr>
          <w:rtl/>
          <w:lang w:bidi="fa-IR"/>
        </w:rPr>
        <w:t xml:space="preserve"> پد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د</w:t>
      </w:r>
      <w:r w:rsidR="007B4BE8">
        <w:rPr>
          <w:rtl/>
          <w:lang w:bidi="fa-IR"/>
        </w:rPr>
        <w:t xml:space="preserve">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آ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ند</w:t>
      </w:r>
      <w:r w:rsidR="007B4BE8">
        <w:rPr>
          <w:rtl/>
          <w:lang w:bidi="fa-IR"/>
        </w:rPr>
        <w:t xml:space="preserve"> و مردم از آنها متابعت 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کنند تا آنکه مرد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از فرزندان من که او را مهد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 w:rsidR="007B4BE8">
        <w:rPr>
          <w:rtl/>
          <w:lang w:bidi="fa-IR"/>
        </w:rPr>
        <w:t>م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گو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ند</w:t>
      </w:r>
      <w:r w:rsidR="007B4BE8">
        <w:rPr>
          <w:rtl/>
          <w:lang w:bidi="fa-IR"/>
        </w:rPr>
        <w:t xml:space="preserve"> ق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ام</w:t>
      </w:r>
      <w:r w:rsidR="007B4BE8">
        <w:rPr>
          <w:rtl/>
          <w:lang w:bidi="fa-IR"/>
        </w:rPr>
        <w:t xml:space="preserve"> کند. پس، اگر زمان او را درک کرد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 xml:space="preserve"> فرمانش را اطاعت کن تا از هدا</w:t>
      </w:r>
      <w:r w:rsidR="007B4BE8">
        <w:rPr>
          <w:rFonts w:hint="cs"/>
          <w:rtl/>
          <w:lang w:bidi="fa-IR"/>
        </w:rPr>
        <w:t>ی</w:t>
      </w:r>
      <w:r w:rsidR="007B4BE8">
        <w:rPr>
          <w:rFonts w:hint="eastAsia"/>
          <w:rtl/>
          <w:lang w:bidi="fa-IR"/>
        </w:rPr>
        <w:t>ت</w:t>
      </w:r>
      <w:r w:rsidR="007B4BE8">
        <w:rPr>
          <w:rtl/>
          <w:lang w:bidi="fa-IR"/>
        </w:rPr>
        <w:t xml:space="preserve"> شو</w:t>
      </w:r>
      <w:r w:rsidR="007B4BE8">
        <w:rPr>
          <w:rFonts w:hint="eastAsia"/>
          <w:rtl/>
          <w:lang w:bidi="fa-IR"/>
        </w:rPr>
        <w:t>ندگان</w:t>
      </w:r>
      <w:r w:rsidR="007B4BE8">
        <w:rPr>
          <w:rtl/>
          <w:lang w:bidi="fa-IR"/>
        </w:rPr>
        <w:t xml:space="preserve"> حق باش</w:t>
      </w:r>
      <w:r w:rsidR="007B4BE8">
        <w:rPr>
          <w:rFonts w:hint="cs"/>
          <w:rtl/>
          <w:lang w:bidi="fa-IR"/>
        </w:rPr>
        <w:t>ی</w:t>
      </w:r>
      <w:r w:rsidR="007B4BE8"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که از رسول معظم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نقل شده است، آن حضرت ضمن اشاره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مبداء حرکتشان از خراسان است،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فرموده اند: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الله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المشرق سوداء من نصرها نصره الله و من خذلها خذله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اءتوا</w:t>
      </w:r>
      <w:r>
        <w:rPr>
          <w:rtl/>
          <w:lang w:bidi="fa-IR"/>
        </w:rPr>
        <w:t xml:space="preserve"> رجلا اسمه کاسم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امرهم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الله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نصره</w:t>
      </w:r>
      <w:r>
        <w:rPr>
          <w:rtl/>
          <w:lang w:bidi="fa-IR"/>
        </w:rPr>
        <w:t xml:space="preserve">. </w:t>
      </w:r>
      <w:r w:rsidRPr="00F80004">
        <w:rPr>
          <w:rStyle w:val="libFootnotenumChar"/>
          <w:rtl/>
        </w:rPr>
        <w:t>[17]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خداوند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پرچم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مشرق. هر کس 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خداوند را نصرت نموده و هرکس او را رها سازد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ننما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خداوند او را خوار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صاحب پرچم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خود را </w:t>
      </w:r>
      <w:r>
        <w:rPr>
          <w:rtl/>
          <w:lang w:bidi="fa-IR"/>
        </w:rPr>
        <w:lastRenderedPageBreak/>
        <w:t>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که همنام من است (حضرت محمد بن الحسن الع</w:t>
      </w:r>
      <w:r>
        <w:rPr>
          <w:rFonts w:hint="eastAsia"/>
          <w:rtl/>
          <w:lang w:bidi="fa-IR"/>
        </w:rPr>
        <w:t>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الفداء). آنگاه آن حضرت آنان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پرچم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خداوند هم او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نصرت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8000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از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انگذار</w:t>
      </w:r>
      <w:r>
        <w:rPr>
          <w:rtl/>
          <w:lang w:bidi="fa-IR"/>
        </w:rPr>
        <w:t xml:space="preserve"> اسلام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8000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تخرج</w:t>
      </w:r>
      <w:r>
        <w:rPr>
          <w:rtl/>
          <w:lang w:bidi="fa-IR"/>
        </w:rPr>
        <w:t xml:space="preserve"> من المشرق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سود لبن</w:t>
      </w:r>
      <w:r>
        <w:rPr>
          <w:rFonts w:hint="cs"/>
          <w:rtl/>
          <w:lang w:bidi="fa-IR"/>
        </w:rPr>
        <w:t>ی</w:t>
      </w:r>
      <w:r w:rsidR="00F8000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العباس</w:t>
      </w:r>
      <w:r>
        <w:rPr>
          <w:rtl/>
          <w:lang w:bidi="fa-IR"/>
        </w:rPr>
        <w:t xml:space="preserve">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مکثون</w:t>
      </w:r>
      <w:r>
        <w:rPr>
          <w:rtl/>
          <w:lang w:bidi="fa-IR"/>
        </w:rPr>
        <w:t xml:space="preserve"> ماشاء الله ثم تخرج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سود صغار تقاتل رجلا من ولد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اصحابه من قبل المشرق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</w:t>
      </w:r>
      <w:r>
        <w:rPr>
          <w:rtl/>
          <w:lang w:bidi="fa-IR"/>
        </w:rPr>
        <w:t xml:space="preserve"> دون الطاعه للمهد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F80004">
        <w:rPr>
          <w:rStyle w:val="libFootnotenumChar"/>
          <w:rtl/>
        </w:rPr>
        <w:t xml:space="preserve"> [18]</w:t>
      </w:r>
      <w:r>
        <w:rPr>
          <w:rtl/>
          <w:lang w:bidi="fa-IR"/>
        </w:rPr>
        <w:t xml:space="preserve"> ع</w:t>
      </w:r>
    </w:p>
    <w:p w:rsidR="007B4BE8" w:rsidRDefault="007B4BE8" w:rsidP="00F8000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پرچمها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از مشرق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که مربوط به اولاد عباس هستند. آنها حکومت را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مدت زمامدار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آنچه خداوند بخواهد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(اشاره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به حکومت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به دست ابومسلم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طول دوران زمامدار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اشاره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جناب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است). سپس پرچمها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کوچک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که با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مبارزه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مردم را به فرمانبردار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(ممکن است اشاره به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جناب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کم اند).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است که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الجبهه افن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الانف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ملاء</w:t>
      </w:r>
      <w:r>
        <w:rPr>
          <w:rtl/>
          <w:lang w:bidi="fa-IR"/>
        </w:rPr>
        <w:t xml:space="preserve"> الارض قسطا و عدلا کما ملئت جورا و ظلما. </w:t>
      </w:r>
      <w:r w:rsidRPr="00F80004">
        <w:rPr>
          <w:rStyle w:val="libFootnotenumChar"/>
          <w:rtl/>
        </w:rPr>
        <w:t>[19].</w:t>
      </w:r>
    </w:p>
    <w:p w:rsidR="007B4BE8" w:rsidRDefault="007B4BE8" w:rsidP="00F8000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گشاد و پرفروغ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قلم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بود. صفحه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پس از انباشته شدن از ظلم و جور، از عدل و داد پر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="00F80004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صالح</w:t>
      </w:r>
      <w:r>
        <w:rPr>
          <w:rtl/>
          <w:lang w:bidi="fa-IR"/>
        </w:rPr>
        <w:t xml:space="preserve"> فرزند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دوستش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ام سلمه همسر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فرمودند:</w:t>
      </w:r>
    </w:p>
    <w:p w:rsidR="007B4BE8" w:rsidRDefault="007B4BE8" w:rsidP="00F8000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اختلاف عند موت الخل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رجل من اهل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هاربا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مکه فتاءت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ناس من اهل مکه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</w:t>
      </w:r>
      <w:r>
        <w:rPr>
          <w:rtl/>
          <w:lang w:bidi="fa-IR"/>
        </w:rPr>
        <w:t xml:space="preserve"> جونه و هو کاره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عونه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الرکن والمقام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بعث من الشام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خسف</w:t>
      </w:r>
      <w:r>
        <w:rPr>
          <w:rtl/>
          <w:lang w:bidi="fa-IR"/>
        </w:rPr>
        <w:t xml:space="preserve"> بهم بالب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مکه والمد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فاذا راء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ذلک اتاه</w:t>
      </w:r>
      <w:r w:rsidR="00F8000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ابدال</w:t>
      </w:r>
      <w:r>
        <w:rPr>
          <w:rtl/>
          <w:lang w:bidi="fa-IR"/>
        </w:rPr>
        <w:t xml:space="preserve"> الشام و عصائب اهل العراق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عونه</w:t>
      </w:r>
      <w:r>
        <w:rPr>
          <w:rtl/>
          <w:lang w:bidi="fa-IR"/>
        </w:rPr>
        <w:t xml:space="preserve">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نشاء</w:t>
      </w:r>
      <w:r>
        <w:rPr>
          <w:rtl/>
          <w:lang w:bidi="fa-IR"/>
        </w:rPr>
        <w:t xml:space="preserve"> رجل من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اخواله کلب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بعثا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و ذلک بعث کلب والخ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لمن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شهد</w:t>
      </w:r>
      <w:r>
        <w:rPr>
          <w:rtl/>
          <w:lang w:bidi="fa-IR"/>
        </w:rPr>
        <w:t xml:space="preserve">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کلب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قسم</w:t>
      </w:r>
      <w:r>
        <w:rPr>
          <w:rtl/>
          <w:lang w:bidi="fa-IR"/>
        </w:rPr>
        <w:t xml:space="preserve"> المال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بسنه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.</w:t>
      </w:r>
      <w:r w:rsidRPr="00F80004">
        <w:rPr>
          <w:rStyle w:val="libFootnotenumChar"/>
          <w:rtl/>
        </w:rPr>
        <w:t xml:space="preserve"> [20].</w:t>
      </w:r>
    </w:p>
    <w:p w:rsidR="007B4BE8" w:rsidRDefault="007B4BE8" w:rsidP="00F8000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tl/>
          <w:lang w:bidi="fa-IR"/>
        </w:rPr>
        <w:t xml:space="preserve"> مرگ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اختلاف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اهل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مکه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رکن و مقام با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آنگاه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شام به خلاف او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به طرف مکه به حرکت 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پس،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مکه 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و چون مردم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برجستگان شام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عراق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با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کلب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فرستد. پس جمع</w:t>
      </w:r>
      <w:r w:rsidR="00F80004">
        <w:rPr>
          <w:rFonts w:hint="cs"/>
          <w:rtl/>
          <w:lang w:bidi="fa-IR"/>
        </w:rPr>
        <w:t>ی</w:t>
      </w:r>
      <w:r>
        <w:rPr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آنان شکست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هرکس که از غنائم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کلب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به روش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اموال و غنائم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مسلم</w:t>
      </w:r>
      <w:r>
        <w:rPr>
          <w:rtl/>
          <w:lang w:bidi="fa-IR"/>
        </w:rPr>
        <w:t xml:space="preserve"> از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نضره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F8000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کنا</w:t>
      </w:r>
      <w:r>
        <w:rPr>
          <w:rtl/>
          <w:lang w:bidi="fa-IR"/>
        </w:rPr>
        <w:t xml:space="preserve"> جالسا عند جابربن عبدالله فقال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وشک</w:t>
      </w:r>
      <w:r>
        <w:rPr>
          <w:rtl/>
          <w:lang w:bidi="fa-IR"/>
        </w:rPr>
        <w:t xml:space="preserve"> اهل العراق ان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قف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ولا درهم قلنا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ذاک؟ قال من قبل العجم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منعون</w:t>
      </w:r>
      <w:r>
        <w:rPr>
          <w:rtl/>
          <w:lang w:bidi="fa-IR"/>
        </w:rPr>
        <w:t xml:space="preserve"> ذلک ثم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وشک</w:t>
      </w:r>
      <w:r>
        <w:rPr>
          <w:rtl/>
          <w:lang w:bidi="fa-IR"/>
        </w:rPr>
        <w:t xml:space="preserve"> اهل الشام ان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ولا 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قلنا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ذاک قال من</w:t>
      </w:r>
      <w:r w:rsidR="00F8000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الروم ثم سکت 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ئه</w:t>
      </w:r>
      <w:r>
        <w:rPr>
          <w:rtl/>
          <w:lang w:bidi="fa-IR"/>
        </w:rPr>
        <w:t xml:space="preserve"> ثم قال قال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وسلم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المال حث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عده</w:t>
      </w:r>
      <w:r>
        <w:rPr>
          <w:rtl/>
          <w:lang w:bidi="fa-IR"/>
        </w:rPr>
        <w:t xml:space="preserve"> عدا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نضره 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العلاء 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انه عمر! بن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قالا لا. </w:t>
      </w:r>
      <w:r w:rsidRPr="00F80004">
        <w:rPr>
          <w:rStyle w:val="libFootnotenumChar"/>
          <w:rtl/>
        </w:rPr>
        <w:t>[21]</w:t>
      </w:r>
      <w:r>
        <w:rPr>
          <w:rtl/>
          <w:lang w:bidi="fa-IR"/>
        </w:rPr>
        <w:t>.</w:t>
      </w: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خدمت جابرن عبدالله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بودم. فرمود: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به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عراق درهم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عرض شد: چرا؟ فرمود: عجم ممانعت خواهد کرد. سپس فرمود: از طرف 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>. آنگاه مکث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و گفت: رسول اکرم </w:t>
      </w:r>
      <w:r w:rsidR="00F80004" w:rsidRPr="00F80004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>فرموند: در آخر الزمان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جه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راند که اموال را بدون حساب و شمارش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شنوندگان به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نضره و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علاء گفتند: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احتمال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اوصاف عمر بن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باشد؟ هر دو گفتند: نه،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ثوبان درباره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زبان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انگذار</w:t>
      </w:r>
      <w:r>
        <w:rPr>
          <w:rtl/>
          <w:lang w:bidi="fa-IR"/>
        </w:rPr>
        <w:t xml:space="preserve">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قتتل</w:t>
      </w:r>
      <w:r>
        <w:rPr>
          <w:rtl/>
          <w:lang w:bidi="fa-IR"/>
        </w:rPr>
        <w:t xml:space="preserve"> عند کنزکم ثلاثه کلهم ابن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ثم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واحد منهم ثم تطلع الرا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السود من قبل المشرق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قتلونکم</w:t>
      </w:r>
      <w:r>
        <w:rPr>
          <w:rtl/>
          <w:lang w:bidi="fa-IR"/>
        </w:rPr>
        <w:t xml:space="preserve"> قتلا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قتله</w:t>
      </w:r>
      <w:r>
        <w:rPr>
          <w:rtl/>
          <w:lang w:bidi="fa-IR"/>
        </w:rPr>
        <w:t xml:space="preserve"> قوم ثم ذکر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</w:t>
      </w:r>
      <w:r>
        <w:rPr>
          <w:rtl/>
          <w:lang w:bidi="fa-IR"/>
        </w:rPr>
        <w:t xml:space="preserve"> لا احفظه فقال فاذا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تموه</w:t>
      </w:r>
      <w:r>
        <w:rPr>
          <w:rtl/>
          <w:lang w:bidi="fa-IR"/>
        </w:rPr>
        <w:t xml:space="preserve"> فبا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عوه</w:t>
      </w:r>
      <w:r>
        <w:rPr>
          <w:rtl/>
          <w:lang w:bidi="fa-IR"/>
        </w:rPr>
        <w:t xml:space="preserve"> ولو حبوا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الثلج فانه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الله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F80004">
        <w:rPr>
          <w:rStyle w:val="libFootnotenumChar"/>
          <w:rtl/>
        </w:rPr>
        <w:t xml:space="preserve"> [22].</w:t>
      </w:r>
    </w:p>
    <w:p w:rsidR="007B4BE8" w:rsidRDefault="007B4BE8" w:rsidP="00F8000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نفر در کنار کعبه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جنگند که تمامشان فرزند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هستند (کنز راکنا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کعبه گرفته اند). آنگاه حکومت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کدام از آنها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رسد؛ سپس پرچمها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از جانب شرق به اهتزاز 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نبرد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(که </w:t>
      </w:r>
      <w:r>
        <w:rPr>
          <w:rtl/>
          <w:lang w:bidi="fa-IR"/>
        </w:rPr>
        <w:lastRenderedPageBreak/>
        <w:t>مانند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نشده است).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پرچمها را مشاه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صاحب آن (فرمانده)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برفها راه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ولو با</w:t>
      </w:r>
      <w:r w:rsidR="00F8000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سرزانو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>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 فرمانده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منتظر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نحن عند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وسلم اذا اقبل 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فلما رآهم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وسلم اغرورقت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ناه</w:t>
      </w:r>
      <w:r>
        <w:rPr>
          <w:rtl/>
          <w:lang w:bidi="fa-IR"/>
        </w:rPr>
        <w:t xml:space="preserve"> و 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لونه فقلت ما نزال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وجهک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</w:t>
      </w:r>
      <w:r>
        <w:rPr>
          <w:rtl/>
          <w:lang w:bidi="fa-IR"/>
        </w:rPr>
        <w:t xml:space="preserve"> نکرهه فقال انا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اختار الله لنا الاخره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لقون</w:t>
      </w:r>
      <w:r>
        <w:rPr>
          <w:rtl/>
          <w:lang w:bidi="fa-IR"/>
        </w:rPr>
        <w:t xml:space="preserve">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بلا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و تشد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و تطر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قوم من قبل المشرق معهم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سود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سئلون</w:t>
      </w:r>
      <w:r>
        <w:rPr>
          <w:rtl/>
          <w:lang w:bidi="fa-IR"/>
        </w:rPr>
        <w:t xml:space="preserve">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عطونه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قاتلون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نصرون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عطون</w:t>
      </w:r>
      <w:r>
        <w:rPr>
          <w:rtl/>
          <w:lang w:bidi="fa-IR"/>
        </w:rPr>
        <w:t xml:space="preserve"> ما ساءلوا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قبلونه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دفعوها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 من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ملؤ</w:t>
      </w:r>
      <w:r>
        <w:rPr>
          <w:rtl/>
          <w:lang w:bidi="fa-IR"/>
        </w:rPr>
        <w:t xml:space="preserve"> ها قسطا کما ملؤ وها جورا فمن ادرک ذلک منکم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اءتهم</w:t>
      </w:r>
      <w:r>
        <w:rPr>
          <w:rtl/>
          <w:lang w:bidi="fa-IR"/>
        </w:rPr>
        <w:t xml:space="preserve"> ولو حبوا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الثلج. </w:t>
      </w:r>
      <w:r w:rsidRPr="006F4835">
        <w:rPr>
          <w:rStyle w:val="libFootnotenumChar"/>
          <w:rtl/>
        </w:rPr>
        <w:t>[23]</w:t>
      </w:r>
      <w:r>
        <w:rPr>
          <w:rtl/>
          <w:lang w:bidi="fa-IR"/>
        </w:rPr>
        <w:t>.</w:t>
      </w:r>
    </w:p>
    <w:p w:rsidR="007B4BE8" w:rsidRDefault="007B4BE8" w:rsidP="006F48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خدمت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ناگهان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(البته از جوانان) بر آن حضرت وارد شدند.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فرمودند و چشمان مبارکشان</w:t>
      </w:r>
      <w:r w:rsidR="006F483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</w:t>
      </w:r>
      <w:r>
        <w:rPr>
          <w:rtl/>
          <w:lang w:bidi="fa-IR"/>
        </w:rPr>
        <w:t xml:space="preserve"> از اشک شد و رنگ صورت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فشان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کرد. عرض کردم: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رخسار شما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ما ناراحت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(در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قت،</w:t>
      </w:r>
      <w:r>
        <w:rPr>
          <w:rtl/>
          <w:lang w:bidi="fa-IR"/>
        </w:rPr>
        <w:t xml:space="preserve"> سؤال از علت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است). در جواب فرمودند: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خداوند عالم آخرت را بر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فرموده است. بعد از من خاندانم گرفتار مصائب و بلا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خواهند شد (قتل، اسارت، زندان،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خانه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جانب مشرق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پرچمها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به دست دارند و از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که</w:t>
      </w:r>
      <w:r w:rsidR="006F483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کارها و مردم بد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آورند. آنها را اجابت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</w:t>
      </w:r>
      <w:r>
        <w:rPr>
          <w:rtl/>
          <w:lang w:bidi="fa-IR"/>
        </w:rPr>
        <w:lastRenderedPageBreak/>
        <w:t>سرانجام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جنگند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آنگاه مردم اعلام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قبول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اما آنها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پرچم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مردان خاندان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او جهان را پر از عدل و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پس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ظلم و جور انباشته شده باشد. پس، هر کس از شما آن زمان را درک کرد به سراغ آنها برود ولو به نحو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برف باشد.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ممکن</w:t>
      </w:r>
      <w:r>
        <w:rPr>
          <w:rtl/>
          <w:lang w:bidi="fa-IR"/>
        </w:rPr>
        <w:t xml:space="preserve"> است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اشاره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جناب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از خراسان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جمع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دشمنان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به هلاکت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و خدمت امام عصر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اسلام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جهان از عدالت لبر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گردد- اللهم عجل فرجه -.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عبدالله</w:t>
      </w:r>
      <w:r>
        <w:rPr>
          <w:rtl/>
          <w:lang w:bidi="fa-IR"/>
        </w:rPr>
        <w:t xml:space="preserve"> بن عباس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است از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خلفائ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حجج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الخلق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لاءثناعشر اولهم 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آخرهم 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و من اخوک قال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فمن ولدک قال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ملؤ</w:t>
      </w:r>
      <w:r>
        <w:rPr>
          <w:rtl/>
          <w:lang w:bidi="fa-IR"/>
        </w:rPr>
        <w:t xml:space="preserve"> ها قسطا و عدلا کما ملئت جورا و ظلما والذ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بعثن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بالحق 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(و نذ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) لولم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tl/>
          <w:lang w:bidi="fa-IR"/>
        </w:rPr>
        <w:t xml:space="preserve"> من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واحد لطول الله ذلک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نزل</w:t>
      </w:r>
      <w:r>
        <w:rPr>
          <w:rtl/>
          <w:lang w:bidi="fa-IR"/>
        </w:rPr>
        <w:t xml:space="preserve"> الله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خلفه و تشرق الارض بنور ربها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بلغ</w:t>
      </w:r>
      <w:r>
        <w:rPr>
          <w:rtl/>
          <w:lang w:bidi="fa-IR"/>
        </w:rPr>
        <w:t xml:space="preserve"> سلطانه المشرق و المغرب. </w:t>
      </w:r>
      <w:r w:rsidRPr="006F4835">
        <w:rPr>
          <w:rStyle w:val="libFootnotenumChar"/>
          <w:rtl/>
        </w:rPr>
        <w:t>[24]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6F48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من و اوص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و حجتها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بر مردم بعد از من دوازده نفرند که اول آنها برادرم آدم است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آنان فرزندم خواهد بود. عرض شد: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برادر شما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طالب. عرض شد: فرزندتان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جهان را پر از عدل و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ظلم و جور پر شده باشد. آنگاه اضافه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به حق آن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حق مبعوث فرموده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بشر و بشارت دادن آنها به نعمتها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و ترساندنشان از عذابها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او،</w:t>
      </w:r>
      <w:r w:rsidR="006F483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اگر از عمر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نماند پروردگارم آن روز را آنقدر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فرزندم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کند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روح الله از آسمان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پشت سر او نماز بخواند و جهان به نور پروردگارش روشن گردد و حکومت فرزندم شرق و غرب عالم را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</w:t>
      </w:r>
      <w:r>
        <w:rPr>
          <w:rtl/>
          <w:lang w:bidi="fa-IR"/>
        </w:rPr>
        <w:t xml:space="preserve"> نعم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سند خودش از ثوبان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فرمود: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«اذا</w:t>
      </w:r>
      <w:r>
        <w:rPr>
          <w:rtl/>
          <w:lang w:bidi="fa-IR"/>
        </w:rPr>
        <w:t xml:space="preserve"> راء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الرا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السود من خراسان فاتوها و لو حبوا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الثلج فان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الله المهد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. </w:t>
      </w:r>
      <w:r w:rsidRPr="006F4835">
        <w:rPr>
          <w:rStyle w:val="libFootnotenumChar"/>
          <w:rtl/>
        </w:rPr>
        <w:t>[25].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6F48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از جانب خراسان پرچمها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رنگ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به اهتزاز در آمد، از آنها استقبال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لو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بلکه با سر زانو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برفها راه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حجت 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خداوند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و آن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است.</w:t>
      </w:r>
    </w:p>
    <w:p w:rsidR="007B4BE8" w:rsidRDefault="006F4835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B4BE8" w:rsidRDefault="007B4BE8" w:rsidP="006F4835">
      <w:pPr>
        <w:pStyle w:val="Heading1"/>
        <w:rPr>
          <w:rtl/>
          <w:lang w:bidi="fa-IR"/>
        </w:rPr>
      </w:pPr>
      <w:bookmarkStart w:id="34" w:name="_Toc515799740"/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جواد الائمه </w:t>
      </w:r>
      <w:r w:rsidR="001E21FC" w:rsidRPr="001E21FC">
        <w:rPr>
          <w:rStyle w:val="libAlaemChar"/>
          <w:rtl/>
        </w:rPr>
        <w:t>عليه‌السلام</w:t>
      </w:r>
      <w:bookmarkEnd w:id="34"/>
      <w:r w:rsidR="001E21FC" w:rsidRPr="001E21FC">
        <w:rPr>
          <w:rStyle w:val="libAlaemChar"/>
          <w:rtl/>
        </w:rPr>
        <w:t xml:space="preserve"> 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و روز اول آن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فرموده است: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من السماء باسم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</w:t>
      </w:r>
      <w:r>
        <w:rPr>
          <w:rtl/>
          <w:lang w:bidi="fa-IR"/>
        </w:rPr>
        <w:t xml:space="preserve"> من بالمشرق و المغرب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راقد الا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قظ»</w:t>
      </w:r>
      <w:r>
        <w:rPr>
          <w:rtl/>
          <w:lang w:bidi="fa-IR"/>
        </w:rPr>
        <w:t xml:space="preserve">. </w:t>
      </w:r>
      <w:r w:rsidRPr="006F4835">
        <w:rPr>
          <w:rStyle w:val="libFootnotenumChar"/>
          <w:rtl/>
        </w:rPr>
        <w:t>[26]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به نام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اهل مشرق و مغرب همه آن صدا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خواب هستند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قدرت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خداوند صدا به زبانها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ترجمه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اهل هر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</w:t>
      </w:r>
      <w:r>
        <w:rPr>
          <w:rtl/>
          <w:lang w:bidi="fa-IR"/>
        </w:rPr>
        <w:t xml:space="preserve"> سلمه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نقل کرده است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لرجل من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الرکن و المقام کعده اهل بدر فتات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عصب العراق و ابدال الشام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 الشام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 کانوا بالب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خسف بهم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رجل من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اخوا له کلب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هزمهم</w:t>
      </w:r>
      <w:r>
        <w:rPr>
          <w:rtl/>
          <w:lang w:bidi="fa-IR"/>
        </w:rPr>
        <w:t xml:space="preserve">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و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ان الخائب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ومئذ</w:t>
      </w:r>
      <w:r>
        <w:rPr>
          <w:rtl/>
          <w:lang w:bidi="fa-IR"/>
        </w:rPr>
        <w:t xml:space="preserve"> من خاب من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کلب». </w:t>
      </w:r>
      <w:r w:rsidRPr="006F4835">
        <w:rPr>
          <w:rStyle w:val="libFootnotenumChar"/>
          <w:rtl/>
        </w:rPr>
        <w:t>[27].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6F48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رکن و مقام (کنار کعبه معظمه) با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امت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="006F4835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کنندگان به تعداد اهل بدر هستند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نفرند). پس،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از عراق و برجستگان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شام خواهند آمد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لشکر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چون به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(نزد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مکه مکرمه)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روند. آنگاه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 با اقوامش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کلب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خداوند آنها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در آن روز مغبون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غنائم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کلب محروم بماند.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ارتباط با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ظهور حضرت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له الفداء از آورنده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نموده است که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«ستکون</w:t>
      </w:r>
      <w:r>
        <w:rPr>
          <w:rtl/>
          <w:lang w:bidi="fa-IR"/>
        </w:rPr>
        <w:t xml:space="preserve">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فتن منها فتن الاطلاس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هرب و حرب ثم من بعدها فتن اشد منها کلما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انقطعت تمادت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العرب الا دخلته و لا مسلم الا وصلته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رجل من عترت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.» </w:t>
      </w:r>
      <w:r w:rsidRPr="006F4835">
        <w:rPr>
          <w:rStyle w:val="libFootnotenumChar"/>
          <w:rtl/>
        </w:rPr>
        <w:t>[28].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زود</w:t>
      </w:r>
      <w:r>
        <w:rPr>
          <w:rtl/>
          <w:lang w:bidi="fa-IR"/>
        </w:rPr>
        <w:t xml:space="preserve"> است که بعد از من فتنه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(اطلاس).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فتنه هرج و مرج و نبرد به چشم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فتنه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 و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tl/>
          <w:lang w:bidi="fa-IR"/>
        </w:rPr>
        <w:t xml:space="preserve"> به وجود خواهد آمد که مردم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انتظار تمام شدن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کشند، اما متأسفانه ادامه خواهد داشت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 نماند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فتنه داخل آن خانه شود. بعلاوه، شعاع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فتنه چندان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است که هر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در هر کجا که باشد دچار آن فتنه خواهد شد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دودمان من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از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له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عمق دمشق و عامه من تبعه من کلب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بقر</w:t>
      </w:r>
      <w:r>
        <w:rPr>
          <w:rtl/>
          <w:lang w:bidi="fa-IR"/>
        </w:rPr>
        <w:t xml:space="preserve"> بطون النساء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</w:t>
      </w:r>
      <w:r>
        <w:rPr>
          <w:rtl/>
          <w:lang w:bidi="fa-IR"/>
        </w:rPr>
        <w:t xml:space="preserve"> الصب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فتجمع لهم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قتلها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منع</w:t>
      </w:r>
      <w:r>
        <w:rPr>
          <w:rtl/>
          <w:lang w:bidi="fa-IR"/>
        </w:rPr>
        <w:t xml:space="preserve"> ذنب تعله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رجل من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الحرم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بلغ</w:t>
      </w:r>
      <w:r>
        <w:rPr>
          <w:rtl/>
          <w:lang w:bidi="fa-IR"/>
        </w:rPr>
        <w:t xml:space="preserve">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جندا من جنده (او من اجناده)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هزمهم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بمن معه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 جاز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من الارض خسف بهم فلا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نجو</w:t>
      </w:r>
      <w:r>
        <w:rPr>
          <w:rtl/>
          <w:lang w:bidi="fa-IR"/>
        </w:rPr>
        <w:t xml:space="preserve"> الا المخبر عنهم. </w:t>
      </w:r>
      <w:r w:rsidRPr="006F4835">
        <w:rPr>
          <w:rStyle w:val="libFootnotenumChar"/>
          <w:rtl/>
        </w:rPr>
        <w:t>[29].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6F48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شام به نام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خروج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تمام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او متابعت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از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کلب هستند. پس، کشتار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کنند؛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شکم زنها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درند و بچه 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کشند. آنگاه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با او جنگ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بتواند مقاومت کند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خاندان من در مکه مکرمه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خبر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امش</w:t>
      </w:r>
      <w:r>
        <w:rPr>
          <w:rtl/>
          <w:lang w:bidi="fa-IR"/>
        </w:rPr>
        <w:t xml:space="preserve"> به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پس،</w:t>
      </w:r>
      <w:r>
        <w:rPr>
          <w:rtl/>
          <w:lang w:bidi="fa-IR"/>
        </w:rPr>
        <w:t xml:space="preserve"> از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جنگ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 و خود با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به طرف مکه معظمه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(در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مکه مکرمه)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 به امر خداوند،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را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از آن لشکر مگر خبر دهنده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(که خبر نابود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لشکر را به مک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معظمه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مهاجران قبط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امّ سلمه همسر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خسفن</w:t>
      </w:r>
      <w:r>
        <w:rPr>
          <w:rtl/>
          <w:lang w:bidi="fa-IR"/>
        </w:rPr>
        <w:t xml:space="preserve"> بقوم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غزون</w:t>
      </w:r>
      <w:r>
        <w:rPr>
          <w:rtl/>
          <w:lang w:bidi="fa-IR"/>
        </w:rPr>
        <w:t xml:space="preserve"> هذا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من الارض فقالت امّ سلمه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 کان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الکاره فقال </w:t>
      </w:r>
      <w:r w:rsidR="00F477D0" w:rsidRPr="00F477D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کل رجل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>.»</w:t>
      </w:r>
      <w:r w:rsidRPr="006F4835">
        <w:rPr>
          <w:rStyle w:val="libFootnotenumChar"/>
          <w:rtl/>
        </w:rPr>
        <w:t xml:space="preserve"> [30].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همانا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عازم نبرد با خانه کعبه هستند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روند. امّ سلمه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امکان دارد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مجبور باشد؟ فرمودند: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اساس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دارد (در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خداوند) محشور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محترم!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منظور از نبرد با خانه کعبه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با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و مراد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لشکر، لشکر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6F48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است که حضرت خاتم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</w:t>
      </w:r>
      <w:r w:rsidR="006F4835" w:rsidRPr="006F4835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«تکون</w:t>
      </w:r>
      <w:r>
        <w:rPr>
          <w:rtl/>
          <w:lang w:bidi="fa-IR"/>
        </w:rPr>
        <w:t xml:space="preserve"> وقعه بالزوراء قالوا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و ما الزوراء قال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بالمشرق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انهار سکنها شرار خلق الله و جبابره من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تقذف باربعه اصناف من العذاب بالس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الخسف و القذف و المسخ.» </w:t>
      </w:r>
      <w:r w:rsidRPr="006F4835">
        <w:rPr>
          <w:rStyle w:val="libFootnotenumChar"/>
          <w:rtl/>
        </w:rPr>
        <w:t>[31].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فاجعه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 بزرگ در زوراء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عرض کردند: زوراء کجاست؟ فرمودند: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مشرق و در اطرافش نهرها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قرار گرفته است. ساکنان </w:t>
      </w:r>
      <w:r>
        <w:rPr>
          <w:rtl/>
          <w:lang w:bidi="fa-IR"/>
        </w:rPr>
        <w:lastRenderedPageBreak/>
        <w:t>آن از ستمگران امت من و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مخلوقات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 که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چهار نوع از بلا عذاب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D26C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کشتار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D26C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فرو رفتن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D26C2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پرتاب کردن و درهم 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D26C2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مسخ شدن.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 اسلام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«اذا</w:t>
      </w:r>
      <w:r>
        <w:rPr>
          <w:rtl/>
          <w:lang w:bidi="fa-IR"/>
        </w:rPr>
        <w:t xml:space="preserve"> خرجت السودان طلبت العرب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نکشفون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لحقوا</w:t>
      </w:r>
      <w:r>
        <w:rPr>
          <w:rtl/>
          <w:lang w:bidi="fa-IR"/>
        </w:rPr>
        <w:t xml:space="preserve"> ببطن الارض او قال ببطن الاردن فب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نماهم</w:t>
      </w:r>
      <w:r>
        <w:rPr>
          <w:rtl/>
          <w:lang w:bidi="fa-IR"/>
        </w:rPr>
        <w:t xml:space="preserve"> کذلک اذا خرج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ثلاثمائه راکب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دمشق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شهر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من کلب ثلثون الفا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العراق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</w:t>
      </w:r>
      <w:r>
        <w:rPr>
          <w:rtl/>
          <w:lang w:bidi="fa-IR"/>
        </w:rPr>
        <w:t xml:space="preserve"> بالزوراء مائه الف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خرجون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eastAsia"/>
          <w:rtl/>
          <w:lang w:bidi="fa-IR"/>
        </w:rPr>
        <w:t>کوفه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نهبونها</w:t>
      </w:r>
      <w:r>
        <w:rPr>
          <w:rtl/>
          <w:lang w:bidi="fa-IR"/>
        </w:rPr>
        <w:t xml:space="preserve"> صالح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ستنفذ</w:t>
      </w:r>
      <w:r>
        <w:rPr>
          <w:rtl/>
          <w:lang w:bidi="fa-IR"/>
        </w:rPr>
        <w:t xml:space="preserve"> 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من 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الکوفه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قتلهم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آخر من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وش</w:t>
      </w:r>
      <w:r>
        <w:rPr>
          <w:rtl/>
          <w:lang w:bidi="fa-IR"/>
        </w:rPr>
        <w:t xml:space="preserve">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نهبونها</w:t>
      </w:r>
      <w:r>
        <w:rPr>
          <w:rtl/>
          <w:lang w:bidi="fa-IR"/>
        </w:rPr>
        <w:t xml:space="preserve"> ثلاثه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 کانوا بالب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بعث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عذبهم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ضربهم</w:t>
      </w:r>
      <w:r>
        <w:rPr>
          <w:rtl/>
          <w:lang w:bidi="fa-IR"/>
        </w:rPr>
        <w:t xml:space="preserve"> برجله ضربه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خسف</w:t>
      </w:r>
      <w:r>
        <w:rPr>
          <w:rtl/>
          <w:lang w:bidi="fa-IR"/>
        </w:rPr>
        <w:t xml:space="preserve"> ال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عزوجل بهم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منهم الا رجلان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قدمان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خبرانه</w:t>
      </w:r>
      <w:r>
        <w:rPr>
          <w:rtl/>
          <w:lang w:bidi="fa-IR"/>
        </w:rPr>
        <w:t xml:space="preserve"> بخسف الج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هوله</w:t>
      </w:r>
      <w:r>
        <w:rPr>
          <w:rtl/>
          <w:lang w:bidi="fa-IR"/>
        </w:rPr>
        <w:t xml:space="preserve"> ثم ان رجالا من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هربون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قسطنطن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الروم ان ابعث بهم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المجامع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بهم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ضرب</w:t>
      </w:r>
      <w:r>
        <w:rPr>
          <w:rtl/>
          <w:lang w:bidi="fa-IR"/>
        </w:rPr>
        <w:t xml:space="preserve"> اعناقهم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بدمشق.»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«قال</w:t>
      </w:r>
      <w:r>
        <w:rPr>
          <w:rtl/>
          <w:lang w:bidi="fa-IR"/>
        </w:rPr>
        <w:t xml:space="preserve">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طاف</w:t>
      </w:r>
      <w:r>
        <w:rPr>
          <w:rtl/>
          <w:lang w:bidi="fa-IR"/>
        </w:rPr>
        <w:t xml:space="preserve"> بالمراءه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دمشق بالثوب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مجلس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تاءت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فخذ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فتجلس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D26C2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هو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المحراب قاعدا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رجل من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حکم</w:t>
      </w:r>
      <w:r>
        <w:rPr>
          <w:rtl/>
          <w:lang w:bidi="fa-IR"/>
        </w:rPr>
        <w:t xml:space="preserve"> اکفرتم بعد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مانکم</w:t>
      </w:r>
      <w:r>
        <w:rPr>
          <w:rtl/>
          <w:lang w:bidi="fa-IR"/>
        </w:rPr>
        <w:t xml:space="preserve"> ان هذا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ضرب</w:t>
      </w:r>
      <w:r>
        <w:rPr>
          <w:rtl/>
          <w:lang w:bidi="fa-IR"/>
        </w:rPr>
        <w:t xml:space="preserve"> عنقه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دمشق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</w:t>
      </w:r>
      <w:r>
        <w:rPr>
          <w:rtl/>
          <w:lang w:bidi="fa-IR"/>
        </w:rPr>
        <w:t xml:space="preserve"> کل من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فعند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من السماء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الناس ان الله عزوجل قد قطع عنکم مده الجبار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اءهم</w:t>
      </w:r>
      <w:r>
        <w:rPr>
          <w:rtl/>
          <w:lang w:bidi="fa-IR"/>
        </w:rPr>
        <w:t xml:space="preserve"> و ول</w:t>
      </w:r>
      <w:r>
        <w:rPr>
          <w:rFonts w:hint="eastAsia"/>
          <w:rtl/>
          <w:lang w:bidi="fa-IR"/>
        </w:rPr>
        <w:t>اکم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امه محمد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فالحقوا به بمکه فانه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</w:t>
      </w:r>
      <w:r w:rsidR="00D26C2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«قال</w:t>
      </w:r>
      <w:r>
        <w:rPr>
          <w:rtl/>
          <w:lang w:bidi="fa-IR"/>
        </w:rPr>
        <w:t xml:space="preserve">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فقام عمر بن الحص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لنا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نعرفه قال هو رجل من 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کانه من رجال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عباءتان قطوان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کان وجهه الکوکب الدر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اللون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خده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خال اسود بن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الابدال من الشام و اشباههم و تخرج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النجباء من مصر و عصائب اهل الشرق و اشباههم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اتوا</w:t>
      </w:r>
      <w:r>
        <w:rPr>
          <w:rtl/>
          <w:lang w:bidi="fa-IR"/>
        </w:rPr>
        <w:t xml:space="preserve"> مکه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له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الرکن و المقام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متوجها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الشام و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مقدمته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ساقته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فرح</w:t>
      </w:r>
      <w:r>
        <w:rPr>
          <w:rtl/>
          <w:lang w:bidi="fa-IR"/>
        </w:rPr>
        <w:t xml:space="preserve"> به اهل السماء و اهل الارض و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الوحوش و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البحر و تز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دولته و تمد الانهار و تضعف الا</w:t>
      </w:r>
      <w:r>
        <w:rPr>
          <w:rFonts w:hint="eastAsia"/>
          <w:rtl/>
          <w:lang w:bidi="fa-IR"/>
        </w:rPr>
        <w:t>رض</w:t>
      </w:r>
      <w:r>
        <w:rPr>
          <w:rtl/>
          <w:lang w:bidi="fa-IR"/>
        </w:rPr>
        <w:t xml:space="preserve"> اکلها و تستخرج الکنوز کلها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قدم</w:t>
      </w:r>
      <w:r>
        <w:rPr>
          <w:rtl/>
          <w:lang w:bidi="fa-IR"/>
        </w:rPr>
        <w:t xml:space="preserve"> الشام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ذبح</w:t>
      </w:r>
      <w:r>
        <w:rPr>
          <w:rtl/>
          <w:lang w:bidi="fa-IR"/>
        </w:rPr>
        <w:t xml:space="preserve">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تحت الشجره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اغصانها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طبر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</w:t>
      </w:r>
      <w:r>
        <w:rPr>
          <w:rtl/>
          <w:lang w:bidi="fa-IR"/>
        </w:rPr>
        <w:t xml:space="preserve"> کلبا.»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9D5E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«قال</w:t>
      </w:r>
      <w:r>
        <w:rPr>
          <w:rtl/>
          <w:lang w:bidi="fa-IR"/>
        </w:rPr>
        <w:t xml:space="preserve">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قال رسول الله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سلم فالخائب من خاب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کلب و لو بعقال قال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حل</w:t>
      </w:r>
      <w:r>
        <w:rPr>
          <w:rtl/>
          <w:lang w:bidi="fa-IR"/>
        </w:rPr>
        <w:t xml:space="preserve"> قتالهم و هم موحدون فقال رسول الله </w:t>
      </w:r>
      <w:r w:rsidR="00D26C24" w:rsidRPr="00D26C24">
        <w:rPr>
          <w:rStyle w:val="libAlaemChar"/>
          <w:rFonts w:eastAsiaTheme="minorHAnsi"/>
          <w:rtl/>
        </w:rPr>
        <w:t>صلى‌الله‌عليه‌وآله‌وسلم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ومئذ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زعمون</w:t>
      </w:r>
      <w:r>
        <w:rPr>
          <w:rtl/>
          <w:lang w:bidi="fa-IR"/>
        </w:rPr>
        <w:t xml:space="preserve"> ان الخمر حلال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صلون</w:t>
      </w:r>
      <w:r>
        <w:rPr>
          <w:rtl/>
          <w:lang w:bidi="fa-IR"/>
        </w:rPr>
        <w:t xml:space="preserve">.» </w:t>
      </w:r>
      <w:r w:rsidRPr="00D26C24">
        <w:rPr>
          <w:rStyle w:val="libFootnotenumChar"/>
          <w:rtl/>
        </w:rPr>
        <w:t>[32]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سودان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به عرب حرکت کرد و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اردن،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موقع،</w:t>
      </w:r>
      <w:r>
        <w:rPr>
          <w:rFonts w:hint="eastAsia"/>
          <w:rtl/>
          <w:lang w:bidi="fa-IR"/>
        </w:rPr>
        <w:t>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شصت هزار سوار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او هست،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به شهر شام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تمام شهرها با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از جمله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هزار تن از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کلب با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پس،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لشکر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عراق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 و در زوراء (ظاهرا بغداد ب</w:t>
      </w:r>
      <w:r>
        <w:rPr>
          <w:rFonts w:hint="eastAsia"/>
          <w:rtl/>
          <w:lang w:bidi="fa-IR"/>
        </w:rPr>
        <w:t>اشد</w:t>
      </w:r>
      <w:r>
        <w:rPr>
          <w:rtl/>
          <w:lang w:bidi="fa-IR"/>
        </w:rPr>
        <w:t>) صد هزار تن از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شهر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کشد. آنگاه از آنجا به سمت کوفه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کوفه را خراب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موقع، پرچمها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مشرق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بن صالح به عهده دارد که با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اسرا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کوفه را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لشکر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جانب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سمت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سه روز آنجا را مورد تعد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تجاوز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آنگاه به سمت مکه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طرف خداوند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با اشاره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تمام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مگر دو نفر که خودشان را به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رسانند و او را از هلاکت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آگاه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سازند. مقارن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وضع،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قسطنطن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پادشاه روم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که آنها را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او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پناهندگ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او همه آنها را در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در دمشق گردن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 w:rsidR="00D26C2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سرانجام کار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که زنها در مسجد جامع دمشق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محافل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محراب نشسته است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در دامن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شود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زند:ا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حرام است، مگر کافر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به امر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متابعت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بکند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کشند. پس،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زند:ا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خداوند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ستمکاران خاتمه داد و منافقان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آنها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رفتند (حکومت باطل و اهل آن واژگون شد). خداو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فرمانروا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آل محمد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فرموده که در مکه است. بشتاب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دستورها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نامش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عمر بن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برخاست و عرض کرد: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مشخصات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او را بشناس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حضرت فرمودند: او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من است که از نظر جسم و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است. دو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صورتش مانند ستاره درخشان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درخشد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طرف راست صورتش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است و از لحاظ سن به مرد چهل ساله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 مردان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شام به نام ابدال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روانشان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نجبا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آنها از مصر و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مشرق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مکه معظمه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 و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رکن و مقام با آن حضرت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موقع،</w:t>
      </w: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طرف شام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در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دنبال او در حرکت اند. موجودات آسمان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اعم از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پرندگان و چرندگان از حکومت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او خوشحال هستند. در دولت او نهرها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برکات خو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مضاعف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تمام گنجها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نهفته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او با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به شام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 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شاخه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به طرف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اچه</w:t>
      </w:r>
      <w:r>
        <w:rPr>
          <w:rtl/>
          <w:lang w:bidi="fa-IR"/>
        </w:rPr>
        <w:t xml:space="preserve"> طبر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کلب را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کشند.</w:t>
      </w:r>
      <w:r>
        <w:rPr>
          <w:rFonts w:hint="eastAsia"/>
          <w:rtl/>
          <w:lang w:bidi="fa-IR"/>
        </w:rPr>
        <w:t>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حضرت رسول </w:t>
      </w:r>
      <w:r w:rsidR="001E21FC" w:rsidRPr="001E21FC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فرمودند: چه روز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روز کلب.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عرض کرد: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با آنها جنگ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حال آنکه آنها مسلمان اند؟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در آن روز مرتد هستند و 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مشروبات الکل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است و نماز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امام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خبر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آمدنش به کوفه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«اذا</w:t>
      </w:r>
      <w:r>
        <w:rPr>
          <w:rtl/>
          <w:lang w:bidi="fa-IR"/>
        </w:rPr>
        <w:t xml:space="preserve"> خرجت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الکوفه بعث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اهل خراسان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اهل خراسان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 والهاشم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سود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مقدمته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بن صالح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 والسف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بباب اصطخر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ملحمه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فتظهر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السود و تهرب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فعند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</w:t>
      </w:r>
      <w:r>
        <w:rPr>
          <w:rFonts w:hint="eastAsia"/>
          <w:rtl/>
          <w:lang w:bidi="fa-IR"/>
        </w:rPr>
        <w:t>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طلبونه</w:t>
      </w:r>
      <w:r>
        <w:rPr>
          <w:rtl/>
          <w:lang w:bidi="fa-IR"/>
        </w:rPr>
        <w:t xml:space="preserve">.» </w:t>
      </w:r>
      <w:r w:rsidRPr="00D26C24">
        <w:rPr>
          <w:rStyle w:val="libFootnotenumChar"/>
          <w:rtl/>
        </w:rPr>
        <w:t>[33]</w:t>
      </w:r>
      <w:r>
        <w:rPr>
          <w:rtl/>
          <w:lang w:bidi="fa-IR"/>
        </w:rPr>
        <w:t>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کوفه قصد حمله به خراسان دارد و مردم خراسان در طلب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حرکت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ملاقات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</w:t>
      </w:r>
      <w:r w:rsidR="00D26C2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پرچمها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در اهتزاز است (را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جنات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سپاه،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بن صالح قرار گرفته است و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نام اصطخر نبرد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و آنگاه مردم تمنا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دارند.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حماد در کتاب فتن با سند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«والفتن</w:t>
      </w:r>
      <w:r>
        <w:rPr>
          <w:rtl/>
          <w:lang w:bidi="fa-IR"/>
        </w:rPr>
        <w:t xml:space="preserve"> اربع فتنه السراء و فتنه الضراء و فتنه کذا فذکر معدن الذهب ثم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رجل من عتره الرسول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الصلوه و 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صلح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امرهم». </w:t>
      </w:r>
      <w:r w:rsidRPr="00D26C24">
        <w:rPr>
          <w:rStyle w:val="libFootnotenumChar"/>
          <w:rtl/>
        </w:rPr>
        <w:t>[34]</w:t>
      </w:r>
      <w:r>
        <w:rPr>
          <w:rtl/>
          <w:lang w:bidi="fa-IR"/>
        </w:rPr>
        <w:t>.</w:t>
      </w: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فتنه</w:t>
      </w:r>
      <w:r>
        <w:rPr>
          <w:rtl/>
          <w:lang w:bidi="fa-IR"/>
        </w:rPr>
        <w:t xml:space="preserve"> (فتنه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الزمان) بر چهار قسم است: فتنه سراء، فتنه ضراء و فتنه کذا(ممکن است اشاره به فتنه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باشد). آنگاه اشاره به معدن طلا فرمودند.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هنگام،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آل رسول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امور مردم به دست پر قدرتش اصلاح خواهد شد.</w:t>
      </w:r>
      <w:r>
        <w:rPr>
          <w:rtl/>
          <w:lang w:bidi="fa-IR"/>
        </w:rPr>
        <w:cr/>
      </w:r>
      <w:r>
        <w:rPr>
          <w:rFonts w:hint="eastAsia"/>
          <w:rtl/>
          <w:lang w:bidi="fa-IR"/>
        </w:rPr>
        <w:t>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حماد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</w:t>
      </w:r>
      <w:r>
        <w:rPr>
          <w:rtl/>
          <w:lang w:bidi="fa-IR"/>
        </w:rPr>
        <w:t xml:space="preserve"> اذا 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 من السماء ان الحق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محمد (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) فعند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افواه الناس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شربون</w:t>
      </w:r>
      <w:r>
        <w:rPr>
          <w:rtl/>
          <w:lang w:bidi="fa-IR"/>
        </w:rPr>
        <w:t xml:space="preserve"> حبه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لهم ذکر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.» </w:t>
      </w:r>
      <w:r w:rsidRPr="00D26C24">
        <w:rPr>
          <w:rStyle w:val="libFootnotenumChar"/>
          <w:rtl/>
        </w:rPr>
        <w:t>[35]</w:t>
      </w:r>
      <w:r>
        <w:rPr>
          <w:rtl/>
          <w:lang w:bidi="fa-IR"/>
        </w:rPr>
        <w:t>.</w:t>
      </w: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ندا در داد که حق با آل محمد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است،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هنگام،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خاندان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همه مردم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محبت نسبت به آن سرور در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متمرکز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بطور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حضرت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  <w:r>
        <w:rPr>
          <w:rtl/>
          <w:lang w:bidi="fa-IR"/>
        </w:rPr>
        <w:cr/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اسحاق از امام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«نظرال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فقال ان ابن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کما سماه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من صلبه 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باسم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شبهه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الخلق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شبهه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الخلق ثم ذکر قصه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ملا</w:t>
      </w:r>
      <w:r>
        <w:rPr>
          <w:rtl/>
          <w:lang w:bidi="fa-IR"/>
        </w:rPr>
        <w:t xml:space="preserve"> الارض عدلا.»</w:t>
      </w:r>
      <w:r w:rsidRPr="00D26C24">
        <w:rPr>
          <w:rStyle w:val="libFootnotenumChar"/>
          <w:rtl/>
        </w:rPr>
        <w:t xml:space="preserve"> [36]</w:t>
      </w:r>
      <w:r>
        <w:rPr>
          <w:rtl/>
          <w:lang w:bidi="fa-IR"/>
        </w:rPr>
        <w:t>.</w:t>
      </w: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حضرت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کردند و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فرزند من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آقاست چنانکه جدش او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خوانده است (شا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اشاره به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«الحسن و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اشباب اهل الجنه» باشد). بزود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از نسل او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که همنام (محمد) و از نظر ظ</w:t>
      </w:r>
      <w:r>
        <w:rPr>
          <w:rFonts w:hint="eastAsia"/>
          <w:rtl/>
          <w:lang w:bidi="fa-IR"/>
        </w:rPr>
        <w:t>اهر</w:t>
      </w:r>
      <w:r>
        <w:rPr>
          <w:rtl/>
          <w:lang w:bidi="fa-IR"/>
        </w:rPr>
        <w:t xml:space="preserve">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شماست اما از نظر اخلاق با او فرق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کند(ممکن است اشاره به اختلاف برنامه کار باشد که وجود مقدس 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مأمور به ظاهر بود، اما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چون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جهان را اصلاح کند مأمور به واقع است).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پر از عدل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ذکر کرد.</w:t>
      </w: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هلال</w:t>
      </w:r>
      <w:r>
        <w:rPr>
          <w:rtl/>
          <w:lang w:bidi="fa-IR"/>
        </w:rPr>
        <w:t xml:space="preserve"> بن عمرو از امام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سرور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«قال</w:t>
      </w:r>
      <w:r>
        <w:rPr>
          <w:rtl/>
          <w:lang w:bidi="fa-IR"/>
        </w:rPr>
        <w:t xml:space="preserve">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رجل من وراء النهر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له الحارث بن حراث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مقدمته 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له المنصور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مکن</w:t>
      </w:r>
      <w:r>
        <w:rPr>
          <w:rtl/>
          <w:lang w:bidi="fa-IR"/>
        </w:rPr>
        <w:t xml:space="preserve"> لآل محمد کما مکنت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لرسول الله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 وجب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مؤ من نصره او قال «اجابته». </w:t>
      </w:r>
      <w:r w:rsidRPr="00D26C24">
        <w:rPr>
          <w:rStyle w:val="libFootnotenumChar"/>
          <w:rtl/>
        </w:rPr>
        <w:t>[37]</w:t>
      </w:r>
      <w:r>
        <w:rPr>
          <w:rtl/>
          <w:lang w:bidi="fa-IR"/>
        </w:rPr>
        <w:t>.</w:t>
      </w: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رسول اکرم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وراءالنهر که او را حارث بن حراث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حرکت است که نامش منصور است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 آقا حضرت</w:t>
      </w:r>
      <w:r w:rsidR="00D26C2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منصور است)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 آل محمد آماده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چنانچه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نسبت به رسول </w:t>
      </w:r>
      <w:r>
        <w:rPr>
          <w:rtl/>
          <w:lang w:bidi="fa-IR"/>
        </w:rPr>
        <w:lastRenderedPageBreak/>
        <w:t xml:space="preserve">خدا </w:t>
      </w:r>
      <w:r w:rsidR="001E21FC" w:rsidRPr="001E21FC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معامله را کردند (آماده ساختن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>). فرمودند: بر هر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است 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دعوتش را اجابت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صامت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«قلت</w:t>
      </w:r>
      <w:r>
        <w:rPr>
          <w:rtl/>
          <w:lang w:bidi="fa-IR"/>
        </w:rPr>
        <w:t xml:space="preserve"> لاءب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2C28DD" w:rsidRPr="002C28DD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اما من علامه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هذا الامر 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- فقال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قلت و ما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هلاک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العباس و خروج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والخسف بالب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قلت جعلت فداک اخاف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طول</w:t>
      </w:r>
      <w:r>
        <w:rPr>
          <w:rtl/>
          <w:lang w:bidi="fa-IR"/>
        </w:rPr>
        <w:t xml:space="preserve"> هذا الامرقان انما هو کنظام الخرز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تبع</w:t>
      </w:r>
      <w:r>
        <w:rPr>
          <w:rtl/>
          <w:lang w:bidi="fa-IR"/>
        </w:rPr>
        <w:t xml:space="preserve"> بعضه ب</w:t>
      </w:r>
      <w:r>
        <w:rPr>
          <w:rFonts w:hint="eastAsia"/>
          <w:rtl/>
          <w:lang w:bidi="fa-IR"/>
        </w:rPr>
        <w:t>عضا</w:t>
      </w:r>
      <w:r>
        <w:rPr>
          <w:rtl/>
          <w:lang w:bidi="fa-IR"/>
        </w:rPr>
        <w:t xml:space="preserve">. </w:t>
      </w:r>
      <w:r w:rsidRPr="00D26C24">
        <w:rPr>
          <w:rStyle w:val="libFootnotenumChar"/>
          <w:rtl/>
        </w:rPr>
        <w:t>[38]</w:t>
      </w:r>
      <w:r>
        <w:rPr>
          <w:rtl/>
          <w:lang w:bidi="fa-IR"/>
        </w:rPr>
        <w:t>.</w:t>
      </w: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حضرت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هست؟ فرمودند: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عرض کردم: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 هلاکت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عباس،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(از شام) و فرو رفتن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(نزد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مکه معظمه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روند). عرض کر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شوم،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به طول انجامد.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نشانه منظم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آمد.</w:t>
      </w:r>
      <w:r w:rsidR="00D26C24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خودش از عوف بن مالک از حضرت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که آن حضرت فرمودند: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هدم حائط مسجد الکوفه مما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 عبدالله بن مسعود (او دار عبدالملک) فعند ذلک زوال ملک القوم و عند زواله خروج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 w:rsidRPr="00D26C24">
        <w:rPr>
          <w:rStyle w:val="libFootnotenumChar"/>
          <w:rtl/>
        </w:rPr>
        <w:t>[39].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D26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مسجد کوفه که در جنب خانه عبدالله بن مسعود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خانه عبدالملک است) خراب شد،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هنگام، سلطنت دشمنان ما (کنا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انقراض </w:t>
      </w:r>
      <w:r>
        <w:rPr>
          <w:rtl/>
          <w:lang w:bidi="fa-IR"/>
        </w:rPr>
        <w:lastRenderedPageBreak/>
        <w:t>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العباس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>) ساقط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است که</w:t>
      </w:r>
      <w:r w:rsidR="00D26C2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B4BE8" w:rsidRDefault="007B4BE8" w:rsidP="007B4BE8">
      <w:pPr>
        <w:pStyle w:val="libNormal"/>
        <w:rPr>
          <w:rtl/>
          <w:lang w:bidi="fa-IR"/>
        </w:rPr>
      </w:pPr>
    </w:p>
    <w:p w:rsidR="007B4BE8" w:rsidRDefault="007B4BE8" w:rsidP="007B4BE8">
      <w:pPr>
        <w:pStyle w:val="libNormal"/>
        <w:rPr>
          <w:rtl/>
          <w:lang w:bidi="fa-IR"/>
        </w:rPr>
      </w:pPr>
      <w:r>
        <w:rPr>
          <w:rtl/>
          <w:lang w:bidi="fa-IR"/>
        </w:rPr>
        <w:t>(اللهم عجل فرجه).</w:t>
      </w:r>
    </w:p>
    <w:p w:rsidR="007B4BE8" w:rsidRPr="00D26C24" w:rsidRDefault="00D26C24" w:rsidP="00D26C2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پاورق</w:t>
      </w:r>
      <w:r>
        <w:rPr>
          <w:rFonts w:hint="cs"/>
          <w:rtl/>
          <w:lang w:bidi="fa-IR"/>
        </w:rPr>
        <w:t>ی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[1] شرح ابن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 9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152.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[2] «و استمع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tl/>
          <w:lang w:bidi="fa-IR"/>
        </w:rPr>
        <w:t xml:space="preserve"> المناد من مکان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سمعون</w:t>
      </w:r>
      <w:r>
        <w:rPr>
          <w:rtl/>
          <w:lang w:bidi="fa-IR"/>
        </w:rPr>
        <w:t xml:space="preserve">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بالحق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الخروج» (ق / 41 و 42).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[3]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الموده (چاپ بمبئ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439.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[4]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المجرمون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ماهم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وخذ</w:t>
      </w:r>
      <w:r>
        <w:rPr>
          <w:rtl/>
          <w:lang w:bidi="fa-IR"/>
        </w:rPr>
        <w:t xml:space="preserve"> بالنواص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الاقدام» (رحمان / 41).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[5]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الموده،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439.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[6] «ان نشاء ننزل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من السماء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فظلت اعناقهم لها خاضع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.»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[7]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الموده،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426.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[8] الحاو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للفتار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جزء دوم،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355.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[9]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خاندان من است و او از فرزندان دخترم فاطمه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</w:t>
      </w:r>
      <w:r>
        <w:rPr>
          <w:rtl/>
          <w:lang w:bidi="fa-IR"/>
        </w:rPr>
        <w:t xml:space="preserve"> خواهد بود.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[10]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355.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[11]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364.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[12]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368.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[13]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368.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[14]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368.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[15] اشاره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همسر حضرت سجاد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دختر حضرت امام حسن است.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امام زمان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 از طرف پدر از حضرت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از طرف مادر از امام حسن </w:t>
      </w:r>
      <w:r w:rsidR="002C28DD" w:rsidRPr="002C28DD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است.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اند که مادر مکرمه حضرت باقر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ام عبدالله دختر حضرت اما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حسن </w:t>
      </w:r>
      <w:r w:rsidR="001E21FC" w:rsidRPr="001E21F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بوده است.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[16] الحاو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جزء دوم،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369.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[17]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371.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[18]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372.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[19] سنن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(مختصر)، جزء 6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160.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[20]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161.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[21] تذکره القرطب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609 و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مسلم، ج 4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2234.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[22]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ابن 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300 و 301.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[23]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300.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[24] فرائدالمسط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2 /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312.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[25] فصول المهمه، فصل دوازدهم،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295.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[26] عقد الدرر،ص 137.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[27]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70.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[28]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51.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[29]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73.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[30]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74.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[31]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81 تا 84.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[32] همان مأخذ، ص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81 تا 84.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[33] الحاو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372.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[34]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369.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[35]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371.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[36] سنن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(مختصر)، جزء 6،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162.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[37]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162.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[38] عقدالدرر،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49.</w:t>
      </w:r>
    </w:p>
    <w:p w:rsidR="007B4BE8" w:rsidRDefault="007B4BE8" w:rsidP="00D26C24">
      <w:pPr>
        <w:pStyle w:val="libFootnote0"/>
        <w:rPr>
          <w:rtl/>
          <w:lang w:bidi="fa-IR"/>
        </w:rPr>
      </w:pPr>
    </w:p>
    <w:p w:rsidR="007B4BE8" w:rsidRDefault="007B4BE8" w:rsidP="00D26C24">
      <w:pPr>
        <w:pStyle w:val="libFootnote0"/>
        <w:rPr>
          <w:rtl/>
          <w:lang w:bidi="fa-IR"/>
        </w:rPr>
      </w:pPr>
      <w:r>
        <w:rPr>
          <w:rtl/>
          <w:lang w:bidi="fa-IR"/>
        </w:rPr>
        <w:t>[39] همان مأخذ،</w:t>
      </w:r>
      <w:r w:rsidR="008D2494" w:rsidRPr="008D249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51.</w:t>
      </w:r>
    </w:p>
    <w:p w:rsidR="008F24C2" w:rsidRDefault="00D26C24" w:rsidP="008338A5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35" w:name="_Toc515799741"/>
      <w:r w:rsidR="008338A5">
        <w:rPr>
          <w:rFonts w:hint="cs"/>
          <w:rtl/>
          <w:lang w:bidi="fa-IR"/>
        </w:rPr>
        <w:lastRenderedPageBreak/>
        <w:t>فهرست مطالب</w:t>
      </w:r>
      <w:bookmarkEnd w:id="35"/>
    </w:p>
    <w:sdt>
      <w:sdtPr>
        <w:id w:val="874406766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DB400F" w:rsidRDefault="00DB400F" w:rsidP="00DB400F">
          <w:pPr>
            <w:pStyle w:val="TOCHeading"/>
          </w:pPr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5799706" w:history="1">
            <w:r w:rsidRPr="00016610">
              <w:rPr>
                <w:rStyle w:val="Hyperlink"/>
                <w:noProof/>
                <w:rtl/>
                <w:lang w:bidi="fa-IR"/>
              </w:rPr>
              <w:t>قرآن کر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م و نشانه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ظهور حضرت مهد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16610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07" w:history="1">
            <w:r w:rsidRPr="00016610">
              <w:rPr>
                <w:rStyle w:val="Hyperlink"/>
                <w:noProof/>
                <w:rtl/>
                <w:lang w:bidi="fa-IR"/>
              </w:rPr>
              <w:t>نشانه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دا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ش 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ن حکومت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08" w:history="1">
            <w:r w:rsidRPr="00016610">
              <w:rPr>
                <w:rStyle w:val="Hyperlink"/>
                <w:noProof/>
                <w:rtl/>
                <w:lang w:bidi="fa-IR"/>
              </w:rPr>
              <w:t>آ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ا امام عصر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زمان ظهورش را م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داند؟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09" w:history="1">
            <w:r w:rsidRPr="00016610">
              <w:rPr>
                <w:rStyle w:val="Hyperlink"/>
                <w:noProof/>
                <w:rtl/>
                <w:lang w:bidi="fa-IR"/>
              </w:rPr>
              <w:t>امام باقر و علم رسول اکرم و سا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ر انب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اء </w:t>
            </w:r>
            <w:r w:rsidRPr="00016610">
              <w:rPr>
                <w:rStyle w:val="Hyperlink"/>
                <w:rFonts w:eastAsiaTheme="minorHAnsi" w:cs="Rafed Alaem"/>
                <w:noProof/>
                <w:rtl/>
              </w:rPr>
              <w:t>عليهما‌السلام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10" w:history="1">
            <w:r w:rsidRPr="00016610">
              <w:rPr>
                <w:rStyle w:val="Hyperlink"/>
                <w:noProof/>
                <w:rtl/>
                <w:lang w:bidi="fa-IR"/>
              </w:rPr>
              <w:t>ائمه معصوم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عليهما‌السلام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>در پ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شگاه خداوند بزرگ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11" w:history="1">
            <w:r w:rsidRPr="00016610">
              <w:rPr>
                <w:rStyle w:val="Hyperlink"/>
                <w:noProof/>
                <w:rtl/>
                <w:lang w:bidi="fa-IR"/>
              </w:rPr>
              <w:t>موقع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ت علم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12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ائمه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عليهما‌السلام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>و رازدار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13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امام صادق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و کتب جفر و جامعه و مصحف فاطمه </w:t>
            </w:r>
            <w:r w:rsidRPr="00016610">
              <w:rPr>
                <w:rStyle w:val="Hyperlink"/>
                <w:rFonts w:eastAsiaTheme="minorHAnsi" w:cs="Rafed Alaem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14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رسول اکرم </w:t>
            </w:r>
            <w:r w:rsidRPr="00016610">
              <w:rPr>
                <w:rStyle w:val="Hyperlink"/>
                <w:rFonts w:eastAsiaTheme="minorHAnsi" w:cs="Rafed Alaem"/>
                <w:noProof/>
                <w:rtl/>
              </w:rPr>
              <w:t>صلى‌الله‌عليه‌وآله‌وسلم</w:t>
            </w:r>
            <w:r w:rsidRPr="00016610">
              <w:rPr>
                <w:rStyle w:val="Hyperlink"/>
                <w:rFonts w:ascii="Traditional Arabic" w:eastAsiaTheme="minorHAnsi" w:hAnsi="Traditional Arabic" w:cs="Traditional Arabic"/>
                <w:noProof/>
                <w:rtl/>
              </w:rPr>
              <w:t xml:space="preserve"> </w:t>
            </w:r>
            <w:r w:rsidRPr="00016610">
              <w:rPr>
                <w:rStyle w:val="Hyperlink"/>
                <w:noProof/>
                <w:rtl/>
                <w:lang w:bidi="fa-IR"/>
              </w:rPr>
              <w:t>و نشانه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15" w:history="1">
            <w:r w:rsidRPr="00016610">
              <w:rPr>
                <w:rStyle w:val="Hyperlink"/>
                <w:noProof/>
                <w:rtl/>
                <w:lang w:bidi="fa-IR"/>
              </w:rPr>
              <w:t>شب معراج و نشانه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16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رسول اکرم </w:t>
            </w:r>
            <w:r w:rsidRPr="00016610">
              <w:rPr>
                <w:rStyle w:val="Hyperlink"/>
                <w:rFonts w:eastAsiaTheme="minorHAnsi" w:cs="Rafed Alaem"/>
                <w:noProof/>
                <w:rtl/>
              </w:rPr>
              <w:t>صلى‌الله‌عليه‌وآله‌وسلم</w:t>
            </w:r>
            <w:r w:rsidRPr="00016610">
              <w:rPr>
                <w:rStyle w:val="Hyperlink"/>
                <w:rFonts w:ascii="Traditional Arabic" w:eastAsiaTheme="minorHAnsi" w:hAnsi="Traditional Arabic" w:cs="Traditional Arabic"/>
                <w:noProof/>
                <w:rtl/>
              </w:rPr>
              <w:t xml:space="preserve"> </w:t>
            </w:r>
            <w:r w:rsidRPr="00016610">
              <w:rPr>
                <w:rStyle w:val="Hyperlink"/>
                <w:noProof/>
                <w:rtl/>
                <w:lang w:bidi="fa-IR"/>
              </w:rPr>
              <w:t>و موقع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ت منتظران حضرت مهد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قبل از 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17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رسول اکرم </w:t>
            </w:r>
            <w:r w:rsidRPr="00016610">
              <w:rPr>
                <w:rStyle w:val="Hyperlink"/>
                <w:rFonts w:eastAsiaTheme="minorHAnsi" w:cs="Rafed Alaem"/>
                <w:noProof/>
                <w:rtl/>
              </w:rPr>
              <w:t>صلى‌الله‌عليه‌وآله‌وسلم</w:t>
            </w:r>
            <w:r w:rsidRPr="00016610">
              <w:rPr>
                <w:rStyle w:val="Hyperlink"/>
                <w:rFonts w:ascii="Traditional Arabic" w:eastAsiaTheme="minorHAnsi" w:hAnsi="Traditional Arabic" w:cs="Traditional Arabic"/>
                <w:noProof/>
                <w:rtl/>
              </w:rPr>
              <w:t xml:space="preserve"> </w:t>
            </w:r>
            <w:r w:rsidRPr="00016610">
              <w:rPr>
                <w:rStyle w:val="Hyperlink"/>
                <w:noProof/>
                <w:rtl/>
                <w:lang w:bidi="fa-IR"/>
              </w:rPr>
              <w:t>و موار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ث انب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18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رسول اکرم </w:t>
            </w:r>
            <w:r w:rsidRPr="00016610">
              <w:rPr>
                <w:rStyle w:val="Hyperlink"/>
                <w:rFonts w:eastAsiaTheme="minorHAnsi" w:cs="Rafed Alaem"/>
                <w:noProof/>
                <w:rtl/>
              </w:rPr>
              <w:t>صلى‌الله‌عليه‌وآله‌وسلم</w:t>
            </w:r>
            <w:r w:rsidRPr="00016610">
              <w:rPr>
                <w:rStyle w:val="Hyperlink"/>
                <w:rFonts w:ascii="Traditional Arabic" w:eastAsiaTheme="minorHAnsi" w:hAnsi="Traditional Arabic" w:cs="Traditional Arabic"/>
                <w:noProof/>
                <w:rtl/>
              </w:rPr>
              <w:t xml:space="preserve"> </w:t>
            </w:r>
            <w:r w:rsidRPr="00016610">
              <w:rPr>
                <w:rStyle w:val="Hyperlink"/>
                <w:noProof/>
                <w:rtl/>
                <w:lang w:bidi="fa-IR"/>
              </w:rPr>
              <w:t>و خراب شدن مسجد براثا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19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رسول اکرم </w:t>
            </w:r>
            <w:r w:rsidRPr="00016610">
              <w:rPr>
                <w:rStyle w:val="Hyperlink"/>
                <w:rFonts w:eastAsiaTheme="minorHAnsi" w:cs="Rafed Alaem"/>
                <w:noProof/>
                <w:rtl/>
              </w:rPr>
              <w:t>صلى‌الله‌عليه‌وآله</w:t>
            </w:r>
            <w:r w:rsidRPr="00016610">
              <w:rPr>
                <w:rStyle w:val="Hyperlink"/>
                <w:rFonts w:ascii="Traditional Arabic" w:eastAsiaTheme="minorHAnsi" w:hAnsi="Traditional Arabic" w:cs="Traditional Arabic"/>
                <w:noProof/>
                <w:rtl/>
              </w:rPr>
              <w:t xml:space="preserve"> </w:t>
            </w:r>
            <w:r w:rsidRPr="00016610">
              <w:rPr>
                <w:rStyle w:val="Hyperlink"/>
                <w:noProof/>
                <w:rtl/>
                <w:lang w:bidi="fa-IR"/>
              </w:rPr>
              <w:t>و روز خلاص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دن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20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رسول اکرم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صلى‌الله‌عليه‌وآله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درباره نشانه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ق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21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رسول اکرم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صلى‌الله‌عليه‌وآله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و گنجها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طالقان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22" w:history="1">
            <w:r w:rsidRPr="00016610">
              <w:rPr>
                <w:rStyle w:val="Hyperlink"/>
                <w:noProof/>
                <w:rtl/>
                <w:lang w:bidi="fa-IR"/>
              </w:rPr>
              <w:t>در جواب صعصعه بن صوحان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23" w:history="1">
            <w:r w:rsidRPr="00016610">
              <w:rPr>
                <w:rStyle w:val="Hyperlink"/>
                <w:noProof/>
                <w:rtl/>
                <w:lang w:bidi="fa-IR"/>
              </w:rPr>
              <w:t>ام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رمؤمنان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و خطبه ذ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قار و علائم آخرالزمان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15799724" w:history="1">
            <w:r w:rsidRPr="00016610">
              <w:rPr>
                <w:rStyle w:val="Hyperlink"/>
                <w:noProof/>
                <w:rtl/>
                <w:lang w:bidi="fa-IR"/>
              </w:rPr>
              <w:t>عل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و فتنه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ش از 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25" w:history="1">
            <w:r w:rsidRPr="00016610">
              <w:rPr>
                <w:rStyle w:val="Hyperlink"/>
                <w:noProof/>
                <w:rtl/>
                <w:lang w:bidi="fa-IR"/>
              </w:rPr>
              <w:t>ام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رالمؤمن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و علائم ق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ام قائم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26" w:history="1">
            <w:r w:rsidRPr="00016610">
              <w:rPr>
                <w:rStyle w:val="Hyperlink"/>
                <w:noProof/>
                <w:rtl/>
                <w:lang w:bidi="fa-IR"/>
              </w:rPr>
              <w:t>حضرت امام ام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ر المومن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ن و وسا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ل نقل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ه زمان حکومت حضرت مهد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16610">
              <w:rPr>
                <w:rStyle w:val="Hyperlink"/>
                <w:rFonts w:cs="Rafed Alaem"/>
                <w:noProof/>
                <w:rtl/>
              </w:rPr>
              <w:t>عليهما‌السلام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27" w:history="1">
            <w:r w:rsidRPr="00016610">
              <w:rPr>
                <w:rStyle w:val="Hyperlink"/>
                <w:noProof/>
                <w:rtl/>
                <w:lang w:bidi="fa-IR"/>
              </w:rPr>
              <w:t>ام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رالمؤمن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ن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 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و نزول حضرت ع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س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16610">
              <w:rPr>
                <w:rStyle w:val="Hyperlink"/>
                <w:rFonts w:cs="Rafed Alaem"/>
                <w:noProof/>
                <w:rtl/>
              </w:rPr>
              <w:t>عليهما‌السلام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28" w:history="1">
            <w:r w:rsidRPr="00016610">
              <w:rPr>
                <w:rStyle w:val="Hyperlink"/>
                <w:noProof/>
                <w:rtl/>
                <w:lang w:bidi="fa-IR"/>
              </w:rPr>
              <w:t>امام ام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رالمومن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ن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 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و نشانه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ش از ق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29" w:history="1">
            <w:r w:rsidRPr="00016610">
              <w:rPr>
                <w:rStyle w:val="Hyperlink"/>
                <w:noProof/>
                <w:rtl/>
                <w:lang w:bidi="fa-IR"/>
              </w:rPr>
              <w:t>امام ام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رالمؤمن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و نشانه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ش از ق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30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حضرت امام محمد باقر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و نشانه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31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حضرت امام صادق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و نشانه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32" w:history="1"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ک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از برنامه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روزها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اول امام عصر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33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حضرت امام رضا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و نشانه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34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امام رضا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و اجتماع ش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عه در 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35" w:history="1">
            <w:r w:rsidRPr="00016610">
              <w:rPr>
                <w:rStyle w:val="Hyperlink"/>
                <w:noProof/>
                <w:rtl/>
                <w:lang w:bidi="fa-IR"/>
              </w:rPr>
              <w:t>حضرت امام حسن و امام حس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ن و اصحاب ائمه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عليهما‌السلام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>و نشانه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36" w:history="1">
            <w:r w:rsidRPr="00016610">
              <w:rPr>
                <w:rStyle w:val="Hyperlink"/>
                <w:noProof/>
                <w:rtl/>
                <w:lang w:bidi="fa-IR"/>
              </w:rPr>
              <w:t>نشانه 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ظهور در کتب معتبر اهل سنت و جماعت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37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امام عصر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در کتابها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اهل سنت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38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رسول اکرم </w:t>
            </w:r>
            <w:r w:rsidRPr="00016610">
              <w:rPr>
                <w:rStyle w:val="Hyperlink"/>
                <w:rFonts w:eastAsiaTheme="minorHAnsi" w:cs="Rafed Alaem"/>
                <w:noProof/>
                <w:rtl/>
              </w:rPr>
              <w:t>صلى‌الله‌عليه‌وآله</w:t>
            </w:r>
            <w:r w:rsidRPr="00016610">
              <w:rPr>
                <w:rStyle w:val="Hyperlink"/>
                <w:rFonts w:ascii="Traditional Arabic" w:eastAsiaTheme="minorHAnsi" w:hAnsi="Traditional Arabic" w:cs="Traditional Arabic"/>
                <w:noProof/>
                <w:rtl/>
              </w:rPr>
              <w:t xml:space="preserve"> </w:t>
            </w:r>
            <w:r w:rsidRPr="00016610">
              <w:rPr>
                <w:rStyle w:val="Hyperlink"/>
                <w:noProof/>
                <w:rtl/>
                <w:lang w:bidi="fa-IR"/>
              </w:rPr>
              <w:t>و تعر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ف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39" w:history="1">
            <w:r w:rsidRPr="00016610">
              <w:rPr>
                <w:rStyle w:val="Hyperlink"/>
                <w:noProof/>
                <w:rtl/>
                <w:lang w:bidi="fa-IR"/>
              </w:rPr>
              <w:t>حضرت ام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رالمؤمن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016610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016610">
              <w:rPr>
                <w:rStyle w:val="Hyperlink"/>
                <w:noProof/>
                <w:rtl/>
                <w:lang w:bidi="fa-IR"/>
              </w:rPr>
              <w:t xml:space="preserve"> و تعر</w:t>
            </w:r>
            <w:r w:rsidRPr="0001661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16610">
              <w:rPr>
                <w:rStyle w:val="Hyperlink"/>
                <w:noProof/>
                <w:rtl/>
                <w:lang w:bidi="fa-IR"/>
              </w:rPr>
              <w:t>ف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40" w:history="1">
            <w:r w:rsidRPr="00016610">
              <w:rPr>
                <w:rStyle w:val="Hyperlink"/>
                <w:noProof/>
                <w:rtl/>
                <w:lang w:bidi="fa-IR"/>
              </w:rPr>
              <w:t xml:space="preserve">حضرت جواد الائمه </w:t>
            </w:r>
            <w:r w:rsidRPr="00016610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799741" w:history="1">
            <w:r w:rsidRPr="00016610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Toc515799741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400F" w:rsidRDefault="00DB400F">
          <w:r>
            <w:fldChar w:fldCharType="end"/>
          </w:r>
        </w:p>
      </w:sdtContent>
    </w:sdt>
    <w:p w:rsidR="008338A5" w:rsidRPr="00B300E7" w:rsidRDefault="008338A5" w:rsidP="008338A5">
      <w:pPr>
        <w:pStyle w:val="libNormal"/>
        <w:rPr>
          <w:lang w:bidi="fa-IR"/>
        </w:rPr>
      </w:pPr>
    </w:p>
    <w:sectPr w:rsidR="008338A5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880" w:rsidRDefault="002C0880">
      <w:r>
        <w:separator/>
      </w:r>
    </w:p>
  </w:endnote>
  <w:endnote w:type="continuationSeparator" w:id="0">
    <w:p w:rsidR="002C0880" w:rsidRDefault="002C0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FF0" w:rsidRDefault="00437FF0">
    <w:pPr>
      <w:pStyle w:val="Footer"/>
    </w:pPr>
    <w:fldSimple w:instr=" PAGE   \* MERGEFORMAT ">
      <w:r w:rsidR="009D5E9E">
        <w:rPr>
          <w:noProof/>
          <w:rtl/>
        </w:rPr>
        <w:t>4</w:t>
      </w:r>
    </w:fldSimple>
  </w:p>
  <w:p w:rsidR="00437FF0" w:rsidRDefault="00437F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FF0" w:rsidRDefault="00437FF0">
    <w:pPr>
      <w:pStyle w:val="Footer"/>
    </w:pPr>
    <w:fldSimple w:instr=" PAGE   \* MERGEFORMAT ">
      <w:r w:rsidR="009D5E9E">
        <w:rPr>
          <w:noProof/>
          <w:rtl/>
        </w:rPr>
        <w:t>3</w:t>
      </w:r>
    </w:fldSimple>
  </w:p>
  <w:p w:rsidR="00437FF0" w:rsidRDefault="00437FF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FF0" w:rsidRDefault="00437FF0">
    <w:pPr>
      <w:pStyle w:val="Footer"/>
    </w:pPr>
    <w:fldSimple w:instr=" PAGE   \* MERGEFORMAT ">
      <w:r w:rsidR="009D5E9E">
        <w:rPr>
          <w:noProof/>
          <w:rtl/>
        </w:rPr>
        <w:t>1</w:t>
      </w:r>
    </w:fldSimple>
  </w:p>
  <w:p w:rsidR="00437FF0" w:rsidRDefault="00437F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880" w:rsidRDefault="002C0880">
      <w:r>
        <w:separator/>
      </w:r>
    </w:p>
  </w:footnote>
  <w:footnote w:type="continuationSeparator" w:id="0">
    <w:p w:rsidR="002C0880" w:rsidRDefault="002C08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EF6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3136"/>
    <w:rsid w:val="00067F84"/>
    <w:rsid w:val="00071C97"/>
    <w:rsid w:val="000761F7"/>
    <w:rsid w:val="00076A3A"/>
    <w:rsid w:val="00092805"/>
    <w:rsid w:val="00092A0C"/>
    <w:rsid w:val="00096C12"/>
    <w:rsid w:val="000A7750"/>
    <w:rsid w:val="000B3856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158E"/>
    <w:rsid w:val="001A3110"/>
    <w:rsid w:val="001A4C37"/>
    <w:rsid w:val="001A4D9B"/>
    <w:rsid w:val="001A6EC0"/>
    <w:rsid w:val="001B00F6"/>
    <w:rsid w:val="001B07B7"/>
    <w:rsid w:val="001B1240"/>
    <w:rsid w:val="001B16FD"/>
    <w:rsid w:val="001B577F"/>
    <w:rsid w:val="001B702D"/>
    <w:rsid w:val="001B7407"/>
    <w:rsid w:val="001C5EDB"/>
    <w:rsid w:val="001D41A1"/>
    <w:rsid w:val="001D5036"/>
    <w:rsid w:val="001D60DA"/>
    <w:rsid w:val="001D67C0"/>
    <w:rsid w:val="001E21FC"/>
    <w:rsid w:val="001E25DC"/>
    <w:rsid w:val="001E4B5F"/>
    <w:rsid w:val="001E668D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739D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7256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0880"/>
    <w:rsid w:val="002C1009"/>
    <w:rsid w:val="002C28DD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0008"/>
    <w:rsid w:val="003D2459"/>
    <w:rsid w:val="003D28ED"/>
    <w:rsid w:val="003D3107"/>
    <w:rsid w:val="003D4E3A"/>
    <w:rsid w:val="003E0268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46F6"/>
    <w:rsid w:val="00416E2B"/>
    <w:rsid w:val="0042098A"/>
    <w:rsid w:val="004209BA"/>
    <w:rsid w:val="00420C44"/>
    <w:rsid w:val="00427638"/>
    <w:rsid w:val="00430581"/>
    <w:rsid w:val="00434A97"/>
    <w:rsid w:val="00437035"/>
    <w:rsid w:val="00437FF0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A9"/>
    <w:rsid w:val="004857ED"/>
    <w:rsid w:val="004864D8"/>
    <w:rsid w:val="00487AE8"/>
    <w:rsid w:val="004919C3"/>
    <w:rsid w:val="004932FA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0D96"/>
    <w:rsid w:val="004D6BCF"/>
    <w:rsid w:val="004D7678"/>
    <w:rsid w:val="004D7CD7"/>
    <w:rsid w:val="004E6E95"/>
    <w:rsid w:val="004F4B1F"/>
    <w:rsid w:val="004F4D11"/>
    <w:rsid w:val="004F58BA"/>
    <w:rsid w:val="005022E5"/>
    <w:rsid w:val="00502651"/>
    <w:rsid w:val="005077E7"/>
    <w:rsid w:val="0051305D"/>
    <w:rsid w:val="00520645"/>
    <w:rsid w:val="0052486B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4C4F"/>
    <w:rsid w:val="0057612B"/>
    <w:rsid w:val="005772C4"/>
    <w:rsid w:val="00577577"/>
    <w:rsid w:val="0058088A"/>
    <w:rsid w:val="005834F3"/>
    <w:rsid w:val="00584801"/>
    <w:rsid w:val="00587EF6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0E9"/>
    <w:rsid w:val="005E4DD0"/>
    <w:rsid w:val="005E7821"/>
    <w:rsid w:val="00613E8E"/>
    <w:rsid w:val="00614301"/>
    <w:rsid w:val="006151B8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4835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40D7"/>
    <w:rsid w:val="0074517B"/>
    <w:rsid w:val="0074654C"/>
    <w:rsid w:val="007515BE"/>
    <w:rsid w:val="007571E2"/>
    <w:rsid w:val="00757A95"/>
    <w:rsid w:val="00760354"/>
    <w:rsid w:val="00763105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3D7"/>
    <w:rsid w:val="007B2F17"/>
    <w:rsid w:val="007B46B3"/>
    <w:rsid w:val="007B4BE8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38A5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1EA9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2494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050F6"/>
    <w:rsid w:val="009120C9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67DA8"/>
    <w:rsid w:val="0097061F"/>
    <w:rsid w:val="00972C70"/>
    <w:rsid w:val="009741DD"/>
    <w:rsid w:val="00974224"/>
    <w:rsid w:val="0097492D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5E9E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03D"/>
    <w:rsid w:val="00A05A22"/>
    <w:rsid w:val="00A07133"/>
    <w:rsid w:val="00A10F83"/>
    <w:rsid w:val="00A16415"/>
    <w:rsid w:val="00A209AB"/>
    <w:rsid w:val="00A21090"/>
    <w:rsid w:val="00A21A76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2854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2657"/>
    <w:rsid w:val="00AF33DF"/>
    <w:rsid w:val="00AF4D50"/>
    <w:rsid w:val="00AF6FBA"/>
    <w:rsid w:val="00B01257"/>
    <w:rsid w:val="00B06415"/>
    <w:rsid w:val="00B1002E"/>
    <w:rsid w:val="00B10CA1"/>
    <w:rsid w:val="00B11AF5"/>
    <w:rsid w:val="00B129E5"/>
    <w:rsid w:val="00B12ED2"/>
    <w:rsid w:val="00B17010"/>
    <w:rsid w:val="00B17C26"/>
    <w:rsid w:val="00B24ABA"/>
    <w:rsid w:val="00B300E7"/>
    <w:rsid w:val="00B3080F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BF405F"/>
    <w:rsid w:val="00C005CF"/>
    <w:rsid w:val="00C0146E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00C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97C15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26C24"/>
    <w:rsid w:val="00D33A32"/>
    <w:rsid w:val="00D40BA9"/>
    <w:rsid w:val="00D43341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B400F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23C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4725B"/>
    <w:rsid w:val="00E50FF4"/>
    <w:rsid w:val="00E5512D"/>
    <w:rsid w:val="00E574E5"/>
    <w:rsid w:val="00E6232E"/>
    <w:rsid w:val="00E63C51"/>
    <w:rsid w:val="00E63DA5"/>
    <w:rsid w:val="00E71139"/>
    <w:rsid w:val="00E74F63"/>
    <w:rsid w:val="00E7602E"/>
    <w:rsid w:val="00E90664"/>
    <w:rsid w:val="00E917D6"/>
    <w:rsid w:val="00E91FC8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0D5"/>
    <w:rsid w:val="00F3089C"/>
    <w:rsid w:val="00F31BE3"/>
    <w:rsid w:val="00F34B21"/>
    <w:rsid w:val="00F34CA5"/>
    <w:rsid w:val="00F41E90"/>
    <w:rsid w:val="00F436BF"/>
    <w:rsid w:val="00F477D0"/>
    <w:rsid w:val="00F50FE1"/>
    <w:rsid w:val="00F515B7"/>
    <w:rsid w:val="00F51E87"/>
    <w:rsid w:val="00F53507"/>
    <w:rsid w:val="00F571FE"/>
    <w:rsid w:val="00F638A5"/>
    <w:rsid w:val="00F650F9"/>
    <w:rsid w:val="00F65357"/>
    <w:rsid w:val="00F65587"/>
    <w:rsid w:val="00F715FC"/>
    <w:rsid w:val="00F71859"/>
    <w:rsid w:val="00F74FDC"/>
    <w:rsid w:val="00F80004"/>
    <w:rsid w:val="00F82A57"/>
    <w:rsid w:val="00F83A2C"/>
    <w:rsid w:val="00F83E9D"/>
    <w:rsid w:val="00F86C5B"/>
    <w:rsid w:val="00F94147"/>
    <w:rsid w:val="00F95DC8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E610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character" w:customStyle="1" w:styleId="sign">
    <w:name w:val="sign"/>
    <w:basedOn w:val="DefaultParagraphFont"/>
    <w:rsid w:val="001E21FC"/>
  </w:style>
  <w:style w:type="character" w:customStyle="1" w:styleId="ayatext">
    <w:name w:val="ayatext"/>
    <w:basedOn w:val="DefaultParagraphFont"/>
    <w:rsid w:val="001E21FC"/>
  </w:style>
  <w:style w:type="paragraph" w:customStyle="1" w:styleId="libnotice0">
    <w:name w:val="libnotice"/>
    <w:basedOn w:val="Normal"/>
    <w:rsid w:val="009D5E9E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1439\mah_ramazan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CCA86-7ECB-41AB-AF03-72247E276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501</TotalTime>
  <Pages>259</Pages>
  <Words>39534</Words>
  <Characters>225350</Characters>
  <Application>Microsoft Office Word</Application>
  <DocSecurity>0</DocSecurity>
  <Lines>1877</Lines>
  <Paragraphs>528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264356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23</cp:revision>
  <cp:lastPrinted>1601-01-01T00:00:00Z</cp:lastPrinted>
  <dcterms:created xsi:type="dcterms:W3CDTF">2018-05-30T07:42:00Z</dcterms:created>
  <dcterms:modified xsi:type="dcterms:W3CDTF">2018-06-03T10:06:00Z</dcterms:modified>
</cp:coreProperties>
</file>