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620" w:rsidRDefault="00827620" w:rsidP="00827620">
      <w:pPr>
        <w:pStyle w:val="libCenterBold1"/>
        <w:rPr>
          <w:rtl/>
        </w:rPr>
      </w:pPr>
      <w:r>
        <w:rPr>
          <w:rFonts w:hint="eastAsia"/>
          <w:rtl/>
        </w:rPr>
        <w:t>گفتگو</w:t>
      </w:r>
      <w:r>
        <w:rPr>
          <w:rtl/>
        </w:rPr>
        <w:t xml:space="preserve"> در محضر اميرالمومنين على </w:t>
      </w:r>
      <w:r w:rsidRPr="00827620">
        <w:rPr>
          <w:rStyle w:val="libAlaemChar"/>
          <w:rtl/>
        </w:rPr>
        <w:t>عليه‌السلام</w:t>
      </w:r>
    </w:p>
    <w:p w:rsidR="00827620" w:rsidRDefault="00827620" w:rsidP="00827620">
      <w:pPr>
        <w:pStyle w:val="libCenterBold2"/>
        <w:rPr>
          <w:rtl/>
        </w:rPr>
      </w:pPr>
      <w:r>
        <w:rPr>
          <w:rFonts w:hint="eastAsia"/>
          <w:rtl/>
        </w:rPr>
        <w:t>نويسنده</w:t>
      </w:r>
      <w:r>
        <w:rPr>
          <w:rtl/>
        </w:rPr>
        <w:t xml:space="preserve"> : عباس رحيمى</w:t>
      </w:r>
    </w:p>
    <w:p w:rsidR="0015755B" w:rsidRDefault="0015755B" w:rsidP="0015755B">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15755B">
        <w:rPr>
          <w:rStyle w:val="libAlaemChar"/>
          <w:rtl/>
        </w:rPr>
        <w:t>عليهما‌السلام</w:t>
      </w:r>
      <w:r>
        <w:rPr>
          <w:rtl/>
        </w:rPr>
        <w:t xml:space="preserve"> بصورت الکترونیکی برای مخاطبین گرامی منتشر شده است</w:t>
      </w:r>
      <w:r>
        <w:rPr>
          <w:rFonts w:hint="cs"/>
          <w:rtl/>
        </w:rPr>
        <w:t>.</w:t>
      </w:r>
    </w:p>
    <w:p w:rsidR="0015755B" w:rsidRDefault="0015755B" w:rsidP="0015755B">
      <w:pPr>
        <w:pStyle w:val="libCenterBold2"/>
      </w:pPr>
      <w:r>
        <w:rPr>
          <w:rtl/>
        </w:rPr>
        <w:t>لازم به ذکر است تصحیح اشتباهات تایپی احتمالی، روی این کتاب انجام گردیده است</w:t>
      </w:r>
      <w:r>
        <w:rPr>
          <w:rFonts w:hint="cs"/>
          <w:rtl/>
        </w:rPr>
        <w:t>.</w:t>
      </w:r>
    </w:p>
    <w:p w:rsidR="00827620" w:rsidRDefault="00827620" w:rsidP="00827620">
      <w:pPr>
        <w:pStyle w:val="libNormal"/>
        <w:rPr>
          <w:rtl/>
        </w:rPr>
      </w:pPr>
      <w:r>
        <w:rPr>
          <w:rtl/>
        </w:rPr>
        <w:br w:type="page"/>
      </w:r>
    </w:p>
    <w:p w:rsidR="00827620" w:rsidRDefault="00827620" w:rsidP="00196907">
      <w:pPr>
        <w:pStyle w:val="Heading1"/>
        <w:rPr>
          <w:rtl/>
        </w:rPr>
      </w:pPr>
      <w:bookmarkStart w:id="0" w:name="_Toc479592294"/>
      <w:bookmarkStart w:id="1" w:name="_Toc479592415"/>
      <w:r>
        <w:rPr>
          <w:rFonts w:hint="eastAsia"/>
          <w:rtl/>
        </w:rPr>
        <w:t>مقدمه</w:t>
      </w:r>
      <w:bookmarkEnd w:id="0"/>
      <w:bookmarkEnd w:id="1"/>
    </w:p>
    <w:p w:rsidR="00827620" w:rsidRDefault="00827620" w:rsidP="00827620">
      <w:pPr>
        <w:pStyle w:val="libNormal"/>
        <w:rPr>
          <w:rtl/>
        </w:rPr>
      </w:pPr>
      <w:r>
        <w:rPr>
          <w:rFonts w:hint="eastAsia"/>
          <w:rtl/>
        </w:rPr>
        <w:t>از</w:t>
      </w:r>
      <w:r>
        <w:rPr>
          <w:rtl/>
        </w:rPr>
        <w:t xml:space="preserve"> حضرت رضا </w:t>
      </w:r>
      <w:r w:rsidR="00196907" w:rsidRPr="00196907">
        <w:rPr>
          <w:rStyle w:val="libAlaemChar"/>
          <w:rtl/>
        </w:rPr>
        <w:t xml:space="preserve">عليه‌السلام </w:t>
      </w:r>
      <w:r>
        <w:rPr>
          <w:rtl/>
        </w:rPr>
        <w:t>نقل است كه خداوند رحمت كند، هر كه امر ما را احياء نمايد، سوال شد چگونه امر شما احياء مى شود؟ فرمود: سخنان و علوم ما را ياد گيرد و به ديگران بياموزد، زيرا اگر مردم نيكى هاى كلام ما را بدانند، از ما پيروى خواهيد نمود.</w:t>
      </w:r>
    </w:p>
    <w:p w:rsidR="00827620" w:rsidRDefault="00827620" w:rsidP="00827620">
      <w:pPr>
        <w:pStyle w:val="libNormal"/>
        <w:rPr>
          <w:rtl/>
        </w:rPr>
      </w:pPr>
      <w:r>
        <w:rPr>
          <w:rFonts w:hint="eastAsia"/>
          <w:rtl/>
        </w:rPr>
        <w:t>بر</w:t>
      </w:r>
      <w:r>
        <w:rPr>
          <w:rtl/>
        </w:rPr>
        <w:t xml:space="preserve"> مبناى حديث فوق و احاديث بسيار ديگر به اين نتيجه رسيدم كه بهترين كارى كه از ما ساخته است و بهترين راهى كه گرد غربت را از چهره اسلام و اهل بيت </w:t>
      </w:r>
      <w:r w:rsidR="00196907" w:rsidRPr="00196907">
        <w:rPr>
          <w:rStyle w:val="libAlaemChar"/>
          <w:rtl/>
        </w:rPr>
        <w:t xml:space="preserve">عليهم‌السلام </w:t>
      </w:r>
      <w:r>
        <w:rPr>
          <w:rtl/>
        </w:rPr>
        <w:t>مى زدايد، همان بيان احاديث و مكتب نورانى آنان است .</w:t>
      </w:r>
    </w:p>
    <w:p w:rsidR="00827620" w:rsidRDefault="00827620" w:rsidP="00196907">
      <w:pPr>
        <w:pStyle w:val="libNormal"/>
        <w:rPr>
          <w:rtl/>
        </w:rPr>
      </w:pPr>
      <w:r>
        <w:rPr>
          <w:rFonts w:hint="eastAsia"/>
          <w:rtl/>
        </w:rPr>
        <w:t>از</w:t>
      </w:r>
      <w:r>
        <w:rPr>
          <w:rtl/>
        </w:rPr>
        <w:t xml:space="preserve"> اين</w:t>
      </w:r>
      <w:r w:rsidR="00196907">
        <w:t xml:space="preserve"> </w:t>
      </w:r>
      <w:r>
        <w:rPr>
          <w:rtl/>
        </w:rPr>
        <w:t xml:space="preserve">رو پس از كسب فيض طولانى در حوزه هاى علميه ، نجف اشرف و قم از محضر آيات عظام و علماء اعلام مرحومين حضرت امام خمينى خوئى ، حكيم ، شاهرودى و گلپايگانى و نجفى مرعشى و ساير آيات عظام </w:t>
      </w:r>
      <w:r w:rsidR="00196907" w:rsidRPr="00196907">
        <w:rPr>
          <w:rStyle w:val="libAlaemChar"/>
          <w:rtl/>
        </w:rPr>
        <w:t>رحمه‌الله</w:t>
      </w:r>
      <w:r w:rsidR="00196907" w:rsidRPr="005100D5">
        <w:rPr>
          <w:rFonts w:ascii="Traditional Arabic" w:hAnsi="Traditional Arabic" w:cs="Traditional Arabic"/>
          <w:shd w:val="clear" w:color="auto" w:fill="FFFFFF"/>
          <w:rtl/>
        </w:rPr>
        <w:t xml:space="preserve"> </w:t>
      </w:r>
      <w:r>
        <w:rPr>
          <w:rtl/>
        </w:rPr>
        <w:t xml:space="preserve">و نيز بعضى ديگر از آيات عظام زنده كه فعلا حوزه قم </w:t>
      </w:r>
      <w:r>
        <w:rPr>
          <w:rFonts w:hint="eastAsia"/>
          <w:rtl/>
        </w:rPr>
        <w:t>از</w:t>
      </w:r>
      <w:r>
        <w:rPr>
          <w:rtl/>
        </w:rPr>
        <w:t xml:space="preserve"> وجودشان بهره مند مى شود و پس از هجرت به قم تصميم گرفتم آنچه از علوم اهل بيت </w:t>
      </w:r>
      <w:r w:rsidR="00196907" w:rsidRPr="00196907">
        <w:rPr>
          <w:rStyle w:val="libAlaemChar"/>
          <w:rtl/>
        </w:rPr>
        <w:t xml:space="preserve">عليهم‌السلام </w:t>
      </w:r>
      <w:r>
        <w:rPr>
          <w:rtl/>
        </w:rPr>
        <w:t xml:space="preserve">آموخته ام به ديگران بياموزم ، لذا در قم ماندن را صلاح ندانستم . حوزه و لذتهاى تحصيلى در آن را رها كرده و ديار غربت و سختيهاى هجرت و مشكلات را بر خود تحميل نمودم تا </w:t>
      </w:r>
      <w:r>
        <w:rPr>
          <w:rFonts w:hint="eastAsia"/>
          <w:rtl/>
        </w:rPr>
        <w:t>بتوانم</w:t>
      </w:r>
      <w:r>
        <w:rPr>
          <w:rtl/>
        </w:rPr>
        <w:t xml:space="preserve"> نورانيت اسلام عزيز را به تشنگان حقيقت برسانم و در نقاط بد آب و هواى كشور از سيستان و بلوچستان تا كرمان و برازجان و بوشهر تا استهبان و مباركه و نقاط ديگر وظيفه خويش را تا آنجا كه توان بود انجام دادم اميدوارم كه با كرم خويش بپذيرند.</w:t>
      </w:r>
    </w:p>
    <w:p w:rsidR="00827620" w:rsidRDefault="00827620" w:rsidP="00827620">
      <w:pPr>
        <w:pStyle w:val="libNormal"/>
        <w:rPr>
          <w:rtl/>
        </w:rPr>
      </w:pPr>
      <w:r>
        <w:rPr>
          <w:rFonts w:hint="eastAsia"/>
          <w:rtl/>
        </w:rPr>
        <w:t>در</w:t>
      </w:r>
      <w:r>
        <w:rPr>
          <w:rtl/>
        </w:rPr>
        <w:t xml:space="preserve"> ادامه آن سياست كلى و حديث نبوى ثقلين كه تمسك به قرآن و عترت را تنها راه گمراه نشدن مى داند، يكى از شيوه هايم در ترويج مكتب اهل بيت </w:t>
      </w:r>
      <w:r>
        <w:rPr>
          <w:rtl/>
        </w:rPr>
        <w:lastRenderedPageBreak/>
        <w:t xml:space="preserve">استفاده از سخنان خودشان و رساندن سخن اسلام را از زبان عالمان حقيقى يعنى امامان معصوم </w:t>
      </w:r>
      <w:r w:rsidR="00196907" w:rsidRPr="00196907">
        <w:rPr>
          <w:rStyle w:val="libAlaemChar"/>
          <w:rtl/>
        </w:rPr>
        <w:t xml:space="preserve">عليهم‌السلام </w:t>
      </w:r>
      <w:r>
        <w:rPr>
          <w:rtl/>
        </w:rPr>
        <w:t>به گوش مردم بود.</w:t>
      </w:r>
    </w:p>
    <w:p w:rsidR="00827620" w:rsidRDefault="00827620" w:rsidP="00827620">
      <w:pPr>
        <w:pStyle w:val="libNormal"/>
        <w:rPr>
          <w:rtl/>
        </w:rPr>
      </w:pPr>
      <w:r>
        <w:rPr>
          <w:rFonts w:hint="eastAsia"/>
          <w:rtl/>
        </w:rPr>
        <w:t>كتاب</w:t>
      </w:r>
      <w:r>
        <w:rPr>
          <w:rtl/>
        </w:rPr>
        <w:t xml:space="preserve"> حاضر محتوى ٥٠٠ حديث از سخنان مولا على </w:t>
      </w:r>
      <w:r w:rsidR="00196907" w:rsidRPr="00196907">
        <w:rPr>
          <w:rStyle w:val="libAlaemChar"/>
          <w:rtl/>
        </w:rPr>
        <w:t xml:space="preserve">عليه‌السلام </w:t>
      </w:r>
      <w:r>
        <w:rPr>
          <w:rtl/>
        </w:rPr>
        <w:t>است كه در موضوعات بسيار متنوع زندگى سياسى ، فرهنگى ، اخلاقى ، اجتماعى ، اقتصادى ، جمع آورى و بصورت گفتگو و سوال و جواب مطرح شده تا بهتر در ذهن خواننده جاى گيرد.</w:t>
      </w:r>
    </w:p>
    <w:p w:rsidR="00827620" w:rsidRDefault="00827620" w:rsidP="00827620">
      <w:pPr>
        <w:pStyle w:val="libNormal"/>
        <w:rPr>
          <w:rtl/>
        </w:rPr>
      </w:pPr>
      <w:r>
        <w:rPr>
          <w:rFonts w:hint="eastAsia"/>
          <w:rtl/>
        </w:rPr>
        <w:t>اميدوارم</w:t>
      </w:r>
      <w:r>
        <w:rPr>
          <w:rtl/>
        </w:rPr>
        <w:t xml:space="preserve"> اين هديه را بپذيرد و ما را در زمره مورخين مكتبش قبول فرمايد.</w:t>
      </w:r>
    </w:p>
    <w:p w:rsidR="00827620" w:rsidRDefault="00827620" w:rsidP="00827620">
      <w:pPr>
        <w:pStyle w:val="libNormal"/>
        <w:rPr>
          <w:rtl/>
        </w:rPr>
      </w:pPr>
      <w:r>
        <w:rPr>
          <w:rFonts w:hint="eastAsia"/>
          <w:rtl/>
        </w:rPr>
        <w:t>والسلام</w:t>
      </w:r>
      <w:r>
        <w:rPr>
          <w:rtl/>
        </w:rPr>
        <w:t xml:space="preserve"> - ملتمس دعا</w:t>
      </w:r>
    </w:p>
    <w:p w:rsidR="00827620" w:rsidRDefault="00827620" w:rsidP="00827620">
      <w:pPr>
        <w:pStyle w:val="libNormal"/>
        <w:rPr>
          <w:rtl/>
        </w:rPr>
      </w:pPr>
      <w:r>
        <w:rPr>
          <w:rFonts w:hint="eastAsia"/>
          <w:rtl/>
        </w:rPr>
        <w:t>عباس</w:t>
      </w:r>
      <w:r>
        <w:rPr>
          <w:rtl/>
        </w:rPr>
        <w:t xml:space="preserve"> رحيمى امام جمعه مباركه</w:t>
      </w:r>
    </w:p>
    <w:p w:rsidR="00827620" w:rsidRDefault="00196907" w:rsidP="00827620">
      <w:pPr>
        <w:pStyle w:val="libNormal"/>
        <w:rPr>
          <w:rtl/>
        </w:rPr>
      </w:pPr>
      <w:r>
        <w:rPr>
          <w:rtl/>
        </w:rPr>
        <w:br w:type="page"/>
      </w:r>
    </w:p>
    <w:p w:rsidR="00827620" w:rsidRDefault="00827620" w:rsidP="00196907">
      <w:pPr>
        <w:pStyle w:val="Heading1"/>
        <w:rPr>
          <w:rtl/>
        </w:rPr>
      </w:pPr>
      <w:bookmarkStart w:id="2" w:name="_Toc479592295"/>
      <w:bookmarkStart w:id="3" w:name="_Toc479592416"/>
      <w:r>
        <w:rPr>
          <w:rFonts w:hint="eastAsia"/>
          <w:rtl/>
        </w:rPr>
        <w:t>در</w:t>
      </w:r>
      <w:r>
        <w:rPr>
          <w:rtl/>
        </w:rPr>
        <w:t xml:space="preserve"> محضر اميرالمومنين </w:t>
      </w:r>
      <w:r w:rsidR="00196907" w:rsidRPr="00196907">
        <w:rPr>
          <w:rStyle w:val="libAlaemChar"/>
          <w:rtl/>
        </w:rPr>
        <w:t>عليه‌السلام</w:t>
      </w:r>
      <w:bookmarkEnd w:id="2"/>
      <w:bookmarkEnd w:id="3"/>
      <w:r w:rsidR="00196907" w:rsidRPr="00196907">
        <w:rPr>
          <w:rStyle w:val="libAlaemChar"/>
          <w:rtl/>
        </w:rPr>
        <w:t xml:space="preserve"> </w:t>
      </w:r>
    </w:p>
    <w:p w:rsidR="00827620" w:rsidRDefault="00827620" w:rsidP="00827620">
      <w:pPr>
        <w:pStyle w:val="libNormal"/>
        <w:rPr>
          <w:rtl/>
        </w:rPr>
      </w:pPr>
      <w:r>
        <w:rPr>
          <w:rFonts w:hint="eastAsia"/>
          <w:rtl/>
        </w:rPr>
        <w:t>نياز</w:t>
      </w:r>
      <w:r>
        <w:rPr>
          <w:rtl/>
        </w:rPr>
        <w:t xml:space="preserve"> بشر به مسائل اخلاقى ، اجتماعى ، سياسى ، فرهنگى ، آداب معاشرت ، روابط اجتماعى و غيره بيش از حدى است كه بتوان بيان كرد.</w:t>
      </w:r>
    </w:p>
    <w:p w:rsidR="00827620" w:rsidRDefault="00827620" w:rsidP="00827620">
      <w:pPr>
        <w:pStyle w:val="libNormal"/>
        <w:rPr>
          <w:rtl/>
        </w:rPr>
      </w:pPr>
      <w:r>
        <w:rPr>
          <w:rFonts w:hint="eastAsia"/>
          <w:rtl/>
        </w:rPr>
        <w:t>بشر</w:t>
      </w:r>
      <w:r>
        <w:rPr>
          <w:rtl/>
        </w:rPr>
        <w:t xml:space="preserve"> محتاج معارف اسلام است . بشر گمشده اى دارد كه دائم به دنبال جستجوى آنهاست و هر چه مى جويد كمتر مى يابد. چون از اهلش ‍ نمى جويد و به بيراهه مى رود. به خصوص جوانان عزيز كه ذهنى سرشار از تفكرات ، سوالات و چراها و در عين حال قلبى مملو از صفا، صميميت و احساس</w:t>
      </w:r>
      <w:r>
        <w:rPr>
          <w:rFonts w:hint="eastAsia"/>
          <w:rtl/>
        </w:rPr>
        <w:t>ات</w:t>
      </w:r>
      <w:r>
        <w:rPr>
          <w:rtl/>
        </w:rPr>
        <w:t xml:space="preserve"> پاك دارند. معمولا در دنيا موسوم است براى رفع مجهولات و يافتن پاسخ سوالات به بزرگان و دانشمندان مراجعه مى كنند و بصورت مصاحبه پاسخ خود را مى يابند.</w:t>
      </w:r>
    </w:p>
    <w:p w:rsidR="00827620" w:rsidRDefault="00827620" w:rsidP="00827620">
      <w:pPr>
        <w:pStyle w:val="libNormal"/>
        <w:rPr>
          <w:rtl/>
        </w:rPr>
      </w:pPr>
      <w:r>
        <w:rPr>
          <w:rFonts w:hint="eastAsia"/>
          <w:rtl/>
        </w:rPr>
        <w:t>ما</w:t>
      </w:r>
      <w:r>
        <w:rPr>
          <w:rtl/>
        </w:rPr>
        <w:t xml:space="preserve"> نيز بر آن شديم تا از طريق مصاحبه به پاسخ پرسشهاى خود برسيم ، اما از چه كس بپرسيم كه داناى بر همه سوالاتمان باشد و پاسخ درست را به ما بگويد و از هر چه پرسش نمائيم او نيز پاسخمان گويد؟</w:t>
      </w:r>
    </w:p>
    <w:p w:rsidR="00827620" w:rsidRDefault="00827620" w:rsidP="00827620">
      <w:pPr>
        <w:pStyle w:val="libNormal"/>
        <w:rPr>
          <w:rtl/>
        </w:rPr>
      </w:pPr>
      <w:r>
        <w:rPr>
          <w:rFonts w:hint="eastAsia"/>
          <w:rtl/>
        </w:rPr>
        <w:t>گفتم</w:t>
      </w:r>
      <w:r>
        <w:rPr>
          <w:rtl/>
        </w:rPr>
        <w:t xml:space="preserve"> بروم نزد كسى كه معدن علم و فضل است واحدى در عالم به فضل و كمال او نرسيدم و نخواهد رسيد (به جز پيامبر </w:t>
      </w:r>
      <w:r w:rsidR="00196907" w:rsidRPr="00196907">
        <w:rPr>
          <w:rStyle w:val="libAlaemChar"/>
          <w:rtl/>
        </w:rPr>
        <w:t>صلى‌الله‌عليه‌وآله</w:t>
      </w:r>
      <w:r>
        <w:rPr>
          <w:rtl/>
        </w:rPr>
        <w:t xml:space="preserve">) كسى كه باب علم پيامبر </w:t>
      </w:r>
      <w:r w:rsidR="00196907" w:rsidRPr="00196907">
        <w:rPr>
          <w:rStyle w:val="libAlaemChar"/>
          <w:rtl/>
        </w:rPr>
        <w:t>صلى‌الله‌عليه‌وآله</w:t>
      </w:r>
      <w:r>
        <w:rPr>
          <w:rtl/>
        </w:rPr>
        <w:t xml:space="preserve"> و گوينده سلونى قبل ان تفقدونى است ، يعنى مولا على </w:t>
      </w:r>
      <w:r w:rsidR="00196907" w:rsidRPr="00196907">
        <w:rPr>
          <w:rStyle w:val="libAlaemChar"/>
          <w:rtl/>
        </w:rPr>
        <w:t xml:space="preserve">عليه‌السلام </w:t>
      </w:r>
      <w:r>
        <w:rPr>
          <w:rtl/>
        </w:rPr>
        <w:t>لذا در پيشگاه با عظمتش زا</w:t>
      </w:r>
      <w:r>
        <w:rPr>
          <w:rFonts w:hint="eastAsia"/>
          <w:rtl/>
        </w:rPr>
        <w:t>نو</w:t>
      </w:r>
      <w:r>
        <w:rPr>
          <w:rtl/>
        </w:rPr>
        <w:t xml:space="preserve"> زدم و با حال خضوع پرسيدم و او پاسخ گفت اينك بخشى از مصاحبه خود با اميرالمومنين </w:t>
      </w:r>
      <w:r w:rsidR="00196907" w:rsidRPr="00196907">
        <w:rPr>
          <w:rStyle w:val="libAlaemChar"/>
          <w:rtl/>
        </w:rPr>
        <w:t xml:space="preserve">عليه‌السلام </w:t>
      </w:r>
      <w:r>
        <w:rPr>
          <w:rtl/>
        </w:rPr>
        <w:t xml:space="preserve">را براى استفاده در اختيار شما قرار مى دهيم اميد است مورد رضايت خداوند و مولاى متقيان </w:t>
      </w:r>
      <w:r w:rsidR="00196907" w:rsidRPr="00196907">
        <w:rPr>
          <w:rStyle w:val="libAlaemChar"/>
          <w:rtl/>
        </w:rPr>
        <w:t xml:space="preserve">عليه‌السلام </w:t>
      </w:r>
      <w:r>
        <w:rPr>
          <w:rtl/>
        </w:rPr>
        <w:t>قرار گيرد.</w:t>
      </w:r>
    </w:p>
    <w:p w:rsidR="00827620" w:rsidRDefault="00196907" w:rsidP="00827620">
      <w:pPr>
        <w:pStyle w:val="libNormal"/>
        <w:rPr>
          <w:rtl/>
        </w:rPr>
      </w:pPr>
      <w:r>
        <w:rPr>
          <w:rtl/>
        </w:rPr>
        <w:br w:type="page"/>
      </w:r>
    </w:p>
    <w:p w:rsidR="00827620" w:rsidRDefault="00827620" w:rsidP="00196907">
      <w:pPr>
        <w:pStyle w:val="Heading1"/>
        <w:rPr>
          <w:rtl/>
        </w:rPr>
      </w:pPr>
      <w:bookmarkStart w:id="4" w:name="_Toc479592296"/>
      <w:bookmarkStart w:id="5" w:name="_Toc479592417"/>
      <w:r>
        <w:rPr>
          <w:rFonts w:hint="eastAsia"/>
          <w:rtl/>
        </w:rPr>
        <w:t>بدترين</w:t>
      </w:r>
      <w:r>
        <w:rPr>
          <w:rtl/>
        </w:rPr>
        <w:t xml:space="preserve"> دشمنان</w:t>
      </w:r>
      <w:bookmarkEnd w:id="4"/>
      <w:bookmarkEnd w:id="5"/>
    </w:p>
    <w:p w:rsidR="00827620" w:rsidRDefault="00827620" w:rsidP="00827620">
      <w:pPr>
        <w:pStyle w:val="libNormal"/>
        <w:rPr>
          <w:rtl/>
        </w:rPr>
      </w:pPr>
      <w:r>
        <w:rPr>
          <w:rtl/>
        </w:rPr>
        <w:t>١ - پرسيدم مولاى من ! به عنوان اولين سوال بفرمائيد. بدترين دشمنان آدمى چه كسى است ؟</w:t>
      </w:r>
    </w:p>
    <w:p w:rsidR="00827620" w:rsidRDefault="00827620" w:rsidP="00827620">
      <w:pPr>
        <w:pStyle w:val="libNormal"/>
        <w:rPr>
          <w:rtl/>
        </w:rPr>
      </w:pPr>
      <w:r>
        <w:rPr>
          <w:rFonts w:hint="eastAsia"/>
          <w:rtl/>
        </w:rPr>
        <w:t>قال</w:t>
      </w:r>
      <w:r>
        <w:rPr>
          <w:rtl/>
        </w:rPr>
        <w:t xml:space="preserve"> على </w:t>
      </w:r>
      <w:r w:rsidR="00196907" w:rsidRPr="00196907">
        <w:rPr>
          <w:rStyle w:val="libAlaemChar"/>
          <w:rtl/>
        </w:rPr>
        <w:t xml:space="preserve">عليه‌السلام </w:t>
      </w:r>
      <w:r>
        <w:rPr>
          <w:rtl/>
        </w:rPr>
        <w:t>: اعدا عدو المرء غضبه و شهوته فمن ملكهما عظمت درجته و بلغ غايته .</w:t>
      </w:r>
    </w:p>
    <w:p w:rsidR="00827620" w:rsidRDefault="00827620" w:rsidP="00827620">
      <w:pPr>
        <w:pStyle w:val="libNormal"/>
        <w:rPr>
          <w:rtl/>
        </w:rPr>
      </w:pPr>
      <w:r>
        <w:rPr>
          <w:rFonts w:hint="eastAsia"/>
          <w:rtl/>
        </w:rPr>
        <w:t>در</w:t>
      </w:r>
      <w:r>
        <w:rPr>
          <w:rtl/>
        </w:rPr>
        <w:t xml:space="preserve"> پاسخ فرمودند دشمن ترين دشمنان انسان ، خشم و شهوت او است كه اگر بر اين دو پيروز شود و آنها را در اختيار خود گيرد مقام و منزلتش بزرگ گردد و به مراد خويش برسد.</w:t>
      </w:r>
    </w:p>
    <w:p w:rsidR="00827620" w:rsidRDefault="00827620" w:rsidP="00827620">
      <w:pPr>
        <w:pStyle w:val="libNormal"/>
        <w:rPr>
          <w:rtl/>
        </w:rPr>
      </w:pPr>
      <w:r>
        <w:rPr>
          <w:rtl/>
        </w:rPr>
        <w:t>٢ - پرسيدم سرورم ، آيا دشمن ديگرى نيز وجود دارد كه انسان مراقب او باشد؟</w:t>
      </w:r>
    </w:p>
    <w:p w:rsidR="00827620" w:rsidRDefault="00827620" w:rsidP="00827620">
      <w:pPr>
        <w:pStyle w:val="libNormal"/>
        <w:rPr>
          <w:rtl/>
        </w:rPr>
      </w:pPr>
      <w:r>
        <w:rPr>
          <w:rFonts w:hint="eastAsia"/>
          <w:rtl/>
        </w:rPr>
        <w:t>فرمودند</w:t>
      </w:r>
      <w:r>
        <w:rPr>
          <w:rtl/>
        </w:rPr>
        <w:t>: بله ، دشمن خطرناكى كه اگر مواظب او نباشى نابودت مى كند.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هواك اعدا عليك من كل عدو فاغلبه و الا اهلكك . </w:t>
      </w:r>
      <w:r w:rsidRPr="00196907">
        <w:rPr>
          <w:rStyle w:val="libFootnotenumChar"/>
          <w:rtl/>
        </w:rPr>
        <w:t>(١)</w:t>
      </w:r>
    </w:p>
    <w:p w:rsidR="00827620" w:rsidRDefault="00827620" w:rsidP="00827620">
      <w:pPr>
        <w:pStyle w:val="libNormal"/>
        <w:rPr>
          <w:rtl/>
        </w:rPr>
      </w:pPr>
      <w:r>
        <w:rPr>
          <w:rFonts w:hint="eastAsia"/>
          <w:rtl/>
        </w:rPr>
        <w:t>حضرت</w:t>
      </w:r>
      <w:r>
        <w:rPr>
          <w:rtl/>
        </w:rPr>
        <w:t xml:space="preserve"> فرمودند: هواى نفس تو از هر دشمنى خطرناكتر است ، سعى كن حتما بر او غالب شوى وگرنه ترا به هلاكت مى رساند. (زيرا منشاء فتنه ها، فسادها، ظلمها، غيبت كردنها، تهمت زدنها، آبروريزيها، جناح بنديها، جنگها، قتلها، اختلافها، همه اينها هواى نفس و خواهشها و تمايلا</w:t>
      </w:r>
      <w:r>
        <w:rPr>
          <w:rFonts w:hint="eastAsia"/>
          <w:rtl/>
        </w:rPr>
        <w:t>ت</w:t>
      </w:r>
      <w:r>
        <w:rPr>
          <w:rtl/>
        </w:rPr>
        <w:t xml:space="preserve"> نفسانى است و لذا مبارزه با همچو دشمنى بر همه لازم است و لحظه اى نبايد از او غافل شد.)</w:t>
      </w:r>
    </w:p>
    <w:p w:rsidR="00827620" w:rsidRDefault="00827620" w:rsidP="00827620">
      <w:pPr>
        <w:pStyle w:val="libNormal"/>
        <w:rPr>
          <w:rtl/>
        </w:rPr>
      </w:pPr>
      <w:r>
        <w:rPr>
          <w:rtl/>
        </w:rPr>
        <w:t>٣ - پرسيدم : مولاى من بفرماييد نشانه دشمنان برونى چيست و چگونه بايد آنها را شناخت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من لا يمال فهو عدوك .</w:t>
      </w:r>
    </w:p>
    <w:p w:rsidR="00827620" w:rsidRDefault="00827620" w:rsidP="00827620">
      <w:pPr>
        <w:pStyle w:val="libNormal"/>
        <w:rPr>
          <w:rtl/>
        </w:rPr>
      </w:pPr>
      <w:r>
        <w:rPr>
          <w:rFonts w:hint="eastAsia"/>
          <w:rtl/>
        </w:rPr>
        <w:t>كسى</w:t>
      </w:r>
      <w:r>
        <w:rPr>
          <w:rtl/>
        </w:rPr>
        <w:t xml:space="preserve"> كه نسبت به تو و خوشبختى تو بى تفاوت است ؛ او دشمن تو است .</w:t>
      </w:r>
    </w:p>
    <w:p w:rsidR="00827620" w:rsidRDefault="00827620" w:rsidP="00827620">
      <w:pPr>
        <w:pStyle w:val="libNormal"/>
        <w:rPr>
          <w:rtl/>
        </w:rPr>
      </w:pPr>
      <w:r>
        <w:rPr>
          <w:rtl/>
        </w:rPr>
        <w:lastRenderedPageBreak/>
        <w:t>٤ - پرسيدم : نشانه ديگرى بيان فرماييد.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من ساتر غيبك و عابك فى عيبك فهو العدو فاحذره .</w:t>
      </w:r>
      <w:r w:rsidRPr="00196907">
        <w:rPr>
          <w:rStyle w:val="libFootnotenumChar"/>
          <w:rtl/>
        </w:rPr>
        <w:t xml:space="preserve"> (٢)</w:t>
      </w:r>
    </w:p>
    <w:p w:rsidR="00827620" w:rsidRDefault="00827620" w:rsidP="00827620">
      <w:pPr>
        <w:pStyle w:val="libNormal"/>
        <w:rPr>
          <w:rtl/>
        </w:rPr>
      </w:pPr>
      <w:r>
        <w:rPr>
          <w:rFonts w:hint="eastAsia"/>
          <w:rtl/>
        </w:rPr>
        <w:t>حضرت</w:t>
      </w:r>
      <w:r>
        <w:rPr>
          <w:rtl/>
        </w:rPr>
        <w:t xml:space="preserve"> فرمود: هر كه عيب تو را از تو پوشاند و در غيابت ، غيبت تو را بگويد او دشمن است از او پرهيز كن .</w:t>
      </w:r>
    </w:p>
    <w:p w:rsidR="00827620" w:rsidRDefault="00827620" w:rsidP="00827620">
      <w:pPr>
        <w:pStyle w:val="libNormal"/>
        <w:rPr>
          <w:rtl/>
        </w:rPr>
      </w:pPr>
      <w:r>
        <w:rPr>
          <w:rtl/>
        </w:rPr>
        <w:t>٥ - پرسيدم : اصولا دشمنى كردن با مردم كار درستى است ؟</w:t>
      </w:r>
    </w:p>
    <w:p w:rsidR="00827620" w:rsidRDefault="00827620" w:rsidP="00827620">
      <w:pPr>
        <w:pStyle w:val="libNormal"/>
        <w:rPr>
          <w:rtl/>
        </w:rPr>
      </w:pPr>
      <w:r>
        <w:rPr>
          <w:rFonts w:hint="eastAsia"/>
          <w:rtl/>
        </w:rPr>
        <w:t>فرمود</w:t>
      </w:r>
      <w:r>
        <w:rPr>
          <w:rtl/>
        </w:rPr>
        <w:t xml:space="preserve">: من عادى الناس استثمر الندامه . </w:t>
      </w:r>
      <w:r w:rsidRPr="00196907">
        <w:rPr>
          <w:rStyle w:val="libFootnotenumChar"/>
          <w:rtl/>
        </w:rPr>
        <w:t>(٣)</w:t>
      </w:r>
    </w:p>
    <w:p w:rsidR="00827620" w:rsidRDefault="00827620" w:rsidP="00196907">
      <w:pPr>
        <w:pStyle w:val="libNormal"/>
        <w:rPr>
          <w:rtl/>
        </w:rPr>
      </w:pPr>
      <w:r>
        <w:rPr>
          <w:rtl/>
        </w:rPr>
        <w:t>(هرگز دشمنى كردن ، به سود انسان نخواهد بود و انسان تا مى تواند نبايد با مردم دشمنى كند زيرا):</w:t>
      </w:r>
      <w:r w:rsidR="00196907">
        <w:rPr>
          <w:rFonts w:hint="eastAsia"/>
          <w:rtl/>
        </w:rPr>
        <w:t xml:space="preserve"> </w:t>
      </w:r>
      <w:r>
        <w:rPr>
          <w:rFonts w:hint="eastAsia"/>
          <w:rtl/>
        </w:rPr>
        <w:t>هر</w:t>
      </w:r>
      <w:r>
        <w:rPr>
          <w:rtl/>
        </w:rPr>
        <w:t xml:space="preserve"> كه با مردم دشمنى كند، ميوه دشمنى خواهد چيد (غررالحكم)</w:t>
      </w:r>
    </w:p>
    <w:p w:rsidR="00827620" w:rsidRDefault="00827620" w:rsidP="00827620">
      <w:pPr>
        <w:pStyle w:val="libNormal"/>
        <w:rPr>
          <w:rtl/>
        </w:rPr>
      </w:pPr>
      <w:r>
        <w:rPr>
          <w:rtl/>
        </w:rPr>
        <w:t>٦ - گفتم با دشمن چگونه بايد برخورد كرد؟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استصلح عدوه زاد فى عدده . </w:t>
      </w:r>
      <w:r w:rsidRPr="00196907">
        <w:rPr>
          <w:rStyle w:val="libFootnotenumChar"/>
          <w:rtl/>
        </w:rPr>
        <w:t>(٤)</w:t>
      </w:r>
    </w:p>
    <w:p w:rsidR="00827620" w:rsidRDefault="00827620" w:rsidP="00827620">
      <w:pPr>
        <w:pStyle w:val="libNormal"/>
        <w:rPr>
          <w:rtl/>
        </w:rPr>
      </w:pPr>
      <w:r>
        <w:rPr>
          <w:rFonts w:hint="eastAsia"/>
          <w:rtl/>
        </w:rPr>
        <w:t>حضرت</w:t>
      </w:r>
      <w:r>
        <w:rPr>
          <w:rtl/>
        </w:rPr>
        <w:t xml:space="preserve"> پاسخ داد در صدد اصلاح و ساختن او باش زيرا هر كه دشمن خود را اصلاح نمايد بر عده و نيروى خود افزوده است .</w:t>
      </w:r>
    </w:p>
    <w:p w:rsidR="00827620" w:rsidRDefault="00827620" w:rsidP="00827620">
      <w:pPr>
        <w:pStyle w:val="libNormal"/>
        <w:rPr>
          <w:rtl/>
        </w:rPr>
      </w:pPr>
      <w:r>
        <w:rPr>
          <w:rtl/>
        </w:rPr>
        <w:t>٧ - گفتم : چگونه دشمن را اصلاح كنم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الاستصلاح للاعداء بحسن الفقال و جميل الافعال اهون من مغالبتهم بمضيض القتال .</w:t>
      </w:r>
    </w:p>
    <w:p w:rsidR="00827620" w:rsidRDefault="00827620" w:rsidP="00827620">
      <w:pPr>
        <w:pStyle w:val="libNormal"/>
        <w:rPr>
          <w:rtl/>
        </w:rPr>
      </w:pPr>
      <w:r>
        <w:rPr>
          <w:rFonts w:hint="eastAsia"/>
          <w:rtl/>
        </w:rPr>
        <w:t>حضرت</w:t>
      </w:r>
      <w:r>
        <w:rPr>
          <w:rtl/>
        </w:rPr>
        <w:t xml:space="preserve"> فرمود بصلاح آوردن دشمنان با نيكى گفتار و زيبايى كردار (است كه اين) بهتر و آسان تر است از برخورد با آنها و يا غلبه بر آنها با درد و مصيبت جنگ .</w:t>
      </w:r>
    </w:p>
    <w:p w:rsidR="00827620" w:rsidRDefault="00827620" w:rsidP="00827620">
      <w:pPr>
        <w:pStyle w:val="libNormal"/>
        <w:rPr>
          <w:rtl/>
        </w:rPr>
      </w:pPr>
      <w:r>
        <w:rPr>
          <w:rtl/>
        </w:rPr>
        <w:t>٨ - گفتم : آيا مى شود به دشمن اطمينان كرد؟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لا تامن عدوا و ان شكر.</w:t>
      </w:r>
    </w:p>
    <w:p w:rsidR="00827620" w:rsidRDefault="00827620" w:rsidP="00827620">
      <w:pPr>
        <w:pStyle w:val="libNormal"/>
        <w:rPr>
          <w:rtl/>
        </w:rPr>
      </w:pPr>
      <w:r>
        <w:rPr>
          <w:rFonts w:hint="eastAsia"/>
          <w:rtl/>
        </w:rPr>
        <w:lastRenderedPageBreak/>
        <w:t>آقا</w:t>
      </w:r>
      <w:r>
        <w:rPr>
          <w:rtl/>
        </w:rPr>
        <w:t xml:space="preserve"> فرمودند: هرگز به دشمن اعتماد مكن هر چند اظهار دوستى و سپاسگزارى كند.</w:t>
      </w:r>
    </w:p>
    <w:p w:rsidR="00827620" w:rsidRDefault="00827620" w:rsidP="00827620">
      <w:pPr>
        <w:pStyle w:val="libNormal"/>
        <w:rPr>
          <w:rtl/>
        </w:rPr>
      </w:pPr>
      <w:r>
        <w:rPr>
          <w:rtl/>
        </w:rPr>
        <w:t>٩ - پرسيدم : سرورم اگر دشمن ضعيف بود چه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لا مستصغرن عدوا و ان ضعف .</w:t>
      </w:r>
    </w:p>
    <w:p w:rsidR="00827620" w:rsidRDefault="00827620" w:rsidP="00827620">
      <w:pPr>
        <w:pStyle w:val="libNormal"/>
        <w:rPr>
          <w:rtl/>
        </w:rPr>
      </w:pPr>
      <w:r>
        <w:rPr>
          <w:rFonts w:hint="eastAsia"/>
          <w:rtl/>
        </w:rPr>
        <w:t>فرمودند</w:t>
      </w:r>
      <w:r>
        <w:rPr>
          <w:rtl/>
        </w:rPr>
        <w:t>: هيچ دشمنى را كوچك مشمار هر چند ضعيف و ناتوان باشد.</w:t>
      </w:r>
    </w:p>
    <w:p w:rsidR="00827620" w:rsidRDefault="002E51D5" w:rsidP="00827620">
      <w:pPr>
        <w:pStyle w:val="libNormal"/>
        <w:rPr>
          <w:rtl/>
        </w:rPr>
      </w:pPr>
      <w:r>
        <w:rPr>
          <w:rtl/>
        </w:rPr>
        <w:br w:type="page"/>
      </w:r>
    </w:p>
    <w:p w:rsidR="00827620" w:rsidRDefault="00827620" w:rsidP="002E51D5">
      <w:pPr>
        <w:pStyle w:val="Heading1"/>
        <w:rPr>
          <w:rtl/>
        </w:rPr>
      </w:pPr>
      <w:bookmarkStart w:id="6" w:name="_Toc479592297"/>
      <w:bookmarkStart w:id="7" w:name="_Toc479592418"/>
      <w:r>
        <w:rPr>
          <w:rFonts w:hint="eastAsia"/>
          <w:rtl/>
        </w:rPr>
        <w:t>تعصبهاى</w:t>
      </w:r>
      <w:r>
        <w:rPr>
          <w:rtl/>
        </w:rPr>
        <w:t xml:space="preserve"> نابجا</w:t>
      </w:r>
      <w:bookmarkEnd w:id="6"/>
      <w:bookmarkEnd w:id="7"/>
    </w:p>
    <w:p w:rsidR="00827620" w:rsidRDefault="00827620" w:rsidP="00827620">
      <w:pPr>
        <w:pStyle w:val="libNormal"/>
        <w:rPr>
          <w:rtl/>
        </w:rPr>
      </w:pPr>
      <w:r>
        <w:rPr>
          <w:rtl/>
        </w:rPr>
        <w:t>١٠ - پرسيدم مولاى من نظر شما درباره تعصب</w:t>
      </w:r>
      <w:r w:rsidR="002E51D5">
        <w:t xml:space="preserve"> </w:t>
      </w:r>
      <w:r>
        <w:rPr>
          <w:rtl/>
        </w:rPr>
        <w:t>هاى نابجا چيست ؟</w:t>
      </w:r>
    </w:p>
    <w:p w:rsidR="00827620" w:rsidRDefault="00827620" w:rsidP="00827620">
      <w:pPr>
        <w:pStyle w:val="libNormal"/>
        <w:rPr>
          <w:rtl/>
        </w:rPr>
      </w:pPr>
      <w:r>
        <w:rPr>
          <w:rFonts w:hint="eastAsia"/>
          <w:rtl/>
        </w:rPr>
        <w:t>يعنى</w:t>
      </w:r>
      <w:r>
        <w:rPr>
          <w:rtl/>
        </w:rPr>
        <w:t xml:space="preserve"> اينكه فردى يا گروهى از فرد ديگر يا گروه خود يا فاميل و طايفه خود يا حزب و جناح خود طرفدارى بدون قيد و شرط مى كند. هر چند آنها باطل باشند يا باطل بگويند؛ ولى چون حزب او مى گويد يا گروه و جناح او مى گويد طرفدارى مى كند و جناح خود را حق و ديگران را باطل </w:t>
      </w:r>
      <w:r>
        <w:rPr>
          <w:rFonts w:hint="eastAsia"/>
          <w:rtl/>
        </w:rPr>
        <w:t>مى</w:t>
      </w:r>
      <w:r>
        <w:rPr>
          <w:rtl/>
        </w:rPr>
        <w:t xml:space="preserve"> داند!</w:t>
      </w:r>
    </w:p>
    <w:p w:rsidR="00827620" w:rsidRDefault="00827620" w:rsidP="00827620">
      <w:pPr>
        <w:pStyle w:val="libNormal"/>
        <w:rPr>
          <w:rtl/>
        </w:rPr>
      </w:pPr>
      <w:r>
        <w:rPr>
          <w:rFonts w:hint="eastAsia"/>
          <w:rtl/>
        </w:rPr>
        <w:t>آيا</w:t>
      </w:r>
      <w:r>
        <w:rPr>
          <w:rtl/>
        </w:rPr>
        <w:t xml:space="preserve"> اين تعصب و حمايت و طرفدارى بى جا، درست است يا نادرست ؟</w:t>
      </w:r>
    </w:p>
    <w:p w:rsidR="00827620" w:rsidRDefault="00827620" w:rsidP="00827620">
      <w:pPr>
        <w:pStyle w:val="libNormal"/>
        <w:rPr>
          <w:rtl/>
        </w:rPr>
      </w:pPr>
      <w:r>
        <w:rPr>
          <w:rFonts w:hint="eastAsia"/>
          <w:rtl/>
        </w:rPr>
        <w:t>حضرت</w:t>
      </w:r>
      <w:r>
        <w:rPr>
          <w:rtl/>
        </w:rPr>
        <w:t xml:space="preserve"> ضمن رد تعصبهاى بى جا فرمودند: اول كسى كه تعصب ورزيد شيطان بود.</w:t>
      </w:r>
    </w:p>
    <w:p w:rsidR="00827620" w:rsidRDefault="00827620" w:rsidP="00827620">
      <w:pPr>
        <w:pStyle w:val="libNormal"/>
        <w:rPr>
          <w:rtl/>
        </w:rPr>
      </w:pPr>
      <w:r>
        <w:rPr>
          <w:rFonts w:hint="eastAsia"/>
          <w:rtl/>
        </w:rPr>
        <w:t>فافتضر</w:t>
      </w:r>
      <w:r>
        <w:rPr>
          <w:rtl/>
        </w:rPr>
        <w:t xml:space="preserve"> على آدم بخلقه و تعصب عليه لاصله فعدو الله امام المتعصبين و سلف المستكبرين الذى وضع اساس العصبيه ... </w:t>
      </w:r>
      <w:r w:rsidRPr="002E51D5">
        <w:rPr>
          <w:rStyle w:val="libFootnotenumChar"/>
          <w:rtl/>
        </w:rPr>
        <w:t>(٥)</w:t>
      </w:r>
    </w:p>
    <w:p w:rsidR="00827620" w:rsidRDefault="00827620" w:rsidP="00827620">
      <w:pPr>
        <w:pStyle w:val="libNormal"/>
        <w:rPr>
          <w:rtl/>
        </w:rPr>
      </w:pPr>
      <w:r>
        <w:rPr>
          <w:rFonts w:hint="eastAsia"/>
          <w:rtl/>
        </w:rPr>
        <w:t>شيطان</w:t>
      </w:r>
      <w:r>
        <w:rPr>
          <w:rtl/>
        </w:rPr>
        <w:t xml:space="preserve"> بر آدم افتخار نمود و خود را برتر دانست بخاطر خلقت خودش ، پس اين دشمن خدا، پيشواى اهل تعصب و سركرده مستكبرين است كه اساس تعصب غلط را او بنا نهاد. و لذا خداوند چند دسته را بخاطر چند چيز معذب خواهد ساخت ، از جمله العرب بالعصبيه . عربها را به خاطر تعصب و نازيدن به عربيت يا قبيله خود عذاب مى كند.</w:t>
      </w:r>
    </w:p>
    <w:p w:rsidR="00827620" w:rsidRDefault="00827620" w:rsidP="00827620">
      <w:pPr>
        <w:pStyle w:val="libNormal"/>
        <w:rPr>
          <w:rtl/>
        </w:rPr>
      </w:pPr>
      <w:r>
        <w:rPr>
          <w:rtl/>
        </w:rPr>
        <w:t xml:space="preserve">١١ - عرض كردم اماما! آيا پيامبر </w:t>
      </w:r>
      <w:r w:rsidR="00196907" w:rsidRPr="00196907">
        <w:rPr>
          <w:rStyle w:val="libAlaemChar"/>
          <w:rtl/>
        </w:rPr>
        <w:t>صلى‌الله‌عليه‌وآله</w:t>
      </w:r>
      <w:r>
        <w:rPr>
          <w:rtl/>
        </w:rPr>
        <w:t xml:space="preserve"> هم از تعصب نهى فرمود؟</w:t>
      </w:r>
    </w:p>
    <w:p w:rsidR="00827620" w:rsidRDefault="00827620" w:rsidP="00827620">
      <w:pPr>
        <w:pStyle w:val="libNormal"/>
        <w:rPr>
          <w:rtl/>
        </w:rPr>
      </w:pPr>
      <w:r>
        <w:rPr>
          <w:rFonts w:hint="eastAsia"/>
          <w:rtl/>
        </w:rPr>
        <w:t>فرمودند</w:t>
      </w:r>
      <w:r>
        <w:rPr>
          <w:rtl/>
        </w:rPr>
        <w:t>: بله ، نقل شده كه آن حضرت فرمودند:</w:t>
      </w:r>
    </w:p>
    <w:p w:rsidR="00827620" w:rsidRDefault="00827620" w:rsidP="00827620">
      <w:pPr>
        <w:pStyle w:val="libNormal"/>
        <w:rPr>
          <w:rtl/>
        </w:rPr>
      </w:pPr>
      <w:r>
        <w:rPr>
          <w:rFonts w:hint="eastAsia"/>
          <w:rtl/>
        </w:rPr>
        <w:t>من</w:t>
      </w:r>
      <w:r>
        <w:rPr>
          <w:rtl/>
        </w:rPr>
        <w:t xml:space="preserve"> تعصب او تعصب له فقد خلع ربق الايمان من عنقه .</w:t>
      </w:r>
    </w:p>
    <w:p w:rsidR="00827620" w:rsidRDefault="00827620" w:rsidP="00827620">
      <w:pPr>
        <w:pStyle w:val="libNormal"/>
        <w:rPr>
          <w:rtl/>
        </w:rPr>
      </w:pPr>
      <w:r>
        <w:rPr>
          <w:rFonts w:hint="eastAsia"/>
          <w:rtl/>
        </w:rPr>
        <w:t>هر</w:t>
      </w:r>
      <w:r>
        <w:rPr>
          <w:rtl/>
        </w:rPr>
        <w:t xml:space="preserve"> كه خود تعصب ورزد يا برايش تعصب ورزند رشته ايمان را از گردن خود جدا ساخته است .</w:t>
      </w:r>
    </w:p>
    <w:p w:rsidR="00827620" w:rsidRDefault="00827620" w:rsidP="00827620">
      <w:pPr>
        <w:pStyle w:val="libNormal"/>
        <w:rPr>
          <w:rtl/>
        </w:rPr>
      </w:pPr>
      <w:r>
        <w:rPr>
          <w:rFonts w:hint="eastAsia"/>
          <w:rtl/>
        </w:rPr>
        <w:lastRenderedPageBreak/>
        <w:t>و</w:t>
      </w:r>
      <w:r>
        <w:rPr>
          <w:rtl/>
        </w:rPr>
        <w:t xml:space="preserve"> نيز فرمودند: من كان فى قلبه ، حبه من خردل من عصبيه بعثه يوم القيامه مع اعراب الجاهليه .</w:t>
      </w:r>
    </w:p>
    <w:p w:rsidR="00827620" w:rsidRDefault="00827620" w:rsidP="00827620">
      <w:pPr>
        <w:pStyle w:val="libNormal"/>
        <w:rPr>
          <w:rtl/>
        </w:rPr>
      </w:pPr>
      <w:r>
        <w:rPr>
          <w:rFonts w:hint="eastAsia"/>
          <w:rtl/>
        </w:rPr>
        <w:t>هر</w:t>
      </w:r>
      <w:r>
        <w:rPr>
          <w:rtl/>
        </w:rPr>
        <w:t xml:space="preserve"> كه به اندازه دانه خردلى در دلش تعصب نابجا باشد خداوند در قيامت او را با اعراب جاهليت محشور مى كند (كه آنها خود را از همه بهتر و برتر مى دانستند).</w:t>
      </w:r>
    </w:p>
    <w:p w:rsidR="00827620" w:rsidRDefault="00827620" w:rsidP="00827620">
      <w:pPr>
        <w:pStyle w:val="libNormal"/>
        <w:rPr>
          <w:rtl/>
        </w:rPr>
      </w:pPr>
      <w:r>
        <w:rPr>
          <w:rtl/>
        </w:rPr>
        <w:t>١٢ - عرض كردم پيشواى من آيا هرگونه تعصبى حرام و زشت است ؟ نوع آن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ان كنتم لا محاله متعصبين فتعصبوا لبنصره الحق و اغاثه الملهوف .</w:t>
      </w:r>
    </w:p>
    <w:p w:rsidR="00827620" w:rsidRDefault="00827620" w:rsidP="00827620">
      <w:pPr>
        <w:pStyle w:val="libNormal"/>
        <w:rPr>
          <w:rtl/>
        </w:rPr>
      </w:pPr>
      <w:r>
        <w:rPr>
          <w:rFonts w:hint="eastAsia"/>
          <w:rtl/>
        </w:rPr>
        <w:t>اگر</w:t>
      </w:r>
      <w:r>
        <w:rPr>
          <w:rtl/>
        </w:rPr>
        <w:t xml:space="preserve"> قرار است كه به ناچار تعصب ورزيد پس بايد تعصب شما در يارى كردن حق و فريادرسى گرفتاران باشد.</w:t>
      </w:r>
    </w:p>
    <w:p w:rsidR="00827620" w:rsidRDefault="00827620" w:rsidP="00827620">
      <w:pPr>
        <w:pStyle w:val="libNormal"/>
        <w:rPr>
          <w:rtl/>
        </w:rPr>
      </w:pPr>
      <w:r>
        <w:rPr>
          <w:rtl/>
        </w:rPr>
        <w:t xml:space="preserve">١٣ - به حضرت </w:t>
      </w:r>
      <w:r w:rsidR="00196907" w:rsidRPr="00196907">
        <w:rPr>
          <w:rStyle w:val="libAlaemChar"/>
          <w:rtl/>
        </w:rPr>
        <w:t xml:space="preserve">عليه‌السلام </w:t>
      </w:r>
      <w:r>
        <w:rPr>
          <w:rtl/>
        </w:rPr>
        <w:t>عرض كردم آيا موارد ديگرى هست كه تعصب مذموم نباشد؟</w:t>
      </w:r>
    </w:p>
    <w:p w:rsidR="00827620" w:rsidRDefault="00827620" w:rsidP="00827620">
      <w:pPr>
        <w:pStyle w:val="libNormal"/>
        <w:rPr>
          <w:rtl/>
        </w:rPr>
      </w:pPr>
      <w:r>
        <w:rPr>
          <w:rFonts w:hint="eastAsia"/>
          <w:rtl/>
        </w:rPr>
        <w:t>فقال</w:t>
      </w:r>
      <w:r>
        <w:rPr>
          <w:rtl/>
        </w:rPr>
        <w:t xml:space="preserve"> : فان كان لابد من العصبيه فليكن تعصبكم لمكاره الخصال و محامد الافعال و محاسن الامور فتعصبوا الحلال المحمد من الحفظ للجوار و الوفاء بالذمام و الطاعه للبر و المعصبه للكبر و الاخذ بالفضل و الكف عن البغى و الاعظام للقتل و الانصاف للخلق و الحظم للغيظ و اجت</w:t>
      </w:r>
      <w:r>
        <w:rPr>
          <w:rFonts w:hint="eastAsia"/>
          <w:rtl/>
        </w:rPr>
        <w:t>ناب</w:t>
      </w:r>
      <w:r>
        <w:rPr>
          <w:rtl/>
        </w:rPr>
        <w:t xml:space="preserve"> الفساد فى الارض . (٦)</w:t>
      </w:r>
    </w:p>
    <w:p w:rsidR="00827620" w:rsidRDefault="00827620" w:rsidP="00827620">
      <w:pPr>
        <w:pStyle w:val="libNormal"/>
        <w:rPr>
          <w:rtl/>
        </w:rPr>
      </w:pPr>
      <w:r>
        <w:rPr>
          <w:rFonts w:hint="eastAsia"/>
          <w:rtl/>
        </w:rPr>
        <w:t>فرمودند</w:t>
      </w:r>
      <w:r>
        <w:rPr>
          <w:rtl/>
        </w:rPr>
        <w:t xml:space="preserve">: اگر بناچار بايد تعصب داشته باشيد پس در مورد صفات نيك و كارهاى پسنديده و امور خوب تعصب داشته باشيد. تعصب ورزيدن در اخلاق نيك مانند رعايت كردن حقوق همسايگان و پاى بندى به عهد و پيمان ها و اطاعت از نيكى ، و نافرمانى از تكبر و خودخواهى ، بخشش ‍ نمودن </w:t>
      </w:r>
      <w:r>
        <w:rPr>
          <w:rFonts w:hint="eastAsia"/>
          <w:rtl/>
        </w:rPr>
        <w:t>و</w:t>
      </w:r>
      <w:r>
        <w:rPr>
          <w:rtl/>
        </w:rPr>
        <w:t xml:space="preserve"> دورى از </w:t>
      </w:r>
      <w:r>
        <w:rPr>
          <w:rtl/>
        </w:rPr>
        <w:lastRenderedPageBreak/>
        <w:t>ظلم ، خونريزى را گناه شمردن ، انصاف با مردم ، فرو بردن خشم و دورى از فساد در زمين .</w:t>
      </w:r>
    </w:p>
    <w:p w:rsidR="00827620" w:rsidRDefault="00827620" w:rsidP="00827620">
      <w:pPr>
        <w:pStyle w:val="libNormal"/>
        <w:rPr>
          <w:rtl/>
        </w:rPr>
      </w:pPr>
      <w:r>
        <w:rPr>
          <w:rFonts w:hint="eastAsia"/>
          <w:rtl/>
        </w:rPr>
        <w:t>و</w:t>
      </w:r>
      <w:r>
        <w:rPr>
          <w:rtl/>
        </w:rPr>
        <w:t xml:space="preserve"> شايسته است كه مردم در اعمال پسنديده ، تعصب ورزيده و به آنها مباهات نمايند؛ و در امور ناپسند و صفات زشت جاهليت مانند تعصب روى جناح يا گروه خاص (هرچند باطل باشند) عملى ناپسند و كفر و شرك محض است . جامعه اسلامى بايد حق را بنگرد و تابع حق و حقيقت باشد؛ هرچند تلخ بوده ، يا به ضرر خود و گروه خود باشد، چنانكه در قرآن فرموده :</w:t>
      </w:r>
    </w:p>
    <w:p w:rsidR="00827620" w:rsidRDefault="002E51D5" w:rsidP="00CF1871">
      <w:pPr>
        <w:pStyle w:val="libNormal"/>
        <w:rPr>
          <w:rtl/>
        </w:rPr>
      </w:pPr>
      <w:r>
        <w:rPr>
          <w:rStyle w:val="libAlaemChar"/>
          <w:rFonts w:hint="cs"/>
          <w:rtl/>
        </w:rPr>
        <w:t>(</w:t>
      </w:r>
      <w:r w:rsidRPr="002E51D5">
        <w:rPr>
          <w:rStyle w:val="libAieChar"/>
          <w:rtl/>
        </w:rPr>
        <w:t>يَا أَيُّهَا الَّذِينَ آمَنُوا كُونُوا قَوَّامِينَ بِالْقِسْطِ شُهَدَاءَ لِلَّـهِ وَلَوْ عَلَىٰ أَنفُسِكُمْ أَوِ الْوَالِدَيْنِ وَالْأَقْرَبِينَ إِن يَكُنْ غَنِيًّا أَوْ فَقِيرًا فَاللَّـهُ أَوْلَىٰ بِهِمَا فَلَا تَتَّبِعُوا الْهَوَىٰ أَن تَعْدِلُوا وَإِن تَلْوُوا أَوْ تُعْرِضُوا فَإِنَّ اللَّـهَ كَانَ بِمَا تَعْمَلُونَ خَبِير</w:t>
      </w:r>
      <w:r w:rsidRPr="002E51D5">
        <w:rPr>
          <w:rStyle w:val="libAlaemChar"/>
          <w:rFonts w:eastAsia="KFGQPC Uthman Taha Naskh" w:hint="cs"/>
          <w:rtl/>
        </w:rPr>
        <w:t>)</w:t>
      </w:r>
      <w:r>
        <w:rPr>
          <w:rStyle w:val="ayatext"/>
          <w:rtl/>
        </w:rPr>
        <w:t xml:space="preserve"> ً</w:t>
      </w:r>
      <w:r w:rsidRPr="002E51D5">
        <w:rPr>
          <w:rStyle w:val="libFootnotenumChar"/>
          <w:rtl/>
        </w:rPr>
        <w:t xml:space="preserve"> </w:t>
      </w:r>
      <w:r w:rsidR="00827620" w:rsidRPr="002E51D5">
        <w:rPr>
          <w:rStyle w:val="libFootnotenumChar"/>
          <w:rtl/>
        </w:rPr>
        <w:t>(٧)</w:t>
      </w:r>
    </w:p>
    <w:p w:rsidR="00827620" w:rsidRDefault="00827620" w:rsidP="00827620">
      <w:pPr>
        <w:pStyle w:val="libNormal"/>
        <w:rPr>
          <w:rtl/>
        </w:rPr>
      </w:pPr>
      <w:r>
        <w:rPr>
          <w:rFonts w:hint="eastAsia"/>
          <w:rtl/>
        </w:rPr>
        <w:t>اى</w:t>
      </w:r>
      <w:r>
        <w:rPr>
          <w:rtl/>
        </w:rPr>
        <w:t xml:space="preserve"> مومنين از گروه اقامه كننده عدالت باشيد و براى خدا شهادت دهيد هر چند به زيان خود يا والدين و يا ساير خويشان شما باشد!</w:t>
      </w:r>
    </w:p>
    <w:p w:rsidR="00827620" w:rsidRDefault="00827620" w:rsidP="00827620">
      <w:pPr>
        <w:pStyle w:val="libNormal"/>
        <w:rPr>
          <w:rtl/>
        </w:rPr>
      </w:pPr>
      <w:r>
        <w:rPr>
          <w:rFonts w:hint="eastAsia"/>
          <w:rtl/>
        </w:rPr>
        <w:t>تعصب</w:t>
      </w:r>
      <w:r>
        <w:rPr>
          <w:rtl/>
        </w:rPr>
        <w:t xml:space="preserve"> كوركورانه روى عربيت ، كرد بودن ، ترك بودن ، فارس بودن ، سياه بودن ، سفيد بودن ، از فلان فاميل و يا نژاد بودن ، اهل فلاى زبان و فرهنگ بودن و ... تماما غلط، شرك و جاهليت ، و ضد فرهنگ اسلام و قرآن است و همگى مردود مى باشد كه اول متعصبى كه به نژاد خود بال</w:t>
      </w:r>
      <w:r>
        <w:rPr>
          <w:rFonts w:hint="eastAsia"/>
          <w:rtl/>
        </w:rPr>
        <w:t>يد</w:t>
      </w:r>
      <w:r>
        <w:rPr>
          <w:rtl/>
        </w:rPr>
        <w:t>.</w:t>
      </w:r>
    </w:p>
    <w:p w:rsidR="00827620" w:rsidRDefault="00827620" w:rsidP="00827620">
      <w:pPr>
        <w:pStyle w:val="libNormal"/>
        <w:rPr>
          <w:rtl/>
        </w:rPr>
      </w:pPr>
      <w:r>
        <w:rPr>
          <w:rFonts w:hint="eastAsia"/>
          <w:rtl/>
        </w:rPr>
        <w:t>شيطان</w:t>
      </w:r>
      <w:r>
        <w:rPr>
          <w:rtl/>
        </w:rPr>
        <w:t xml:space="preserve"> بود و خداوند درسى به او داد كه همه متعصبين عالم عبرت گيرند.</w:t>
      </w:r>
    </w:p>
    <w:p w:rsidR="00827620" w:rsidRDefault="00827620" w:rsidP="00827620">
      <w:pPr>
        <w:pStyle w:val="libNormal"/>
        <w:rPr>
          <w:rtl/>
        </w:rPr>
      </w:pPr>
      <w:r>
        <w:rPr>
          <w:rFonts w:hint="eastAsia"/>
          <w:rtl/>
        </w:rPr>
        <w:t>تنها</w:t>
      </w:r>
      <w:r>
        <w:rPr>
          <w:rtl/>
        </w:rPr>
        <w:t xml:space="preserve"> معيار طرفدارى و حمايت از هر امرى بايد حق باشد و بس .</w:t>
      </w:r>
    </w:p>
    <w:p w:rsidR="00827620" w:rsidRDefault="001F33E3" w:rsidP="00827620">
      <w:pPr>
        <w:pStyle w:val="libNormal"/>
        <w:rPr>
          <w:rtl/>
        </w:rPr>
      </w:pPr>
      <w:r>
        <w:rPr>
          <w:rtl/>
        </w:rPr>
        <w:br w:type="page"/>
      </w:r>
    </w:p>
    <w:p w:rsidR="00827620" w:rsidRDefault="00827620" w:rsidP="001F33E3">
      <w:pPr>
        <w:pStyle w:val="Heading1"/>
        <w:rPr>
          <w:rtl/>
        </w:rPr>
      </w:pPr>
      <w:bookmarkStart w:id="8" w:name="_Toc479592298"/>
      <w:bookmarkStart w:id="9" w:name="_Toc479592419"/>
      <w:r>
        <w:rPr>
          <w:rFonts w:hint="eastAsia"/>
          <w:rtl/>
        </w:rPr>
        <w:t>چپ</w:t>
      </w:r>
      <w:r>
        <w:rPr>
          <w:rtl/>
        </w:rPr>
        <w:t xml:space="preserve"> و راست</w:t>
      </w:r>
      <w:bookmarkEnd w:id="8"/>
      <w:bookmarkEnd w:id="9"/>
    </w:p>
    <w:p w:rsidR="00827620" w:rsidRDefault="00827620" w:rsidP="00827620">
      <w:pPr>
        <w:pStyle w:val="libNormal"/>
        <w:rPr>
          <w:rtl/>
        </w:rPr>
      </w:pPr>
      <w:r>
        <w:rPr>
          <w:rtl/>
        </w:rPr>
        <w:t>١٤ - عرض كردم سرورم ، اى همه عالم فداى تو، سپاس تو را كه حق بودى و حق گفتى و از حق دفاع كردى و در راه حق به شهادت رسيدى و در راه حق به شهادت رسيدى و در راه حق از هيچ كس و هيچ چيز نهراسيدى . لا تاخذك فى الله لومه لائم .</w:t>
      </w:r>
    </w:p>
    <w:p w:rsidR="00827620" w:rsidRDefault="00827620" w:rsidP="00827620">
      <w:pPr>
        <w:pStyle w:val="libNormal"/>
        <w:rPr>
          <w:rtl/>
        </w:rPr>
      </w:pPr>
      <w:r>
        <w:rPr>
          <w:rFonts w:hint="eastAsia"/>
          <w:rtl/>
        </w:rPr>
        <w:t>اينك</w:t>
      </w:r>
      <w:r>
        <w:rPr>
          <w:rtl/>
        </w:rPr>
        <w:t xml:space="preserve"> سوال ديگرى دارم كه اگر رخصت فرمائى به عرض برسانم و آن اينكه نظر مبارك در مورد چپ و راست چيست و اينكه گروهى را متهم به چپ و گروهى را به راست و اصولا در اسلام آيا چيزى به نام چپ و راست وجود دارد؟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اليمين و الشمال مضله و الطريق الوسطى هى الجاده .</w:t>
      </w:r>
    </w:p>
    <w:p w:rsidR="00827620" w:rsidRDefault="00827620" w:rsidP="00827620">
      <w:pPr>
        <w:pStyle w:val="libNormal"/>
        <w:rPr>
          <w:rtl/>
        </w:rPr>
      </w:pPr>
      <w:r>
        <w:rPr>
          <w:rFonts w:hint="eastAsia"/>
          <w:rtl/>
        </w:rPr>
        <w:t>چپ</w:t>
      </w:r>
      <w:r>
        <w:rPr>
          <w:rtl/>
        </w:rPr>
        <w:t xml:space="preserve"> و راست گمراهى است و راه وسط و حد اعتدال (حق) همان جاده راستى است كه صاحبش را به مقصد مى رساند.</w:t>
      </w:r>
    </w:p>
    <w:p w:rsidR="00827620" w:rsidRDefault="006157DA" w:rsidP="00827620">
      <w:pPr>
        <w:pStyle w:val="libNormal"/>
        <w:rPr>
          <w:rtl/>
        </w:rPr>
      </w:pPr>
      <w:r>
        <w:rPr>
          <w:rtl/>
        </w:rPr>
        <w:br w:type="page"/>
      </w:r>
    </w:p>
    <w:p w:rsidR="00827620" w:rsidRDefault="00827620" w:rsidP="006157DA">
      <w:pPr>
        <w:pStyle w:val="Heading1"/>
        <w:rPr>
          <w:rtl/>
        </w:rPr>
      </w:pPr>
      <w:bookmarkStart w:id="10" w:name="_Toc479592299"/>
      <w:bookmarkStart w:id="11" w:name="_Toc479592420"/>
      <w:r>
        <w:rPr>
          <w:rFonts w:hint="eastAsia"/>
          <w:rtl/>
        </w:rPr>
        <w:t>فتنه</w:t>
      </w:r>
      <w:r>
        <w:rPr>
          <w:rtl/>
        </w:rPr>
        <w:t xml:space="preserve"> ها</w:t>
      </w:r>
      <w:bookmarkEnd w:id="10"/>
      <w:bookmarkEnd w:id="11"/>
    </w:p>
    <w:p w:rsidR="00827620" w:rsidRDefault="00827620" w:rsidP="00827620">
      <w:pPr>
        <w:pStyle w:val="libNormal"/>
        <w:rPr>
          <w:rtl/>
        </w:rPr>
      </w:pPr>
      <w:r>
        <w:rPr>
          <w:rtl/>
        </w:rPr>
        <w:t>١٥ - پرسيدم مولاى من ، در زمانى كه فتنه رخ مى دهد و ميان اهل باطل جنگ و درگيرى به وجود مى آيد تكليف ما چيست ؟</w:t>
      </w:r>
    </w:p>
    <w:p w:rsidR="00827620" w:rsidRDefault="00827620" w:rsidP="00827620">
      <w:pPr>
        <w:pStyle w:val="libNormal"/>
        <w:rPr>
          <w:rtl/>
        </w:rPr>
      </w:pPr>
      <w:r>
        <w:rPr>
          <w:rFonts w:hint="eastAsia"/>
          <w:rtl/>
        </w:rPr>
        <w:t>چون</w:t>
      </w:r>
      <w:r>
        <w:rPr>
          <w:rtl/>
        </w:rPr>
        <w:t xml:space="preserve"> هر گروهى مى خواهد از ما به نفع خود و گروه و دسته خود بهره بردارى نمايد در اين صورت تكليف ، ما چيست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كن فى الفتنه كامن اللعون لا ظهر فيركب و لا ضرع فيحلب . </w:t>
      </w:r>
      <w:r w:rsidRPr="006157DA">
        <w:rPr>
          <w:rStyle w:val="libFootnotenumChar"/>
          <w:rtl/>
        </w:rPr>
        <w:t>(٨)</w:t>
      </w:r>
    </w:p>
    <w:p w:rsidR="00827620" w:rsidRDefault="00827620" w:rsidP="00827620">
      <w:pPr>
        <w:pStyle w:val="libNormal"/>
        <w:rPr>
          <w:rtl/>
        </w:rPr>
      </w:pPr>
      <w:r>
        <w:rPr>
          <w:rFonts w:hint="eastAsia"/>
          <w:rtl/>
        </w:rPr>
        <w:t>در</w:t>
      </w:r>
      <w:r>
        <w:rPr>
          <w:rtl/>
        </w:rPr>
        <w:t xml:space="preserve"> برخورد با فتنه و فتنه جويان مانند بچه شتر دو ساله باش كه نه پشت دارد (توان ) كه بر آن سوار شوند و نه پستانى دارد كه شير دوشند.</w:t>
      </w:r>
    </w:p>
    <w:p w:rsidR="00827620" w:rsidRDefault="00827620" w:rsidP="00827620">
      <w:pPr>
        <w:pStyle w:val="libNormal"/>
        <w:rPr>
          <w:rtl/>
        </w:rPr>
      </w:pPr>
      <w:r>
        <w:rPr>
          <w:rtl/>
        </w:rPr>
        <w:t>(يعنى طورى عمل كن كه فتنه جويان در تو طمع نكنند و تو وسيله و پل براى منافع آنان نگردى .</w:t>
      </w:r>
    </w:p>
    <w:p w:rsidR="00827620" w:rsidRDefault="00827620" w:rsidP="00827620">
      <w:pPr>
        <w:pStyle w:val="libNormal"/>
        <w:rPr>
          <w:rtl/>
        </w:rPr>
      </w:pPr>
      <w:r>
        <w:rPr>
          <w:rFonts w:hint="eastAsia"/>
          <w:rtl/>
        </w:rPr>
        <w:t>مخصوصا</w:t>
      </w:r>
      <w:r>
        <w:rPr>
          <w:rtl/>
        </w:rPr>
        <w:t xml:space="preserve"> شرايطى داشته باشى كه در ديگران ايجاد انگيزه نمايد تا بخواهند به طريقى از چهره ، مقام ، شهرت ، يا مسووليتى كه دارى ، سوءاستفاده كنند. بدان كه ، بعضى ها كه اظهار دوستى و مودت مى كنند دوست تو نيستند بلكه دوستدار مقام يا پول تو هستند، و هر زمانى كه مقام يا پول خود را از دست بدهى ، آنان نيز از تو دور مى شوند و هيچگاه سراغت را نمى گيرند!</w:t>
      </w:r>
    </w:p>
    <w:p w:rsidR="00827620" w:rsidRDefault="00827620" w:rsidP="00827620">
      <w:pPr>
        <w:pStyle w:val="libNormal"/>
        <w:rPr>
          <w:rtl/>
        </w:rPr>
      </w:pPr>
      <w:r>
        <w:rPr>
          <w:rtl/>
        </w:rPr>
        <w:t xml:space="preserve">١٦ - گفتم : اى پيشواى ، پرهيزكاران و اى باب علم نبى </w:t>
      </w:r>
      <w:r w:rsidR="00196907" w:rsidRPr="00196907">
        <w:rPr>
          <w:rStyle w:val="libAlaemChar"/>
          <w:rtl/>
        </w:rPr>
        <w:t>صلى‌الله‌عليه‌وآله</w:t>
      </w:r>
      <w:r>
        <w:rPr>
          <w:rtl/>
        </w:rPr>
        <w:t xml:space="preserve"> كه خود گرفتار فتنه طلحه و زبير و فتنه معاويه و خوارج شدى ، ريشه فتنه ها را در چه مى بينيد و چرا بين مردم فتنه مى شود؟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انما بدء وقوع الفتن اهواء تتبع و احكام تبتدع يخالف فيها كتاب الله و بتولى رجال رجالا على غير دين الله ... . </w:t>
      </w:r>
      <w:r w:rsidRPr="006157DA">
        <w:rPr>
          <w:rStyle w:val="libFootnotenumChar"/>
          <w:rtl/>
        </w:rPr>
        <w:t>(٩)</w:t>
      </w:r>
    </w:p>
    <w:p w:rsidR="00827620" w:rsidRDefault="00827620" w:rsidP="00827620">
      <w:pPr>
        <w:pStyle w:val="libNormal"/>
        <w:rPr>
          <w:rtl/>
        </w:rPr>
      </w:pPr>
      <w:r>
        <w:rPr>
          <w:rFonts w:hint="eastAsia"/>
          <w:rtl/>
        </w:rPr>
        <w:lastRenderedPageBreak/>
        <w:t>فرمودند</w:t>
      </w:r>
      <w:r>
        <w:rPr>
          <w:rtl/>
        </w:rPr>
        <w:t xml:space="preserve">: ريشه و آغاز فتنه ها در اثر پيروى از هواهاى نفسانى و صدور احكام و قوانين خلاف دين است كه در آن با قرآن مخالفت شده و گروهى . گروهى را بر خلاف دين خدا روى كار مى آورند و به مقام مى رسانند، حق و باطل را ممزوج مى كنند و مردم را به گمراهى مى كشانند ... </w:t>
      </w:r>
      <w:r>
        <w:rPr>
          <w:rFonts w:hint="eastAsia"/>
          <w:rtl/>
        </w:rPr>
        <w:t>و</w:t>
      </w:r>
      <w:r>
        <w:rPr>
          <w:rtl/>
        </w:rPr>
        <w:t xml:space="preserve"> چون حق و باطل درهم آميخته است . حقيقت بر همه كس روشن نيست ، بنابراين هر گروه خود را صاحب و ديگران را باطل مى داند و درگيرى بر سر قدرت و مقام و مال و منال به وجود مى آيد و خونها است كه ريخته گردد و خانه هايى كه ويران و زندگى ها تباه گردد و فساد حرث و نسل </w:t>
      </w:r>
      <w:r>
        <w:rPr>
          <w:rFonts w:hint="eastAsia"/>
          <w:rtl/>
        </w:rPr>
        <w:t>رخ</w:t>
      </w:r>
      <w:r>
        <w:rPr>
          <w:rtl/>
        </w:rPr>
        <w:t xml:space="preserve"> دهد. عامل همه امور ناپسند هواها و خودپرستى ها و تحريف حقايق است .</w:t>
      </w:r>
    </w:p>
    <w:p w:rsidR="00827620" w:rsidRDefault="00827620" w:rsidP="00827620">
      <w:pPr>
        <w:pStyle w:val="libNormal"/>
        <w:rPr>
          <w:rtl/>
        </w:rPr>
      </w:pPr>
      <w:r>
        <w:rPr>
          <w:rtl/>
        </w:rPr>
        <w:t>١٧ - گفتم : چه كسى از فتنه ها زيان بيشترى مى بيند؟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شب نار الفتنه كان و قودالها . </w:t>
      </w:r>
      <w:r w:rsidRPr="006157DA">
        <w:rPr>
          <w:rStyle w:val="libFootnotenumChar"/>
          <w:rtl/>
        </w:rPr>
        <w:t>(١٠)</w:t>
      </w:r>
    </w:p>
    <w:p w:rsidR="00827620" w:rsidRDefault="00827620" w:rsidP="00827620">
      <w:pPr>
        <w:pStyle w:val="libNormal"/>
        <w:rPr>
          <w:rtl/>
        </w:rPr>
      </w:pPr>
      <w:r>
        <w:rPr>
          <w:rFonts w:hint="eastAsia"/>
          <w:rtl/>
        </w:rPr>
        <w:t>هركه</w:t>
      </w:r>
      <w:r>
        <w:rPr>
          <w:rtl/>
        </w:rPr>
        <w:t xml:space="preserve"> آتش فتنه بر افروزد خود زودتر در آن مى سوزد و خود هيزم آن فتنه مى شود.</w:t>
      </w:r>
    </w:p>
    <w:p w:rsidR="00827620" w:rsidRDefault="00827620" w:rsidP="00827620">
      <w:pPr>
        <w:pStyle w:val="libNormal"/>
        <w:rPr>
          <w:rtl/>
        </w:rPr>
      </w:pPr>
      <w:r>
        <w:rPr>
          <w:rtl/>
        </w:rPr>
        <w:t>١٨ - عرض كردم مقتداى من آيا مومن هم در فتنه ها آسيب مى بيند؟</w:t>
      </w:r>
    </w:p>
    <w:p w:rsidR="00827620" w:rsidRDefault="00827620" w:rsidP="006157DA">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قد لعمرى يهلك فى لهب الفتنه المومن و يسلم فيها غير المسلم . </w:t>
      </w:r>
      <w:r w:rsidRPr="006157DA">
        <w:rPr>
          <w:rStyle w:val="libFootnotenumChar"/>
          <w:rtl/>
        </w:rPr>
        <w:t>(١١)</w:t>
      </w:r>
      <w:r>
        <w:rPr>
          <w:rFonts w:hint="eastAsia"/>
          <w:rtl/>
        </w:rPr>
        <w:t>به</w:t>
      </w:r>
      <w:r>
        <w:rPr>
          <w:rtl/>
        </w:rPr>
        <w:t xml:space="preserve"> جان خودم قسم (مومن چون مظلوم و تنها است) در فتنه ها مى سوزد ولى غير مسلمانان بسازند و سالم بمانند (چون راحت مى توانند رنگ عوض كنند و همرنگ فتنه گران شوند.)</w:t>
      </w:r>
    </w:p>
    <w:p w:rsidR="00827620" w:rsidRDefault="006157DA" w:rsidP="00827620">
      <w:pPr>
        <w:pStyle w:val="libNormal"/>
        <w:rPr>
          <w:rtl/>
        </w:rPr>
      </w:pPr>
      <w:r>
        <w:rPr>
          <w:rtl/>
        </w:rPr>
        <w:br w:type="page"/>
      </w:r>
    </w:p>
    <w:p w:rsidR="00827620" w:rsidRDefault="00827620" w:rsidP="006157DA">
      <w:pPr>
        <w:pStyle w:val="Heading1"/>
        <w:rPr>
          <w:rtl/>
        </w:rPr>
      </w:pPr>
      <w:bookmarkStart w:id="12" w:name="_Toc479592300"/>
      <w:bookmarkStart w:id="13" w:name="_Toc479592421"/>
      <w:r>
        <w:rPr>
          <w:rFonts w:hint="eastAsia"/>
          <w:rtl/>
        </w:rPr>
        <w:t>درمان</w:t>
      </w:r>
      <w:r>
        <w:rPr>
          <w:rtl/>
        </w:rPr>
        <w:t xml:space="preserve"> اختلافات</w:t>
      </w:r>
      <w:bookmarkEnd w:id="12"/>
      <w:bookmarkEnd w:id="13"/>
    </w:p>
    <w:p w:rsidR="00827620" w:rsidRDefault="00827620" w:rsidP="00827620">
      <w:pPr>
        <w:pStyle w:val="libNormal"/>
        <w:rPr>
          <w:rtl/>
        </w:rPr>
      </w:pPr>
      <w:r>
        <w:rPr>
          <w:rtl/>
        </w:rPr>
        <w:t xml:space="preserve">١٩ - عرض كردم اى ساقى كوثر و اى همه عالم را آقا و سرور بفرماييد چه كنيم كه اختلاف از ميان برداشته شود و دلها با هم مهربان گردد و اين همه دم از جدايى زده نشود و امت پيامبر </w:t>
      </w:r>
      <w:r w:rsidR="00196907" w:rsidRPr="00196907">
        <w:rPr>
          <w:rStyle w:val="libAlaemChar"/>
          <w:rtl/>
        </w:rPr>
        <w:t>صلى‌الله‌عليه‌وآله</w:t>
      </w:r>
      <w:r>
        <w:rPr>
          <w:rtl/>
        </w:rPr>
        <w:t xml:space="preserve"> شقه شقه نگردد؟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الانصاف يرفع الخلاف و يوجب الائتلاف . </w:t>
      </w:r>
      <w:r w:rsidRPr="006157DA">
        <w:rPr>
          <w:rStyle w:val="libFootnotenumChar"/>
          <w:rtl/>
        </w:rPr>
        <w:t>(١٢)</w:t>
      </w:r>
    </w:p>
    <w:p w:rsidR="00827620" w:rsidRDefault="00827620" w:rsidP="00827620">
      <w:pPr>
        <w:pStyle w:val="libNormal"/>
        <w:rPr>
          <w:rtl/>
        </w:rPr>
      </w:pPr>
      <w:r>
        <w:rPr>
          <w:rFonts w:hint="eastAsia"/>
          <w:rtl/>
        </w:rPr>
        <w:t>فرمودند</w:t>
      </w:r>
      <w:r>
        <w:rPr>
          <w:rtl/>
        </w:rPr>
        <w:t>: تنها انصاف ؛ آرى ، اگر انصاف در ميان مردم باشد و هر كس طرف مقابل را با ديده انصاف بنگرد و با ديده انصاف درباره او حرف بزند و با ديده انصاف قضاوت كند اختلافها برطرف گرديده و بجاى آن الفت و يگانگى برقرار خواهد شد.</w:t>
      </w:r>
    </w:p>
    <w:p w:rsidR="00827620" w:rsidRDefault="00827620" w:rsidP="00827620">
      <w:pPr>
        <w:pStyle w:val="libNormal"/>
        <w:rPr>
          <w:rtl/>
        </w:rPr>
      </w:pPr>
      <w:r>
        <w:rPr>
          <w:rtl/>
        </w:rPr>
        <w:t>٢٠ - عرض كردم امرى ديگرى سبب ايجاد الفت در ميان امت مسلمان مى گردد؟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و جعل امامتنا اماما من الفرقه </w:t>
      </w:r>
      <w:r w:rsidRPr="006157DA">
        <w:rPr>
          <w:rStyle w:val="libFootnotenumChar"/>
          <w:rtl/>
        </w:rPr>
        <w:t>. (١٣)</w:t>
      </w:r>
    </w:p>
    <w:p w:rsidR="00827620" w:rsidRDefault="00827620" w:rsidP="00827620">
      <w:pPr>
        <w:pStyle w:val="libNormal"/>
        <w:rPr>
          <w:rtl/>
        </w:rPr>
      </w:pPr>
      <w:r>
        <w:rPr>
          <w:rFonts w:hint="eastAsia"/>
          <w:rtl/>
        </w:rPr>
        <w:t>فرمودند</w:t>
      </w:r>
      <w:r>
        <w:rPr>
          <w:rtl/>
        </w:rPr>
        <w:t xml:space="preserve">: آرى بزرگترين وسيله الفت و وحدت ملت ، امامت اهل بيت پيامبر </w:t>
      </w:r>
      <w:r w:rsidR="00196907" w:rsidRPr="00196907">
        <w:rPr>
          <w:rStyle w:val="libAlaemChar"/>
          <w:rtl/>
        </w:rPr>
        <w:t>صلى‌الله‌عليه‌وآله</w:t>
      </w:r>
      <w:r>
        <w:rPr>
          <w:rtl/>
        </w:rPr>
        <w:t xml:space="preserve"> است اگر مردم پيرامون ولايت و شمع وجود امامت گرد آيند هرگز دچار تشتت ، تخاصم ، اختلاف و چند دستگى نخواهند شد. اما افسوس كه ما را رها كردند و بجاى آب سراغ سراب رفتند!</w:t>
      </w:r>
    </w:p>
    <w:p w:rsidR="00827620" w:rsidRDefault="00827620" w:rsidP="00827620">
      <w:pPr>
        <w:pStyle w:val="libNormal"/>
        <w:rPr>
          <w:rtl/>
        </w:rPr>
      </w:pPr>
      <w:r>
        <w:rPr>
          <w:rFonts w:hint="eastAsia"/>
          <w:rtl/>
        </w:rPr>
        <w:t>من</w:t>
      </w:r>
      <w:r>
        <w:rPr>
          <w:rtl/>
        </w:rPr>
        <w:t xml:space="preserve"> نيز بعد از رحلت پيامبر </w:t>
      </w:r>
      <w:r w:rsidR="00196907" w:rsidRPr="00196907">
        <w:rPr>
          <w:rStyle w:val="libAlaemChar"/>
          <w:rtl/>
        </w:rPr>
        <w:t>صلى‌الله‌عليه‌وآله</w:t>
      </w:r>
      <w:r>
        <w:rPr>
          <w:rtl/>
        </w:rPr>
        <w:t xml:space="preserve"> و دگرگون شدن كارها دست از حكومت كشيدم و براى حفظ وحدت امت و پرهيز از خونريزى و تضعيف اسلام شمشير در غلاف نگاه داشتم كه مبادا بين امت اختلاف افتد و دشمن بر اسلام نوپا بتازد و اساس آنرا نابود كند. آنجا كه لازم بو</w:t>
      </w:r>
      <w:r>
        <w:rPr>
          <w:rFonts w:hint="eastAsia"/>
          <w:rtl/>
        </w:rPr>
        <w:t>د</w:t>
      </w:r>
      <w:r>
        <w:rPr>
          <w:rtl/>
        </w:rPr>
        <w:t xml:space="preserve"> با شمشير و جنگ اسلام را يارى كنم ؛ در تمام جبهه ها حضور داشتم و با تمام وجود از قرآن و اسلام و پيامبر </w:t>
      </w:r>
      <w:r w:rsidR="00196907" w:rsidRPr="00196907">
        <w:rPr>
          <w:rStyle w:val="libAlaemChar"/>
          <w:rtl/>
        </w:rPr>
        <w:lastRenderedPageBreak/>
        <w:t>صلى‌الله‌عليه‌وآله</w:t>
      </w:r>
      <w:r>
        <w:rPr>
          <w:rtl/>
        </w:rPr>
        <w:t xml:space="preserve"> دفاع كردم و زمانى هم كه ديدم مصلحت در سكوت و غلاف كردن شمشير است براى حفظ اسلام سكوت كردم در حالى كه مانند كسى بودم كه خار در چشم و </w:t>
      </w:r>
      <w:r>
        <w:rPr>
          <w:rFonts w:hint="eastAsia"/>
          <w:rtl/>
        </w:rPr>
        <w:t>استخوان</w:t>
      </w:r>
      <w:r>
        <w:rPr>
          <w:rtl/>
        </w:rPr>
        <w:t xml:space="preserve"> در گلو داشته باشد! </w:t>
      </w:r>
      <w:r w:rsidRPr="005923BB">
        <w:rPr>
          <w:rStyle w:val="libFootnotenumChar"/>
          <w:rtl/>
        </w:rPr>
        <w:t>(١٤)</w:t>
      </w:r>
    </w:p>
    <w:p w:rsidR="00827620" w:rsidRDefault="00827620" w:rsidP="00827620">
      <w:pPr>
        <w:pStyle w:val="libNormal"/>
        <w:rPr>
          <w:rtl/>
        </w:rPr>
      </w:pPr>
      <w:r>
        <w:rPr>
          <w:rFonts w:hint="eastAsia"/>
          <w:rtl/>
        </w:rPr>
        <w:t>هيچ</w:t>
      </w:r>
      <w:r>
        <w:rPr>
          <w:rtl/>
        </w:rPr>
        <w:t xml:space="preserve"> امرى به اندازه حفظ اسلام اهميت ندارد.</w:t>
      </w:r>
    </w:p>
    <w:p w:rsidR="00827620" w:rsidRDefault="005923BB" w:rsidP="00827620">
      <w:pPr>
        <w:pStyle w:val="libNormal"/>
        <w:rPr>
          <w:rtl/>
        </w:rPr>
      </w:pPr>
      <w:r>
        <w:rPr>
          <w:rtl/>
        </w:rPr>
        <w:br w:type="page"/>
      </w:r>
    </w:p>
    <w:p w:rsidR="00827620" w:rsidRDefault="00827620" w:rsidP="0045537F">
      <w:pPr>
        <w:pStyle w:val="Heading1"/>
        <w:rPr>
          <w:rtl/>
        </w:rPr>
      </w:pPr>
      <w:bookmarkStart w:id="14" w:name="_Toc479592301"/>
      <w:bookmarkStart w:id="15" w:name="_Toc479592422"/>
      <w:r>
        <w:rPr>
          <w:rFonts w:hint="eastAsia"/>
          <w:rtl/>
        </w:rPr>
        <w:t>مبارزه</w:t>
      </w:r>
      <w:r>
        <w:rPr>
          <w:rtl/>
        </w:rPr>
        <w:t xml:space="preserve"> با فقر</w:t>
      </w:r>
      <w:bookmarkEnd w:id="14"/>
      <w:bookmarkEnd w:id="15"/>
    </w:p>
    <w:p w:rsidR="00827620" w:rsidRDefault="00827620" w:rsidP="00827620">
      <w:pPr>
        <w:pStyle w:val="libNormal"/>
        <w:rPr>
          <w:rtl/>
        </w:rPr>
      </w:pPr>
      <w:r>
        <w:rPr>
          <w:rtl/>
        </w:rPr>
        <w:t>٢١ - عرض كردم اى پيشواى عدالت گستر و اى حامى مستضعفان در گرفتارى و فقر چه بايد كرد.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خذاالقصد فى الامور فمن اخذ القصد خفت عليه المئون . </w:t>
      </w:r>
      <w:r w:rsidRPr="0045537F">
        <w:rPr>
          <w:rStyle w:val="libFootnotenumChar"/>
          <w:rtl/>
        </w:rPr>
        <w:t>(١٥)</w:t>
      </w:r>
    </w:p>
    <w:p w:rsidR="00827620" w:rsidRDefault="00827620" w:rsidP="00827620">
      <w:pPr>
        <w:pStyle w:val="libNormal"/>
        <w:rPr>
          <w:rtl/>
        </w:rPr>
      </w:pPr>
      <w:r>
        <w:rPr>
          <w:rFonts w:hint="eastAsia"/>
          <w:rtl/>
        </w:rPr>
        <w:t>در</w:t>
      </w:r>
      <w:r>
        <w:rPr>
          <w:rtl/>
        </w:rPr>
        <w:t xml:space="preserve"> تمام كارها حد اعتدال و ميانه روى را پيش گير زيرا كسى كه ميانه روى را اتخاذ كند، مخارج بر او سبك خواهد شد ولن يهلك من اقتصد </w:t>
      </w:r>
      <w:r w:rsidRPr="0045537F">
        <w:rPr>
          <w:rStyle w:val="libFootnotenumChar"/>
          <w:rtl/>
        </w:rPr>
        <w:t>(١٦)</w:t>
      </w:r>
      <w:r>
        <w:rPr>
          <w:rtl/>
        </w:rPr>
        <w:t xml:space="preserve"> هرگز به هلاكت نمى رسد كسى كه ميانه روى كند.</w:t>
      </w:r>
    </w:p>
    <w:p w:rsidR="00827620" w:rsidRDefault="00827620" w:rsidP="00827620">
      <w:pPr>
        <w:pStyle w:val="libNormal"/>
        <w:rPr>
          <w:rtl/>
        </w:rPr>
      </w:pPr>
      <w:r>
        <w:rPr>
          <w:rFonts w:hint="eastAsia"/>
          <w:rtl/>
        </w:rPr>
        <w:t>ولا</w:t>
      </w:r>
      <w:r>
        <w:rPr>
          <w:rtl/>
        </w:rPr>
        <w:t xml:space="preserve"> هلاك مع اقتصاد </w:t>
      </w:r>
      <w:r w:rsidRPr="0045537F">
        <w:rPr>
          <w:rStyle w:val="libFootnotenumChar"/>
          <w:rtl/>
        </w:rPr>
        <w:t xml:space="preserve">(١٧) </w:t>
      </w:r>
      <w:r>
        <w:rPr>
          <w:rtl/>
        </w:rPr>
        <w:t>و با ميانه روى هرگز كسى هلاك نمى شود.</w:t>
      </w:r>
    </w:p>
    <w:p w:rsidR="00827620" w:rsidRDefault="00827620" w:rsidP="00827620">
      <w:pPr>
        <w:pStyle w:val="libNormal"/>
        <w:rPr>
          <w:rtl/>
        </w:rPr>
      </w:pPr>
      <w:r>
        <w:rPr>
          <w:rtl/>
        </w:rPr>
        <w:t>٢٢ - عرض كردم آيا مشكل ملت با صرفه جويى و پرهيز از اسراف و حد اعتدال را پيمودن حل مى شود؟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عليكم بالقصد فانه اعون شى ء على حسن العيش ... </w:t>
      </w:r>
      <w:r w:rsidRPr="0045537F">
        <w:rPr>
          <w:rStyle w:val="libFootnotenumChar"/>
          <w:rtl/>
        </w:rPr>
        <w:t>(١٨)</w:t>
      </w:r>
      <w:r>
        <w:rPr>
          <w:rtl/>
        </w:rPr>
        <w:t>.</w:t>
      </w:r>
    </w:p>
    <w:p w:rsidR="00827620" w:rsidRDefault="00827620" w:rsidP="00827620">
      <w:pPr>
        <w:pStyle w:val="libNormal"/>
        <w:rPr>
          <w:rtl/>
        </w:rPr>
      </w:pPr>
      <w:r>
        <w:rPr>
          <w:rFonts w:hint="eastAsia"/>
          <w:rtl/>
        </w:rPr>
        <w:t>فرمود</w:t>
      </w:r>
      <w:r>
        <w:rPr>
          <w:rtl/>
        </w:rPr>
        <w:t>: (بله) بر شما باد به صرفه جويى و ميانه روى كه يارى كننده خوبى بر بهتر شدن زندگى است .</w:t>
      </w:r>
    </w:p>
    <w:p w:rsidR="00827620" w:rsidRDefault="00827620" w:rsidP="00827620">
      <w:pPr>
        <w:pStyle w:val="libNormal"/>
        <w:rPr>
          <w:rtl/>
        </w:rPr>
      </w:pPr>
      <w:r>
        <w:rPr>
          <w:rFonts w:hint="eastAsia"/>
          <w:rtl/>
        </w:rPr>
        <w:t>و</w:t>
      </w:r>
      <w:r>
        <w:rPr>
          <w:rtl/>
        </w:rPr>
        <w:t xml:space="preserve"> من صحب الاقتضاد دامت صحبه الغنى له و جبر الاقتصاد فقره و خلله .</w:t>
      </w:r>
    </w:p>
    <w:p w:rsidR="00827620" w:rsidRDefault="00827620" w:rsidP="00827620">
      <w:pPr>
        <w:pStyle w:val="libNormal"/>
        <w:rPr>
          <w:rtl/>
        </w:rPr>
      </w:pPr>
      <w:r>
        <w:rPr>
          <w:rFonts w:hint="eastAsia"/>
          <w:rtl/>
        </w:rPr>
        <w:t>هر</w:t>
      </w:r>
      <w:r>
        <w:rPr>
          <w:rtl/>
        </w:rPr>
        <w:t xml:space="preserve"> كه با ميانه روى همراه باشد، دارايى او نيز دايمى خواهد بود و با صرفه جويى و ميانه روى كمبودها و نارسايي</w:t>
      </w:r>
      <w:r w:rsidR="0045537F">
        <w:t xml:space="preserve"> </w:t>
      </w:r>
      <w:r>
        <w:rPr>
          <w:rtl/>
        </w:rPr>
        <w:t>هايش جبران مى گردد.</w:t>
      </w:r>
    </w:p>
    <w:p w:rsidR="00827620" w:rsidRDefault="00827620" w:rsidP="00827620">
      <w:pPr>
        <w:pStyle w:val="libNormal"/>
        <w:rPr>
          <w:rtl/>
        </w:rPr>
      </w:pPr>
      <w:r>
        <w:rPr>
          <w:rtl/>
        </w:rPr>
        <w:t>(و بدون شك بسيارى از مشكلات اقتصادى حل خواهد شد)</w:t>
      </w:r>
    </w:p>
    <w:p w:rsidR="00827620" w:rsidRDefault="00827620" w:rsidP="00827620">
      <w:pPr>
        <w:pStyle w:val="libNormal"/>
        <w:rPr>
          <w:rtl/>
        </w:rPr>
      </w:pPr>
      <w:r>
        <w:rPr>
          <w:rFonts w:hint="eastAsia"/>
          <w:rtl/>
        </w:rPr>
        <w:t>آرى</w:t>
      </w:r>
      <w:r>
        <w:rPr>
          <w:rtl/>
        </w:rPr>
        <w:t xml:space="preserve"> كشور ما يكى از اسراف كارترين كشورها است . اسراف در آب در برق و اسراف در سوخت ، اسراف در خوراك ، در پوشاك ، در خانه و منزل (آنها كه دارند)، اسراف ، در وقت و اسراف در همه چيز و همين باعث شده كه مشكلات دولت فراوان شود. آيا نگاهى به عروسى ها، مهمانى ها و ا</w:t>
      </w:r>
      <w:r>
        <w:rPr>
          <w:rFonts w:hint="eastAsia"/>
          <w:rtl/>
        </w:rPr>
        <w:t>سراف</w:t>
      </w:r>
      <w:r>
        <w:rPr>
          <w:rtl/>
        </w:rPr>
        <w:t xml:space="preserve"> </w:t>
      </w:r>
      <w:r>
        <w:rPr>
          <w:rtl/>
        </w:rPr>
        <w:lastRenderedPageBreak/>
        <w:t>كارى هاى مردم و هدر دادن سرمايه مملكت كرده ايد؟ آيا دور ريختن نان ، سوزاندن كاه و آلوده كردن محيط زيست ، مصرف بى حساب سوخت و توليدات با كيفيت پايين همه و همه اسراف و آتش زدن سرمايه كشور نيست ؟</w:t>
      </w:r>
    </w:p>
    <w:p w:rsidR="00827620" w:rsidRDefault="00827620" w:rsidP="00827620">
      <w:pPr>
        <w:pStyle w:val="libNormal"/>
        <w:rPr>
          <w:rtl/>
        </w:rPr>
      </w:pPr>
      <w:r>
        <w:rPr>
          <w:rFonts w:hint="eastAsia"/>
          <w:rtl/>
        </w:rPr>
        <w:t>پس</w:t>
      </w:r>
      <w:r>
        <w:rPr>
          <w:rtl/>
        </w:rPr>
        <w:t xml:space="preserve"> بياييم با صرفه جويى و پرهيز از اسراف و پيشه كردن قناعت به كشور و دولتمان كمك كنيم و سهم نسل هاى آينده را آتش نزنيم تا به نفرين آنها گرفتار نشويم سرمايه هاى عمومى از آن همه است حتى نسل هايى كه هنوز بدنيا نيامده اند و بلكه ديگران نيز در سرمايه هاى خصوصى و املاك شخصى سهم دارند و كسى مجاز نيست به بهانه اينكه ، دارم و مى توانم خرجهاى بيهوده نمايد كه بايد فرداى قيامت پاسخگو باشد.</w:t>
      </w:r>
    </w:p>
    <w:p w:rsidR="00827620" w:rsidRDefault="00827620" w:rsidP="00827620">
      <w:pPr>
        <w:pStyle w:val="libNormal"/>
        <w:rPr>
          <w:rtl/>
        </w:rPr>
      </w:pPr>
      <w:r>
        <w:rPr>
          <w:rFonts w:hint="eastAsia"/>
          <w:rtl/>
        </w:rPr>
        <w:t>امام</w:t>
      </w:r>
      <w:r>
        <w:rPr>
          <w:rtl/>
        </w:rPr>
        <w:t xml:space="preserve"> صادق </w:t>
      </w:r>
      <w:r w:rsidR="00196907" w:rsidRPr="00196907">
        <w:rPr>
          <w:rStyle w:val="libAlaemChar"/>
          <w:rtl/>
        </w:rPr>
        <w:t xml:space="preserve">عليه‌السلام </w:t>
      </w:r>
      <w:r>
        <w:rPr>
          <w:rtl/>
        </w:rPr>
        <w:t>فرمود: اترى ان الله اعطى من اعطى من كرامته و منع من منع من هو ان عليه ؟</w:t>
      </w:r>
    </w:p>
    <w:p w:rsidR="00827620" w:rsidRDefault="00827620" w:rsidP="00827620">
      <w:pPr>
        <w:pStyle w:val="libNormal"/>
        <w:rPr>
          <w:rtl/>
        </w:rPr>
      </w:pPr>
      <w:r>
        <w:rPr>
          <w:rFonts w:hint="eastAsia"/>
          <w:rtl/>
        </w:rPr>
        <w:t>لا</w:t>
      </w:r>
      <w:r>
        <w:rPr>
          <w:rtl/>
        </w:rPr>
        <w:t xml:space="preserve"> وليكن المال مال الله يضعه عند الرجل و دائع و جوز لهم ان ياكلوا قصدا و يشربوا قصدا و يلبسوا قصدا و ينكحوا قصدا و يركبوا قصدا ...</w:t>
      </w:r>
      <w:r w:rsidRPr="0045537F">
        <w:rPr>
          <w:rStyle w:val="libFootnotenumChar"/>
          <w:rtl/>
        </w:rPr>
        <w:t xml:space="preserve"> (١٩).</w:t>
      </w:r>
    </w:p>
    <w:p w:rsidR="00827620" w:rsidRDefault="00827620" w:rsidP="0045537F">
      <w:pPr>
        <w:pStyle w:val="libNormal"/>
        <w:rPr>
          <w:rtl/>
        </w:rPr>
      </w:pPr>
      <w:r>
        <w:rPr>
          <w:rFonts w:hint="eastAsia"/>
          <w:rtl/>
        </w:rPr>
        <w:t>يعنى</w:t>
      </w:r>
      <w:r>
        <w:rPr>
          <w:rtl/>
        </w:rPr>
        <w:t xml:space="preserve"> آيا خيال مى كنى آنچه خداوند به افراد داده به خاطر لياقت آنها است ، و اگر به كسى نداده به دليل بى لياقتى او بوده ؟ هرگز، بلكه مال ، امانت خداست كه نزد بعضى ها به امانت گذاشته و اجازه داده در حد اعتدال و نياز به مصرف خوردن ، آشاميدن ، ازدواج ، مركب سوار</w:t>
      </w:r>
      <w:r>
        <w:rPr>
          <w:rFonts w:hint="eastAsia"/>
          <w:rtl/>
        </w:rPr>
        <w:t>ى</w:t>
      </w:r>
      <w:r>
        <w:rPr>
          <w:rtl/>
        </w:rPr>
        <w:t xml:space="preserve"> برسانند و مابقى آنرا صرف فقراء مسلمين نمايند. پس هر كه از اين امانت درست استفاده نموده و زياده روى نكند آنچه مصرف كرده ، حلال است وگرنه حرام مى باشد، مگر نه اينكه خداوند فرمود: ولا تسرفوا اسراف نكنيد. آيا فكر مى كنى اگر كسى ثروت دارد حق دارد يك مركب سوار</w:t>
      </w:r>
      <w:r>
        <w:rPr>
          <w:rFonts w:hint="eastAsia"/>
          <w:rtl/>
        </w:rPr>
        <w:t>ى</w:t>
      </w:r>
      <w:r>
        <w:rPr>
          <w:rtl/>
        </w:rPr>
        <w:t xml:space="preserve"> به ده هزار درهم بخرد در صورتى كه با بيست درهم مى توانست يك مركب بخرد؟ و يا اگر پول دارد مى تواند هزار دينار </w:t>
      </w:r>
      <w:r>
        <w:rPr>
          <w:rtl/>
        </w:rPr>
        <w:lastRenderedPageBreak/>
        <w:t>صرف ازدواجش كند با اين كه بيست دينار او را كفايت مى كند؟ هرگز، خداوند فرموده ولا تسرفوا.</w:t>
      </w:r>
      <w:r w:rsidR="0045537F">
        <w:rPr>
          <w:rFonts w:hint="eastAsia"/>
          <w:rtl/>
        </w:rPr>
        <w:t xml:space="preserve"> </w:t>
      </w:r>
      <w:r>
        <w:rPr>
          <w:rFonts w:hint="eastAsia"/>
          <w:rtl/>
        </w:rPr>
        <w:t>يك</w:t>
      </w:r>
      <w:r>
        <w:rPr>
          <w:rtl/>
        </w:rPr>
        <w:t xml:space="preserve"> بار ديگر مضمون حديث فوق را ملاحظه نماييد تا معنى صرفه جويى روشن شود.</w:t>
      </w:r>
    </w:p>
    <w:p w:rsidR="00827620" w:rsidRDefault="0045537F" w:rsidP="00827620">
      <w:pPr>
        <w:pStyle w:val="libNormal"/>
        <w:rPr>
          <w:rtl/>
        </w:rPr>
      </w:pPr>
      <w:r>
        <w:rPr>
          <w:rtl/>
        </w:rPr>
        <w:br w:type="page"/>
      </w:r>
    </w:p>
    <w:p w:rsidR="00827620" w:rsidRDefault="00827620" w:rsidP="0045537F">
      <w:pPr>
        <w:pStyle w:val="Heading1"/>
        <w:rPr>
          <w:rtl/>
        </w:rPr>
      </w:pPr>
      <w:bookmarkStart w:id="16" w:name="_Toc479592302"/>
      <w:bookmarkStart w:id="17" w:name="_Toc479592423"/>
      <w:r>
        <w:rPr>
          <w:rFonts w:hint="eastAsia"/>
          <w:rtl/>
        </w:rPr>
        <w:t>وظيفه</w:t>
      </w:r>
      <w:r>
        <w:rPr>
          <w:rtl/>
        </w:rPr>
        <w:t xml:space="preserve"> ثروتمندان</w:t>
      </w:r>
      <w:bookmarkEnd w:id="16"/>
      <w:bookmarkEnd w:id="17"/>
    </w:p>
    <w:p w:rsidR="00827620" w:rsidRDefault="00827620" w:rsidP="00827620">
      <w:pPr>
        <w:pStyle w:val="libNormal"/>
        <w:rPr>
          <w:rtl/>
        </w:rPr>
      </w:pPr>
      <w:r>
        <w:rPr>
          <w:rtl/>
        </w:rPr>
        <w:t>٢٣ - گفتم اى پدر يتيمان ، آيا ثروتمندان در برابر فقيران مسئولند و يا حق دارند هرگونه كه خواستند در مال خود تصرف كنند و فقرا را به حال خود رها سازند؟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 الله فرض فى اموال الاغنياء اقوات الفقراء فما جاع فقير الا بما منع غنى و الله سائلهم عن ذلك . </w:t>
      </w:r>
      <w:r w:rsidRPr="0045537F">
        <w:rPr>
          <w:rStyle w:val="libFootnotenumChar"/>
          <w:rtl/>
        </w:rPr>
        <w:t>(٢٠)</w:t>
      </w:r>
    </w:p>
    <w:p w:rsidR="00827620" w:rsidRDefault="00827620" w:rsidP="00827620">
      <w:pPr>
        <w:pStyle w:val="libNormal"/>
        <w:rPr>
          <w:rtl/>
        </w:rPr>
      </w:pPr>
      <w:r>
        <w:rPr>
          <w:rFonts w:hint="eastAsia"/>
          <w:rtl/>
        </w:rPr>
        <w:t>حضرت</w:t>
      </w:r>
      <w:r>
        <w:rPr>
          <w:rtl/>
        </w:rPr>
        <w:t xml:space="preserve"> فرمودند خداوند نان فقرا را در مال ثروتمندان واجب گردانيد (يعنى واجب اس</w:t>
      </w:r>
      <w:r w:rsidR="0045537F">
        <w:rPr>
          <w:rFonts w:hint="cs"/>
          <w:rtl/>
          <w:lang w:bidi="fa-IR"/>
        </w:rPr>
        <w:t>ت</w:t>
      </w:r>
      <w:r>
        <w:rPr>
          <w:rtl/>
        </w:rPr>
        <w:t xml:space="preserve"> پولدارها خرج و هزينه زندگى فقيران را تامين نمايند) پس ‍ هيچ فقيرى گرسنه نماند مگر بخاطر ممانعت ثروتمندان (كه حق آنها را ندادند) و خداوند در قيامت از آنان مواخذه و سوال خواهد نمود.</w:t>
      </w:r>
      <w:r>
        <w:rPr>
          <w:rtl/>
        </w:rPr>
        <w:cr/>
      </w:r>
    </w:p>
    <w:p w:rsidR="00827620" w:rsidRDefault="00827620" w:rsidP="00827620">
      <w:pPr>
        <w:pStyle w:val="libNormal"/>
        <w:rPr>
          <w:rtl/>
        </w:rPr>
      </w:pPr>
      <w:r>
        <w:rPr>
          <w:rtl/>
        </w:rPr>
        <w:t>(كه چرا در فكر فقيران نبودند و از مالى كه خداوند به آنها عطا كرده است ، حق نيازمندان و بى بضاعتان را ندادند و بجاى رسيدگى به حال ضعفاى جامعه و تقسيم ثروت عادلانه سرگرم اسراف كارى و ولخرجى و ريخت و پاش شدند؟)</w:t>
      </w:r>
    </w:p>
    <w:p w:rsidR="00827620" w:rsidRDefault="00827620" w:rsidP="00827620">
      <w:pPr>
        <w:pStyle w:val="libNormal"/>
        <w:rPr>
          <w:rtl/>
        </w:rPr>
      </w:pPr>
      <w:r>
        <w:rPr>
          <w:rtl/>
        </w:rPr>
        <w:t>٢٤ - عرض كردم فدايت شوم خطاى بزرگ ثروتمندان را در چه مى بينى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اذا جمعت المال فانت فيه وكيل لغيرك سعد به و مشقى امت . </w:t>
      </w:r>
      <w:r w:rsidRPr="0045537F">
        <w:rPr>
          <w:rStyle w:val="libFootnotenumChar"/>
          <w:rtl/>
        </w:rPr>
        <w:t>(٢١)</w:t>
      </w:r>
    </w:p>
    <w:p w:rsidR="00827620" w:rsidRDefault="00827620" w:rsidP="00827620">
      <w:pPr>
        <w:pStyle w:val="libNormal"/>
        <w:rPr>
          <w:rtl/>
        </w:rPr>
      </w:pPr>
      <w:r>
        <w:rPr>
          <w:rFonts w:hint="eastAsia"/>
          <w:rtl/>
        </w:rPr>
        <w:t>در</w:t>
      </w:r>
      <w:r>
        <w:rPr>
          <w:rtl/>
        </w:rPr>
        <w:t xml:space="preserve"> ثروتى كه اندوخته اى ، وكيل ديگران (وارث) هستى پس تو با جمع كردن (از راه نادرست و تضييع حق مستمندان) بدبخت مى شوى و او با انفاق آن در راه خدا خوشبخت مى گردد.</w:t>
      </w:r>
    </w:p>
    <w:p w:rsidR="00827620" w:rsidRDefault="00827620" w:rsidP="00827620">
      <w:pPr>
        <w:pStyle w:val="libNormal"/>
        <w:rPr>
          <w:rtl/>
        </w:rPr>
      </w:pPr>
      <w:r>
        <w:rPr>
          <w:rtl/>
        </w:rPr>
        <w:t>٢٥ - عرض كردم ثروتمندان چه كنند كه فرداى قيامت روسياه نباشند؟</w:t>
      </w:r>
    </w:p>
    <w:p w:rsidR="00827620" w:rsidRDefault="00827620" w:rsidP="00827620">
      <w:pPr>
        <w:pStyle w:val="libNormal"/>
        <w:rPr>
          <w:rtl/>
        </w:rPr>
      </w:pPr>
      <w:r>
        <w:rPr>
          <w:rFonts w:hint="eastAsia"/>
          <w:rtl/>
        </w:rPr>
        <w:lastRenderedPageBreak/>
        <w:t>فقال</w:t>
      </w:r>
      <w:r>
        <w:rPr>
          <w:rtl/>
        </w:rPr>
        <w:t xml:space="preserve"> </w:t>
      </w:r>
      <w:r w:rsidR="00196907" w:rsidRPr="00196907">
        <w:rPr>
          <w:rStyle w:val="libAlaemChar"/>
          <w:rtl/>
        </w:rPr>
        <w:t xml:space="preserve">عليه‌السلام </w:t>
      </w:r>
      <w:r>
        <w:rPr>
          <w:rtl/>
        </w:rPr>
        <w:t>خذوا من كرائم اموالكم ما يرفع به ربكم سنى اعمالكم .</w:t>
      </w:r>
    </w:p>
    <w:p w:rsidR="00827620" w:rsidRDefault="00827620" w:rsidP="00827620">
      <w:pPr>
        <w:pStyle w:val="libNormal"/>
        <w:rPr>
          <w:rtl/>
        </w:rPr>
      </w:pPr>
      <w:r>
        <w:rPr>
          <w:rFonts w:hint="eastAsia"/>
          <w:rtl/>
        </w:rPr>
        <w:t>بهترين</w:t>
      </w:r>
      <w:r>
        <w:rPr>
          <w:rtl/>
        </w:rPr>
        <w:t xml:space="preserve"> اموال خود را به گونه اى بكار گيريد كه بوسيله آن اعمال خوب شما را بالا برد و بلند مرتبه گرداند (زكوه و حقوق فقراء را از آن بيرون كند. از مستمندان دستگيرى كند و باقيات الصالحات بگذارد و تا مى تواند در راه خير و راه خدا مصرف نمايد) اين را بايد توجه كنن</w:t>
      </w:r>
      <w:r>
        <w:rPr>
          <w:rFonts w:hint="eastAsia"/>
          <w:rtl/>
        </w:rPr>
        <w:t>د</w:t>
      </w:r>
      <w:r>
        <w:rPr>
          <w:rtl/>
        </w:rPr>
        <w:t xml:space="preserve"> كه :</w:t>
      </w:r>
    </w:p>
    <w:p w:rsidR="00827620" w:rsidRDefault="00827620" w:rsidP="00827620">
      <w:pPr>
        <w:pStyle w:val="libNormal"/>
        <w:rPr>
          <w:rtl/>
        </w:rPr>
      </w:pPr>
      <w:r>
        <w:rPr>
          <w:rFonts w:hint="eastAsia"/>
          <w:rtl/>
        </w:rPr>
        <w:t>فى</w:t>
      </w:r>
      <w:r>
        <w:rPr>
          <w:rtl/>
        </w:rPr>
        <w:t xml:space="preserve"> خلالها حساب و فى حرامها عقاب و فى شبهاتها عتاب . </w:t>
      </w:r>
      <w:r w:rsidRPr="0045537F">
        <w:rPr>
          <w:rStyle w:val="libFootnotenumChar"/>
          <w:rtl/>
        </w:rPr>
        <w:t>(٢٢)</w:t>
      </w:r>
    </w:p>
    <w:p w:rsidR="00827620" w:rsidRDefault="00827620" w:rsidP="00827620">
      <w:pPr>
        <w:pStyle w:val="libNormal"/>
        <w:rPr>
          <w:rtl/>
        </w:rPr>
      </w:pPr>
      <w:r>
        <w:rPr>
          <w:rFonts w:hint="eastAsia"/>
          <w:rtl/>
        </w:rPr>
        <w:t>مال</w:t>
      </w:r>
      <w:r>
        <w:rPr>
          <w:rtl/>
        </w:rPr>
        <w:t xml:space="preserve"> و ثروت اگر از راه حلال باشد حساب دارد و اگر حرام باشد كيفر و مجازات دارد و اگر از راه شبهه ناك باشد عتاب و سرزنش خواهد داشت . پس بايد در همه امور دقت كنيم كه فرداى قيامت بارمان سنگين نباشد.</w:t>
      </w:r>
    </w:p>
    <w:p w:rsidR="00827620" w:rsidRDefault="0045537F" w:rsidP="00827620">
      <w:pPr>
        <w:pStyle w:val="libNormal"/>
        <w:rPr>
          <w:rtl/>
        </w:rPr>
      </w:pPr>
      <w:r>
        <w:rPr>
          <w:rtl/>
        </w:rPr>
        <w:br w:type="page"/>
      </w:r>
    </w:p>
    <w:p w:rsidR="00827620" w:rsidRDefault="00827620" w:rsidP="0045537F">
      <w:pPr>
        <w:pStyle w:val="Heading1"/>
        <w:rPr>
          <w:rtl/>
        </w:rPr>
      </w:pPr>
      <w:bookmarkStart w:id="18" w:name="_Toc479592303"/>
      <w:bookmarkStart w:id="19" w:name="_Toc479592424"/>
      <w:r>
        <w:rPr>
          <w:rFonts w:hint="eastAsia"/>
          <w:rtl/>
        </w:rPr>
        <w:t>آزادى</w:t>
      </w:r>
      <w:bookmarkEnd w:id="18"/>
      <w:bookmarkEnd w:id="19"/>
    </w:p>
    <w:p w:rsidR="00827620" w:rsidRDefault="00827620" w:rsidP="00827620">
      <w:pPr>
        <w:pStyle w:val="libNormal"/>
        <w:rPr>
          <w:rtl/>
        </w:rPr>
      </w:pPr>
      <w:r>
        <w:rPr>
          <w:rtl/>
        </w:rPr>
        <w:t>٢٦ - عرض كردم اى آزاد مرد، كه جهان كسى را به آزادگى تو نديده و نخواهد ديد نظر شما درباره آزادى چيست و آيا انسان آزاد آفريده شده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لاتكن عبد غيرك و قد جعلك الله حرا . </w:t>
      </w:r>
      <w:r w:rsidRPr="0045537F">
        <w:rPr>
          <w:rStyle w:val="libFootnotenumChar"/>
          <w:rtl/>
        </w:rPr>
        <w:t>(٢٣)</w:t>
      </w:r>
    </w:p>
    <w:p w:rsidR="00827620" w:rsidRDefault="00827620" w:rsidP="00827620">
      <w:pPr>
        <w:pStyle w:val="libNormal"/>
        <w:rPr>
          <w:rtl/>
        </w:rPr>
      </w:pPr>
      <w:r>
        <w:rPr>
          <w:rFonts w:hint="eastAsia"/>
          <w:rtl/>
        </w:rPr>
        <w:t>هرگز</w:t>
      </w:r>
      <w:r>
        <w:rPr>
          <w:rtl/>
        </w:rPr>
        <w:t xml:space="preserve"> بنده و ذليل ديگرى مشو چه آنكه خداوند تو را آزاد قرار داده است .</w:t>
      </w:r>
    </w:p>
    <w:p w:rsidR="00827620" w:rsidRDefault="00827620" w:rsidP="00827620">
      <w:pPr>
        <w:pStyle w:val="libNormal"/>
        <w:rPr>
          <w:rtl/>
        </w:rPr>
      </w:pPr>
      <w:r>
        <w:rPr>
          <w:rtl/>
        </w:rPr>
        <w:t>(خداوند به تو هديه آزادى كرامت فرموده ، پس با دست خويش ، خود را برده انسانى مثل خودت مساز، آزادى هديه خدا است ولى انسان از آن خوب استفاده نمى كند و به انواع اسارتها دچار مى شود)</w:t>
      </w:r>
    </w:p>
    <w:p w:rsidR="00827620" w:rsidRDefault="00827620" w:rsidP="00827620">
      <w:pPr>
        <w:pStyle w:val="libNormal"/>
        <w:rPr>
          <w:rtl/>
        </w:rPr>
      </w:pPr>
      <w:r>
        <w:rPr>
          <w:rtl/>
        </w:rPr>
        <w:t>٢٧ - پرسيدم : كرامت انسان در چه حد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ليس لانفسكم ثمن دون الجنه فلا تبيعوها بغيرها .</w:t>
      </w:r>
    </w:p>
    <w:p w:rsidR="00827620" w:rsidRDefault="00827620" w:rsidP="00827620">
      <w:pPr>
        <w:pStyle w:val="libNormal"/>
        <w:rPr>
          <w:rtl/>
        </w:rPr>
      </w:pPr>
      <w:r>
        <w:rPr>
          <w:rFonts w:hint="eastAsia"/>
          <w:rtl/>
        </w:rPr>
        <w:t>ارزش</w:t>
      </w:r>
      <w:r>
        <w:rPr>
          <w:rtl/>
        </w:rPr>
        <w:t xml:space="preserve"> و مقدار شما تا آنجايى است كه بهايى بجز بهشت در برابر آن نشايد. پس خود را به غير از بهشت مفروشيد.</w:t>
      </w:r>
    </w:p>
    <w:p w:rsidR="00827620" w:rsidRDefault="00827620" w:rsidP="00827620">
      <w:pPr>
        <w:pStyle w:val="libNormal"/>
        <w:rPr>
          <w:rtl/>
        </w:rPr>
      </w:pPr>
      <w:r>
        <w:rPr>
          <w:rFonts w:hint="eastAsia"/>
          <w:rtl/>
        </w:rPr>
        <w:t>و</w:t>
      </w:r>
      <w:r>
        <w:rPr>
          <w:rtl/>
        </w:rPr>
        <w:t xml:space="preserve"> اكرم نفسك عن كل دنيه و ان ساقتك الى الرغائب . </w:t>
      </w:r>
      <w:r w:rsidRPr="0045537F">
        <w:rPr>
          <w:rStyle w:val="libFootnotenumChar"/>
          <w:rtl/>
        </w:rPr>
        <w:t>(٢٤)</w:t>
      </w:r>
    </w:p>
    <w:p w:rsidR="00827620" w:rsidRDefault="00827620" w:rsidP="00827620">
      <w:pPr>
        <w:pStyle w:val="libNormal"/>
        <w:rPr>
          <w:rtl/>
        </w:rPr>
      </w:pPr>
      <w:r>
        <w:rPr>
          <w:rFonts w:hint="eastAsia"/>
          <w:rtl/>
        </w:rPr>
        <w:t>نفس</w:t>
      </w:r>
      <w:r>
        <w:rPr>
          <w:rtl/>
        </w:rPr>
        <w:t xml:space="preserve"> خود را گرامى بدار و از هر پستى فاصله بگير هر چند تو را به نعمتهاى بى شمار برساند.</w:t>
      </w:r>
    </w:p>
    <w:p w:rsidR="00827620" w:rsidRDefault="00827620" w:rsidP="00827620">
      <w:pPr>
        <w:pStyle w:val="libNormal"/>
        <w:rPr>
          <w:rtl/>
        </w:rPr>
      </w:pPr>
      <w:r>
        <w:rPr>
          <w:rtl/>
        </w:rPr>
        <w:t>٢٨ - عرض كردم مولا جان آيا ممكن است انسان آزاده به هنگام سختى تن به خوارى و ذلت بندگى دهد؟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الحر حر و ان مسه الضر. </w:t>
      </w:r>
      <w:r w:rsidRPr="0045537F">
        <w:rPr>
          <w:rStyle w:val="libFootnotenumChar"/>
          <w:rtl/>
        </w:rPr>
        <w:t>(٢٥)</w:t>
      </w:r>
    </w:p>
    <w:p w:rsidR="00827620" w:rsidRDefault="00827620" w:rsidP="00827620">
      <w:pPr>
        <w:pStyle w:val="libNormal"/>
        <w:rPr>
          <w:rtl/>
        </w:rPr>
      </w:pPr>
      <w:r>
        <w:rPr>
          <w:rFonts w:hint="eastAsia"/>
          <w:rtl/>
        </w:rPr>
        <w:t>انسان</w:t>
      </w:r>
      <w:r>
        <w:rPr>
          <w:rtl/>
        </w:rPr>
        <w:t xml:space="preserve"> آزاده هميشه و در هر شرايطى خويش را حفظ مى كند و تن به ذلت نمى دهد. هر چند گرفتار گردد.</w:t>
      </w:r>
    </w:p>
    <w:p w:rsidR="00827620" w:rsidRDefault="00827620" w:rsidP="00827620">
      <w:pPr>
        <w:pStyle w:val="libNormal"/>
        <w:rPr>
          <w:rtl/>
        </w:rPr>
      </w:pPr>
      <w:r>
        <w:rPr>
          <w:rFonts w:hint="eastAsia"/>
          <w:rtl/>
        </w:rPr>
        <w:t>الحربه</w:t>
      </w:r>
      <w:r>
        <w:rPr>
          <w:rtl/>
        </w:rPr>
        <w:t xml:space="preserve"> منزهه من الغل و المكر. </w:t>
      </w:r>
      <w:r w:rsidRPr="0045537F">
        <w:rPr>
          <w:rStyle w:val="libFootnotenumChar"/>
          <w:rtl/>
        </w:rPr>
        <w:t>(٢٦)</w:t>
      </w:r>
    </w:p>
    <w:p w:rsidR="00827620" w:rsidRDefault="00827620" w:rsidP="00827620">
      <w:pPr>
        <w:pStyle w:val="libNormal"/>
        <w:rPr>
          <w:rtl/>
        </w:rPr>
      </w:pPr>
      <w:r>
        <w:rPr>
          <w:rFonts w:hint="eastAsia"/>
          <w:rtl/>
        </w:rPr>
        <w:lastRenderedPageBreak/>
        <w:t>آزادگى</w:t>
      </w:r>
      <w:r>
        <w:rPr>
          <w:rtl/>
        </w:rPr>
        <w:t xml:space="preserve"> و آزادمنشى از مكر و خيانت پاك و منزه است و خود را به صفات زشت آلوده نسازد.</w:t>
      </w:r>
    </w:p>
    <w:p w:rsidR="00827620" w:rsidRDefault="00827620" w:rsidP="00827620">
      <w:pPr>
        <w:pStyle w:val="libNormal"/>
        <w:rPr>
          <w:rtl/>
        </w:rPr>
      </w:pPr>
      <w:r>
        <w:rPr>
          <w:rtl/>
        </w:rPr>
        <w:t>٢٩ - اى سرور آزادگان ، بى بند و بارى چه در پى دارد؟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فعل ما شاء لقى ماساء. </w:t>
      </w:r>
      <w:r w:rsidRPr="0045537F">
        <w:rPr>
          <w:rStyle w:val="libFootnotenumChar"/>
          <w:rtl/>
        </w:rPr>
        <w:t>(٢٧)</w:t>
      </w:r>
    </w:p>
    <w:p w:rsidR="00827620" w:rsidRDefault="00827620" w:rsidP="00827620">
      <w:pPr>
        <w:pStyle w:val="libNormal"/>
        <w:rPr>
          <w:rtl/>
        </w:rPr>
      </w:pPr>
      <w:r>
        <w:rPr>
          <w:rFonts w:hint="eastAsia"/>
          <w:rtl/>
        </w:rPr>
        <w:t>هر</w:t>
      </w:r>
      <w:r>
        <w:rPr>
          <w:rtl/>
        </w:rPr>
        <w:t xml:space="preserve"> كه بصورت افسارگسيخته هر چه خواهد بكند طبعا به سرنوشت بد و ناخوشايندى خواهد رسيد. (بى بند و بارى هاى حيوانى از انسان با شرافت ، يك خوك و حيوان درنده و پليد مى سازد)</w:t>
      </w:r>
    </w:p>
    <w:p w:rsidR="00827620" w:rsidRDefault="00827620" w:rsidP="00827620">
      <w:pPr>
        <w:pStyle w:val="libNormal"/>
        <w:rPr>
          <w:rtl/>
        </w:rPr>
      </w:pPr>
      <w:r>
        <w:rPr>
          <w:rtl/>
        </w:rPr>
        <w:t>٣٠ - مولاى من ، آزاد مرد واقعى چه كسى است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من ترك الشهوات كان حرا. </w:t>
      </w:r>
      <w:r w:rsidRPr="0045537F">
        <w:rPr>
          <w:rStyle w:val="libFootnotenumChar"/>
          <w:rtl/>
        </w:rPr>
        <w:t>(٢٨)</w:t>
      </w:r>
    </w:p>
    <w:p w:rsidR="00827620" w:rsidRDefault="00827620" w:rsidP="00827620">
      <w:pPr>
        <w:pStyle w:val="libNormal"/>
        <w:rPr>
          <w:rtl/>
        </w:rPr>
      </w:pPr>
      <w:r>
        <w:rPr>
          <w:rFonts w:hint="eastAsia"/>
          <w:rtl/>
        </w:rPr>
        <w:t>هر</w:t>
      </w:r>
      <w:r>
        <w:rPr>
          <w:rtl/>
        </w:rPr>
        <w:t xml:space="preserve"> كه شهوتها و هواهاى نفسانى را ترك كند، او آزاد واقعى است (كه اسير نفس نشده).</w:t>
      </w:r>
    </w:p>
    <w:p w:rsidR="00827620" w:rsidRDefault="00827620" w:rsidP="00827620">
      <w:pPr>
        <w:pStyle w:val="libNormal"/>
        <w:rPr>
          <w:rtl/>
        </w:rPr>
      </w:pPr>
      <w:r>
        <w:rPr>
          <w:rtl/>
        </w:rPr>
        <w:t>(آنان كه گرفتار دام گناه و فساد و شهوات و دنياپرستى شده اند، خود را فروخته اند و براى هميشه در اسارت نفس در آمده اند كه ديگر رنگ آزادى را نخواهند ديد؛ مگر وقتى كه از دام نفس بگريزند.)</w:t>
      </w:r>
    </w:p>
    <w:p w:rsidR="00827620" w:rsidRDefault="0045537F" w:rsidP="00827620">
      <w:pPr>
        <w:pStyle w:val="libNormal"/>
        <w:rPr>
          <w:rtl/>
        </w:rPr>
      </w:pPr>
      <w:r>
        <w:rPr>
          <w:rtl/>
        </w:rPr>
        <w:br w:type="page"/>
      </w:r>
    </w:p>
    <w:p w:rsidR="00827620" w:rsidRDefault="00827620" w:rsidP="0045537F">
      <w:pPr>
        <w:pStyle w:val="Heading1"/>
        <w:rPr>
          <w:rtl/>
        </w:rPr>
      </w:pPr>
      <w:bookmarkStart w:id="20" w:name="_Toc479592304"/>
      <w:bookmarkStart w:id="21" w:name="_Toc479592425"/>
      <w:r>
        <w:rPr>
          <w:rFonts w:hint="eastAsia"/>
          <w:rtl/>
        </w:rPr>
        <w:t>آنچه</w:t>
      </w:r>
      <w:r>
        <w:rPr>
          <w:rtl/>
        </w:rPr>
        <w:t xml:space="preserve"> مايه نگرانى است</w:t>
      </w:r>
      <w:bookmarkEnd w:id="20"/>
      <w:bookmarkEnd w:id="21"/>
    </w:p>
    <w:p w:rsidR="00827620" w:rsidRDefault="00827620" w:rsidP="00827620">
      <w:pPr>
        <w:pStyle w:val="libNormal"/>
        <w:rPr>
          <w:rtl/>
        </w:rPr>
      </w:pPr>
      <w:r>
        <w:rPr>
          <w:rtl/>
        </w:rPr>
        <w:t>٣١ - اى پيشواى دلسوز، كه هميشه نگران جامعه بودى ، چه چيزى بيشتر مايه نگرانى شما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 اخوف ما اخاف عليكم اثنان اتباع الهواى و طول الامل . </w:t>
      </w:r>
      <w:r w:rsidRPr="0045537F">
        <w:rPr>
          <w:rStyle w:val="libFootnotenumChar"/>
          <w:rtl/>
        </w:rPr>
        <w:t>(٢٩)</w:t>
      </w:r>
    </w:p>
    <w:p w:rsidR="00827620" w:rsidRDefault="00827620" w:rsidP="00827620">
      <w:pPr>
        <w:pStyle w:val="libNormal"/>
        <w:rPr>
          <w:rtl/>
        </w:rPr>
      </w:pPr>
      <w:r>
        <w:rPr>
          <w:rFonts w:hint="eastAsia"/>
          <w:rtl/>
        </w:rPr>
        <w:t>فرمودند</w:t>
      </w:r>
      <w:r>
        <w:rPr>
          <w:rtl/>
        </w:rPr>
        <w:t>: من از دو چيز بيش از هر چيز بر شما مى ترسم يكى پيروى از تمايلات نفس و ديگر آرزوى دراز.</w:t>
      </w:r>
    </w:p>
    <w:p w:rsidR="00827620" w:rsidRDefault="00827620" w:rsidP="00827620">
      <w:pPr>
        <w:pStyle w:val="libNormal"/>
        <w:rPr>
          <w:rtl/>
        </w:rPr>
      </w:pPr>
      <w:r>
        <w:rPr>
          <w:rtl/>
        </w:rPr>
        <w:t>٣٢ - عرض كردم بعضى ها وقتى كار خلافى مى كنند و اعتراض مى كنى مى گويند دلم مى خواهد آيا عمل به دلخواه درست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 اطعت هواك اصمعك و اعماك . </w:t>
      </w:r>
      <w:r w:rsidRPr="0045537F">
        <w:rPr>
          <w:rStyle w:val="libFootnotenumChar"/>
          <w:rtl/>
        </w:rPr>
        <w:t>(٣٠)</w:t>
      </w:r>
    </w:p>
    <w:p w:rsidR="00827620" w:rsidRDefault="00827620" w:rsidP="00827620">
      <w:pPr>
        <w:pStyle w:val="libNormal"/>
        <w:rPr>
          <w:rtl/>
        </w:rPr>
      </w:pPr>
      <w:r>
        <w:rPr>
          <w:rFonts w:hint="eastAsia"/>
          <w:rtl/>
        </w:rPr>
        <w:t>اگر</w:t>
      </w:r>
      <w:r>
        <w:rPr>
          <w:rtl/>
        </w:rPr>
        <w:t xml:space="preserve"> از هواى (دلخواه) نفست اطاعت كنى كور و كرت مى كند. (و از شنيدن حقيقت و ديدن واقعيت دورت مى كند).</w:t>
      </w:r>
    </w:p>
    <w:p w:rsidR="00827620" w:rsidRDefault="00827620" w:rsidP="00827620">
      <w:pPr>
        <w:pStyle w:val="libNormal"/>
        <w:rPr>
          <w:rtl/>
        </w:rPr>
      </w:pPr>
      <w:r>
        <w:rPr>
          <w:rFonts w:hint="eastAsia"/>
          <w:rtl/>
        </w:rPr>
        <w:t>اذا</w:t>
      </w:r>
      <w:r>
        <w:rPr>
          <w:rtl/>
        </w:rPr>
        <w:t xml:space="preserve"> غلبت عليكم اهوائكم اوردتكم موارد الهلكه .</w:t>
      </w:r>
    </w:p>
    <w:p w:rsidR="00827620" w:rsidRDefault="00827620" w:rsidP="00827620">
      <w:pPr>
        <w:pStyle w:val="libNormal"/>
        <w:rPr>
          <w:rtl/>
        </w:rPr>
      </w:pPr>
      <w:r>
        <w:rPr>
          <w:rFonts w:hint="eastAsia"/>
          <w:rtl/>
        </w:rPr>
        <w:t>موقعى</w:t>
      </w:r>
      <w:r>
        <w:rPr>
          <w:rtl/>
        </w:rPr>
        <w:t xml:space="preserve"> كه هواى نفس بر وجودتان حاكم و غالب گردد شما را به پرتگاه تباهى مى كشاند و هلاكتان مى كند.</w:t>
      </w:r>
    </w:p>
    <w:p w:rsidR="00827620" w:rsidRDefault="00827620" w:rsidP="00827620">
      <w:pPr>
        <w:pStyle w:val="libNormal"/>
        <w:rPr>
          <w:rtl/>
        </w:rPr>
      </w:pPr>
      <w:r>
        <w:rPr>
          <w:rtl/>
        </w:rPr>
        <w:t>٣٣ - بعضى از اين آدم هاى بى بند و بار، كه آزادى را در بى بند و بارى مى دانند خود را عاقل هم مى دانند!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ذهاب العقل بين الهوى و الشهوه . </w:t>
      </w:r>
      <w:r w:rsidRPr="0045537F">
        <w:rPr>
          <w:rStyle w:val="libFootnotenumChar"/>
          <w:rtl/>
        </w:rPr>
        <w:t>(٣١)</w:t>
      </w:r>
    </w:p>
    <w:p w:rsidR="00827620" w:rsidRDefault="00827620" w:rsidP="00827620">
      <w:pPr>
        <w:pStyle w:val="libNormal"/>
        <w:rPr>
          <w:rtl/>
        </w:rPr>
      </w:pPr>
      <w:r>
        <w:rPr>
          <w:rFonts w:hint="eastAsia"/>
          <w:rtl/>
        </w:rPr>
        <w:t>عقل</w:t>
      </w:r>
      <w:r>
        <w:rPr>
          <w:rtl/>
        </w:rPr>
        <w:t xml:space="preserve"> آدمى در كشاكش هاى هواى نفسانى و شهوات از بين مى رود.</w:t>
      </w:r>
    </w:p>
    <w:p w:rsidR="00827620" w:rsidRDefault="00827620" w:rsidP="00827620">
      <w:pPr>
        <w:pStyle w:val="libNormal"/>
        <w:rPr>
          <w:rtl/>
        </w:rPr>
      </w:pPr>
      <w:r>
        <w:rPr>
          <w:rFonts w:hint="eastAsia"/>
          <w:rtl/>
        </w:rPr>
        <w:t>و</w:t>
      </w:r>
      <w:r>
        <w:rPr>
          <w:rtl/>
        </w:rPr>
        <w:t xml:space="preserve"> كم من عقل اسير عند هوى امير.</w:t>
      </w:r>
    </w:p>
    <w:p w:rsidR="00827620" w:rsidRDefault="00827620" w:rsidP="00827620">
      <w:pPr>
        <w:pStyle w:val="libNormal"/>
        <w:rPr>
          <w:rtl/>
        </w:rPr>
      </w:pPr>
      <w:r>
        <w:rPr>
          <w:rFonts w:hint="eastAsia"/>
          <w:rtl/>
        </w:rPr>
        <w:t>چه</w:t>
      </w:r>
      <w:r>
        <w:rPr>
          <w:rtl/>
        </w:rPr>
        <w:t xml:space="preserve"> بسيار عقلى كه در برابر فرمانروايى هوى و خواهش هاى نفسانى اسير و گرفتار است .</w:t>
      </w:r>
    </w:p>
    <w:p w:rsidR="00827620" w:rsidRDefault="00827620" w:rsidP="00827620">
      <w:pPr>
        <w:pStyle w:val="libNormal"/>
        <w:rPr>
          <w:rtl/>
        </w:rPr>
      </w:pPr>
      <w:r>
        <w:rPr>
          <w:rtl/>
        </w:rPr>
        <w:lastRenderedPageBreak/>
        <w:t>٣٤ - يعنى اين ها كه ادعاى آزادى به معناى بى بند و بارى مى كنند، خود اسيرند؟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عبد الشهوه اسير لا ينفك اسره . </w:t>
      </w:r>
      <w:r w:rsidRPr="0045537F">
        <w:rPr>
          <w:rStyle w:val="libFootnotenumChar"/>
          <w:rtl/>
        </w:rPr>
        <w:t>(٣٢)</w:t>
      </w:r>
    </w:p>
    <w:p w:rsidR="00827620" w:rsidRDefault="00827620" w:rsidP="00827620">
      <w:pPr>
        <w:pStyle w:val="libNormal"/>
        <w:rPr>
          <w:rtl/>
        </w:rPr>
      </w:pPr>
      <w:r>
        <w:rPr>
          <w:rFonts w:hint="eastAsia"/>
          <w:rtl/>
        </w:rPr>
        <w:t>بنده</w:t>
      </w:r>
      <w:r>
        <w:rPr>
          <w:rtl/>
        </w:rPr>
        <w:t xml:space="preserve"> شهوت اسيرى است كه هرگز آزادى نخواهد داشت .</w:t>
      </w:r>
    </w:p>
    <w:p w:rsidR="00827620" w:rsidRDefault="00827620" w:rsidP="00827620">
      <w:pPr>
        <w:pStyle w:val="libNormal"/>
        <w:rPr>
          <w:rtl/>
        </w:rPr>
      </w:pPr>
      <w:r>
        <w:rPr>
          <w:rFonts w:hint="eastAsia"/>
          <w:rtl/>
        </w:rPr>
        <w:t>و</w:t>
      </w:r>
      <w:r>
        <w:rPr>
          <w:rtl/>
        </w:rPr>
        <w:t xml:space="preserve"> انكم ان امرتم عليكم الهوى اصمعكم و اعماكم و اردايكم . </w:t>
      </w:r>
      <w:r w:rsidRPr="0045537F">
        <w:rPr>
          <w:rStyle w:val="libFootnotenumChar"/>
          <w:rtl/>
        </w:rPr>
        <w:t>(٣٣)</w:t>
      </w:r>
    </w:p>
    <w:p w:rsidR="00827620" w:rsidRDefault="00827620" w:rsidP="00827620">
      <w:pPr>
        <w:pStyle w:val="libNormal"/>
        <w:rPr>
          <w:rtl/>
        </w:rPr>
      </w:pPr>
      <w:r>
        <w:rPr>
          <w:rFonts w:hint="eastAsia"/>
          <w:rtl/>
        </w:rPr>
        <w:t>براستى</w:t>
      </w:r>
      <w:r>
        <w:rPr>
          <w:rtl/>
        </w:rPr>
        <w:t xml:space="preserve"> اگر هواى نفس را فرمانرواى خود سازيد و بى قيد و شرط اطاعتش ‍ نماييد، شما را كور و كر مى كند و سرانجام مايه سقوط و هلاكت شما خواهد شد.</w:t>
      </w:r>
    </w:p>
    <w:p w:rsidR="00827620" w:rsidRDefault="00827620" w:rsidP="00827620">
      <w:pPr>
        <w:pStyle w:val="libNormal"/>
        <w:rPr>
          <w:rtl/>
        </w:rPr>
      </w:pPr>
      <w:r>
        <w:rPr>
          <w:rtl/>
        </w:rPr>
        <w:t>٣٥ - گفتم : آيا گناه و هواپرستى با ديانت سازگار است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ليمن فى المعاصى اشد من اتباع الشهوه فلا تطيعوها فيشغلكم عن الله . </w:t>
      </w:r>
      <w:r w:rsidRPr="00A43703">
        <w:rPr>
          <w:rStyle w:val="libFootnotenumChar"/>
          <w:rtl/>
        </w:rPr>
        <w:t>(٣٤)</w:t>
      </w:r>
    </w:p>
    <w:p w:rsidR="00827620" w:rsidRDefault="00827620" w:rsidP="00827620">
      <w:pPr>
        <w:pStyle w:val="libNormal"/>
        <w:rPr>
          <w:rtl/>
        </w:rPr>
      </w:pPr>
      <w:r>
        <w:rPr>
          <w:rFonts w:hint="eastAsia"/>
          <w:rtl/>
        </w:rPr>
        <w:t>پيروى</w:t>
      </w:r>
      <w:r>
        <w:rPr>
          <w:rtl/>
        </w:rPr>
        <w:t xml:space="preserve"> شهوت از تمام گناهان نيرومندتر است ؛ به اطاعتش تن در ندهيد كه فكر شما را از خدا باز مى دارد.</w:t>
      </w:r>
    </w:p>
    <w:p w:rsidR="00827620" w:rsidRDefault="00827620" w:rsidP="00827620">
      <w:pPr>
        <w:pStyle w:val="libNormal"/>
        <w:rPr>
          <w:rtl/>
        </w:rPr>
      </w:pPr>
      <w:r>
        <w:rPr>
          <w:rtl/>
        </w:rPr>
        <w:t>(و راه رستگارى و خداجويى را بر شما مى بندد. لذا هر چيزى كه لغو باشد و انسان را از خدا غافل كند حرام و گناهى بزرگ است مانند موسيقى حرام ، قمار، شرابخوارى و ...)</w:t>
      </w:r>
    </w:p>
    <w:p w:rsidR="00827620" w:rsidRDefault="00A43703" w:rsidP="00827620">
      <w:pPr>
        <w:pStyle w:val="libNormal"/>
        <w:rPr>
          <w:rtl/>
        </w:rPr>
      </w:pPr>
      <w:r>
        <w:rPr>
          <w:rtl/>
        </w:rPr>
        <w:br w:type="page"/>
      </w:r>
    </w:p>
    <w:p w:rsidR="00827620" w:rsidRDefault="00827620" w:rsidP="00A43703">
      <w:pPr>
        <w:pStyle w:val="Heading1"/>
        <w:rPr>
          <w:rtl/>
        </w:rPr>
      </w:pPr>
      <w:bookmarkStart w:id="22" w:name="_Toc479592305"/>
      <w:bookmarkStart w:id="23" w:name="_Toc479592426"/>
      <w:r>
        <w:rPr>
          <w:rFonts w:hint="eastAsia"/>
          <w:rtl/>
        </w:rPr>
        <w:t>نقش</w:t>
      </w:r>
      <w:r>
        <w:rPr>
          <w:rtl/>
        </w:rPr>
        <w:t xml:space="preserve"> عدالت در جامعه</w:t>
      </w:r>
      <w:bookmarkEnd w:id="22"/>
      <w:bookmarkEnd w:id="23"/>
    </w:p>
    <w:p w:rsidR="00827620" w:rsidRDefault="00827620" w:rsidP="00827620">
      <w:pPr>
        <w:pStyle w:val="libNormal"/>
        <w:rPr>
          <w:rtl/>
        </w:rPr>
      </w:pPr>
      <w:r>
        <w:rPr>
          <w:rtl/>
        </w:rPr>
        <w:t>٣٦ - عرض كردم اى شير عدالت و اى پرچمدار قسط و عدل و راى كسى كه عدالت را به هيچ قيمتى از دست ندادى و با هيچ چيز عوض ‍ نكردى ، و سرانجام بخاطر عدالت كشته شدى ، قدرى برايمان از عدالت صحبت بفرماييد.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العدل قوام الرعيه و جمال الولاه </w:t>
      </w:r>
      <w:r w:rsidRPr="00A43703">
        <w:rPr>
          <w:rStyle w:val="libFootnotenumChar"/>
          <w:rtl/>
        </w:rPr>
        <w:t>. (٣٥)</w:t>
      </w:r>
    </w:p>
    <w:p w:rsidR="00827620" w:rsidRDefault="00827620" w:rsidP="00827620">
      <w:pPr>
        <w:pStyle w:val="libNormal"/>
        <w:rPr>
          <w:rtl/>
        </w:rPr>
      </w:pPr>
      <w:r>
        <w:rPr>
          <w:rFonts w:hint="eastAsia"/>
          <w:rtl/>
        </w:rPr>
        <w:t>دادگرى</w:t>
      </w:r>
      <w:r>
        <w:rPr>
          <w:rtl/>
        </w:rPr>
        <w:t xml:space="preserve"> و عدالت وسيله قوام و توانمندى رعيت (جامعه) و جمال و زيبايى حاكمان و كارگزاران است .</w:t>
      </w:r>
    </w:p>
    <w:p w:rsidR="00827620" w:rsidRDefault="00827620" w:rsidP="00827620">
      <w:pPr>
        <w:pStyle w:val="libNormal"/>
        <w:rPr>
          <w:rtl/>
        </w:rPr>
      </w:pPr>
      <w:r>
        <w:rPr>
          <w:rFonts w:hint="eastAsia"/>
          <w:rtl/>
        </w:rPr>
        <w:t>و</w:t>
      </w:r>
      <w:r>
        <w:rPr>
          <w:rtl/>
        </w:rPr>
        <w:t xml:space="preserve"> العدل راس الايمان و جماع الاحسان </w:t>
      </w:r>
      <w:r w:rsidRPr="00A43703">
        <w:rPr>
          <w:rStyle w:val="libFootnotenumChar"/>
          <w:rtl/>
        </w:rPr>
        <w:t>. (٣٦)</w:t>
      </w:r>
    </w:p>
    <w:p w:rsidR="00827620" w:rsidRDefault="00827620" w:rsidP="00827620">
      <w:pPr>
        <w:pStyle w:val="libNormal"/>
        <w:rPr>
          <w:rtl/>
        </w:rPr>
      </w:pPr>
      <w:r>
        <w:rPr>
          <w:rFonts w:hint="eastAsia"/>
          <w:rtl/>
        </w:rPr>
        <w:t>عدالت</w:t>
      </w:r>
      <w:r>
        <w:rPr>
          <w:rtl/>
        </w:rPr>
        <w:t xml:space="preserve"> ، ريشه و اساس ايمان و مجمع همه خوبيها است .</w:t>
      </w:r>
    </w:p>
    <w:p w:rsidR="00827620" w:rsidRDefault="00827620" w:rsidP="00827620">
      <w:pPr>
        <w:pStyle w:val="libNormal"/>
        <w:rPr>
          <w:rtl/>
        </w:rPr>
      </w:pPr>
      <w:r>
        <w:rPr>
          <w:rtl/>
        </w:rPr>
        <w:t>٣٧ - عدالت خواهى چه فوايدى براى جامعه دارد؟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بالعدل تخصاعف البركات . </w:t>
      </w:r>
      <w:r w:rsidRPr="00A43703">
        <w:rPr>
          <w:rStyle w:val="libFootnotenumChar"/>
          <w:rtl/>
        </w:rPr>
        <w:t>(٣٧)</w:t>
      </w:r>
    </w:p>
    <w:p w:rsidR="00827620" w:rsidRDefault="00827620" w:rsidP="00827620">
      <w:pPr>
        <w:pStyle w:val="libNormal"/>
        <w:rPr>
          <w:rtl/>
        </w:rPr>
      </w:pPr>
      <w:r>
        <w:rPr>
          <w:rFonts w:hint="eastAsia"/>
          <w:rtl/>
        </w:rPr>
        <w:t>بركتها</w:t>
      </w:r>
      <w:r>
        <w:rPr>
          <w:rtl/>
        </w:rPr>
        <w:t xml:space="preserve"> بوسيله عدالت افزون مى گردد و بالعدل تصلح الرعيه امور مردم با عدالت اصلاح مى گردد.</w:t>
      </w:r>
    </w:p>
    <w:p w:rsidR="00827620" w:rsidRDefault="00827620" w:rsidP="00827620">
      <w:pPr>
        <w:pStyle w:val="libNormal"/>
        <w:rPr>
          <w:rtl/>
        </w:rPr>
      </w:pPr>
      <w:r>
        <w:rPr>
          <w:rFonts w:hint="eastAsia"/>
          <w:rtl/>
        </w:rPr>
        <w:t>و</w:t>
      </w:r>
      <w:r>
        <w:rPr>
          <w:rtl/>
        </w:rPr>
        <w:t xml:space="preserve"> من عدل فى البلاد نشر الله عليه الرحمه </w:t>
      </w:r>
      <w:r w:rsidRPr="00A43703">
        <w:rPr>
          <w:rStyle w:val="libFootnotenumChar"/>
          <w:rtl/>
        </w:rPr>
        <w:t>(٣٨)</w:t>
      </w:r>
    </w:p>
    <w:p w:rsidR="00827620" w:rsidRDefault="00827620" w:rsidP="00827620">
      <w:pPr>
        <w:pStyle w:val="libNormal"/>
        <w:rPr>
          <w:rtl/>
        </w:rPr>
      </w:pPr>
      <w:r>
        <w:rPr>
          <w:rFonts w:hint="eastAsia"/>
          <w:rtl/>
        </w:rPr>
        <w:t>كسى</w:t>
      </w:r>
      <w:r>
        <w:rPr>
          <w:rtl/>
        </w:rPr>
        <w:t xml:space="preserve"> كه عدل خود را در شهرها گسترش دهد، خداوند رحمت بر او نازل كند.</w:t>
      </w:r>
    </w:p>
    <w:p w:rsidR="00827620" w:rsidRDefault="00827620" w:rsidP="00827620">
      <w:pPr>
        <w:pStyle w:val="libNormal"/>
        <w:rPr>
          <w:rtl/>
        </w:rPr>
      </w:pPr>
      <w:r>
        <w:rPr>
          <w:rtl/>
        </w:rPr>
        <w:t>٣٨ - عرض كردم : اى سرور حاكمان عادل ، بفرماييد، عمران و آبادى در اثر چه حاصل مى شود؟ و آيا عدالت در آن نقشى دارد؟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ما عمرت البلدان بمثل العدل .</w:t>
      </w:r>
    </w:p>
    <w:p w:rsidR="00827620" w:rsidRDefault="00827620" w:rsidP="00827620">
      <w:pPr>
        <w:pStyle w:val="libNormal"/>
        <w:rPr>
          <w:rtl/>
        </w:rPr>
      </w:pPr>
      <w:r>
        <w:rPr>
          <w:rFonts w:hint="eastAsia"/>
          <w:rtl/>
        </w:rPr>
        <w:t>هرگز</w:t>
      </w:r>
      <w:r>
        <w:rPr>
          <w:rtl/>
        </w:rPr>
        <w:t xml:space="preserve"> چيزى بمانند عدل ، شهرها را آباد نمى سازد.</w:t>
      </w:r>
    </w:p>
    <w:p w:rsidR="00827620" w:rsidRDefault="00827620" w:rsidP="00827620">
      <w:pPr>
        <w:pStyle w:val="libNormal"/>
        <w:rPr>
          <w:rtl/>
        </w:rPr>
      </w:pPr>
      <w:r>
        <w:rPr>
          <w:rtl/>
        </w:rPr>
        <w:t>٣٩ - آيا عدالت به دوام حكومت كمك مى كند؟</w:t>
      </w:r>
    </w:p>
    <w:p w:rsidR="00827620" w:rsidRDefault="00827620" w:rsidP="00827620">
      <w:pPr>
        <w:pStyle w:val="libNormal"/>
        <w:rPr>
          <w:rtl/>
        </w:rPr>
      </w:pPr>
      <w:r>
        <w:rPr>
          <w:rFonts w:hint="eastAsia"/>
          <w:rtl/>
        </w:rPr>
        <w:lastRenderedPageBreak/>
        <w:t>قال</w:t>
      </w:r>
      <w:r>
        <w:rPr>
          <w:rtl/>
        </w:rPr>
        <w:t xml:space="preserve"> </w:t>
      </w:r>
      <w:r w:rsidR="00196907" w:rsidRPr="00196907">
        <w:rPr>
          <w:rStyle w:val="libAlaemChar"/>
          <w:rtl/>
        </w:rPr>
        <w:t xml:space="preserve">عليه‌السلام </w:t>
      </w:r>
      <w:r>
        <w:rPr>
          <w:rtl/>
        </w:rPr>
        <w:t xml:space="preserve">: من عدل تمكن - من عدل عظم قدره - من عدل نفذ حكمه - من عمل بالعدل حصن الله ملكه . </w:t>
      </w:r>
      <w:r w:rsidRPr="00A43703">
        <w:rPr>
          <w:rStyle w:val="libFootnotenumChar"/>
          <w:rtl/>
        </w:rPr>
        <w:t>(٣٩)</w:t>
      </w:r>
    </w:p>
    <w:p w:rsidR="00827620" w:rsidRDefault="00827620" w:rsidP="00827620">
      <w:pPr>
        <w:pStyle w:val="libNormal"/>
        <w:rPr>
          <w:rtl/>
        </w:rPr>
      </w:pPr>
      <w:r>
        <w:rPr>
          <w:rFonts w:hint="eastAsia"/>
          <w:rtl/>
        </w:rPr>
        <w:t>كسى</w:t>
      </w:r>
      <w:r>
        <w:rPr>
          <w:rtl/>
        </w:rPr>
        <w:t xml:space="preserve"> كه عدالت كند با تمكن و قدرت گردد، و حكم عدالت گر نافذ باشد و هر كه عدالت كند قدر و منزلتش بزرگ گردد و خداوند حكومت و سلطنت حاكم عادل را حفظ مى كند.</w:t>
      </w:r>
    </w:p>
    <w:p w:rsidR="00827620" w:rsidRDefault="00827620" w:rsidP="00827620">
      <w:pPr>
        <w:pStyle w:val="libNormal"/>
        <w:rPr>
          <w:rtl/>
        </w:rPr>
      </w:pPr>
      <w:r>
        <w:rPr>
          <w:rFonts w:hint="eastAsia"/>
          <w:rtl/>
        </w:rPr>
        <w:t>و</w:t>
      </w:r>
      <w:r>
        <w:rPr>
          <w:rtl/>
        </w:rPr>
        <w:t xml:space="preserve"> فى العدل الاقتداء بسنه الله و ثبات الدول . </w:t>
      </w:r>
      <w:r w:rsidRPr="00A43703">
        <w:rPr>
          <w:rStyle w:val="libFootnotenumChar"/>
          <w:rtl/>
        </w:rPr>
        <w:t>(٤٠)</w:t>
      </w:r>
    </w:p>
    <w:p w:rsidR="00827620" w:rsidRDefault="00827620" w:rsidP="00827620">
      <w:pPr>
        <w:pStyle w:val="libNormal"/>
        <w:rPr>
          <w:rtl/>
        </w:rPr>
      </w:pPr>
      <w:r>
        <w:rPr>
          <w:rFonts w:hint="eastAsia"/>
          <w:rtl/>
        </w:rPr>
        <w:t>عدالت</w:t>
      </w:r>
      <w:r>
        <w:rPr>
          <w:rtl/>
        </w:rPr>
        <w:t xml:space="preserve"> كردن هم عمل به سنت و دستور خداوند است كه فرمود: ان الله يامر بالعدل و الاحسان .</w:t>
      </w:r>
    </w:p>
    <w:p w:rsidR="00827620" w:rsidRDefault="00827620" w:rsidP="00827620">
      <w:pPr>
        <w:pStyle w:val="libNormal"/>
        <w:rPr>
          <w:rtl/>
        </w:rPr>
      </w:pPr>
      <w:r>
        <w:rPr>
          <w:rFonts w:hint="eastAsia"/>
          <w:rtl/>
        </w:rPr>
        <w:t>و</w:t>
      </w:r>
      <w:r>
        <w:rPr>
          <w:rtl/>
        </w:rPr>
        <w:t xml:space="preserve"> هم باعث ثبات و دوام دولتها و حكومتها است .</w:t>
      </w:r>
    </w:p>
    <w:p w:rsidR="00827620" w:rsidRDefault="00827620" w:rsidP="00827620">
      <w:pPr>
        <w:pStyle w:val="libNormal"/>
        <w:rPr>
          <w:rtl/>
        </w:rPr>
      </w:pPr>
      <w:r>
        <w:rPr>
          <w:rtl/>
        </w:rPr>
        <w:t>٤٠ - آيا در اجراى عدالت ، فرقى بين افراد هست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عليك بالعدل فى الصديق و العدو . </w:t>
      </w:r>
      <w:r w:rsidRPr="00A43703">
        <w:rPr>
          <w:rStyle w:val="libFootnotenumChar"/>
          <w:rtl/>
        </w:rPr>
        <w:t>(٤١)</w:t>
      </w:r>
    </w:p>
    <w:p w:rsidR="00827620" w:rsidRDefault="00827620" w:rsidP="00827620">
      <w:pPr>
        <w:pStyle w:val="libNormal"/>
        <w:rPr>
          <w:rtl/>
        </w:rPr>
      </w:pPr>
      <w:r>
        <w:rPr>
          <w:rtl/>
        </w:rPr>
        <w:t>(هرگز فرقى نيست . همه جا عدل مطلوب است) بر تو باد به عدالت داشتن چه در حق دوست و چه در حق دشمن .</w:t>
      </w:r>
    </w:p>
    <w:p w:rsidR="00827620" w:rsidRDefault="00827620" w:rsidP="00827620">
      <w:pPr>
        <w:pStyle w:val="libNormal"/>
        <w:rPr>
          <w:rtl/>
        </w:rPr>
      </w:pPr>
      <w:r>
        <w:rPr>
          <w:rtl/>
        </w:rPr>
        <w:t>٤١ - آيا تشكيل و تاسيس دولت عادل لازم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دوله العادل من الواجبات . </w:t>
      </w:r>
      <w:r w:rsidRPr="00A43703">
        <w:rPr>
          <w:rStyle w:val="libFootnotenumChar"/>
          <w:rtl/>
        </w:rPr>
        <w:t>(٤٢)</w:t>
      </w:r>
    </w:p>
    <w:p w:rsidR="00827620" w:rsidRDefault="00827620" w:rsidP="00827620">
      <w:pPr>
        <w:pStyle w:val="libNormal"/>
        <w:rPr>
          <w:rtl/>
        </w:rPr>
      </w:pPr>
      <w:r>
        <w:rPr>
          <w:rFonts w:hint="eastAsia"/>
          <w:rtl/>
        </w:rPr>
        <w:t>تاسيس</w:t>
      </w:r>
      <w:r>
        <w:rPr>
          <w:rtl/>
        </w:rPr>
        <w:t xml:space="preserve"> و تشكيل حكومت عدل از واجبات است (مردم بايد مبارزه كنند تا حكومت عدل الهى بدست آورند)</w:t>
      </w:r>
    </w:p>
    <w:p w:rsidR="00827620" w:rsidRDefault="00A43703" w:rsidP="00827620">
      <w:pPr>
        <w:pStyle w:val="libNormal"/>
        <w:rPr>
          <w:rtl/>
        </w:rPr>
      </w:pPr>
      <w:r>
        <w:rPr>
          <w:rtl/>
        </w:rPr>
        <w:br w:type="page"/>
      </w:r>
    </w:p>
    <w:p w:rsidR="00827620" w:rsidRDefault="00827620" w:rsidP="00A43703">
      <w:pPr>
        <w:pStyle w:val="Heading1"/>
        <w:rPr>
          <w:rtl/>
        </w:rPr>
      </w:pPr>
      <w:bookmarkStart w:id="24" w:name="_Toc479592306"/>
      <w:bookmarkStart w:id="25" w:name="_Toc479592427"/>
      <w:r>
        <w:rPr>
          <w:rFonts w:hint="eastAsia"/>
          <w:rtl/>
        </w:rPr>
        <w:t>رمز</w:t>
      </w:r>
      <w:r>
        <w:rPr>
          <w:rtl/>
        </w:rPr>
        <w:t xml:space="preserve"> موفقيت</w:t>
      </w:r>
      <w:bookmarkEnd w:id="24"/>
      <w:bookmarkEnd w:id="25"/>
    </w:p>
    <w:p w:rsidR="00827620" w:rsidRDefault="00827620" w:rsidP="00827620">
      <w:pPr>
        <w:pStyle w:val="libNormal"/>
        <w:rPr>
          <w:rtl/>
        </w:rPr>
      </w:pPr>
      <w:r>
        <w:rPr>
          <w:rtl/>
        </w:rPr>
        <w:t>٤٢ - عرض كردم اى امام ، اى كسى كه يك لحظه از عمرت را هدر ندادى ؛ يا در جهاد بودى ، يا در عبادت ، يا در كار دين بودى ، يا در سياست ، يا در حال خودسازى بودى ، يا در حال خدمت به خلق ؛ بفرماييد ما چه كنيم كه در كارها موفق باشيم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اوصيكم بتقوى الله و نظم امركم . </w:t>
      </w:r>
      <w:r w:rsidRPr="00A43703">
        <w:rPr>
          <w:rStyle w:val="libFootnotenumChar"/>
          <w:rtl/>
        </w:rPr>
        <w:t>(٤٣)</w:t>
      </w:r>
    </w:p>
    <w:p w:rsidR="00827620" w:rsidRDefault="00827620" w:rsidP="00827620">
      <w:pPr>
        <w:pStyle w:val="libNormal"/>
        <w:rPr>
          <w:rtl/>
        </w:rPr>
      </w:pPr>
      <w:r>
        <w:rPr>
          <w:rFonts w:hint="eastAsia"/>
          <w:rtl/>
        </w:rPr>
        <w:t>بر</w:t>
      </w:r>
      <w:r>
        <w:rPr>
          <w:rtl/>
        </w:rPr>
        <w:t xml:space="preserve"> شما باد داشتن تقواى الهى (كه عمر و اوقات گرانمايه را در امور خلاف و بيهوده و حرامهاى خدا مصرف نكنى) و نظم در كارهايتان . (در تمام امور نظم داشتن ، و هر كارى را در وقت خود انجام دادن ، و اعتدال را در همه جا رعايت نمودن ، از رموز موفقيت است كه از جمله آنه</w:t>
      </w:r>
      <w:r>
        <w:rPr>
          <w:rFonts w:hint="eastAsia"/>
          <w:rtl/>
        </w:rPr>
        <w:t>ا</w:t>
      </w:r>
      <w:r>
        <w:rPr>
          <w:rtl/>
        </w:rPr>
        <w:t xml:space="preserve"> تقسيم كار است و هر زمانى را براى كار مناسب قرار دادن كه در سوال بعدى خواهيد خواند)</w:t>
      </w:r>
    </w:p>
    <w:p w:rsidR="00827620" w:rsidRDefault="00827620" w:rsidP="00827620">
      <w:pPr>
        <w:pStyle w:val="libNormal"/>
        <w:rPr>
          <w:rtl/>
        </w:rPr>
      </w:pPr>
      <w:r>
        <w:rPr>
          <w:rtl/>
        </w:rPr>
        <w:t>٤٣ - عرض كردم درباره نظم در كارها، يك نمونه بفرمائيد:</w:t>
      </w:r>
    </w:p>
    <w:p w:rsidR="00827620" w:rsidRDefault="00827620" w:rsidP="00827620">
      <w:pPr>
        <w:pStyle w:val="libNormal"/>
        <w:rPr>
          <w:rtl/>
        </w:rPr>
      </w:pPr>
      <w:r>
        <w:rPr>
          <w:rFonts w:hint="eastAsia"/>
          <w:rtl/>
        </w:rPr>
        <w:t>فرمودند</w:t>
      </w:r>
      <w:r>
        <w:rPr>
          <w:rtl/>
        </w:rPr>
        <w:t>: تقسيم كار و وقت .</w:t>
      </w:r>
    </w:p>
    <w:p w:rsidR="00827620" w:rsidRDefault="00827620" w:rsidP="00827620">
      <w:pPr>
        <w:pStyle w:val="libNormal"/>
        <w:rPr>
          <w:rtl/>
        </w:rPr>
      </w:pPr>
      <w:r>
        <w:rPr>
          <w:rFonts w:hint="eastAsia"/>
          <w:rtl/>
        </w:rPr>
        <w:t>للمومن</w:t>
      </w:r>
      <w:r>
        <w:rPr>
          <w:rtl/>
        </w:rPr>
        <w:t xml:space="preserve"> ثلاث ساعات ساعه يناجى فيها ربه ، و ساعه يبرم معاشمه ، و ساعه يخلى بين نفسه و بين لذاتها فيما يحل و يجمل و ليس للعاقل ان يكون شاخصا الا فى ثلاث مرمه لمعاش او خطوه فى معاد، او لذه فى غير محرم . </w:t>
      </w:r>
      <w:r w:rsidRPr="00A43703">
        <w:rPr>
          <w:rStyle w:val="libFootnotenumChar"/>
          <w:rtl/>
        </w:rPr>
        <w:t>(٤٤)</w:t>
      </w:r>
    </w:p>
    <w:p w:rsidR="00827620" w:rsidRDefault="00827620" w:rsidP="00827620">
      <w:pPr>
        <w:pStyle w:val="libNormal"/>
        <w:rPr>
          <w:rtl/>
        </w:rPr>
      </w:pPr>
      <w:r>
        <w:rPr>
          <w:rFonts w:hint="eastAsia"/>
          <w:rtl/>
        </w:rPr>
        <w:t>براى</w:t>
      </w:r>
      <w:r>
        <w:rPr>
          <w:rtl/>
        </w:rPr>
        <w:t xml:space="preserve"> مومن سه ساعت است (شبانه روز خود را بايد سه قسمت كند) ساعتى را با پروردگارش راز و نياز كند (در كار خدا مصرف نمايد و به فكر اصلاح آخرت باشد. عبادات خود را انجام دهد)</w:t>
      </w:r>
    </w:p>
    <w:p w:rsidR="00827620" w:rsidRDefault="00827620" w:rsidP="00827620">
      <w:pPr>
        <w:pStyle w:val="libNormal"/>
        <w:rPr>
          <w:rtl/>
        </w:rPr>
      </w:pPr>
      <w:r>
        <w:rPr>
          <w:rFonts w:hint="eastAsia"/>
          <w:rtl/>
        </w:rPr>
        <w:t>و</w:t>
      </w:r>
      <w:r>
        <w:rPr>
          <w:rtl/>
        </w:rPr>
        <w:t xml:space="preserve"> ساعتى در آن معاش خود را اصلاح نمايد (برآورده كردن نيازهاى زندگى از راه كار و درآمد و رسيدگى به امور خانواده و زندگى معشيت)</w:t>
      </w:r>
    </w:p>
    <w:p w:rsidR="00827620" w:rsidRDefault="00827620" w:rsidP="00827620">
      <w:pPr>
        <w:pStyle w:val="libNormal"/>
        <w:rPr>
          <w:rtl/>
        </w:rPr>
      </w:pPr>
      <w:r>
        <w:rPr>
          <w:rFonts w:hint="eastAsia"/>
          <w:rtl/>
        </w:rPr>
        <w:lastRenderedPageBreak/>
        <w:t>و</w:t>
      </w:r>
      <w:r>
        <w:rPr>
          <w:rtl/>
        </w:rPr>
        <w:t xml:space="preserve"> ساعتى هم بين خود و لذت هاى حلال و خواهش هاى غير حرام آزاد بگذارد. (هم به جسم خود برسد و هم به روح خود. تفريح برود، با زن و بچه اش گفتگو و دوستى داشته باشد، لذت هاى حلال داشته باشد تا روحيه بگيرد و به امور ديگر بهتر برسد و سرحال و با نشاط باشد.)</w:t>
      </w:r>
    </w:p>
    <w:p w:rsidR="00827620" w:rsidRDefault="00827620" w:rsidP="00827620">
      <w:pPr>
        <w:pStyle w:val="libNormal"/>
        <w:rPr>
          <w:rtl/>
        </w:rPr>
      </w:pPr>
      <w:r>
        <w:rPr>
          <w:rFonts w:hint="eastAsia"/>
          <w:rtl/>
        </w:rPr>
        <w:t>و</w:t>
      </w:r>
      <w:r>
        <w:rPr>
          <w:rtl/>
        </w:rPr>
        <w:t xml:space="preserve"> بالاخره هر خردمند صاحب عقلى نبايد سفر كند و عمر خود را در سفر تلف كند مگر اين كه سفر او براى يكى از سه چيز باشد؛ يا براى اصلاح معاش (و كار تجارت و كسبى) يا براى امر معاد (حج - زيارت - جهاد و مانند آن مثل تحصيل علم) و يا لذت و تفريح و خوش گذراندن به شرط ا</w:t>
      </w:r>
      <w:r>
        <w:rPr>
          <w:rFonts w:hint="eastAsia"/>
          <w:rtl/>
        </w:rPr>
        <w:t>ين</w:t>
      </w:r>
      <w:r>
        <w:rPr>
          <w:rtl/>
        </w:rPr>
        <w:t xml:space="preserve"> كه حرام نباشد.</w:t>
      </w:r>
    </w:p>
    <w:p w:rsidR="00827620" w:rsidRDefault="00827620" w:rsidP="00827620">
      <w:pPr>
        <w:pStyle w:val="libNormal"/>
        <w:rPr>
          <w:rtl/>
        </w:rPr>
      </w:pPr>
      <w:r>
        <w:rPr>
          <w:rFonts w:hint="eastAsia"/>
          <w:rtl/>
        </w:rPr>
        <w:t>در</w:t>
      </w:r>
      <w:r>
        <w:rPr>
          <w:rtl/>
        </w:rPr>
        <w:t xml:space="preserve"> هر حال مومن و انسان خردمند در تمام امور، هدف درستى را دنبال مى كند و بدون هدف و بدون نظم و بدون تعقل و انديشيدن به هيچ كارى ، دست نمى زند.</w:t>
      </w:r>
    </w:p>
    <w:p w:rsidR="00827620" w:rsidRDefault="00A43703" w:rsidP="00827620">
      <w:pPr>
        <w:pStyle w:val="libNormal"/>
        <w:rPr>
          <w:rtl/>
        </w:rPr>
      </w:pPr>
      <w:r>
        <w:rPr>
          <w:rtl/>
        </w:rPr>
        <w:br w:type="page"/>
      </w:r>
    </w:p>
    <w:p w:rsidR="00827620" w:rsidRDefault="00827620" w:rsidP="00A43703">
      <w:pPr>
        <w:pStyle w:val="Heading1"/>
        <w:rPr>
          <w:rtl/>
        </w:rPr>
      </w:pPr>
      <w:bookmarkStart w:id="26" w:name="_Toc479592307"/>
      <w:bookmarkStart w:id="27" w:name="_Toc479592428"/>
      <w:r>
        <w:rPr>
          <w:rFonts w:hint="eastAsia"/>
          <w:rtl/>
        </w:rPr>
        <w:t>ارزش</w:t>
      </w:r>
      <w:r>
        <w:rPr>
          <w:rtl/>
        </w:rPr>
        <w:t xml:space="preserve"> عمر انسان</w:t>
      </w:r>
      <w:bookmarkEnd w:id="26"/>
      <w:bookmarkEnd w:id="27"/>
    </w:p>
    <w:p w:rsidR="00827620" w:rsidRDefault="00827620" w:rsidP="00827620">
      <w:pPr>
        <w:pStyle w:val="libNormal"/>
        <w:rPr>
          <w:rtl/>
        </w:rPr>
      </w:pPr>
      <w:r>
        <w:rPr>
          <w:rtl/>
        </w:rPr>
        <w:t>٤٤ - عرض كردم چرا شما اين قدر نسبت به عمر مومن حساس هستيد و دوست نداريد آن را بيهوده تلف نمايد؟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ليس شى ء اعز من الكبريت الاحمر الا ما بقى من عمر المومن . </w:t>
      </w:r>
      <w:r w:rsidRPr="00A43703">
        <w:rPr>
          <w:rStyle w:val="libFootnotenumChar"/>
          <w:rtl/>
        </w:rPr>
        <w:t>(٤٥)</w:t>
      </w:r>
    </w:p>
    <w:p w:rsidR="00827620" w:rsidRDefault="00827620" w:rsidP="00827620">
      <w:pPr>
        <w:pStyle w:val="libNormal"/>
        <w:rPr>
          <w:rtl/>
        </w:rPr>
      </w:pPr>
      <w:r>
        <w:rPr>
          <w:rFonts w:hint="eastAsia"/>
          <w:rtl/>
        </w:rPr>
        <w:t>فرمودند</w:t>
      </w:r>
      <w:r>
        <w:rPr>
          <w:rtl/>
        </w:rPr>
        <w:t>: چيزى با ارزشتر از كيمياى سرخ نيست مگر باقيمانده عمر مومن (كه بتواند سعادت خود را تامين كند و جبران گذشته را بنمايد يعنى عمر، بى نهايت ارزشمند است و لذا بايد دقت كرد كه بيهوده مصرف نشود)</w:t>
      </w:r>
    </w:p>
    <w:p w:rsidR="00827620" w:rsidRDefault="00A43703" w:rsidP="00827620">
      <w:pPr>
        <w:pStyle w:val="libNormal"/>
        <w:rPr>
          <w:rtl/>
        </w:rPr>
      </w:pPr>
      <w:r>
        <w:rPr>
          <w:rtl/>
        </w:rPr>
        <w:br w:type="page"/>
      </w:r>
    </w:p>
    <w:p w:rsidR="00827620" w:rsidRDefault="00827620" w:rsidP="00A43703">
      <w:pPr>
        <w:pStyle w:val="Heading1"/>
        <w:rPr>
          <w:rtl/>
        </w:rPr>
      </w:pPr>
      <w:bookmarkStart w:id="28" w:name="_Toc479592308"/>
      <w:bookmarkStart w:id="29" w:name="_Toc479592429"/>
      <w:r>
        <w:rPr>
          <w:rFonts w:hint="eastAsia"/>
          <w:rtl/>
        </w:rPr>
        <w:t>زمان</w:t>
      </w:r>
      <w:r>
        <w:rPr>
          <w:rtl/>
        </w:rPr>
        <w:t xml:space="preserve"> شناسى</w:t>
      </w:r>
      <w:bookmarkEnd w:id="28"/>
      <w:bookmarkEnd w:id="29"/>
    </w:p>
    <w:p w:rsidR="00827620" w:rsidRDefault="00827620" w:rsidP="00827620">
      <w:pPr>
        <w:pStyle w:val="libNormal"/>
        <w:rPr>
          <w:rtl/>
        </w:rPr>
      </w:pPr>
      <w:r>
        <w:rPr>
          <w:rtl/>
        </w:rPr>
        <w:t>٤٥ - عرض كردم انسان چگونه با حوادث غيرمترقبه برخورد كند كه غافلگير نشود؟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عرف الايام لم يغفل عن الاستعداد لها . </w:t>
      </w:r>
      <w:r w:rsidRPr="00A43703">
        <w:rPr>
          <w:rStyle w:val="libFootnotenumChar"/>
          <w:rtl/>
        </w:rPr>
        <w:t>(٤٦)</w:t>
      </w:r>
    </w:p>
    <w:p w:rsidR="00827620" w:rsidRDefault="00827620" w:rsidP="00827620">
      <w:pPr>
        <w:pStyle w:val="libNormal"/>
        <w:rPr>
          <w:rtl/>
        </w:rPr>
      </w:pPr>
      <w:r>
        <w:rPr>
          <w:rFonts w:hint="eastAsia"/>
          <w:rtl/>
        </w:rPr>
        <w:t>كسى</w:t>
      </w:r>
      <w:r>
        <w:rPr>
          <w:rtl/>
        </w:rPr>
        <w:t xml:space="preserve"> كه زمان شناس باشد (و دورانديش و آينده نگر) هرگز از آمادگى براى آينده و حوادث غافل نمى شود (در هر مورد به مقتضاى زمان و مكان و شرايط، پيش بينى لازم را انجام مى دهد.)</w:t>
      </w:r>
    </w:p>
    <w:p w:rsidR="00827620" w:rsidRDefault="00827620" w:rsidP="00A43703">
      <w:pPr>
        <w:pStyle w:val="libNormal"/>
        <w:rPr>
          <w:rtl/>
        </w:rPr>
      </w:pPr>
      <w:r>
        <w:rPr>
          <w:rtl/>
        </w:rPr>
        <w:t>٤٦ - گفتم : مولاى من چگونه بايد از وقت استفاده كرد؟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اعمل لكل يوم بما فيه ترشد . </w:t>
      </w:r>
      <w:r w:rsidRPr="00A43703">
        <w:rPr>
          <w:rStyle w:val="libFootnotenumChar"/>
          <w:rtl/>
        </w:rPr>
        <w:t>(٤٧)</w:t>
      </w:r>
    </w:p>
    <w:p w:rsidR="00827620" w:rsidRDefault="00827620" w:rsidP="00827620">
      <w:pPr>
        <w:pStyle w:val="libNormal"/>
        <w:rPr>
          <w:rtl/>
        </w:rPr>
      </w:pPr>
      <w:r>
        <w:rPr>
          <w:rFonts w:hint="eastAsia"/>
          <w:rtl/>
        </w:rPr>
        <w:t>كار</w:t>
      </w:r>
      <w:r>
        <w:rPr>
          <w:rtl/>
        </w:rPr>
        <w:t xml:space="preserve"> هر روز را در همان روز انجام بده (و به فردا و روز ديگر موكول نكن) تا موفق شوى .</w:t>
      </w:r>
    </w:p>
    <w:p w:rsidR="00827620" w:rsidRDefault="00827620" w:rsidP="00827620">
      <w:pPr>
        <w:pStyle w:val="libNormal"/>
        <w:rPr>
          <w:rtl/>
        </w:rPr>
      </w:pPr>
      <w:r>
        <w:rPr>
          <w:rtl/>
        </w:rPr>
        <w:t>٤٧ - عرض كردم : گاهى كارها زياد است و وقت كم مى آيد چگونه بايد از زمان استفاده كرد تا به همه كارها برسيم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 ليلك و نهارك لا يستوعبان جميع حاجاتك فاقسمها بين عملك و راحتك </w:t>
      </w:r>
      <w:r w:rsidRPr="00A43703">
        <w:rPr>
          <w:rStyle w:val="libFootnotenumChar"/>
          <w:rtl/>
        </w:rPr>
        <w:t>. (٤٨)</w:t>
      </w:r>
    </w:p>
    <w:p w:rsidR="00827620" w:rsidRDefault="00827620" w:rsidP="00827620">
      <w:pPr>
        <w:pStyle w:val="libNormal"/>
        <w:rPr>
          <w:rtl/>
        </w:rPr>
      </w:pPr>
      <w:r>
        <w:rPr>
          <w:rFonts w:hint="eastAsia"/>
          <w:rtl/>
        </w:rPr>
        <w:t>فرمود</w:t>
      </w:r>
      <w:r>
        <w:rPr>
          <w:rtl/>
        </w:rPr>
        <w:t>: (آرى هرگز) شب و روز تو براى تمام كارهايت كافى نيست .</w:t>
      </w:r>
    </w:p>
    <w:p w:rsidR="00827620" w:rsidRDefault="00827620" w:rsidP="00827620">
      <w:pPr>
        <w:pStyle w:val="libNormal"/>
        <w:rPr>
          <w:rtl/>
        </w:rPr>
      </w:pPr>
      <w:r>
        <w:rPr>
          <w:rFonts w:hint="eastAsia"/>
          <w:rtl/>
        </w:rPr>
        <w:t>پس</w:t>
      </w:r>
      <w:r>
        <w:rPr>
          <w:rtl/>
        </w:rPr>
        <w:t xml:space="preserve"> (تنها راه بهره گيرى صحيح اين است كه) بايد كارها را تقسيم بندى كنى و امور مهم را اول انجام دهى و ضمنا وقتى براى استراحت بگذارى (كه فرسوده نگردى و از پا درنيايى).</w:t>
      </w:r>
    </w:p>
    <w:p w:rsidR="00827620" w:rsidRDefault="00827620" w:rsidP="00827620">
      <w:pPr>
        <w:pStyle w:val="libNormal"/>
        <w:rPr>
          <w:rtl/>
        </w:rPr>
      </w:pPr>
      <w:r>
        <w:rPr>
          <w:rtl/>
        </w:rPr>
        <w:t>٤٨ - مثلا به چه كارهايى بيشتر بايد اهميت داد؟</w:t>
      </w:r>
    </w:p>
    <w:p w:rsidR="00827620" w:rsidRDefault="00827620" w:rsidP="00827620">
      <w:pPr>
        <w:pStyle w:val="libNormal"/>
        <w:rPr>
          <w:rtl/>
        </w:rPr>
      </w:pPr>
      <w:r>
        <w:rPr>
          <w:rFonts w:hint="eastAsia"/>
          <w:rtl/>
        </w:rPr>
        <w:lastRenderedPageBreak/>
        <w:t>فرمودند</w:t>
      </w:r>
      <w:r>
        <w:rPr>
          <w:rtl/>
        </w:rPr>
        <w:t>: به كارهاى اساسى ، زيربنايى و برنامه ريزى شده و نه كارهاى مقطعى و زودگذر و بى نتيجه و تكرارى زيرا:</w:t>
      </w:r>
    </w:p>
    <w:p w:rsidR="00827620" w:rsidRDefault="00827620" w:rsidP="00827620">
      <w:pPr>
        <w:pStyle w:val="libNormal"/>
        <w:rPr>
          <w:rtl/>
        </w:rPr>
      </w:pPr>
      <w:r>
        <w:rPr>
          <w:rFonts w:hint="eastAsia"/>
          <w:rtl/>
        </w:rPr>
        <w:t>الاشتغال</w:t>
      </w:r>
      <w:r>
        <w:rPr>
          <w:rtl/>
        </w:rPr>
        <w:t xml:space="preserve"> بالفائت يضيع الوقت .</w:t>
      </w:r>
    </w:p>
    <w:p w:rsidR="00827620" w:rsidRDefault="00827620" w:rsidP="00827620">
      <w:pPr>
        <w:pStyle w:val="libNormal"/>
        <w:rPr>
          <w:rtl/>
        </w:rPr>
      </w:pPr>
      <w:r>
        <w:rPr>
          <w:rFonts w:hint="eastAsia"/>
          <w:rtl/>
        </w:rPr>
        <w:t>سرگرم</w:t>
      </w:r>
      <w:r>
        <w:rPr>
          <w:rtl/>
        </w:rPr>
        <w:t xml:space="preserve"> كارهاى مقطعى شدن فقط وقت تلف كردن است . </w:t>
      </w:r>
      <w:r w:rsidRPr="00A43703">
        <w:rPr>
          <w:rStyle w:val="libFootnotenumChar"/>
          <w:rtl/>
        </w:rPr>
        <w:t>(٤٩)</w:t>
      </w:r>
    </w:p>
    <w:p w:rsidR="00827620" w:rsidRDefault="00827620" w:rsidP="00827620">
      <w:pPr>
        <w:pStyle w:val="libNormal"/>
        <w:rPr>
          <w:rtl/>
        </w:rPr>
      </w:pPr>
      <w:r>
        <w:rPr>
          <w:rFonts w:hint="eastAsia"/>
          <w:rtl/>
        </w:rPr>
        <w:t>و</w:t>
      </w:r>
      <w:r>
        <w:rPr>
          <w:rtl/>
        </w:rPr>
        <w:t xml:space="preserve"> شر ما شغل به المرء وقته الفضول .</w:t>
      </w:r>
    </w:p>
    <w:p w:rsidR="00827620" w:rsidRDefault="00827620" w:rsidP="00827620">
      <w:pPr>
        <w:pStyle w:val="libNormal"/>
        <w:rPr>
          <w:rtl/>
        </w:rPr>
      </w:pPr>
      <w:r>
        <w:rPr>
          <w:rFonts w:hint="eastAsia"/>
          <w:rtl/>
        </w:rPr>
        <w:t>بدترين</w:t>
      </w:r>
      <w:r>
        <w:rPr>
          <w:rtl/>
        </w:rPr>
        <w:t xml:space="preserve"> راه اتلاف اوقات مفيد سرگرم شدن به كارهاى كم فايده و كم اهميت و بى نتيجه است . (كه فرصت ها را از دست مى گيرد و جوانى و استعداد و عمر آدمى را به هدر مى دهد، و يك روز كه چشم باز مى كند خود را مغبون و عقب افتاده و شكست خورده مى بيند و چاره اى هم براى جب</w:t>
      </w:r>
      <w:r>
        <w:rPr>
          <w:rFonts w:hint="eastAsia"/>
          <w:rtl/>
        </w:rPr>
        <w:t>ران</w:t>
      </w:r>
      <w:r>
        <w:rPr>
          <w:rtl/>
        </w:rPr>
        <w:t xml:space="preserve"> ندارد. لذا از اول بايد بگونه اى عمل كند كه كارهاى مهم و اساسى و مفيد در اولويت قرار گيرد.)</w:t>
      </w:r>
    </w:p>
    <w:p w:rsidR="00827620" w:rsidRDefault="00A43703" w:rsidP="00827620">
      <w:pPr>
        <w:pStyle w:val="libNormal"/>
        <w:rPr>
          <w:rtl/>
        </w:rPr>
      </w:pPr>
      <w:r>
        <w:rPr>
          <w:rtl/>
        </w:rPr>
        <w:br w:type="page"/>
      </w:r>
    </w:p>
    <w:p w:rsidR="00827620" w:rsidRDefault="00827620" w:rsidP="00A43703">
      <w:pPr>
        <w:pStyle w:val="Heading1"/>
        <w:rPr>
          <w:rtl/>
        </w:rPr>
      </w:pPr>
      <w:bookmarkStart w:id="30" w:name="_Toc479592309"/>
      <w:bookmarkStart w:id="31" w:name="_Toc479592430"/>
      <w:r>
        <w:rPr>
          <w:rFonts w:hint="eastAsia"/>
          <w:rtl/>
        </w:rPr>
        <w:t>روزگار</w:t>
      </w:r>
      <w:bookmarkEnd w:id="30"/>
      <w:bookmarkEnd w:id="31"/>
    </w:p>
    <w:p w:rsidR="00827620" w:rsidRDefault="00827620" w:rsidP="00827620">
      <w:pPr>
        <w:pStyle w:val="libNormal"/>
        <w:rPr>
          <w:rtl/>
        </w:rPr>
      </w:pPr>
      <w:r>
        <w:rPr>
          <w:rtl/>
        </w:rPr>
        <w:t>٤٩ - گفتم با دنيا چگونه برخورد كنيم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الدهر يومان ، يوم لك و يوم عليك فاذا كان لك فلا تبطر و اذا كان عليك فاصبر . </w:t>
      </w:r>
      <w:r w:rsidRPr="00A43703">
        <w:rPr>
          <w:rStyle w:val="libFootnotenumChar"/>
          <w:rtl/>
        </w:rPr>
        <w:t>(٥٠)</w:t>
      </w:r>
    </w:p>
    <w:p w:rsidR="00827620" w:rsidRDefault="00827620" w:rsidP="00827620">
      <w:pPr>
        <w:pStyle w:val="libNormal"/>
        <w:rPr>
          <w:rtl/>
        </w:rPr>
      </w:pPr>
      <w:r>
        <w:rPr>
          <w:rFonts w:hint="eastAsia"/>
          <w:rtl/>
        </w:rPr>
        <w:t>روزگار</w:t>
      </w:r>
      <w:r>
        <w:rPr>
          <w:rtl/>
        </w:rPr>
        <w:t xml:space="preserve"> دو روز (و دو نوع) است گاهى به كام و نفع و سود تو است و گاهى پشت مى كند به زيان و بدى تو است .</w:t>
      </w:r>
    </w:p>
    <w:p w:rsidR="00827620" w:rsidRDefault="00827620" w:rsidP="00827620">
      <w:pPr>
        <w:pStyle w:val="libNormal"/>
        <w:rPr>
          <w:rtl/>
        </w:rPr>
      </w:pPr>
      <w:r>
        <w:rPr>
          <w:rFonts w:hint="eastAsia"/>
          <w:rtl/>
        </w:rPr>
        <w:t>پس</w:t>
      </w:r>
      <w:r>
        <w:rPr>
          <w:rtl/>
        </w:rPr>
        <w:t xml:space="preserve"> هرگاه رو كرد و همه چيز به كامت بود خوشحال مشو (بلند پروازى ، گردن كشى ، طغيان و بدمستى مكن) و هرگاه پشت كرد (و هر كارى مى كنى به نتيجه نمى رسى و بد مى آورى) صبر را پيشه كن (و با صبورى و تحمل بر مشكلات فائق آى كه بى صبرى و بى تابى مشكلى را حل نخواهد كرد </w:t>
      </w:r>
      <w:r>
        <w:rPr>
          <w:rFonts w:hint="eastAsia"/>
          <w:rtl/>
        </w:rPr>
        <w:t>و</w:t>
      </w:r>
      <w:r>
        <w:rPr>
          <w:rtl/>
        </w:rPr>
        <w:t xml:space="preserve"> بالاخره با زمانه بساز.)</w:t>
      </w:r>
    </w:p>
    <w:p w:rsidR="00827620" w:rsidRDefault="00A43703" w:rsidP="00827620">
      <w:pPr>
        <w:pStyle w:val="libNormal"/>
        <w:rPr>
          <w:rtl/>
        </w:rPr>
      </w:pPr>
      <w:r>
        <w:rPr>
          <w:rtl/>
        </w:rPr>
        <w:br w:type="page"/>
      </w:r>
    </w:p>
    <w:p w:rsidR="00827620" w:rsidRDefault="00827620" w:rsidP="00A43703">
      <w:pPr>
        <w:pStyle w:val="Heading1"/>
        <w:rPr>
          <w:rtl/>
        </w:rPr>
      </w:pPr>
      <w:bookmarkStart w:id="32" w:name="_Toc479592310"/>
      <w:bookmarkStart w:id="33" w:name="_Toc479592431"/>
      <w:r>
        <w:rPr>
          <w:rFonts w:hint="eastAsia"/>
          <w:rtl/>
        </w:rPr>
        <w:t>جوانى</w:t>
      </w:r>
      <w:r>
        <w:rPr>
          <w:rtl/>
        </w:rPr>
        <w:t xml:space="preserve"> و جوان</w:t>
      </w:r>
      <w:bookmarkEnd w:id="32"/>
      <w:bookmarkEnd w:id="33"/>
    </w:p>
    <w:p w:rsidR="00827620" w:rsidRDefault="00827620" w:rsidP="00827620">
      <w:pPr>
        <w:pStyle w:val="libNormal"/>
        <w:rPr>
          <w:rtl/>
        </w:rPr>
      </w:pPr>
      <w:r>
        <w:rPr>
          <w:rtl/>
        </w:rPr>
        <w:t>٥٠ - عرض كردم اى پيشواى بزرگى كه در نوجوانى و جوانى بهترين يار اسلام و قرآن بودى و تمام دوران جوانى خود را در راه اعتلاى پرچم اسلام به كار بردى و سربازى فداكار براى پيامبر بودى ، از جوانى برايمان بگو.</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شيئان لا يعرف فضلهما الا من فقدهما الشباب و العافيه . </w:t>
      </w:r>
      <w:r w:rsidRPr="00A43703">
        <w:rPr>
          <w:rStyle w:val="libFootnotenumChar"/>
          <w:rtl/>
        </w:rPr>
        <w:t>(٥١)</w:t>
      </w:r>
    </w:p>
    <w:p w:rsidR="00827620" w:rsidRDefault="00827620" w:rsidP="00827620">
      <w:pPr>
        <w:pStyle w:val="libNormal"/>
        <w:rPr>
          <w:rtl/>
        </w:rPr>
      </w:pPr>
      <w:r>
        <w:rPr>
          <w:rFonts w:hint="eastAsia"/>
          <w:rtl/>
        </w:rPr>
        <w:t>دو</w:t>
      </w:r>
      <w:r>
        <w:rPr>
          <w:rtl/>
        </w:rPr>
        <w:t xml:space="preserve"> چيز گرانقدر است كه كسى به ارزش آن پى نمى برد، مگر وقتى آنها را از دست بدهد، يكى جوانى و ديگرى عافيت و سلامتى است (كه تا هست قدرش معلوم نيست و جوان نمى داند چه سرمايه عظيمى در اختيار اوست و لذا بهره بردارى صحيح هم از آن نخواهد كرد.)</w:t>
      </w:r>
    </w:p>
    <w:p w:rsidR="00827620" w:rsidRDefault="00827620" w:rsidP="00827620">
      <w:pPr>
        <w:pStyle w:val="libNormal"/>
        <w:rPr>
          <w:rtl/>
        </w:rPr>
      </w:pPr>
      <w:r>
        <w:rPr>
          <w:rtl/>
        </w:rPr>
        <w:t>٥١ - مولاى من چه كارى در جوانى بيشتر بايد مورد توجه قرار گيرد؟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تعلموا صغارا تسودوا به كبارا .</w:t>
      </w:r>
    </w:p>
    <w:p w:rsidR="00827620" w:rsidRDefault="00827620" w:rsidP="00827620">
      <w:pPr>
        <w:pStyle w:val="libNormal"/>
        <w:rPr>
          <w:rtl/>
        </w:rPr>
      </w:pPr>
      <w:r>
        <w:rPr>
          <w:rFonts w:hint="eastAsia"/>
          <w:rtl/>
        </w:rPr>
        <w:t>دانش</w:t>
      </w:r>
      <w:r>
        <w:rPr>
          <w:rtl/>
        </w:rPr>
        <w:t xml:space="preserve"> را در جوانى و خردسالى فرا گيريد تا وقتى بزرگ شديد سبب سربلندى و آقايى شما باشد.</w:t>
      </w:r>
    </w:p>
    <w:p w:rsidR="00827620" w:rsidRDefault="00827620" w:rsidP="00827620">
      <w:pPr>
        <w:pStyle w:val="libNormal"/>
        <w:rPr>
          <w:rtl/>
        </w:rPr>
      </w:pPr>
      <w:r>
        <w:rPr>
          <w:rFonts w:hint="eastAsia"/>
          <w:rtl/>
        </w:rPr>
        <w:t>من</w:t>
      </w:r>
      <w:r>
        <w:rPr>
          <w:rtl/>
        </w:rPr>
        <w:t xml:space="preserve"> لم يتعلم فى الصغر لم يتقدم فى الكبر . </w:t>
      </w:r>
      <w:r w:rsidRPr="00A43703">
        <w:rPr>
          <w:rStyle w:val="libFootnotenumChar"/>
          <w:rtl/>
        </w:rPr>
        <w:t>(٥٢)</w:t>
      </w:r>
    </w:p>
    <w:p w:rsidR="00827620" w:rsidRDefault="00827620" w:rsidP="00827620">
      <w:pPr>
        <w:pStyle w:val="libNormal"/>
        <w:rPr>
          <w:rtl/>
        </w:rPr>
      </w:pPr>
      <w:r>
        <w:rPr>
          <w:rFonts w:hint="eastAsia"/>
          <w:rtl/>
        </w:rPr>
        <w:t>زيرا</w:t>
      </w:r>
      <w:r>
        <w:rPr>
          <w:rtl/>
        </w:rPr>
        <w:t xml:space="preserve"> كسى كه در بچگى و خردسالى چيزى فرا نگيرد وقتى بزرگ شد جلو نخواهد افتاد (بلكه هميشه عقب مانده است).</w:t>
      </w:r>
    </w:p>
    <w:p w:rsidR="00827620" w:rsidRDefault="00A43703" w:rsidP="00827620">
      <w:pPr>
        <w:pStyle w:val="libNormal"/>
        <w:rPr>
          <w:rtl/>
        </w:rPr>
      </w:pPr>
      <w:r>
        <w:rPr>
          <w:rtl/>
        </w:rPr>
        <w:br w:type="page"/>
      </w:r>
    </w:p>
    <w:p w:rsidR="00827620" w:rsidRDefault="00827620" w:rsidP="00A43703">
      <w:pPr>
        <w:pStyle w:val="Heading1"/>
        <w:rPr>
          <w:rtl/>
        </w:rPr>
      </w:pPr>
      <w:bookmarkStart w:id="34" w:name="_Toc479592311"/>
      <w:bookmarkStart w:id="35" w:name="_Toc479592432"/>
      <w:r>
        <w:rPr>
          <w:rFonts w:hint="eastAsia"/>
          <w:rtl/>
        </w:rPr>
        <w:t>بيكارى</w:t>
      </w:r>
      <w:bookmarkEnd w:id="34"/>
      <w:bookmarkEnd w:id="35"/>
    </w:p>
    <w:p w:rsidR="00827620" w:rsidRDefault="00827620" w:rsidP="00827620">
      <w:pPr>
        <w:pStyle w:val="libNormal"/>
        <w:rPr>
          <w:rtl/>
        </w:rPr>
      </w:pPr>
      <w:r>
        <w:rPr>
          <w:rtl/>
        </w:rPr>
        <w:t>٥٢ - گفتم : چه توصيه ديگرى به جوانان داريد؟</w:t>
      </w:r>
    </w:p>
    <w:p w:rsidR="00827620" w:rsidRDefault="00827620" w:rsidP="00827620">
      <w:pPr>
        <w:pStyle w:val="libNormal"/>
        <w:rPr>
          <w:rtl/>
        </w:rPr>
      </w:pPr>
      <w:r>
        <w:rPr>
          <w:rFonts w:hint="eastAsia"/>
          <w:rtl/>
        </w:rPr>
        <w:t>فرمود</w:t>
      </w:r>
      <w:r>
        <w:rPr>
          <w:rtl/>
        </w:rPr>
        <w:t>: بايد مواظب باشد جنون جوانى او را مست نكند و گرفتار غرور و خودخواهى و بدمستى نگردد. از مستى جوانى برحذر باشد.</w:t>
      </w:r>
    </w:p>
    <w:p w:rsidR="00827620" w:rsidRDefault="00827620" w:rsidP="00827620">
      <w:pPr>
        <w:pStyle w:val="libNormal"/>
        <w:rPr>
          <w:rtl/>
        </w:rPr>
      </w:pPr>
      <w:r>
        <w:rPr>
          <w:rtl/>
        </w:rPr>
        <w:t>٥٣ - عرض كردم اى معلم انسانها! به جوانان بيكار چه توصيه اى مى فرماييد؟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مع الفراغ تكون الصبوه </w:t>
      </w:r>
      <w:r w:rsidRPr="00A43703">
        <w:rPr>
          <w:rStyle w:val="libFootnotenumChar"/>
          <w:rtl/>
        </w:rPr>
        <w:t>. (٥٣)</w:t>
      </w:r>
    </w:p>
    <w:p w:rsidR="00827620" w:rsidRDefault="00827620" w:rsidP="00827620">
      <w:pPr>
        <w:pStyle w:val="libNormal"/>
        <w:rPr>
          <w:rtl/>
        </w:rPr>
      </w:pPr>
      <w:r>
        <w:rPr>
          <w:rtl/>
        </w:rPr>
        <w:t>(بيكارى بلاى بزرگى است كه مى تواند اساس بسيارى از فتنه ها باشد).</w:t>
      </w:r>
    </w:p>
    <w:p w:rsidR="00827620" w:rsidRDefault="00827620" w:rsidP="00827620">
      <w:pPr>
        <w:pStyle w:val="libNormal"/>
        <w:rPr>
          <w:rtl/>
        </w:rPr>
      </w:pPr>
      <w:r>
        <w:rPr>
          <w:rFonts w:hint="eastAsia"/>
          <w:rtl/>
        </w:rPr>
        <w:t>لغزشها</w:t>
      </w:r>
      <w:r>
        <w:rPr>
          <w:rtl/>
        </w:rPr>
        <w:t xml:space="preserve"> و شكستها در اثر بيكارى است . (آدم بيكار سربار جامعه است و شخصيت خود را خردشده مى پندارد).</w:t>
      </w:r>
    </w:p>
    <w:p w:rsidR="00827620" w:rsidRDefault="00827620" w:rsidP="00827620">
      <w:pPr>
        <w:pStyle w:val="libNormal"/>
        <w:rPr>
          <w:rtl/>
        </w:rPr>
      </w:pPr>
      <w:r>
        <w:rPr>
          <w:rFonts w:hint="eastAsia"/>
          <w:rtl/>
        </w:rPr>
        <w:t>جوان</w:t>
      </w:r>
      <w:r>
        <w:rPr>
          <w:rtl/>
        </w:rPr>
        <w:t xml:space="preserve"> نبايد از كار كردن ، هر چند سخت باشد شانه خالى كند زيرا:</w:t>
      </w:r>
    </w:p>
    <w:p w:rsidR="00827620" w:rsidRDefault="00827620" w:rsidP="00827620">
      <w:pPr>
        <w:pStyle w:val="libNormal"/>
        <w:rPr>
          <w:rtl/>
        </w:rPr>
      </w:pPr>
      <w:r>
        <w:rPr>
          <w:rFonts w:hint="eastAsia"/>
          <w:rtl/>
        </w:rPr>
        <w:t>ان</w:t>
      </w:r>
      <w:r>
        <w:rPr>
          <w:rtl/>
        </w:rPr>
        <w:t xml:space="preserve"> يكن الشغل مجهده فاتصال الفراغ مفسده . </w:t>
      </w:r>
      <w:r w:rsidRPr="00694DB3">
        <w:rPr>
          <w:rStyle w:val="libFootnotenumChar"/>
          <w:rtl/>
        </w:rPr>
        <w:t>(٥٤)</w:t>
      </w:r>
    </w:p>
    <w:p w:rsidR="00827620" w:rsidRDefault="00827620" w:rsidP="00827620">
      <w:pPr>
        <w:pStyle w:val="libNormal"/>
        <w:rPr>
          <w:rtl/>
        </w:rPr>
      </w:pPr>
      <w:r>
        <w:rPr>
          <w:rFonts w:hint="eastAsia"/>
          <w:rtl/>
        </w:rPr>
        <w:t>درست</w:t>
      </w:r>
      <w:r>
        <w:rPr>
          <w:rtl/>
        </w:rPr>
        <w:t xml:space="preserve"> است كه كار كردن زحمت دارد ولى بايد دانست كه بيكارى مداوم ، مفسده انگيز خواهد بود.</w:t>
      </w:r>
    </w:p>
    <w:p w:rsidR="00827620" w:rsidRDefault="00827620" w:rsidP="00827620">
      <w:pPr>
        <w:pStyle w:val="libNormal"/>
        <w:rPr>
          <w:rtl/>
        </w:rPr>
      </w:pPr>
      <w:r>
        <w:rPr>
          <w:rFonts w:hint="eastAsia"/>
          <w:rtl/>
        </w:rPr>
        <w:t>و</w:t>
      </w:r>
      <w:r>
        <w:rPr>
          <w:rtl/>
        </w:rPr>
        <w:t xml:space="preserve"> ان الله يبغض العبد الفارغ .</w:t>
      </w:r>
    </w:p>
    <w:p w:rsidR="00827620" w:rsidRDefault="00827620" w:rsidP="00827620">
      <w:pPr>
        <w:pStyle w:val="libNormal"/>
        <w:rPr>
          <w:rtl/>
        </w:rPr>
      </w:pPr>
      <w:r>
        <w:rPr>
          <w:rFonts w:hint="eastAsia"/>
          <w:rtl/>
        </w:rPr>
        <w:t>و</w:t>
      </w:r>
      <w:r>
        <w:rPr>
          <w:rtl/>
        </w:rPr>
        <w:t xml:space="preserve"> خداوند آدم بيكار را دشمن مى دارد.</w:t>
      </w:r>
    </w:p>
    <w:p w:rsidR="00827620" w:rsidRDefault="00827620" w:rsidP="00827620">
      <w:pPr>
        <w:pStyle w:val="libNormal"/>
        <w:rPr>
          <w:rtl/>
        </w:rPr>
      </w:pPr>
      <w:r>
        <w:rPr>
          <w:rtl/>
        </w:rPr>
        <w:t>(آرى عزت و غناى نفس و استقلال راى يك انسان و شخصيت او، در كار و تلاش و طلب روزى حلال و سربار جامعه نبودن است . هر چند امروزه يافتن كار مشكل شده ، ولى يك انسان داراى هنر و ذوق و همت بلند هرگز بيكار نمى ماند.)</w:t>
      </w:r>
    </w:p>
    <w:p w:rsidR="00827620" w:rsidRDefault="00827620" w:rsidP="00827620">
      <w:pPr>
        <w:pStyle w:val="libNormal"/>
        <w:rPr>
          <w:rtl/>
        </w:rPr>
      </w:pPr>
      <w:r>
        <w:rPr>
          <w:rFonts w:hint="eastAsia"/>
          <w:rtl/>
        </w:rPr>
        <w:lastRenderedPageBreak/>
        <w:t>سربار</w:t>
      </w:r>
      <w:r>
        <w:rPr>
          <w:rtl/>
        </w:rPr>
        <w:t xml:space="preserve"> جامعه مورد نفرين خداست . رسول اكرم </w:t>
      </w:r>
      <w:r w:rsidR="00196907" w:rsidRPr="00196907">
        <w:rPr>
          <w:rStyle w:val="libAlaemChar"/>
          <w:rtl/>
        </w:rPr>
        <w:t>صلى‌الله‌عليه‌وآله</w:t>
      </w:r>
      <w:r>
        <w:rPr>
          <w:rtl/>
        </w:rPr>
        <w:t xml:space="preserve"> فرمود: ملعون من القى كله على الناس . </w:t>
      </w:r>
      <w:r w:rsidRPr="00694DB3">
        <w:rPr>
          <w:rStyle w:val="libFootnotenumChar"/>
          <w:rtl/>
        </w:rPr>
        <w:t>(٥٥)</w:t>
      </w:r>
    </w:p>
    <w:p w:rsidR="00827620" w:rsidRDefault="00827620" w:rsidP="00827620">
      <w:pPr>
        <w:pStyle w:val="libNormal"/>
        <w:rPr>
          <w:rtl/>
        </w:rPr>
      </w:pPr>
      <w:r>
        <w:rPr>
          <w:rFonts w:hint="eastAsia"/>
          <w:rtl/>
        </w:rPr>
        <w:t>ملعون</w:t>
      </w:r>
      <w:r>
        <w:rPr>
          <w:rtl/>
        </w:rPr>
        <w:t xml:space="preserve"> است كسى كه بار خود را بر دوش جامعه گذارد و از سفره ديگران بخورد. و پيامبر </w:t>
      </w:r>
      <w:r w:rsidR="00196907" w:rsidRPr="00196907">
        <w:rPr>
          <w:rStyle w:val="libAlaemChar"/>
          <w:rtl/>
        </w:rPr>
        <w:t>صلى‌الله‌عليه‌وآله</w:t>
      </w:r>
      <w:r>
        <w:rPr>
          <w:rtl/>
        </w:rPr>
        <w:t xml:space="preserve"> وقتى جوانى را مى ديدند و از او خوششان مى آمد، از شغل او مى پرسيدند اگر خدمت ايشان عرض ‍ مى كردند كه بيكار است ، مى فرمود: از چشم من افتاد. سقط من عينى . </w:t>
      </w:r>
      <w:r w:rsidRPr="00694DB3">
        <w:rPr>
          <w:rStyle w:val="libFootnotenumChar"/>
          <w:rtl/>
        </w:rPr>
        <w:t>(٥٦)</w:t>
      </w:r>
    </w:p>
    <w:p w:rsidR="00827620" w:rsidRDefault="00827620" w:rsidP="00827620">
      <w:pPr>
        <w:pStyle w:val="libNormal"/>
        <w:rPr>
          <w:rtl/>
        </w:rPr>
      </w:pPr>
      <w:r>
        <w:rPr>
          <w:rtl/>
        </w:rPr>
        <w:t>٥٤ - گفتم : بعضى افراد امروز خيلى توقعشان بالا است و شغلهاى نان و آب دار و پر درآمدى مى خواهند و به كارهاى كم درآمد قانع نيستند؟</w:t>
      </w:r>
    </w:p>
    <w:p w:rsidR="00827620" w:rsidRDefault="00827620" w:rsidP="00827620">
      <w:pPr>
        <w:pStyle w:val="libNormal"/>
        <w:rPr>
          <w:rtl/>
        </w:rPr>
      </w:pPr>
      <w:r>
        <w:rPr>
          <w:rFonts w:hint="eastAsia"/>
          <w:rtl/>
        </w:rPr>
        <w:t>فرمود</w:t>
      </w:r>
      <w:r>
        <w:rPr>
          <w:rtl/>
        </w:rPr>
        <w:t xml:space="preserve">: الحرفه مع العفه خير من الغنى مع الفجور . </w:t>
      </w:r>
      <w:r w:rsidRPr="00694DB3">
        <w:rPr>
          <w:rStyle w:val="libFootnotenumChar"/>
          <w:rtl/>
        </w:rPr>
        <w:t>(٥٧)</w:t>
      </w:r>
    </w:p>
    <w:p w:rsidR="00827620" w:rsidRDefault="00827620" w:rsidP="00694DB3">
      <w:pPr>
        <w:pStyle w:val="libNormal"/>
        <w:rPr>
          <w:rtl/>
        </w:rPr>
      </w:pPr>
      <w:r>
        <w:rPr>
          <w:rFonts w:hint="eastAsia"/>
          <w:rtl/>
        </w:rPr>
        <w:t>اگر</w:t>
      </w:r>
      <w:r>
        <w:rPr>
          <w:rtl/>
        </w:rPr>
        <w:t xml:space="preserve"> حرفه و شغل مختصرى باشد به نحوى كه بتوان زندگى را اداره كرد بهتر است از ثروت زياد كه همراه خيانت و گناه باشد. </w:t>
      </w:r>
      <w:r w:rsidR="00694DB3">
        <w:rPr>
          <w:rFonts w:hint="cs"/>
          <w:rtl/>
        </w:rPr>
        <w:t>ی</w:t>
      </w:r>
      <w:r>
        <w:rPr>
          <w:rtl/>
        </w:rPr>
        <w:t xml:space="preserve">ا به قول پيامبر </w:t>
      </w:r>
      <w:r w:rsidR="00196907" w:rsidRPr="00196907">
        <w:rPr>
          <w:rStyle w:val="libAlaemChar"/>
          <w:rtl/>
        </w:rPr>
        <w:t>صلى‌الله‌عليه‌وآله</w:t>
      </w:r>
      <w:r>
        <w:rPr>
          <w:rtl/>
        </w:rPr>
        <w:t xml:space="preserve"> : ما قل و كفى خير مما كثر و الهى .</w:t>
      </w:r>
    </w:p>
    <w:p w:rsidR="00827620" w:rsidRDefault="00827620" w:rsidP="00827620">
      <w:pPr>
        <w:pStyle w:val="libNormal"/>
        <w:rPr>
          <w:rtl/>
        </w:rPr>
      </w:pPr>
      <w:r>
        <w:rPr>
          <w:rFonts w:hint="eastAsia"/>
          <w:rtl/>
        </w:rPr>
        <w:t>ثروت</w:t>
      </w:r>
      <w:r>
        <w:rPr>
          <w:rtl/>
        </w:rPr>
        <w:t xml:space="preserve"> اندك ولى با كفايت (و حلال) بهتر از ثروت زيادى است كه تو را از خدا غافل و سرگرم (دنيا) سازد. (جوانان بايد از بلندپروازى بر حذر باشند، به زندگى ساده و همراه با قناعت و عفت بسازند تن به كار بدهند و از كار كردن هر چند سخت باشد، نهراسند و شانه خالى نكنند.</w:t>
      </w:r>
      <w:r>
        <w:rPr>
          <w:rtl/>
        </w:rPr>
        <w:cr/>
      </w:r>
    </w:p>
    <w:p w:rsidR="00827620" w:rsidRDefault="00827620" w:rsidP="00827620">
      <w:pPr>
        <w:pStyle w:val="libNormal"/>
        <w:rPr>
          <w:rtl/>
        </w:rPr>
      </w:pPr>
      <w:r>
        <w:rPr>
          <w:rFonts w:hint="eastAsia"/>
          <w:rtl/>
        </w:rPr>
        <w:t>جوانمردى</w:t>
      </w:r>
      <w:r>
        <w:rPr>
          <w:rtl/>
        </w:rPr>
        <w:t xml:space="preserve"> و نان اندك و حلال خوردن ، زندگى كردن ، بسيار شيرين تر و لذيذتر است از سفره هاى رنگين و با ذلت و خوارى زندگى كردن ، و به قول معروف :</w:t>
      </w:r>
    </w:p>
    <w:tbl>
      <w:tblPr>
        <w:tblStyle w:val="TableGrid"/>
        <w:bidiVisual/>
        <w:tblW w:w="4562" w:type="pct"/>
        <w:tblInd w:w="384" w:type="dxa"/>
        <w:tblLook w:val="01E0"/>
      </w:tblPr>
      <w:tblGrid>
        <w:gridCol w:w="3360"/>
        <w:gridCol w:w="268"/>
        <w:gridCol w:w="3294"/>
      </w:tblGrid>
      <w:tr w:rsidR="00694DB3" w:rsidTr="00992A94">
        <w:trPr>
          <w:trHeight w:val="350"/>
        </w:trPr>
        <w:tc>
          <w:tcPr>
            <w:tcW w:w="3920" w:type="dxa"/>
            <w:shd w:val="clear" w:color="auto" w:fill="auto"/>
          </w:tcPr>
          <w:p w:rsidR="00694DB3" w:rsidRDefault="00694DB3" w:rsidP="00992A94">
            <w:pPr>
              <w:pStyle w:val="libPoem"/>
            </w:pPr>
            <w:r>
              <w:rPr>
                <w:rFonts w:hint="eastAsia"/>
                <w:rtl/>
              </w:rPr>
              <w:t>هر</w:t>
            </w:r>
            <w:r>
              <w:rPr>
                <w:rtl/>
              </w:rPr>
              <w:t xml:space="preserve"> كه نان از عمل خويش خورد</w:t>
            </w:r>
            <w:r w:rsidRPr="00725071">
              <w:rPr>
                <w:rStyle w:val="libPoemTiniChar0"/>
                <w:rtl/>
              </w:rPr>
              <w:br/>
              <w:t> </w:t>
            </w:r>
          </w:p>
        </w:tc>
        <w:tc>
          <w:tcPr>
            <w:tcW w:w="279" w:type="dxa"/>
            <w:shd w:val="clear" w:color="auto" w:fill="auto"/>
          </w:tcPr>
          <w:p w:rsidR="00694DB3" w:rsidRDefault="00694DB3" w:rsidP="00992A94">
            <w:pPr>
              <w:pStyle w:val="libPoem"/>
              <w:rPr>
                <w:rtl/>
              </w:rPr>
            </w:pPr>
          </w:p>
        </w:tc>
        <w:tc>
          <w:tcPr>
            <w:tcW w:w="3881" w:type="dxa"/>
            <w:shd w:val="clear" w:color="auto" w:fill="auto"/>
          </w:tcPr>
          <w:p w:rsidR="00694DB3" w:rsidRDefault="00694DB3" w:rsidP="00992A94">
            <w:pPr>
              <w:pStyle w:val="libPoem"/>
            </w:pPr>
            <w:r>
              <w:rPr>
                <w:rFonts w:hint="cs"/>
                <w:rtl/>
              </w:rPr>
              <w:t>م</w:t>
            </w:r>
            <w:r>
              <w:rPr>
                <w:rFonts w:hint="eastAsia"/>
                <w:rtl/>
              </w:rPr>
              <w:t>نت</w:t>
            </w:r>
            <w:r>
              <w:rPr>
                <w:rtl/>
              </w:rPr>
              <w:t xml:space="preserve"> از حاتم طايى نبرد</w:t>
            </w:r>
            <w:r w:rsidRPr="00725071">
              <w:rPr>
                <w:rStyle w:val="libPoemTiniChar0"/>
                <w:rtl/>
              </w:rPr>
              <w:br/>
              <w:t> </w:t>
            </w:r>
          </w:p>
        </w:tc>
      </w:tr>
    </w:tbl>
    <w:p w:rsidR="00694DB3" w:rsidRDefault="00694DB3" w:rsidP="00827620">
      <w:pPr>
        <w:pStyle w:val="libNormal"/>
        <w:rPr>
          <w:rtl/>
        </w:rPr>
      </w:pPr>
    </w:p>
    <w:p w:rsidR="00827620" w:rsidRDefault="00694DB3" w:rsidP="00827620">
      <w:pPr>
        <w:pStyle w:val="libNormal"/>
        <w:rPr>
          <w:rtl/>
        </w:rPr>
      </w:pPr>
      <w:r>
        <w:rPr>
          <w:rtl/>
        </w:rPr>
        <w:br w:type="page"/>
      </w:r>
    </w:p>
    <w:p w:rsidR="00827620" w:rsidRDefault="00827620" w:rsidP="00694DB3">
      <w:pPr>
        <w:pStyle w:val="Heading1"/>
        <w:rPr>
          <w:rtl/>
        </w:rPr>
      </w:pPr>
      <w:bookmarkStart w:id="36" w:name="_Toc479592312"/>
      <w:bookmarkStart w:id="37" w:name="_Toc479592433"/>
      <w:r>
        <w:rPr>
          <w:rFonts w:hint="eastAsia"/>
          <w:rtl/>
        </w:rPr>
        <w:t>ادب</w:t>
      </w:r>
      <w:r>
        <w:rPr>
          <w:rtl/>
        </w:rPr>
        <w:t xml:space="preserve"> گرانترين هديه</w:t>
      </w:r>
      <w:bookmarkEnd w:id="36"/>
      <w:bookmarkEnd w:id="37"/>
    </w:p>
    <w:p w:rsidR="00827620" w:rsidRDefault="00827620" w:rsidP="00827620">
      <w:pPr>
        <w:pStyle w:val="libNormal"/>
        <w:rPr>
          <w:rtl/>
        </w:rPr>
      </w:pPr>
      <w:r>
        <w:rPr>
          <w:rtl/>
        </w:rPr>
        <w:t>٥٥ - پرسيدم ، اى پدر همه جهان ، و اى كسى كه بهترين فرزندان را تقديم جامعه كردى ؛ بفرماييد با ارزش ترين هديه يك پدر به فرزندش ‍ چيست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ما نحل والد ولد نحلا افضل من ادب حسن . </w:t>
      </w:r>
      <w:r w:rsidRPr="00694DB3">
        <w:rPr>
          <w:rStyle w:val="libFootnotenumChar"/>
          <w:rtl/>
        </w:rPr>
        <w:t>(٥٨)</w:t>
      </w:r>
    </w:p>
    <w:p w:rsidR="00827620" w:rsidRDefault="00827620" w:rsidP="00827620">
      <w:pPr>
        <w:pStyle w:val="libNormal"/>
        <w:rPr>
          <w:rtl/>
        </w:rPr>
      </w:pPr>
      <w:r>
        <w:rPr>
          <w:rFonts w:hint="eastAsia"/>
          <w:rtl/>
        </w:rPr>
        <w:t>هيچ</w:t>
      </w:r>
      <w:r>
        <w:rPr>
          <w:rtl/>
        </w:rPr>
        <w:t xml:space="preserve"> پدرى نتوانسته هديه اى بالاتر و با فضيلت تر از ادب به فرزندش بدهد. (زيرا در ادب نيكو همه چيز هست ولى فرزند بى ادب هيچ ندارد هر چند پدر گنج قارون برايش بگذارد.)</w:t>
      </w:r>
    </w:p>
    <w:p w:rsidR="00827620" w:rsidRDefault="00827620" w:rsidP="00827620">
      <w:pPr>
        <w:pStyle w:val="libNormal"/>
        <w:rPr>
          <w:rtl/>
        </w:rPr>
      </w:pPr>
      <w:r>
        <w:rPr>
          <w:rtl/>
        </w:rPr>
        <w:t>٥٦ - عرض كردم : فدايت شوم . در نحوه برخورد با فرزندان چه مى فرماييد؟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اعدلوا بين اولادكم كما تحبون ان يعدلوا بينكم . </w:t>
      </w:r>
      <w:r w:rsidRPr="00694DB3">
        <w:rPr>
          <w:rStyle w:val="libFootnotenumChar"/>
          <w:rtl/>
        </w:rPr>
        <w:t>(٥٩)</w:t>
      </w:r>
    </w:p>
    <w:p w:rsidR="00827620" w:rsidRDefault="00827620" w:rsidP="00827620">
      <w:pPr>
        <w:pStyle w:val="libNormal"/>
        <w:rPr>
          <w:rtl/>
        </w:rPr>
      </w:pPr>
      <w:r>
        <w:rPr>
          <w:rFonts w:hint="eastAsia"/>
          <w:rtl/>
        </w:rPr>
        <w:t>بين</w:t>
      </w:r>
      <w:r>
        <w:rPr>
          <w:rtl/>
        </w:rPr>
        <w:t xml:space="preserve"> آنان فرق نگذاريد. تبعيض قائل نشويد (چه دختر چه پسر) و با عدالت با آنان برخورد كنيد، همانطور كه دوست داريد آنان بين شما (پدر و مادر) با عدالت رفتار نمايند.</w:t>
      </w:r>
    </w:p>
    <w:p w:rsidR="00827620" w:rsidRDefault="00694DB3" w:rsidP="00827620">
      <w:pPr>
        <w:pStyle w:val="libNormal"/>
        <w:rPr>
          <w:rtl/>
        </w:rPr>
      </w:pPr>
      <w:r>
        <w:rPr>
          <w:rtl/>
        </w:rPr>
        <w:br w:type="page"/>
      </w:r>
    </w:p>
    <w:p w:rsidR="00827620" w:rsidRDefault="00827620" w:rsidP="00694DB3">
      <w:pPr>
        <w:pStyle w:val="Heading1"/>
        <w:rPr>
          <w:rtl/>
        </w:rPr>
      </w:pPr>
      <w:bookmarkStart w:id="38" w:name="_Toc479592313"/>
      <w:bookmarkStart w:id="39" w:name="_Toc479592434"/>
      <w:r>
        <w:rPr>
          <w:rFonts w:hint="eastAsia"/>
          <w:rtl/>
        </w:rPr>
        <w:t>وظيفه</w:t>
      </w:r>
      <w:r>
        <w:rPr>
          <w:rtl/>
        </w:rPr>
        <w:t xml:space="preserve"> فرزند</w:t>
      </w:r>
      <w:bookmarkEnd w:id="38"/>
      <w:bookmarkEnd w:id="39"/>
    </w:p>
    <w:p w:rsidR="00827620" w:rsidRDefault="00827620" w:rsidP="00827620">
      <w:pPr>
        <w:pStyle w:val="libNormal"/>
        <w:rPr>
          <w:rtl/>
        </w:rPr>
      </w:pPr>
      <w:r>
        <w:rPr>
          <w:rtl/>
        </w:rPr>
        <w:t>٥٧ - عرض كردم : وظيفه فرزند در برابر پدر چيست ؟</w:t>
      </w:r>
    </w:p>
    <w:p w:rsidR="00827620" w:rsidRDefault="00827620" w:rsidP="00694DB3">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حق الوالد على الولد ان يطيعه فى كل شى ء الا فى معصيه الله . </w:t>
      </w:r>
      <w:r w:rsidRPr="00694DB3">
        <w:rPr>
          <w:rStyle w:val="libFootnotenumChar"/>
          <w:rtl/>
        </w:rPr>
        <w:t>(٦٠)</w:t>
      </w:r>
      <w:r>
        <w:rPr>
          <w:rFonts w:hint="eastAsia"/>
          <w:rtl/>
        </w:rPr>
        <w:t>فرمودند</w:t>
      </w:r>
      <w:r>
        <w:rPr>
          <w:rtl/>
        </w:rPr>
        <w:t>: فرزند بايد در تمام كارها از پدر اطاعت نمايد مگر در امورى كه گناه باشد (مطيع محض پدر باشد مگر در معصيت خدا)</w:t>
      </w:r>
    </w:p>
    <w:p w:rsidR="00827620" w:rsidRDefault="00827620" w:rsidP="00827620">
      <w:pPr>
        <w:pStyle w:val="libNormal"/>
        <w:rPr>
          <w:rtl/>
        </w:rPr>
      </w:pPr>
      <w:r>
        <w:rPr>
          <w:rtl/>
        </w:rPr>
        <w:t>٥٨ - عرض كردم چه مسائلى را بايد به فرزند آموخت ؟</w:t>
      </w:r>
    </w:p>
    <w:p w:rsidR="00827620" w:rsidRDefault="00827620" w:rsidP="00827620">
      <w:pPr>
        <w:pStyle w:val="libNormal"/>
        <w:rPr>
          <w:rtl/>
        </w:rPr>
      </w:pPr>
      <w:r>
        <w:rPr>
          <w:rFonts w:hint="eastAsia"/>
          <w:rtl/>
        </w:rPr>
        <w:t>فرمود</w:t>
      </w:r>
      <w:r>
        <w:rPr>
          <w:rtl/>
        </w:rPr>
        <w:t xml:space="preserve">: علموا اولادكم الصلاه و خذوابها اذا بلغوا الحلم . </w:t>
      </w:r>
      <w:r w:rsidRPr="00694DB3">
        <w:rPr>
          <w:rStyle w:val="libFootnotenumChar"/>
          <w:rtl/>
        </w:rPr>
        <w:t>(٦١)</w:t>
      </w:r>
    </w:p>
    <w:p w:rsidR="00827620" w:rsidRDefault="00827620" w:rsidP="00827620">
      <w:pPr>
        <w:pStyle w:val="libNormal"/>
        <w:rPr>
          <w:rtl/>
        </w:rPr>
      </w:pPr>
      <w:r>
        <w:rPr>
          <w:rFonts w:hint="eastAsia"/>
          <w:rtl/>
        </w:rPr>
        <w:t>نماز</w:t>
      </w:r>
      <w:r>
        <w:rPr>
          <w:rtl/>
        </w:rPr>
        <w:t xml:space="preserve"> را به آنان تعليم دهيد و چون بالغ شدند در مورد نماز خواندن سختگيرى كنيد.</w:t>
      </w:r>
    </w:p>
    <w:p w:rsidR="00827620" w:rsidRDefault="00827620" w:rsidP="00827620">
      <w:pPr>
        <w:pStyle w:val="libNormal"/>
        <w:rPr>
          <w:rtl/>
        </w:rPr>
      </w:pPr>
      <w:r>
        <w:rPr>
          <w:rtl/>
        </w:rPr>
        <w:t>٥٩ - عرض كردم آيا در مقام تاديب مى شود فرزند را كتك زد؟</w:t>
      </w:r>
    </w:p>
    <w:p w:rsidR="00827620" w:rsidRDefault="00827620" w:rsidP="00827620">
      <w:pPr>
        <w:pStyle w:val="libNormal"/>
        <w:rPr>
          <w:rtl/>
        </w:rPr>
      </w:pPr>
      <w:r>
        <w:rPr>
          <w:rFonts w:hint="eastAsia"/>
          <w:rtl/>
        </w:rPr>
        <w:t>فرمود</w:t>
      </w:r>
      <w:r>
        <w:rPr>
          <w:rtl/>
        </w:rPr>
        <w:t xml:space="preserve">: (خير) ان العاقل بتعظ بالادب و البهائم لا يتعظ الا بالضرب . </w:t>
      </w:r>
      <w:r w:rsidRPr="00694DB3">
        <w:rPr>
          <w:rStyle w:val="libFootnotenumChar"/>
          <w:rtl/>
        </w:rPr>
        <w:t>(٦٢)</w:t>
      </w:r>
    </w:p>
    <w:p w:rsidR="00827620" w:rsidRDefault="00827620" w:rsidP="00827620">
      <w:pPr>
        <w:pStyle w:val="libNormal"/>
        <w:rPr>
          <w:rtl/>
        </w:rPr>
      </w:pPr>
      <w:r>
        <w:rPr>
          <w:rFonts w:hint="eastAsia"/>
          <w:rtl/>
        </w:rPr>
        <w:t>انسان</w:t>
      </w:r>
      <w:r>
        <w:rPr>
          <w:rtl/>
        </w:rPr>
        <w:t xml:space="preserve"> خردمند (نياز به كتك ندارد) و با موعظه و پند و اندرز اصلاح مى شود. اين بهائم هستند كه جز با كتك اصلاح نمى شوند.</w:t>
      </w:r>
    </w:p>
    <w:p w:rsidR="00827620" w:rsidRDefault="00827620" w:rsidP="00827620">
      <w:pPr>
        <w:pStyle w:val="libNormal"/>
        <w:rPr>
          <w:rtl/>
        </w:rPr>
      </w:pPr>
      <w:r>
        <w:rPr>
          <w:rtl/>
        </w:rPr>
        <w:t>٦٠ - يعنى مى فرماييد خشونت اثر ندارد؟</w:t>
      </w:r>
    </w:p>
    <w:p w:rsidR="00827620" w:rsidRDefault="00827620" w:rsidP="00827620">
      <w:pPr>
        <w:pStyle w:val="libNormal"/>
        <w:rPr>
          <w:rtl/>
        </w:rPr>
      </w:pPr>
      <w:r>
        <w:rPr>
          <w:rFonts w:hint="eastAsia"/>
          <w:rtl/>
        </w:rPr>
        <w:t>خير،</w:t>
      </w:r>
      <w:r>
        <w:rPr>
          <w:rtl/>
        </w:rPr>
        <w:t xml:space="preserve"> خشونت كارساز نيست . در ادب كردن نصيحت و ارشاد و هدايت و محبت بيشتر نقش دارد؛ مخصوصا محبت .</w:t>
      </w:r>
    </w:p>
    <w:p w:rsidR="00827620" w:rsidRDefault="00827620" w:rsidP="00827620">
      <w:pPr>
        <w:pStyle w:val="libNormal"/>
        <w:rPr>
          <w:rtl/>
        </w:rPr>
      </w:pPr>
      <w:r>
        <w:rPr>
          <w:rFonts w:hint="eastAsia"/>
          <w:rtl/>
        </w:rPr>
        <w:t>من</w:t>
      </w:r>
      <w:r>
        <w:rPr>
          <w:rtl/>
        </w:rPr>
        <w:t xml:space="preserve"> قبل ولده كان له حسنه و من فرحه فرحه الله يوم القيامه . </w:t>
      </w:r>
      <w:r w:rsidRPr="00694DB3">
        <w:rPr>
          <w:rStyle w:val="libFootnotenumChar"/>
          <w:rtl/>
        </w:rPr>
        <w:t>(٦٣)</w:t>
      </w:r>
    </w:p>
    <w:p w:rsidR="00827620" w:rsidRDefault="00827620" w:rsidP="00827620">
      <w:pPr>
        <w:pStyle w:val="libNormal"/>
        <w:rPr>
          <w:rtl/>
        </w:rPr>
      </w:pPr>
      <w:r>
        <w:rPr>
          <w:rFonts w:hint="eastAsia"/>
          <w:rtl/>
        </w:rPr>
        <w:t>كسى</w:t>
      </w:r>
      <w:r>
        <w:rPr>
          <w:rtl/>
        </w:rPr>
        <w:t xml:space="preserve"> كه فرزند خود را ببوسد (از روى محبت) خداوند آنرا حسنه به حساب مى آورد و اگر كسى فرزند خود را خوشنود سازد خداوند او را در قيامت خوشحال كند.</w:t>
      </w:r>
    </w:p>
    <w:p w:rsidR="00827620" w:rsidRDefault="00827620" w:rsidP="00827620">
      <w:pPr>
        <w:pStyle w:val="libNormal"/>
        <w:rPr>
          <w:rtl/>
        </w:rPr>
      </w:pPr>
      <w:r>
        <w:rPr>
          <w:rtl/>
        </w:rPr>
        <w:t>٦١ - مولاى من ، چه كنيم بچه ها به لجاجت و لجبازى دچار نشوند؟</w:t>
      </w:r>
    </w:p>
    <w:p w:rsidR="00827620" w:rsidRDefault="00827620" w:rsidP="00827620">
      <w:pPr>
        <w:pStyle w:val="libNormal"/>
        <w:rPr>
          <w:rtl/>
        </w:rPr>
      </w:pPr>
      <w:r>
        <w:rPr>
          <w:rFonts w:hint="eastAsia"/>
          <w:rtl/>
        </w:rPr>
        <w:lastRenderedPageBreak/>
        <w:t>فرمود</w:t>
      </w:r>
      <w:r>
        <w:rPr>
          <w:rtl/>
        </w:rPr>
        <w:t xml:space="preserve">: الا فراط فى الملامه يشب نيران للجاج . </w:t>
      </w:r>
      <w:r w:rsidRPr="00694DB3">
        <w:rPr>
          <w:rStyle w:val="libFootnotenumChar"/>
          <w:rtl/>
        </w:rPr>
        <w:t>(٦٤)</w:t>
      </w:r>
    </w:p>
    <w:p w:rsidR="00827620" w:rsidRDefault="00827620" w:rsidP="00827620">
      <w:pPr>
        <w:pStyle w:val="libNormal"/>
        <w:rPr>
          <w:rtl/>
        </w:rPr>
      </w:pPr>
      <w:r>
        <w:rPr>
          <w:rFonts w:hint="eastAsia"/>
          <w:rtl/>
        </w:rPr>
        <w:t>زياده</w:t>
      </w:r>
      <w:r>
        <w:rPr>
          <w:rtl/>
        </w:rPr>
        <w:t xml:space="preserve"> روى در ملامت و سرزنش آتش لجاجت را شعله ور مى سازد.</w:t>
      </w:r>
    </w:p>
    <w:p w:rsidR="00827620" w:rsidRDefault="00827620" w:rsidP="00827620">
      <w:pPr>
        <w:pStyle w:val="libNormal"/>
        <w:rPr>
          <w:rtl/>
        </w:rPr>
      </w:pPr>
      <w:r>
        <w:rPr>
          <w:rtl/>
        </w:rPr>
        <w:t>٦٢ - مولاى من گاهى نياز است كه خردسال را توبيخ كنيم و كار زشتش را به او تذكر دهيم ؟</w:t>
      </w:r>
    </w:p>
    <w:p w:rsidR="00827620" w:rsidRDefault="00827620" w:rsidP="00827620">
      <w:pPr>
        <w:pStyle w:val="libNormal"/>
        <w:rPr>
          <w:rtl/>
        </w:rPr>
      </w:pPr>
      <w:r>
        <w:rPr>
          <w:rFonts w:hint="eastAsia"/>
          <w:rtl/>
        </w:rPr>
        <w:t>فرمودند</w:t>
      </w:r>
      <w:r>
        <w:rPr>
          <w:rtl/>
        </w:rPr>
        <w:t>: بله ولى زياده روى نكن هميشه جايى براى بازگشت بگذار.</w:t>
      </w:r>
    </w:p>
    <w:p w:rsidR="00827620" w:rsidRDefault="00827620" w:rsidP="00694DB3">
      <w:pPr>
        <w:pStyle w:val="libNormal"/>
        <w:rPr>
          <w:rtl/>
        </w:rPr>
      </w:pPr>
      <w:r>
        <w:rPr>
          <w:rFonts w:hint="eastAsia"/>
          <w:rtl/>
        </w:rPr>
        <w:t>اذا</w:t>
      </w:r>
      <w:r>
        <w:rPr>
          <w:rtl/>
        </w:rPr>
        <w:t xml:space="preserve"> عاتبت الحدث فاترك له موضعا من ذنبه لئلا يحمله الاخراج على المكابره . </w:t>
      </w:r>
      <w:r w:rsidRPr="00694DB3">
        <w:rPr>
          <w:rStyle w:val="libFootnotenumChar"/>
          <w:rtl/>
        </w:rPr>
        <w:t>(٦٥)</w:t>
      </w:r>
      <w:r>
        <w:rPr>
          <w:rFonts w:hint="eastAsia"/>
          <w:rtl/>
        </w:rPr>
        <w:t>موقعى</w:t>
      </w:r>
      <w:r>
        <w:rPr>
          <w:rtl/>
        </w:rPr>
        <w:t xml:space="preserve"> كه جوان نورس را ب</w:t>
      </w:r>
      <w:r w:rsidR="00694DB3">
        <w:rPr>
          <w:rFonts w:hint="cs"/>
          <w:rtl/>
        </w:rPr>
        <w:t xml:space="preserve">ه </w:t>
      </w:r>
      <w:r>
        <w:rPr>
          <w:rtl/>
        </w:rPr>
        <w:t>سبب گناهانى كه مرتكب شده ، نكوهش مى كنى مراقب باش كه قسمتى از لغزشهاى او را ناديده انگارى و او از تمام جهات مورد اعتراض و توبيخش قرار ندهى ، تا جوان ، به عكس العمل وادار نشود و نخواهد از راه كجى و عناد بر شما پيروز گردد.</w:t>
      </w:r>
    </w:p>
    <w:p w:rsidR="00827620" w:rsidRDefault="00827620" w:rsidP="00827620">
      <w:pPr>
        <w:pStyle w:val="libNormal"/>
        <w:rPr>
          <w:rtl/>
        </w:rPr>
      </w:pPr>
      <w:r>
        <w:rPr>
          <w:rFonts w:hint="eastAsia"/>
          <w:rtl/>
        </w:rPr>
        <w:t>و</w:t>
      </w:r>
      <w:r>
        <w:rPr>
          <w:rtl/>
        </w:rPr>
        <w:t xml:space="preserve"> اياك ان تكرر العتب فان ذلك يغرى بالذنب و يهون بالعتب .</w:t>
      </w:r>
    </w:p>
    <w:p w:rsidR="00827620" w:rsidRDefault="00827620" w:rsidP="00827620">
      <w:pPr>
        <w:pStyle w:val="libNormal"/>
        <w:rPr>
          <w:rtl/>
        </w:rPr>
      </w:pPr>
      <w:r>
        <w:rPr>
          <w:rFonts w:hint="eastAsia"/>
          <w:rtl/>
        </w:rPr>
        <w:t>از</w:t>
      </w:r>
      <w:r>
        <w:rPr>
          <w:rtl/>
        </w:rPr>
        <w:t xml:space="preserve"> توبيخ مكرر پرهيز كن زيرا تكرار سرزنش ، گناهكار را در اعمال ناپسندش ‍ جرى و جسور مى كند، بعلاوه ملامت را آسان و بى اثر مى سازد.</w:t>
      </w:r>
    </w:p>
    <w:p w:rsidR="00827620" w:rsidRDefault="00694DB3" w:rsidP="00827620">
      <w:pPr>
        <w:pStyle w:val="libNormal"/>
        <w:rPr>
          <w:rtl/>
        </w:rPr>
      </w:pPr>
      <w:r>
        <w:rPr>
          <w:rtl/>
          <w:lang w:bidi="fa-IR"/>
        </w:rPr>
        <w:br w:type="page"/>
      </w:r>
    </w:p>
    <w:p w:rsidR="00827620" w:rsidRDefault="00827620" w:rsidP="00694DB3">
      <w:pPr>
        <w:pStyle w:val="Heading1"/>
        <w:rPr>
          <w:rtl/>
        </w:rPr>
      </w:pPr>
      <w:bookmarkStart w:id="40" w:name="_Toc479592314"/>
      <w:bookmarkStart w:id="41" w:name="_Toc479592435"/>
      <w:r>
        <w:rPr>
          <w:rFonts w:hint="eastAsia"/>
          <w:rtl/>
        </w:rPr>
        <w:t>تفكر</w:t>
      </w:r>
      <w:r>
        <w:rPr>
          <w:rtl/>
        </w:rPr>
        <w:t xml:space="preserve"> و اخلاص</w:t>
      </w:r>
      <w:bookmarkEnd w:id="40"/>
      <w:bookmarkEnd w:id="41"/>
    </w:p>
    <w:p w:rsidR="00827620" w:rsidRDefault="00827620" w:rsidP="00827620">
      <w:pPr>
        <w:pStyle w:val="libNormal"/>
        <w:rPr>
          <w:rtl/>
        </w:rPr>
      </w:pPr>
      <w:r>
        <w:rPr>
          <w:rtl/>
        </w:rPr>
        <w:t>٦٣ - پرسيدم : اى آبروى عبادت كنندگان ، بفرماييد كدام عبادت از همه بهتر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لا عباده كالتفكر فى صنع الله .</w:t>
      </w:r>
    </w:p>
    <w:p w:rsidR="00827620" w:rsidRDefault="00827620" w:rsidP="00827620">
      <w:pPr>
        <w:pStyle w:val="libNormal"/>
        <w:rPr>
          <w:rtl/>
        </w:rPr>
      </w:pPr>
      <w:r>
        <w:rPr>
          <w:rFonts w:hint="eastAsia"/>
          <w:rtl/>
        </w:rPr>
        <w:t>فرمودند</w:t>
      </w:r>
      <w:r>
        <w:rPr>
          <w:rtl/>
        </w:rPr>
        <w:t>: هيچ عبادتى همانند تفكر و مطالعه در مصنوعات الهى نيست .</w:t>
      </w:r>
    </w:p>
    <w:p w:rsidR="00827620" w:rsidRDefault="00827620" w:rsidP="00827620">
      <w:pPr>
        <w:pStyle w:val="libNormal"/>
        <w:rPr>
          <w:rtl/>
        </w:rPr>
      </w:pPr>
      <w:r>
        <w:rPr>
          <w:rtl/>
        </w:rPr>
        <w:t>٦٤ - در رفتارها و موضع گيرى ها چگونه بايد بود؟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فطوبى لمن اخلص لله عمله و علمه و حبه و بغضه و اخذه و تركه و كلامه و صمته و فعله و قوله .</w:t>
      </w:r>
    </w:p>
    <w:p w:rsidR="00827620" w:rsidRDefault="00827620" w:rsidP="00827620">
      <w:pPr>
        <w:pStyle w:val="libNormal"/>
        <w:rPr>
          <w:rtl/>
        </w:rPr>
      </w:pPr>
      <w:r>
        <w:rPr>
          <w:rFonts w:hint="eastAsia"/>
          <w:rtl/>
        </w:rPr>
        <w:t>خوشبخت</w:t>
      </w:r>
      <w:r>
        <w:rPr>
          <w:rtl/>
        </w:rPr>
        <w:t xml:space="preserve"> و رستگار كسى است كه علم و عملش ، دوستى و دشمنيش ، گرفتن و رها كردنش ، سخن گفتن و سكوتش ، رفتار و گفتارش تنها بر اساس ‍ رضاى الهى استوار باشد (نه رضاى خودش يا فاميلش يا گروه و حزبش) و بر خلاف امر پروردگار قدمى برندارد. </w:t>
      </w:r>
      <w:r w:rsidRPr="00694DB3">
        <w:rPr>
          <w:rStyle w:val="libFootnotenumChar"/>
          <w:rtl/>
        </w:rPr>
        <w:t>(٦٦)</w:t>
      </w:r>
    </w:p>
    <w:p w:rsidR="00827620" w:rsidRDefault="00827620" w:rsidP="00827620">
      <w:pPr>
        <w:pStyle w:val="libNormal"/>
        <w:rPr>
          <w:rtl/>
        </w:rPr>
      </w:pPr>
      <w:r>
        <w:rPr>
          <w:rtl/>
        </w:rPr>
        <w:t>٦٥ - عرض كردم : نظر شما درباره برخوردهاى اجتماعى چيست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قل الحق على كل حال و وادا المتقين و اهجر الفاسقين و جانب المنافقين و لا تصاحب الخائنين .</w:t>
      </w:r>
    </w:p>
    <w:p w:rsidR="00827620" w:rsidRDefault="00827620" w:rsidP="00827620">
      <w:pPr>
        <w:pStyle w:val="libNormal"/>
        <w:rPr>
          <w:rtl/>
        </w:rPr>
      </w:pPr>
      <w:r>
        <w:rPr>
          <w:rFonts w:hint="eastAsia"/>
          <w:rtl/>
        </w:rPr>
        <w:t>در</w:t>
      </w:r>
      <w:r>
        <w:rPr>
          <w:rtl/>
        </w:rPr>
        <w:t xml:space="preserve"> هر حال بحق سخن گوى ، پرهيزكاران را دوست بدار، گناهكاران را ترك گوى ، با منافقين مياميز و با خيانتكاران رفاقت مكن .</w:t>
      </w:r>
    </w:p>
    <w:p w:rsidR="00827620" w:rsidRDefault="00827620" w:rsidP="00827620">
      <w:pPr>
        <w:pStyle w:val="libNormal"/>
        <w:rPr>
          <w:rtl/>
        </w:rPr>
      </w:pPr>
      <w:r>
        <w:rPr>
          <w:rFonts w:hint="eastAsia"/>
          <w:rtl/>
        </w:rPr>
        <w:t>اياك</w:t>
      </w:r>
      <w:r>
        <w:rPr>
          <w:rtl/>
        </w:rPr>
        <w:t xml:space="preserve"> و تطرق ابواب الظالمين و الاختلاط بهم اياك ان تطيعهم و تشهد مجالسهم بما يسخط الله عليك . </w:t>
      </w:r>
      <w:r w:rsidRPr="00694DB3">
        <w:rPr>
          <w:rStyle w:val="libFootnotenumChar"/>
          <w:rtl/>
        </w:rPr>
        <w:t>(٦٧)</w:t>
      </w:r>
    </w:p>
    <w:p w:rsidR="00827620" w:rsidRDefault="00827620" w:rsidP="00827620">
      <w:pPr>
        <w:pStyle w:val="libNormal"/>
        <w:rPr>
          <w:rtl/>
        </w:rPr>
      </w:pPr>
      <w:r>
        <w:rPr>
          <w:rFonts w:hint="eastAsia"/>
          <w:rtl/>
        </w:rPr>
        <w:lastRenderedPageBreak/>
        <w:t>پرهيز</w:t>
      </w:r>
      <w:r>
        <w:rPr>
          <w:rtl/>
        </w:rPr>
        <w:t xml:space="preserve"> كن از اين كه به خانه ستمكاران رفت و آمد كنى ، بپرهيز از اين كه فرمانبر آنها باشى ، و در مجالس شان حاضر شوى كه خداوند بر تو غضب روا دارد.</w:t>
      </w:r>
    </w:p>
    <w:p w:rsidR="00827620" w:rsidRDefault="00694DB3" w:rsidP="00827620">
      <w:pPr>
        <w:pStyle w:val="libNormal"/>
        <w:rPr>
          <w:rtl/>
        </w:rPr>
      </w:pPr>
      <w:r>
        <w:rPr>
          <w:rtl/>
        </w:rPr>
        <w:br w:type="page"/>
      </w:r>
    </w:p>
    <w:p w:rsidR="00827620" w:rsidRDefault="00827620" w:rsidP="00694DB3">
      <w:pPr>
        <w:pStyle w:val="Heading1"/>
        <w:rPr>
          <w:rtl/>
        </w:rPr>
      </w:pPr>
      <w:bookmarkStart w:id="42" w:name="_Toc479592315"/>
      <w:bookmarkStart w:id="43" w:name="_Toc479592436"/>
      <w:r>
        <w:rPr>
          <w:rFonts w:hint="eastAsia"/>
          <w:rtl/>
        </w:rPr>
        <w:t>رفتارهاى</w:t>
      </w:r>
      <w:r>
        <w:rPr>
          <w:rtl/>
        </w:rPr>
        <w:t xml:space="preserve"> اجتماعى</w:t>
      </w:r>
      <w:bookmarkEnd w:id="42"/>
      <w:bookmarkEnd w:id="43"/>
    </w:p>
    <w:p w:rsidR="00827620" w:rsidRDefault="00827620" w:rsidP="00827620">
      <w:pPr>
        <w:pStyle w:val="libNormal"/>
        <w:rPr>
          <w:rtl/>
        </w:rPr>
      </w:pPr>
      <w:r>
        <w:rPr>
          <w:rtl/>
        </w:rPr>
        <w:t>٦٦ - عرض كردم : نور چشمم در مورد رفت و آمدها بيشتر بر ايمان توضيح دهيد.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اياك و مواطن التهمه و المجلس المظنون به السوء فان قرين السوء يغير جليسه . </w:t>
      </w:r>
      <w:r w:rsidRPr="00694DB3">
        <w:rPr>
          <w:rStyle w:val="libFootnotenumChar"/>
          <w:rtl/>
        </w:rPr>
        <w:t>(٦٨)</w:t>
      </w:r>
    </w:p>
    <w:p w:rsidR="00827620" w:rsidRDefault="00827620" w:rsidP="00827620">
      <w:pPr>
        <w:pStyle w:val="libNormal"/>
        <w:rPr>
          <w:rtl/>
        </w:rPr>
      </w:pPr>
      <w:r>
        <w:rPr>
          <w:rFonts w:hint="eastAsia"/>
          <w:rtl/>
        </w:rPr>
        <w:t>فرمود</w:t>
      </w:r>
      <w:r>
        <w:rPr>
          <w:rtl/>
        </w:rPr>
        <w:t>: از مراكز بدنام بپرهيز، از مجالسى كه مورد سوء ظن است دورى كن و بدان كه رفيق بد، دوست خود را فريب مى دهد و ميل او را به كارهاى ناپسند تحريك مى كند و سرانجام آلوده اش مى سازد.</w:t>
      </w:r>
    </w:p>
    <w:p w:rsidR="00827620" w:rsidRDefault="00827620" w:rsidP="00827620">
      <w:pPr>
        <w:pStyle w:val="libNormal"/>
        <w:rPr>
          <w:rtl/>
        </w:rPr>
      </w:pPr>
      <w:r>
        <w:rPr>
          <w:rtl/>
        </w:rPr>
        <w:t>٦٧ - گفتم : اى پدر مهربان ، در زندگى رعايت چه امرى را همواره مورد توجه قرار دهيم ؟</w:t>
      </w:r>
    </w:p>
    <w:p w:rsidR="00827620" w:rsidRDefault="00827620" w:rsidP="00827620">
      <w:pPr>
        <w:pStyle w:val="libNormal"/>
        <w:rPr>
          <w:rtl/>
        </w:rPr>
      </w:pPr>
      <w:r>
        <w:rPr>
          <w:rFonts w:hint="eastAsia"/>
          <w:rtl/>
        </w:rPr>
        <w:t>فرمود</w:t>
      </w:r>
      <w:r>
        <w:rPr>
          <w:rtl/>
        </w:rPr>
        <w:t>: اعتدال و ميانه روى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و اقتصد يا بنى فى معيشتك و اقتصد فى عبادتك ، عليك فيها بالامر الدائم الذى تطيقه . </w:t>
      </w:r>
      <w:r w:rsidRPr="00694DB3">
        <w:rPr>
          <w:rStyle w:val="libFootnotenumChar"/>
          <w:rtl/>
        </w:rPr>
        <w:t>(٦٩)</w:t>
      </w:r>
    </w:p>
    <w:p w:rsidR="00827620" w:rsidRDefault="00827620" w:rsidP="00827620">
      <w:pPr>
        <w:pStyle w:val="libNormal"/>
        <w:rPr>
          <w:rtl/>
        </w:rPr>
      </w:pPr>
      <w:r>
        <w:rPr>
          <w:rFonts w:hint="eastAsia"/>
          <w:rtl/>
        </w:rPr>
        <w:t>فرزند</w:t>
      </w:r>
      <w:r>
        <w:rPr>
          <w:rtl/>
        </w:rPr>
        <w:t xml:space="preserve"> عزيز، در بدست آوردن معاش و انجام عبادات ميانه رو و معتدل باش ، و از زياده روى بپرهيز، و در حدود طاقت و توانت فعاليت نما، تا بتوانى آنرا براى هميشه انجام دهى .</w:t>
      </w:r>
    </w:p>
    <w:p w:rsidR="00827620" w:rsidRDefault="00827620" w:rsidP="00827620">
      <w:pPr>
        <w:pStyle w:val="libNormal"/>
        <w:rPr>
          <w:rtl/>
        </w:rPr>
      </w:pPr>
      <w:r>
        <w:rPr>
          <w:rtl/>
        </w:rPr>
        <w:t>٦٨ - عرض كردم با خانواده چگونه باشيم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وارحم من اهلك الصغير و وقر منهم الكبير . </w:t>
      </w:r>
      <w:r w:rsidRPr="00694DB3">
        <w:rPr>
          <w:rStyle w:val="libFootnotenumChar"/>
          <w:rtl/>
        </w:rPr>
        <w:t>(٧٠)</w:t>
      </w:r>
    </w:p>
    <w:p w:rsidR="00827620" w:rsidRDefault="00827620" w:rsidP="00827620">
      <w:pPr>
        <w:pStyle w:val="libNormal"/>
        <w:rPr>
          <w:rtl/>
        </w:rPr>
      </w:pPr>
      <w:r>
        <w:rPr>
          <w:rFonts w:hint="eastAsia"/>
          <w:rtl/>
        </w:rPr>
        <w:t>با</w:t>
      </w:r>
      <w:r>
        <w:rPr>
          <w:rtl/>
        </w:rPr>
        <w:t xml:space="preserve"> كودكان خانواده عطوفت و مهربانى بنما و بزرگترها را احترام كن .</w:t>
      </w:r>
    </w:p>
    <w:p w:rsidR="00827620" w:rsidRDefault="00694DB3" w:rsidP="00827620">
      <w:pPr>
        <w:pStyle w:val="libNormal"/>
        <w:rPr>
          <w:rtl/>
        </w:rPr>
      </w:pPr>
      <w:r>
        <w:rPr>
          <w:rtl/>
        </w:rPr>
        <w:br w:type="page"/>
      </w:r>
    </w:p>
    <w:p w:rsidR="00827620" w:rsidRDefault="00827620" w:rsidP="00694DB3">
      <w:pPr>
        <w:pStyle w:val="Heading1"/>
        <w:rPr>
          <w:rtl/>
        </w:rPr>
      </w:pPr>
      <w:bookmarkStart w:id="44" w:name="_Toc479592316"/>
      <w:bookmarkStart w:id="45" w:name="_Toc479592437"/>
      <w:r>
        <w:rPr>
          <w:rFonts w:hint="eastAsia"/>
          <w:rtl/>
        </w:rPr>
        <w:t>كشاورزى</w:t>
      </w:r>
      <w:bookmarkEnd w:id="44"/>
      <w:bookmarkEnd w:id="45"/>
    </w:p>
    <w:p w:rsidR="00827620" w:rsidRDefault="00827620" w:rsidP="00047E9D">
      <w:pPr>
        <w:pStyle w:val="libNormal"/>
        <w:rPr>
          <w:rtl/>
        </w:rPr>
      </w:pPr>
      <w:r>
        <w:rPr>
          <w:rtl/>
        </w:rPr>
        <w:t xml:space="preserve">٦٩ - پرسيدم : پيشواى من ، بعضى ها فقط به دنبال شغل هاى ادارى و شركتى هستند و كشاورزى ما دارد تباه مى شود و بسيارى از روستاها، از جوان ها خالى شده و پيرها هم توان كار ندارند، كشاورزى رها شده ، </w:t>
      </w:r>
      <w:r>
        <w:rPr>
          <w:rFonts w:hint="eastAsia"/>
          <w:rtl/>
        </w:rPr>
        <w:t>و</w:t>
      </w:r>
      <w:r>
        <w:rPr>
          <w:rtl/>
        </w:rPr>
        <w:t xml:space="preserve"> جوانها حاضرند در شهر هر كار پستى بكنند، ولى حاضر نيستند در روستاها كشاورزى نمايند! و به همين دليل روز به روز نياز كشور به واردات بيشتر مى شود! آيا كشاورزى براى جوان درس خوانده ما عيب است ، ولى محتاج بيگانه شدن عيب نيست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وجد ماء و ترابا ثم افتقر فابعده الله . </w:t>
      </w:r>
      <w:r w:rsidRPr="00047E9D">
        <w:rPr>
          <w:rStyle w:val="libFootnotenumChar"/>
          <w:rtl/>
        </w:rPr>
        <w:t>(٧١)</w:t>
      </w:r>
    </w:p>
    <w:p w:rsidR="00827620" w:rsidRDefault="00827620" w:rsidP="00827620">
      <w:pPr>
        <w:pStyle w:val="libNormal"/>
        <w:rPr>
          <w:rtl/>
        </w:rPr>
      </w:pPr>
      <w:r>
        <w:rPr>
          <w:rFonts w:hint="eastAsia"/>
          <w:rtl/>
        </w:rPr>
        <w:t>حضرت</w:t>
      </w:r>
      <w:r>
        <w:rPr>
          <w:rtl/>
        </w:rPr>
        <w:t xml:space="preserve"> فرمودند: كسى كه آب و خاك (يعنى نيروى طبيعى) در اختيار دارد و نيروى انسانى خود را براى بهره بردارى به كار نمى بندد و با فقر و گدايى (روزگار) مى گذراند نفرين و لعنت بر او باد! زيرا كشاورزى بهترين اعمال خلق است و همه انبيا، كشاورز بودند مگر ادريس كه خياط بود و كشاورزان گنج داران خدايند در روى زمين .</w:t>
      </w:r>
    </w:p>
    <w:p w:rsidR="00827620" w:rsidRDefault="00827620" w:rsidP="00827620">
      <w:pPr>
        <w:pStyle w:val="libNormal"/>
        <w:rPr>
          <w:rtl/>
        </w:rPr>
      </w:pPr>
      <w:r>
        <w:rPr>
          <w:rFonts w:hint="eastAsia"/>
          <w:rtl/>
        </w:rPr>
        <w:t>الكاد</w:t>
      </w:r>
      <w:r>
        <w:rPr>
          <w:rtl/>
        </w:rPr>
        <w:t xml:space="preserve"> على عياله كالمجاهد فى سبيل الله . </w:t>
      </w:r>
      <w:r w:rsidRPr="00047E9D">
        <w:rPr>
          <w:rStyle w:val="libFootnotenumChar"/>
          <w:rtl/>
        </w:rPr>
        <w:t>(٧٢)</w:t>
      </w:r>
    </w:p>
    <w:p w:rsidR="00827620" w:rsidRDefault="00827620" w:rsidP="00827620">
      <w:pPr>
        <w:pStyle w:val="libNormal"/>
        <w:rPr>
          <w:rtl/>
        </w:rPr>
      </w:pPr>
      <w:r>
        <w:rPr>
          <w:rFonts w:hint="eastAsia"/>
          <w:rtl/>
        </w:rPr>
        <w:t>اجر</w:t>
      </w:r>
      <w:r>
        <w:rPr>
          <w:rtl/>
        </w:rPr>
        <w:t xml:space="preserve"> كسى كه براى زندگى خود و عائله اش زحمت مى كشد مانند اجر سرباز مجاهد است پس چرا بايد كشاورزى ، اين شغل مقدس ، رها شود و دست گدايى بسوى بيگانه دراز كنيم ؟ جوانان با غيرت ما، بايد كشاورزى و دامدارى را عيب و عار ندانند و مردانه به كار و تلاش در اين زمينه بپ</w:t>
      </w:r>
      <w:r>
        <w:rPr>
          <w:rFonts w:hint="eastAsia"/>
          <w:rtl/>
        </w:rPr>
        <w:t>ردازند،</w:t>
      </w:r>
      <w:r>
        <w:rPr>
          <w:rtl/>
        </w:rPr>
        <w:t xml:space="preserve"> تا هم سربلندى خود، و خانواده ، و ملت را، به دست آورند و هم استقلال كشور را بيمه كنند.</w:t>
      </w:r>
    </w:p>
    <w:p w:rsidR="00827620" w:rsidRDefault="00827620" w:rsidP="00827620">
      <w:pPr>
        <w:pStyle w:val="libNormal"/>
        <w:rPr>
          <w:rtl/>
        </w:rPr>
      </w:pPr>
      <w:r>
        <w:rPr>
          <w:rtl/>
        </w:rPr>
        <w:lastRenderedPageBreak/>
        <w:t>٧٠ - پرسيدم : اى ذل اذل . پست ترين ذلتها كدام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الحرص على الدنيا. </w:t>
      </w:r>
      <w:r w:rsidRPr="00047E9D">
        <w:rPr>
          <w:rStyle w:val="libFootnotenumChar"/>
          <w:rtl/>
        </w:rPr>
        <w:t>(٧٣)</w:t>
      </w:r>
    </w:p>
    <w:p w:rsidR="00827620" w:rsidRDefault="00827620" w:rsidP="00827620">
      <w:pPr>
        <w:pStyle w:val="libNormal"/>
        <w:rPr>
          <w:rtl/>
        </w:rPr>
      </w:pPr>
      <w:r>
        <w:rPr>
          <w:rFonts w:hint="eastAsia"/>
          <w:rtl/>
        </w:rPr>
        <w:t>حرص</w:t>
      </w:r>
      <w:r>
        <w:rPr>
          <w:rtl/>
        </w:rPr>
        <w:t xml:space="preserve"> بر دنيا، و مقام و جاه ، آن از بدترين ذلتها است . (كه آدمى را در دو دنيا خوار و روسياه مى كند)</w:t>
      </w:r>
    </w:p>
    <w:p w:rsidR="00827620" w:rsidRDefault="00047E9D" w:rsidP="00827620">
      <w:pPr>
        <w:pStyle w:val="libNormal"/>
        <w:rPr>
          <w:rtl/>
        </w:rPr>
      </w:pPr>
      <w:r>
        <w:rPr>
          <w:rtl/>
        </w:rPr>
        <w:br w:type="page"/>
      </w:r>
    </w:p>
    <w:p w:rsidR="00827620" w:rsidRDefault="00827620" w:rsidP="00047E9D">
      <w:pPr>
        <w:pStyle w:val="Heading1"/>
        <w:rPr>
          <w:rtl/>
        </w:rPr>
      </w:pPr>
      <w:bookmarkStart w:id="46" w:name="_Toc479592317"/>
      <w:bookmarkStart w:id="47" w:name="_Toc479592438"/>
      <w:r>
        <w:rPr>
          <w:rFonts w:hint="eastAsia"/>
          <w:rtl/>
        </w:rPr>
        <w:t>سخن</w:t>
      </w:r>
      <w:r>
        <w:rPr>
          <w:rtl/>
        </w:rPr>
        <w:t xml:space="preserve"> زيبا</w:t>
      </w:r>
      <w:bookmarkEnd w:id="46"/>
      <w:bookmarkEnd w:id="47"/>
    </w:p>
    <w:p w:rsidR="00827620" w:rsidRDefault="00827620" w:rsidP="00827620">
      <w:pPr>
        <w:pStyle w:val="libNormal"/>
        <w:rPr>
          <w:rtl/>
        </w:rPr>
      </w:pPr>
      <w:r>
        <w:rPr>
          <w:rtl/>
        </w:rPr>
        <w:t>٧١ - پرسيدم : با مخاطبين خود چگونه سخن گوييم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اجملوا فى الخطاب تسمعوا جميل الجواب . </w:t>
      </w:r>
      <w:r w:rsidRPr="00047E9D">
        <w:rPr>
          <w:rStyle w:val="libFootnotenumChar"/>
          <w:rtl/>
        </w:rPr>
        <w:t>(٧٤)</w:t>
      </w:r>
    </w:p>
    <w:p w:rsidR="00827620" w:rsidRDefault="00827620" w:rsidP="00827620">
      <w:pPr>
        <w:pStyle w:val="libNormal"/>
        <w:rPr>
          <w:rtl/>
        </w:rPr>
      </w:pPr>
      <w:r>
        <w:rPr>
          <w:rFonts w:hint="eastAsia"/>
          <w:rtl/>
        </w:rPr>
        <w:t>با</w:t>
      </w:r>
      <w:r>
        <w:rPr>
          <w:rtl/>
        </w:rPr>
        <w:t xml:space="preserve"> مخاطب خويش پسنديده و مودب سخن بگوييد تا او نيز به شما با احترام جواب گويد.</w:t>
      </w:r>
    </w:p>
    <w:p w:rsidR="00827620" w:rsidRDefault="00827620" w:rsidP="00827620">
      <w:pPr>
        <w:pStyle w:val="libNormal"/>
        <w:rPr>
          <w:rtl/>
        </w:rPr>
      </w:pPr>
      <w:r>
        <w:rPr>
          <w:rtl/>
        </w:rPr>
        <w:t>٧٢ - پرسيدم : دروغ در كجا مجاز است و آيا مى شود به شوخى دروغ گفت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 يصلح الكذب جد و لا هزل و لا ان يعد احدكم صبيه ثم لا يفى له . </w:t>
      </w:r>
      <w:r w:rsidRPr="00047E9D">
        <w:rPr>
          <w:rStyle w:val="libFootnotenumChar"/>
          <w:rtl/>
        </w:rPr>
        <w:t>(٧٥)</w:t>
      </w:r>
    </w:p>
    <w:p w:rsidR="00827620" w:rsidRDefault="00827620" w:rsidP="00827620">
      <w:pPr>
        <w:pStyle w:val="libNormal"/>
        <w:rPr>
          <w:rtl/>
        </w:rPr>
      </w:pPr>
      <w:r>
        <w:rPr>
          <w:rtl/>
        </w:rPr>
        <w:t>(هرگز) شايسته نيست آدمى به جد يا به شوخى دروغ بگويد، چنانكه شايسته نيست كسى به فرزند خود وعده اى بدهد و به آن وفا نكند.</w:t>
      </w:r>
    </w:p>
    <w:p w:rsidR="00827620" w:rsidRDefault="00047E9D" w:rsidP="00827620">
      <w:pPr>
        <w:pStyle w:val="libNormal"/>
        <w:rPr>
          <w:rtl/>
        </w:rPr>
      </w:pPr>
      <w:r>
        <w:rPr>
          <w:rtl/>
        </w:rPr>
        <w:br w:type="page"/>
      </w:r>
    </w:p>
    <w:p w:rsidR="00827620" w:rsidRDefault="00827620" w:rsidP="00047E9D">
      <w:pPr>
        <w:pStyle w:val="Heading1"/>
        <w:rPr>
          <w:rtl/>
        </w:rPr>
      </w:pPr>
      <w:bookmarkStart w:id="48" w:name="_Toc479592318"/>
      <w:bookmarkStart w:id="49" w:name="_Toc479592439"/>
      <w:r>
        <w:rPr>
          <w:rFonts w:hint="eastAsia"/>
          <w:rtl/>
        </w:rPr>
        <w:t>فرزندان</w:t>
      </w:r>
      <w:r>
        <w:rPr>
          <w:rtl/>
        </w:rPr>
        <w:t xml:space="preserve"> و نماز</w:t>
      </w:r>
      <w:bookmarkEnd w:id="48"/>
      <w:bookmarkEnd w:id="49"/>
    </w:p>
    <w:p w:rsidR="00827620" w:rsidRDefault="00827620" w:rsidP="00827620">
      <w:pPr>
        <w:pStyle w:val="libNormal"/>
        <w:rPr>
          <w:rtl/>
        </w:rPr>
      </w:pPr>
      <w:r>
        <w:rPr>
          <w:rtl/>
        </w:rPr>
        <w:t>٧٣ - پرسيدم : فرزندان پسر خود را از چند سالگى به نماز خواندن داريم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مروا صبيانكم بالصلوه اذا كانوا ابناء سبع سنين و فرقوا بينهم فى المضاجع اذا كانوا ابناء عشر سنين .</w:t>
      </w:r>
    </w:p>
    <w:p w:rsidR="00827620" w:rsidRDefault="00827620" w:rsidP="00827620">
      <w:pPr>
        <w:pStyle w:val="libNormal"/>
        <w:rPr>
          <w:rtl/>
        </w:rPr>
      </w:pPr>
      <w:r>
        <w:rPr>
          <w:rFonts w:hint="eastAsia"/>
          <w:rtl/>
        </w:rPr>
        <w:t>فرمود</w:t>
      </w:r>
      <w:r>
        <w:rPr>
          <w:rtl/>
        </w:rPr>
        <w:t>: در هفت سالگى فرزندان (پسر) خود را به نماز واداريد و در ده سالگى بستر خواب آنها را از يكديگر جدا كنيد.</w:t>
      </w:r>
    </w:p>
    <w:p w:rsidR="00827620" w:rsidRDefault="00827620" w:rsidP="00827620">
      <w:pPr>
        <w:pStyle w:val="libNormal"/>
        <w:rPr>
          <w:rtl/>
        </w:rPr>
      </w:pPr>
      <w:r>
        <w:rPr>
          <w:rtl/>
        </w:rPr>
        <w:t>٧٤ - پرسيدم : آيا فرزندان حق ديگرى بر ما دارند؟</w:t>
      </w:r>
    </w:p>
    <w:p w:rsidR="00827620" w:rsidRDefault="00827620" w:rsidP="00827620">
      <w:pPr>
        <w:pStyle w:val="libNormal"/>
        <w:rPr>
          <w:rtl/>
        </w:rPr>
      </w:pPr>
      <w:r>
        <w:rPr>
          <w:rFonts w:hint="eastAsia"/>
          <w:rtl/>
        </w:rPr>
        <w:t>فرمودند</w:t>
      </w:r>
      <w:r>
        <w:rPr>
          <w:rtl/>
        </w:rPr>
        <w:t xml:space="preserve">: و حق الولد على الوالد ان يحسن اسمه و يحسن ادبه و يعلمه القران . </w:t>
      </w:r>
      <w:r w:rsidRPr="00047E9D">
        <w:rPr>
          <w:rStyle w:val="libFootnotenumChar"/>
          <w:rtl/>
        </w:rPr>
        <w:t>(٧٦)</w:t>
      </w:r>
    </w:p>
    <w:p w:rsidR="00827620" w:rsidRDefault="00827620" w:rsidP="00827620">
      <w:pPr>
        <w:pStyle w:val="libNormal"/>
        <w:rPr>
          <w:rtl/>
        </w:rPr>
      </w:pPr>
      <w:r>
        <w:rPr>
          <w:rFonts w:hint="eastAsia"/>
          <w:rtl/>
        </w:rPr>
        <w:t>حق</w:t>
      </w:r>
      <w:r>
        <w:rPr>
          <w:rtl/>
        </w:rPr>
        <w:t xml:space="preserve"> فرزند بر پدرش اين است كه او را با اسم خوب نامگذارى كند و ادب و تربيتش نمايد و به وى قرآن مجيد را تعليم دهد.</w:t>
      </w:r>
    </w:p>
    <w:p w:rsidR="00827620" w:rsidRDefault="00827620" w:rsidP="00827620">
      <w:pPr>
        <w:pStyle w:val="libNormal"/>
        <w:rPr>
          <w:rtl/>
        </w:rPr>
      </w:pPr>
      <w:r>
        <w:rPr>
          <w:rFonts w:hint="eastAsia"/>
          <w:rtl/>
        </w:rPr>
        <w:t>و</w:t>
      </w:r>
      <w:r>
        <w:rPr>
          <w:rtl/>
        </w:rPr>
        <w:t xml:space="preserve"> لا ميراث كالادب . </w:t>
      </w:r>
      <w:r w:rsidRPr="00047E9D">
        <w:rPr>
          <w:rStyle w:val="libFootnotenumChar"/>
          <w:rtl/>
        </w:rPr>
        <w:t>(٧٧)</w:t>
      </w:r>
    </w:p>
    <w:p w:rsidR="00827620" w:rsidRDefault="00827620" w:rsidP="00827620">
      <w:pPr>
        <w:pStyle w:val="libNormal"/>
        <w:rPr>
          <w:rtl/>
        </w:rPr>
      </w:pPr>
      <w:r>
        <w:rPr>
          <w:rFonts w:hint="eastAsia"/>
          <w:rtl/>
        </w:rPr>
        <w:t>هيچ</w:t>
      </w:r>
      <w:r>
        <w:rPr>
          <w:rtl/>
        </w:rPr>
        <w:t xml:space="preserve"> ارثى مانند ادب و اخلاق ، پر ارج و گرانمايه نيست .</w:t>
      </w:r>
    </w:p>
    <w:p w:rsidR="00827620" w:rsidRDefault="00827620" w:rsidP="00827620">
      <w:pPr>
        <w:pStyle w:val="libNormal"/>
        <w:rPr>
          <w:rtl/>
        </w:rPr>
      </w:pPr>
      <w:r>
        <w:rPr>
          <w:rFonts w:hint="eastAsia"/>
          <w:rtl/>
        </w:rPr>
        <w:t>و</w:t>
      </w:r>
      <w:r>
        <w:rPr>
          <w:rtl/>
        </w:rPr>
        <w:t xml:space="preserve"> حسن الادب افضل نسب و اشرف سبب . </w:t>
      </w:r>
      <w:r w:rsidRPr="00047E9D">
        <w:rPr>
          <w:rStyle w:val="libFootnotenumChar"/>
          <w:rtl/>
        </w:rPr>
        <w:t>(٧٨)</w:t>
      </w:r>
    </w:p>
    <w:p w:rsidR="00827620" w:rsidRDefault="00827620" w:rsidP="00827620">
      <w:pPr>
        <w:pStyle w:val="libNormal"/>
        <w:rPr>
          <w:rtl/>
        </w:rPr>
      </w:pPr>
      <w:r>
        <w:rPr>
          <w:rFonts w:hint="eastAsia"/>
          <w:rtl/>
        </w:rPr>
        <w:t>ادب</w:t>
      </w:r>
      <w:r>
        <w:rPr>
          <w:rtl/>
        </w:rPr>
        <w:t xml:space="preserve"> و تربيت خوب از هر بستگى خويشاوندى و بستگى سببى شريفتر بوده و افتخارآميز است .</w:t>
      </w:r>
    </w:p>
    <w:p w:rsidR="00827620" w:rsidRDefault="00827620" w:rsidP="00827620">
      <w:pPr>
        <w:pStyle w:val="libNormal"/>
        <w:rPr>
          <w:rtl/>
        </w:rPr>
      </w:pPr>
      <w:r>
        <w:rPr>
          <w:rFonts w:hint="eastAsia"/>
          <w:rtl/>
        </w:rPr>
        <w:t>و</w:t>
      </w:r>
      <w:r>
        <w:rPr>
          <w:rtl/>
        </w:rPr>
        <w:t xml:space="preserve"> من كلف بالادب قلت مساويه . </w:t>
      </w:r>
      <w:r w:rsidRPr="00047E9D">
        <w:rPr>
          <w:rStyle w:val="libFootnotenumChar"/>
          <w:rtl/>
        </w:rPr>
        <w:t>(٧٩)</w:t>
      </w:r>
    </w:p>
    <w:p w:rsidR="00827620" w:rsidRDefault="00827620" w:rsidP="00827620">
      <w:pPr>
        <w:pStyle w:val="libNormal"/>
        <w:rPr>
          <w:rtl/>
        </w:rPr>
      </w:pPr>
      <w:r>
        <w:rPr>
          <w:rFonts w:hint="eastAsia"/>
          <w:rtl/>
        </w:rPr>
        <w:t>آن</w:t>
      </w:r>
      <w:r>
        <w:rPr>
          <w:rtl/>
        </w:rPr>
        <w:t xml:space="preserve"> كس كه ادب بر وى تحميل شود و تربيت ، نفس سركش او را مهار نمايد، گناهان او كم مى شود.</w:t>
      </w:r>
    </w:p>
    <w:p w:rsidR="00827620" w:rsidRDefault="00827620" w:rsidP="00827620">
      <w:pPr>
        <w:pStyle w:val="libNormal"/>
        <w:rPr>
          <w:rtl/>
        </w:rPr>
      </w:pPr>
      <w:r>
        <w:rPr>
          <w:rtl/>
        </w:rPr>
        <w:t>٧٥ - گفتم : از چه طريقى مى توان به مراتب عاليه دست يافت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بالتعب الشديد تدرك الدرجات الرفيعه و الراحه الدائمه . </w:t>
      </w:r>
      <w:r w:rsidRPr="00047E9D">
        <w:rPr>
          <w:rStyle w:val="libFootnotenumChar"/>
          <w:rtl/>
        </w:rPr>
        <w:t>(٨٠)</w:t>
      </w:r>
    </w:p>
    <w:p w:rsidR="00827620" w:rsidRDefault="00827620" w:rsidP="00827620">
      <w:pPr>
        <w:pStyle w:val="libNormal"/>
        <w:rPr>
          <w:rtl/>
        </w:rPr>
      </w:pPr>
      <w:r>
        <w:rPr>
          <w:rFonts w:hint="eastAsia"/>
          <w:rtl/>
        </w:rPr>
        <w:lastRenderedPageBreak/>
        <w:t>فرمود</w:t>
      </w:r>
      <w:r>
        <w:rPr>
          <w:rtl/>
        </w:rPr>
        <w:t>: آدمى با تحمل رنجهاى سخت ، و زحمتهاى فراوان و سنگين آدمى به پايه هاى بلند زندگى و آسايش دائمى نائل مى شود.</w:t>
      </w:r>
    </w:p>
    <w:p w:rsidR="00827620" w:rsidRDefault="00827620" w:rsidP="00827620">
      <w:pPr>
        <w:pStyle w:val="libNormal"/>
        <w:rPr>
          <w:rtl/>
        </w:rPr>
      </w:pPr>
      <w:r>
        <w:rPr>
          <w:rtl/>
        </w:rPr>
        <w:t>٧٦ - عرض كردم كه اى مراد و محبوب من ، بعضى پدران ، اولاد خود را خوب درك نمى كنند و توقع دارند آنان نيز مثل دوران گذشته خودشان باشند و با همان آداب و رسوم خو بگيرند؛ آيا درست است ؟</w:t>
      </w:r>
    </w:p>
    <w:p w:rsidR="00827620" w:rsidRDefault="00827620" w:rsidP="00827620">
      <w:pPr>
        <w:pStyle w:val="libNormal"/>
        <w:rPr>
          <w:rtl/>
        </w:rPr>
      </w:pPr>
      <w:r>
        <w:rPr>
          <w:rFonts w:hint="eastAsia"/>
          <w:rtl/>
        </w:rPr>
        <w:t>حضرت</w:t>
      </w:r>
      <w:r>
        <w:rPr>
          <w:rtl/>
        </w:rPr>
        <w:t xml:space="preserve"> فرمود: (خير) لا تقسروا اولادكم على آدابكم فانهم مخلوقون لزمان غير زمانكم . </w:t>
      </w:r>
      <w:r w:rsidRPr="00047E9D">
        <w:rPr>
          <w:rStyle w:val="libFootnotenumChar"/>
          <w:rtl/>
        </w:rPr>
        <w:t>(٨١)</w:t>
      </w:r>
    </w:p>
    <w:p w:rsidR="00827620" w:rsidRDefault="00827620" w:rsidP="00827620">
      <w:pPr>
        <w:pStyle w:val="libNormal"/>
        <w:rPr>
          <w:rtl/>
        </w:rPr>
      </w:pPr>
      <w:r>
        <w:rPr>
          <w:rFonts w:hint="eastAsia"/>
          <w:rtl/>
        </w:rPr>
        <w:t>آداب</w:t>
      </w:r>
      <w:r>
        <w:rPr>
          <w:rtl/>
        </w:rPr>
        <w:t xml:space="preserve"> و رسوم زمان خودتان را با زور و فشار به فرزندان خويش تحميل نكنيد، زيرا آنان براى زمانى غير از زمان شما آفريده شده اند.</w:t>
      </w:r>
    </w:p>
    <w:p w:rsidR="00827620" w:rsidRDefault="00047E9D" w:rsidP="00827620">
      <w:pPr>
        <w:pStyle w:val="libNormal"/>
        <w:rPr>
          <w:rtl/>
        </w:rPr>
      </w:pPr>
      <w:r>
        <w:rPr>
          <w:rtl/>
        </w:rPr>
        <w:br w:type="page"/>
      </w:r>
    </w:p>
    <w:p w:rsidR="00827620" w:rsidRDefault="00827620" w:rsidP="00047E9D">
      <w:pPr>
        <w:pStyle w:val="Heading1"/>
        <w:rPr>
          <w:rtl/>
        </w:rPr>
      </w:pPr>
      <w:bookmarkStart w:id="50" w:name="_Toc479592319"/>
      <w:bookmarkStart w:id="51" w:name="_Toc479592440"/>
      <w:r>
        <w:rPr>
          <w:rFonts w:hint="eastAsia"/>
          <w:rtl/>
        </w:rPr>
        <w:t>به</w:t>
      </w:r>
      <w:r>
        <w:rPr>
          <w:rtl/>
        </w:rPr>
        <w:t xml:space="preserve"> سخن توجه كن نه به سخنگو</w:t>
      </w:r>
      <w:bookmarkEnd w:id="50"/>
      <w:bookmarkEnd w:id="51"/>
    </w:p>
    <w:p w:rsidR="00827620" w:rsidRDefault="00827620" w:rsidP="00827620">
      <w:pPr>
        <w:pStyle w:val="libNormal"/>
        <w:rPr>
          <w:rtl/>
        </w:rPr>
      </w:pPr>
      <w:r>
        <w:rPr>
          <w:rtl/>
        </w:rPr>
        <w:t>٧٧ - گفتم : مولاى من بعضى ها آدم خوبى نيستند ولى حرفهاى خوبى مى زنند و گفتار حقى دارند، آيا مى توان به گفتار آنها توجه نمود يا چون آدم خوبى نيستند نبايد به حرفهاى خوب آنها نبايد توجه كرد؟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 تنظر الى من قال و انظر الى ما قال . </w:t>
      </w:r>
      <w:r w:rsidRPr="00047E9D">
        <w:rPr>
          <w:rStyle w:val="libFootnotenumChar"/>
          <w:rtl/>
        </w:rPr>
        <w:t>(٨٢)</w:t>
      </w:r>
    </w:p>
    <w:p w:rsidR="00827620" w:rsidRDefault="00827620" w:rsidP="00827620">
      <w:pPr>
        <w:pStyle w:val="libNormal"/>
        <w:rPr>
          <w:rtl/>
        </w:rPr>
      </w:pPr>
      <w:r>
        <w:rPr>
          <w:rFonts w:hint="eastAsia"/>
          <w:rtl/>
        </w:rPr>
        <w:t>حضرت</w:t>
      </w:r>
      <w:r>
        <w:rPr>
          <w:rtl/>
        </w:rPr>
        <w:t xml:space="preserve"> فرمود: در سخن ، نظر به گوينده مكنيد بلكه نظر به گفتار نماييد يعنى گفتار صحيح را از هر كه باشد، ياد بگيريد.</w:t>
      </w:r>
    </w:p>
    <w:p w:rsidR="00827620" w:rsidRDefault="00827620" w:rsidP="00827620">
      <w:pPr>
        <w:pStyle w:val="libNormal"/>
        <w:rPr>
          <w:rtl/>
        </w:rPr>
      </w:pPr>
      <w:r>
        <w:rPr>
          <w:rtl/>
        </w:rPr>
        <w:t>٧٨ - گفتم : بعضى ها گمراه اند ولى علم و حكمت دارند. مانند كفار كه در صنعت و علم پيشرفته اند. آيا مى توان از تكنيك و علم آنان بهره جست يا چون گمراهند نبايد به سراغ آنها رفت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خذ الحكمه ولو من اهل الضلال . </w:t>
      </w:r>
      <w:r w:rsidRPr="00047E9D">
        <w:rPr>
          <w:rStyle w:val="libFootnotenumChar"/>
          <w:rtl/>
        </w:rPr>
        <w:t>(٨٣)</w:t>
      </w:r>
    </w:p>
    <w:p w:rsidR="00827620" w:rsidRDefault="00827620" w:rsidP="00827620">
      <w:pPr>
        <w:pStyle w:val="libNormal"/>
        <w:rPr>
          <w:rtl/>
        </w:rPr>
      </w:pPr>
      <w:r>
        <w:rPr>
          <w:rFonts w:hint="eastAsia"/>
          <w:rtl/>
        </w:rPr>
        <w:t>حضرت</w:t>
      </w:r>
      <w:r>
        <w:rPr>
          <w:rtl/>
        </w:rPr>
        <w:t xml:space="preserve"> فرمود: گفتار حكيمانه و علم مفيد را از هر كس ياد بگيريد، هر چند گوينده آن از نظر مذهبى گمراه باشد.</w:t>
      </w:r>
    </w:p>
    <w:p w:rsidR="00827620" w:rsidRDefault="00827620" w:rsidP="00827620">
      <w:pPr>
        <w:pStyle w:val="libNormal"/>
        <w:rPr>
          <w:rtl/>
        </w:rPr>
      </w:pPr>
      <w:r>
        <w:rPr>
          <w:rtl/>
        </w:rPr>
        <w:t>٧٩ - گفتم : چگونه ؟ بيشتر توضيح دهيد؟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خذوا الحق من اهل الباطل و لا تاخذوا الباطل من اهل الحق و كونوا نقاد الكلام . </w:t>
      </w:r>
      <w:r w:rsidRPr="00047E9D">
        <w:rPr>
          <w:rStyle w:val="libFootnotenumChar"/>
          <w:rtl/>
        </w:rPr>
        <w:t>(٨٤)</w:t>
      </w:r>
    </w:p>
    <w:p w:rsidR="00827620" w:rsidRDefault="00827620" w:rsidP="00827620">
      <w:pPr>
        <w:pStyle w:val="libNormal"/>
        <w:rPr>
          <w:rtl/>
        </w:rPr>
      </w:pPr>
      <w:r>
        <w:rPr>
          <w:rFonts w:hint="eastAsia"/>
          <w:rtl/>
        </w:rPr>
        <w:t>فرمودند</w:t>
      </w:r>
      <w:r>
        <w:rPr>
          <w:rtl/>
        </w:rPr>
        <w:t>: سخن حق را از گمراهان و اهل باطل فرا گيريد، و سخن باطل را از اهل حق نياموزيد، و مانند صرافهاى پول شناس ، نقاد باشيد و سكه قلب را از سكه حقيقى تميز دهيد. سخن حق را از سخن باطل و حساب حق گو را از باطل گو جدا سازيد.</w:t>
      </w:r>
    </w:p>
    <w:p w:rsidR="00827620" w:rsidRDefault="00047E9D" w:rsidP="00827620">
      <w:pPr>
        <w:pStyle w:val="libNormal"/>
        <w:rPr>
          <w:rtl/>
        </w:rPr>
      </w:pPr>
      <w:r>
        <w:rPr>
          <w:rtl/>
        </w:rPr>
        <w:br w:type="page"/>
      </w:r>
    </w:p>
    <w:p w:rsidR="00827620" w:rsidRDefault="00827620" w:rsidP="00047E9D">
      <w:pPr>
        <w:pStyle w:val="Heading1"/>
        <w:rPr>
          <w:rtl/>
        </w:rPr>
      </w:pPr>
      <w:bookmarkStart w:id="52" w:name="_Toc479592320"/>
      <w:bookmarkStart w:id="53" w:name="_Toc479592441"/>
      <w:r>
        <w:rPr>
          <w:rFonts w:hint="eastAsia"/>
          <w:rtl/>
        </w:rPr>
        <w:t>خوشگذرانيهاى</w:t>
      </w:r>
      <w:r>
        <w:rPr>
          <w:rtl/>
        </w:rPr>
        <w:t xml:space="preserve"> بى حد و مرز</w:t>
      </w:r>
      <w:bookmarkEnd w:id="52"/>
      <w:bookmarkEnd w:id="53"/>
    </w:p>
    <w:p w:rsidR="00827620" w:rsidRDefault="00827620" w:rsidP="00827620">
      <w:pPr>
        <w:pStyle w:val="libNormal"/>
        <w:rPr>
          <w:rtl/>
        </w:rPr>
      </w:pPr>
      <w:r>
        <w:rPr>
          <w:rtl/>
        </w:rPr>
        <w:t>٨٠ - عرض كردم : اى امام صالحان ! بفرماييد چه چيز مانع رشد و تعالى و تكامل آدمى است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كم من لذه دنيه منعت سنى درجات . </w:t>
      </w:r>
      <w:r w:rsidRPr="00047E9D">
        <w:rPr>
          <w:rStyle w:val="libFootnotenumChar"/>
          <w:rtl/>
        </w:rPr>
        <w:t>(٨٥)</w:t>
      </w:r>
    </w:p>
    <w:p w:rsidR="00827620" w:rsidRDefault="00827620" w:rsidP="00827620">
      <w:pPr>
        <w:pStyle w:val="libNormal"/>
        <w:rPr>
          <w:rtl/>
        </w:rPr>
      </w:pPr>
      <w:r>
        <w:rPr>
          <w:rFonts w:hint="eastAsia"/>
          <w:rtl/>
        </w:rPr>
        <w:t>فرمودند</w:t>
      </w:r>
      <w:r>
        <w:rPr>
          <w:rtl/>
        </w:rPr>
        <w:t>: (غرق شدن در لذتهاى دنيايى و خوشگذرانى ها، زيرا) چه بسا لذت پست و ناچيزى كه آدم را از رسيدن به درجات عاليه انسانى بازداشته و سد راه سعادت شده است .</w:t>
      </w:r>
    </w:p>
    <w:p w:rsidR="00827620" w:rsidRDefault="00827620" w:rsidP="00827620">
      <w:pPr>
        <w:pStyle w:val="libNormal"/>
        <w:rPr>
          <w:rtl/>
        </w:rPr>
      </w:pPr>
      <w:r>
        <w:rPr>
          <w:rtl/>
        </w:rPr>
        <w:t>٨١ - گفتم : چگونه ؟</w:t>
      </w:r>
    </w:p>
    <w:p w:rsidR="00827620" w:rsidRDefault="00827620" w:rsidP="00827620">
      <w:pPr>
        <w:pStyle w:val="libNormal"/>
        <w:rPr>
          <w:rtl/>
        </w:rPr>
      </w:pPr>
      <w:r>
        <w:rPr>
          <w:rFonts w:hint="eastAsia"/>
          <w:rtl/>
        </w:rPr>
        <w:t>فرمود</w:t>
      </w:r>
      <w:r>
        <w:rPr>
          <w:rtl/>
        </w:rPr>
        <w:t xml:space="preserve">: ولوع الرجل باللذات يغوى و يردى . </w:t>
      </w:r>
      <w:r w:rsidRPr="00047E9D">
        <w:rPr>
          <w:rStyle w:val="libFootnotenumChar"/>
          <w:rtl/>
        </w:rPr>
        <w:t>(٨٦)</w:t>
      </w:r>
    </w:p>
    <w:p w:rsidR="00827620" w:rsidRDefault="00827620" w:rsidP="00827620">
      <w:pPr>
        <w:pStyle w:val="libNormal"/>
        <w:rPr>
          <w:rtl/>
        </w:rPr>
      </w:pPr>
      <w:r>
        <w:rPr>
          <w:rFonts w:hint="eastAsia"/>
          <w:rtl/>
        </w:rPr>
        <w:t>شدت</w:t>
      </w:r>
      <w:r>
        <w:rPr>
          <w:rtl/>
        </w:rPr>
        <w:t xml:space="preserve"> علاقه و حرص آدمى به لذايذ، باعث گمراهى و مايه پستى و سقوط است .</w:t>
      </w:r>
    </w:p>
    <w:p w:rsidR="00827620" w:rsidRDefault="00827620" w:rsidP="00827620">
      <w:pPr>
        <w:pStyle w:val="libNormal"/>
        <w:rPr>
          <w:rtl/>
        </w:rPr>
      </w:pPr>
      <w:r>
        <w:rPr>
          <w:rtl/>
        </w:rPr>
        <w:t>٨٢ - عرض كردم : چه بايد كرد؟</w:t>
      </w:r>
    </w:p>
    <w:p w:rsidR="00827620" w:rsidRDefault="00827620" w:rsidP="00827620">
      <w:pPr>
        <w:pStyle w:val="libNormal"/>
        <w:rPr>
          <w:rtl/>
        </w:rPr>
      </w:pPr>
      <w:r>
        <w:rPr>
          <w:rFonts w:hint="eastAsia"/>
          <w:rtl/>
        </w:rPr>
        <w:t>فرمودند</w:t>
      </w:r>
      <w:r>
        <w:rPr>
          <w:rtl/>
        </w:rPr>
        <w:t>: راه تقوا و عفت را پيشه كردن .</w:t>
      </w:r>
    </w:p>
    <w:p w:rsidR="00827620" w:rsidRDefault="00827620" w:rsidP="00827620">
      <w:pPr>
        <w:pStyle w:val="libNormal"/>
        <w:rPr>
          <w:rtl/>
        </w:rPr>
      </w:pPr>
      <w:r>
        <w:rPr>
          <w:rFonts w:hint="eastAsia"/>
          <w:rtl/>
        </w:rPr>
        <w:t>عجبت</w:t>
      </w:r>
      <w:r>
        <w:rPr>
          <w:rtl/>
        </w:rPr>
        <w:t xml:space="preserve"> لمن عرف سوء عواقب اللذات كيف لا يعف . </w:t>
      </w:r>
      <w:r w:rsidRPr="00DE49D6">
        <w:rPr>
          <w:rStyle w:val="libFootnotenumChar"/>
          <w:rtl/>
        </w:rPr>
        <w:t>(٨٧)</w:t>
      </w:r>
    </w:p>
    <w:p w:rsidR="00827620" w:rsidRDefault="00827620" w:rsidP="00827620">
      <w:pPr>
        <w:pStyle w:val="libNormal"/>
        <w:rPr>
          <w:rtl/>
        </w:rPr>
      </w:pPr>
      <w:r>
        <w:rPr>
          <w:rFonts w:hint="eastAsia"/>
          <w:rtl/>
        </w:rPr>
        <w:t>عجب</w:t>
      </w:r>
      <w:r>
        <w:rPr>
          <w:rtl/>
        </w:rPr>
        <w:t xml:space="preserve"> دارم از آنكس كه عواقب بد لذتهاى مضر را مى داند چگونه از آنها دست نمى كشد.</w:t>
      </w:r>
    </w:p>
    <w:p w:rsidR="00827620" w:rsidRDefault="00827620" w:rsidP="00827620">
      <w:pPr>
        <w:pStyle w:val="libNormal"/>
        <w:rPr>
          <w:rtl/>
        </w:rPr>
      </w:pPr>
      <w:r>
        <w:rPr>
          <w:rtl/>
        </w:rPr>
        <w:t>٨٣ - گفتم : چه چيز لذتها را تلخ مى كند؟</w:t>
      </w:r>
    </w:p>
    <w:p w:rsidR="00827620" w:rsidRDefault="00827620" w:rsidP="00827620">
      <w:pPr>
        <w:pStyle w:val="libNormal"/>
        <w:rPr>
          <w:rtl/>
        </w:rPr>
      </w:pPr>
      <w:r>
        <w:rPr>
          <w:rFonts w:hint="eastAsia"/>
          <w:rtl/>
        </w:rPr>
        <w:t>فرمود</w:t>
      </w:r>
      <w:r>
        <w:rPr>
          <w:rtl/>
        </w:rPr>
        <w:t xml:space="preserve">: عار الفضيحه يكدر حلاوه اللذه . </w:t>
      </w:r>
      <w:r w:rsidRPr="00DE49D6">
        <w:rPr>
          <w:rStyle w:val="libFootnotenumChar"/>
          <w:rtl/>
        </w:rPr>
        <w:t>(٨٨)</w:t>
      </w:r>
    </w:p>
    <w:p w:rsidR="00827620" w:rsidRDefault="00827620" w:rsidP="00827620">
      <w:pPr>
        <w:pStyle w:val="libNormal"/>
        <w:rPr>
          <w:rtl/>
        </w:rPr>
      </w:pPr>
      <w:r>
        <w:rPr>
          <w:rFonts w:hint="eastAsia"/>
          <w:rtl/>
        </w:rPr>
        <w:t>ننگ</w:t>
      </w:r>
      <w:r>
        <w:rPr>
          <w:rtl/>
        </w:rPr>
        <w:t xml:space="preserve"> رسوايى ، شيرينى خوشگذرانى ها را، تيره و تار مى سازد.</w:t>
      </w:r>
    </w:p>
    <w:p w:rsidR="00827620" w:rsidRDefault="00827620" w:rsidP="00827620">
      <w:pPr>
        <w:pStyle w:val="libNormal"/>
        <w:rPr>
          <w:rtl/>
        </w:rPr>
      </w:pPr>
      <w:r>
        <w:rPr>
          <w:rtl/>
        </w:rPr>
        <w:t>٨٤ - عرض كردم آيا لذتها و خوشگذرانى ها مى تواند سودمند باشد؟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 خير فى لذه توجب ندما و شهوه تعقب الما . </w:t>
      </w:r>
      <w:r w:rsidRPr="00DE49D6">
        <w:rPr>
          <w:rStyle w:val="libFootnotenumChar"/>
          <w:rtl/>
        </w:rPr>
        <w:t>(٨٩)</w:t>
      </w:r>
    </w:p>
    <w:p w:rsidR="00827620" w:rsidRDefault="00827620" w:rsidP="00827620">
      <w:pPr>
        <w:pStyle w:val="libNormal"/>
        <w:rPr>
          <w:rtl/>
        </w:rPr>
      </w:pPr>
      <w:r>
        <w:rPr>
          <w:rFonts w:hint="eastAsia"/>
          <w:rtl/>
        </w:rPr>
        <w:lastRenderedPageBreak/>
        <w:t>فرمود</w:t>
      </w:r>
      <w:r>
        <w:rPr>
          <w:rtl/>
        </w:rPr>
        <w:t>: (خير). هرگز لذت هايى كه باعث ندامت و پشيمانى مى شوند و شهوتهايى كه درد و رنج به بار مى آورند نمى توانند سودمند باشند و فاقد خير و خوبى هستند.</w:t>
      </w:r>
    </w:p>
    <w:p w:rsidR="00827620" w:rsidRDefault="00827620" w:rsidP="00827620">
      <w:pPr>
        <w:pStyle w:val="libNormal"/>
        <w:rPr>
          <w:rtl/>
        </w:rPr>
      </w:pPr>
      <w:r>
        <w:rPr>
          <w:rtl/>
        </w:rPr>
        <w:t>٨٥ - پرسيدم : آقا، مگر مى شود لذتها، داراى شر و بدى باشند؟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كم من شهوه ساعه اورثت حزنا طويلا . </w:t>
      </w:r>
      <w:r w:rsidRPr="00DE49D6">
        <w:rPr>
          <w:rStyle w:val="libFootnotenumChar"/>
          <w:rtl/>
        </w:rPr>
        <w:t>(٩٠)</w:t>
      </w:r>
    </w:p>
    <w:p w:rsidR="00827620" w:rsidRDefault="00827620" w:rsidP="00827620">
      <w:pPr>
        <w:pStyle w:val="libNormal"/>
        <w:rPr>
          <w:rtl/>
        </w:rPr>
      </w:pPr>
      <w:r>
        <w:rPr>
          <w:rFonts w:hint="eastAsia"/>
          <w:rtl/>
        </w:rPr>
        <w:t>فرمود</w:t>
      </w:r>
      <w:r>
        <w:rPr>
          <w:rtl/>
        </w:rPr>
        <w:t>: بله . چه بسا يك ساعت كامروايى و شهوترانى كه اندوه طولانى به بار مى آورد و غم و غصه فراوان (و عذاب الهى) در پى دارد.</w:t>
      </w:r>
    </w:p>
    <w:p w:rsidR="00827620" w:rsidRDefault="00827620" w:rsidP="00827620">
      <w:pPr>
        <w:pStyle w:val="libNormal"/>
        <w:rPr>
          <w:rtl/>
        </w:rPr>
      </w:pPr>
    </w:p>
    <w:p w:rsidR="00827620" w:rsidRDefault="00827620" w:rsidP="00DE49D6">
      <w:pPr>
        <w:pStyle w:val="Heading1"/>
        <w:rPr>
          <w:rtl/>
        </w:rPr>
      </w:pPr>
      <w:bookmarkStart w:id="54" w:name="_Toc479592321"/>
      <w:bookmarkStart w:id="55" w:name="_Toc479592442"/>
      <w:r>
        <w:rPr>
          <w:rFonts w:hint="eastAsia"/>
          <w:rtl/>
        </w:rPr>
        <w:t>عوامل</w:t>
      </w:r>
      <w:r>
        <w:rPr>
          <w:rtl/>
        </w:rPr>
        <w:t xml:space="preserve"> لغزش خردمندان</w:t>
      </w:r>
      <w:bookmarkEnd w:id="54"/>
      <w:bookmarkEnd w:id="55"/>
    </w:p>
    <w:p w:rsidR="00827620" w:rsidRDefault="00827620" w:rsidP="00827620">
      <w:pPr>
        <w:pStyle w:val="libNormal"/>
        <w:rPr>
          <w:rtl/>
        </w:rPr>
      </w:pPr>
      <w:r>
        <w:rPr>
          <w:rtl/>
        </w:rPr>
        <w:t>٨٦ - عرض كردم : اى انسان انديشمند! چه چيز خردمندان جامعه را تهديد مى كند و چه چيز باعث زمين خوردن و سقوط آنان مى شود كه بايد از آن دورى گزينند؟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بنبغى للعاقل ان يحترس من سكر المال و سكر القدره و سكر العلم و سكر المدح و سكر الشباب فان لكل ذلك رياح خبيثه تسلب العقل و تستخف الوقار . </w:t>
      </w:r>
      <w:r w:rsidRPr="00DE49D6">
        <w:rPr>
          <w:rStyle w:val="libFootnotenumChar"/>
          <w:rtl/>
        </w:rPr>
        <w:t>(٩١)</w:t>
      </w:r>
    </w:p>
    <w:p w:rsidR="00827620" w:rsidRDefault="00827620" w:rsidP="00827620">
      <w:pPr>
        <w:pStyle w:val="libNormal"/>
        <w:rPr>
          <w:rtl/>
        </w:rPr>
      </w:pPr>
      <w:r>
        <w:rPr>
          <w:rFonts w:hint="eastAsia"/>
          <w:rtl/>
        </w:rPr>
        <w:t>فرمودند</w:t>
      </w:r>
      <w:r>
        <w:rPr>
          <w:rtl/>
        </w:rPr>
        <w:t>: پنج خطر انسانهاى بزرگ را تهديد مى كند، و مستى آنها ممكن است انسان عاقل را ساقط نمايد، لذا سزاوار و شايسته است انسان عاقل خويشتن را از مستى ثروت ، مستى قدرت ، مستى علم ، از مستى تمجيد و تملق ، از مستى جوانى مصون نگاه دارد، زيرا هر يك از اين مستى ها بادهاى مسموم و پليدى دارد كه عقل را زايل و آدمى را كوچك و بى شخصيت مى كند. (و زمينه سقوط او را فراهم مى سازد)</w:t>
      </w:r>
    </w:p>
    <w:p w:rsidR="00827620" w:rsidRDefault="00827620" w:rsidP="00827620">
      <w:pPr>
        <w:pStyle w:val="libNormal"/>
        <w:rPr>
          <w:rtl/>
        </w:rPr>
      </w:pPr>
      <w:r>
        <w:rPr>
          <w:rtl/>
        </w:rPr>
        <w:t>٨٧ - عرض كردم : كداميك از اين مستى ها خطرش بيشتر است ؟</w:t>
      </w:r>
    </w:p>
    <w:p w:rsidR="00827620" w:rsidRDefault="00827620" w:rsidP="00827620">
      <w:pPr>
        <w:pStyle w:val="libNormal"/>
        <w:rPr>
          <w:rtl/>
        </w:rPr>
      </w:pPr>
      <w:r>
        <w:rPr>
          <w:rFonts w:hint="eastAsia"/>
          <w:rtl/>
        </w:rPr>
        <w:lastRenderedPageBreak/>
        <w:t>قال</w:t>
      </w:r>
      <w:r>
        <w:rPr>
          <w:rtl/>
        </w:rPr>
        <w:t xml:space="preserve"> </w:t>
      </w:r>
      <w:r w:rsidR="00196907" w:rsidRPr="00196907">
        <w:rPr>
          <w:rStyle w:val="libAlaemChar"/>
          <w:rtl/>
        </w:rPr>
        <w:t xml:space="preserve">عليه‌السلام </w:t>
      </w:r>
      <w:r>
        <w:rPr>
          <w:rtl/>
        </w:rPr>
        <w:t xml:space="preserve">: حب الدنيا يفسد العقل و يصم القلب عن سماع الحكمه . </w:t>
      </w:r>
      <w:r w:rsidRPr="00DE49D6">
        <w:rPr>
          <w:rStyle w:val="libFootnotenumChar"/>
          <w:rtl/>
        </w:rPr>
        <w:t>(٩٢)</w:t>
      </w:r>
    </w:p>
    <w:p w:rsidR="00827620" w:rsidRDefault="00827620" w:rsidP="00827620">
      <w:pPr>
        <w:pStyle w:val="libNormal"/>
        <w:rPr>
          <w:rtl/>
        </w:rPr>
      </w:pPr>
      <w:r>
        <w:rPr>
          <w:rFonts w:hint="eastAsia"/>
          <w:rtl/>
        </w:rPr>
        <w:t>فرمود</w:t>
      </w:r>
      <w:r>
        <w:rPr>
          <w:rtl/>
        </w:rPr>
        <w:t>: محبت به دنيا، محبت دنيا، عقل را فاسد مى كند، و گوش دل را براى شنيدن مطالب حكيمانه ناشنوا مى كند.</w:t>
      </w:r>
    </w:p>
    <w:p w:rsidR="00827620" w:rsidRDefault="00827620" w:rsidP="00827620">
      <w:pPr>
        <w:pStyle w:val="libNormal"/>
        <w:rPr>
          <w:rtl/>
        </w:rPr>
      </w:pPr>
      <w:r>
        <w:rPr>
          <w:rtl/>
        </w:rPr>
        <w:t>٨٨ - عرض كردم : ديگر چه چيز، انسان را پست و بى هويت مى كند؟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الحرص ذل و مهانه لمن يستشعره . </w:t>
      </w:r>
      <w:r w:rsidRPr="00DE49D6">
        <w:rPr>
          <w:rStyle w:val="libFootnotenumChar"/>
          <w:rtl/>
        </w:rPr>
        <w:t>(٩٣)</w:t>
      </w:r>
    </w:p>
    <w:p w:rsidR="00827620" w:rsidRDefault="00827620" w:rsidP="00827620">
      <w:pPr>
        <w:pStyle w:val="libNormal"/>
        <w:rPr>
          <w:rtl/>
        </w:rPr>
      </w:pPr>
      <w:r>
        <w:rPr>
          <w:rFonts w:hint="eastAsia"/>
          <w:rtl/>
        </w:rPr>
        <w:t>فرمودند</w:t>
      </w:r>
      <w:r>
        <w:rPr>
          <w:rtl/>
        </w:rPr>
        <w:t>: خوى ناپسند حرص ، در نزد افراد آگاه نشانه پستى و ذلت است .</w:t>
      </w:r>
    </w:p>
    <w:p w:rsidR="00827620" w:rsidRDefault="00827620" w:rsidP="00827620">
      <w:pPr>
        <w:pStyle w:val="libNormal"/>
        <w:rPr>
          <w:rtl/>
        </w:rPr>
      </w:pPr>
      <w:r>
        <w:rPr>
          <w:rFonts w:hint="eastAsia"/>
          <w:rtl/>
        </w:rPr>
        <w:t>و</w:t>
      </w:r>
      <w:r>
        <w:rPr>
          <w:rtl/>
        </w:rPr>
        <w:t xml:space="preserve"> المال ماده الشهوات . </w:t>
      </w:r>
      <w:r w:rsidRPr="00DE49D6">
        <w:rPr>
          <w:rStyle w:val="libFootnotenumChar"/>
          <w:rtl/>
        </w:rPr>
        <w:t>(٩٤)</w:t>
      </w:r>
    </w:p>
    <w:p w:rsidR="00827620" w:rsidRDefault="00827620" w:rsidP="00827620">
      <w:pPr>
        <w:pStyle w:val="libNormal"/>
        <w:rPr>
          <w:rtl/>
        </w:rPr>
      </w:pPr>
      <w:r>
        <w:rPr>
          <w:rFonts w:hint="eastAsia"/>
          <w:rtl/>
        </w:rPr>
        <w:t>مال</w:t>
      </w:r>
      <w:r>
        <w:rPr>
          <w:rtl/>
        </w:rPr>
        <w:t xml:space="preserve"> دنيا و ثروتها، مايه اصلى شهوت بشر است و او را به سقوط حتمى مى كشاند.</w:t>
      </w:r>
    </w:p>
    <w:p w:rsidR="00827620" w:rsidRDefault="00827620" w:rsidP="00827620">
      <w:pPr>
        <w:pStyle w:val="libNormal"/>
        <w:rPr>
          <w:rtl/>
        </w:rPr>
      </w:pPr>
      <w:r>
        <w:rPr>
          <w:rFonts w:hint="eastAsia"/>
          <w:rtl/>
        </w:rPr>
        <w:t>فسادهاى</w:t>
      </w:r>
      <w:r>
        <w:rPr>
          <w:rtl/>
        </w:rPr>
        <w:t xml:space="preserve"> اجتماعى ، طغيانها و گردنكشى ها از حب دنيا و جمع ثروت نشات مى گيرد دلها را سياه و چشم ها را كور و گوش ها را از شنيدن و درك واقعيت ها كر مى سازد. (كسانى كه مانند خوك در شهوت حرام و خوشگذرانى هاى بى حد و مرز غرق شده اند بحدى بى هويت و عوض ‍ شده اند كه ديگر قبح و زشتى گناه را درك نمى كنند. چنانچه لذت عبادت و بندگى خدا را نتوانسته اند درك نمايند، چشمان آنان از ديدن حقيقت و نور بندگى كور و گوششان كر و قلبشان سياه گشته و ديگر اميدى به برگشت و صلاح آنان نيست لذا انسان گناهكار هر چه زودتر توبه كند موفقتر است .)</w:t>
      </w:r>
    </w:p>
    <w:p w:rsidR="00827620" w:rsidRDefault="00DE49D6" w:rsidP="00827620">
      <w:pPr>
        <w:pStyle w:val="libNormal"/>
        <w:rPr>
          <w:rtl/>
        </w:rPr>
      </w:pPr>
      <w:r>
        <w:rPr>
          <w:rtl/>
        </w:rPr>
        <w:br w:type="page"/>
      </w:r>
    </w:p>
    <w:p w:rsidR="00827620" w:rsidRDefault="00827620" w:rsidP="00DE49D6">
      <w:pPr>
        <w:pStyle w:val="Heading1"/>
        <w:rPr>
          <w:rtl/>
        </w:rPr>
      </w:pPr>
      <w:bookmarkStart w:id="56" w:name="_Toc479592322"/>
      <w:bookmarkStart w:id="57" w:name="_Toc479592443"/>
      <w:r>
        <w:rPr>
          <w:rFonts w:hint="eastAsia"/>
          <w:rtl/>
        </w:rPr>
        <w:t>مومن</w:t>
      </w:r>
      <w:r>
        <w:rPr>
          <w:rtl/>
        </w:rPr>
        <w:t xml:space="preserve"> چگونه است ؟</w:t>
      </w:r>
      <w:bookmarkEnd w:id="56"/>
      <w:bookmarkEnd w:id="57"/>
    </w:p>
    <w:p w:rsidR="00827620" w:rsidRDefault="00827620" w:rsidP="00827620">
      <w:pPr>
        <w:pStyle w:val="libNormal"/>
        <w:rPr>
          <w:rtl/>
        </w:rPr>
      </w:pPr>
      <w:r>
        <w:rPr>
          <w:rtl/>
        </w:rPr>
        <w:t>٨٩ - عرض كردم : اى اميرمومنان ، مومن را چگونه مى بينى ؟</w:t>
      </w:r>
    </w:p>
    <w:p w:rsidR="00827620" w:rsidRDefault="00827620" w:rsidP="00827620">
      <w:pPr>
        <w:pStyle w:val="libNormal"/>
        <w:rPr>
          <w:rtl/>
        </w:rPr>
      </w:pPr>
      <w:r>
        <w:rPr>
          <w:rFonts w:hint="eastAsia"/>
          <w:rtl/>
        </w:rPr>
        <w:t>فرمودند</w:t>
      </w:r>
      <w:r>
        <w:rPr>
          <w:rtl/>
        </w:rPr>
        <w:t xml:space="preserve">: عنوان صحيفه المومن حسن خلقه . </w:t>
      </w:r>
      <w:r w:rsidRPr="00DE49D6">
        <w:rPr>
          <w:rStyle w:val="libFootnotenumChar"/>
          <w:rtl/>
        </w:rPr>
        <w:t>(٩٥)</w:t>
      </w:r>
    </w:p>
    <w:p w:rsidR="00827620" w:rsidRDefault="00827620" w:rsidP="00827620">
      <w:pPr>
        <w:pStyle w:val="libNormal"/>
        <w:rPr>
          <w:rtl/>
        </w:rPr>
      </w:pPr>
      <w:r>
        <w:rPr>
          <w:rFonts w:hint="eastAsia"/>
          <w:rtl/>
        </w:rPr>
        <w:t>سرلوحه</w:t>
      </w:r>
      <w:r>
        <w:rPr>
          <w:rtl/>
        </w:rPr>
        <w:t xml:space="preserve"> كتاب سعادت بشر ملكات پاك و سجاياى اخلاقى او است .</w:t>
      </w:r>
    </w:p>
    <w:p w:rsidR="00827620" w:rsidRDefault="00827620" w:rsidP="00827620">
      <w:pPr>
        <w:pStyle w:val="libNormal"/>
        <w:rPr>
          <w:rtl/>
        </w:rPr>
      </w:pPr>
      <w:r>
        <w:rPr>
          <w:rtl/>
        </w:rPr>
        <w:t>٩٠ - عرض كردم : نشانه هاى مومن چيست ؟</w:t>
      </w:r>
    </w:p>
    <w:p w:rsidR="00827620" w:rsidRDefault="00827620" w:rsidP="00827620">
      <w:pPr>
        <w:pStyle w:val="libNormal"/>
        <w:rPr>
          <w:rtl/>
        </w:rPr>
      </w:pPr>
      <w:r>
        <w:rPr>
          <w:rFonts w:hint="eastAsia"/>
          <w:rtl/>
        </w:rPr>
        <w:t>فرمودند</w:t>
      </w:r>
      <w:r>
        <w:rPr>
          <w:rtl/>
        </w:rPr>
        <w:t>: (بسيار زياد است از جمله اينكه):</w:t>
      </w:r>
    </w:p>
    <w:p w:rsidR="00827620" w:rsidRDefault="00827620" w:rsidP="00827620">
      <w:pPr>
        <w:pStyle w:val="libNormal"/>
        <w:rPr>
          <w:rtl/>
        </w:rPr>
      </w:pPr>
      <w:r>
        <w:rPr>
          <w:rFonts w:hint="eastAsia"/>
          <w:rtl/>
        </w:rPr>
        <w:t>لا</w:t>
      </w:r>
      <w:r>
        <w:rPr>
          <w:rtl/>
        </w:rPr>
        <w:t xml:space="preserve"> يحيف فى حكمه و لا يجور فى علمه ، نفسه اصلب من الصلد، حيائه يعلو شهوته و وده يعلو جسده و عفوه يعلو حقده . </w:t>
      </w:r>
      <w:r w:rsidRPr="00DE49D6">
        <w:rPr>
          <w:rStyle w:val="libFootnotenumChar"/>
          <w:rtl/>
        </w:rPr>
        <w:t>(٩٦)</w:t>
      </w:r>
    </w:p>
    <w:p w:rsidR="00DE49D6" w:rsidRDefault="00827620" w:rsidP="00827620">
      <w:pPr>
        <w:pStyle w:val="libNormal"/>
        <w:rPr>
          <w:rtl/>
        </w:rPr>
      </w:pPr>
      <w:r>
        <w:rPr>
          <w:rFonts w:hint="eastAsia"/>
          <w:rtl/>
        </w:rPr>
        <w:t>مومن</w:t>
      </w:r>
      <w:r>
        <w:rPr>
          <w:rtl/>
        </w:rPr>
        <w:t xml:space="preserve"> در مقام داورى ستم نمى كند، و در آنچه مى داند ظلم نمى نمايد؛ ايمان به خدا، اراده اش را آنچنان نيرومند نموده كه گويى از سنگ سخت ، محكمتر است . حجب و حياء ايمان ، شهوتش را مهار نموده ، و راه سركشى و تجاوز را بر او بسته است . مودت و محبت روحانى بر حسدش غل</w:t>
      </w:r>
      <w:r>
        <w:rPr>
          <w:rFonts w:hint="eastAsia"/>
          <w:rtl/>
        </w:rPr>
        <w:t>به</w:t>
      </w:r>
      <w:r>
        <w:rPr>
          <w:rtl/>
        </w:rPr>
        <w:t xml:space="preserve"> كرده ، و بر كسى رشك نمى برد، و سجيه عفو و اغماض اخلاقى حس كينه توزى و انتقام جويى را در مزاجش خاموش نموده است .</w:t>
      </w:r>
    </w:p>
    <w:p w:rsidR="00827620" w:rsidRDefault="00DE49D6" w:rsidP="00827620">
      <w:pPr>
        <w:pStyle w:val="libNormal"/>
        <w:rPr>
          <w:rtl/>
        </w:rPr>
      </w:pPr>
      <w:r>
        <w:rPr>
          <w:rtl/>
        </w:rPr>
        <w:br w:type="page"/>
      </w:r>
    </w:p>
    <w:p w:rsidR="00827620" w:rsidRDefault="00827620" w:rsidP="00283877">
      <w:pPr>
        <w:pStyle w:val="libNormal"/>
        <w:rPr>
          <w:rtl/>
        </w:rPr>
      </w:pPr>
      <w:bookmarkStart w:id="58" w:name="_Toc479592323"/>
      <w:r>
        <w:rPr>
          <w:rtl/>
        </w:rPr>
        <w:t>٩١ - آيا مومن تملق مى گويد؟</w:t>
      </w:r>
      <w:bookmarkEnd w:id="58"/>
    </w:p>
    <w:p w:rsidR="00827620" w:rsidRDefault="00827620" w:rsidP="00827620">
      <w:pPr>
        <w:pStyle w:val="libNormal"/>
        <w:rPr>
          <w:rtl/>
        </w:rPr>
      </w:pPr>
      <w:r>
        <w:rPr>
          <w:rFonts w:hint="eastAsia"/>
          <w:rtl/>
        </w:rPr>
        <w:t>فرمود</w:t>
      </w:r>
      <w:r>
        <w:rPr>
          <w:rtl/>
        </w:rPr>
        <w:t xml:space="preserve">: (هرگز) ليس من اخلاق المومن الملق و لا الحسد الا فى طلب العلم . </w:t>
      </w:r>
      <w:r w:rsidRPr="00DE49D6">
        <w:rPr>
          <w:rStyle w:val="libFootnotenumChar"/>
          <w:rtl/>
        </w:rPr>
        <w:t>(٩٧)</w:t>
      </w:r>
    </w:p>
    <w:p w:rsidR="00827620" w:rsidRDefault="00827620" w:rsidP="00827620">
      <w:pPr>
        <w:pStyle w:val="libNormal"/>
        <w:rPr>
          <w:rtl/>
        </w:rPr>
      </w:pPr>
      <w:r>
        <w:rPr>
          <w:rFonts w:hint="eastAsia"/>
          <w:rtl/>
        </w:rPr>
        <w:t>تملق</w:t>
      </w:r>
      <w:r>
        <w:rPr>
          <w:rtl/>
        </w:rPr>
        <w:t xml:space="preserve"> گفتن و حسد ورزيدن از خلقيات مردان با ايمان نسبت مگر در راه فرا گرفتن علم و دانش .</w:t>
      </w:r>
    </w:p>
    <w:p w:rsidR="00827620" w:rsidRDefault="00827620" w:rsidP="00827620">
      <w:pPr>
        <w:pStyle w:val="libNormal"/>
        <w:rPr>
          <w:rtl/>
        </w:rPr>
      </w:pPr>
      <w:r>
        <w:rPr>
          <w:rtl/>
        </w:rPr>
        <w:t xml:space="preserve">٩٢ - گفتم : آيا پيامبر </w:t>
      </w:r>
      <w:r w:rsidR="00196907" w:rsidRPr="00196907">
        <w:rPr>
          <w:rStyle w:val="libAlaemChar"/>
          <w:rtl/>
        </w:rPr>
        <w:t>صلى‌الله‌عليه‌وآله</w:t>
      </w:r>
      <w:r>
        <w:rPr>
          <w:rtl/>
        </w:rPr>
        <w:t xml:space="preserve"> درباره معرفى مومن ، سخنى دارند؟</w:t>
      </w:r>
    </w:p>
    <w:p w:rsidR="00827620" w:rsidRDefault="00827620" w:rsidP="00DE49D6">
      <w:pPr>
        <w:pStyle w:val="libNormal"/>
        <w:rPr>
          <w:rtl/>
        </w:rPr>
      </w:pPr>
      <w:r>
        <w:rPr>
          <w:rFonts w:hint="eastAsia"/>
          <w:rtl/>
        </w:rPr>
        <w:t>بله</w:t>
      </w:r>
      <w:r>
        <w:rPr>
          <w:rtl/>
        </w:rPr>
        <w:t xml:space="preserve"> آن حضرت فرمودند: مشمولا بحفظ الله مويدا بتوفيق الله ، لا يحيف على من يبغض ، و لا ياثم فى من يحب لا يجور، و لا يعتدى ، لا يقبل الباطل من صديقه و لا يرد الحق على عدوه .</w:t>
      </w:r>
    </w:p>
    <w:p w:rsidR="00827620" w:rsidRDefault="00827620" w:rsidP="00DE49D6">
      <w:pPr>
        <w:pStyle w:val="libNormal"/>
        <w:rPr>
          <w:rtl/>
        </w:rPr>
      </w:pPr>
      <w:r>
        <w:rPr>
          <w:rFonts w:hint="eastAsia"/>
          <w:rtl/>
        </w:rPr>
        <w:t>مومن</w:t>
      </w:r>
      <w:r>
        <w:rPr>
          <w:rtl/>
        </w:rPr>
        <w:t xml:space="preserve"> در حفظ و صيانت خداوند است و توفيق خداوند پيوسته مددكار اوست .</w:t>
      </w:r>
      <w:r w:rsidR="00DE49D6">
        <w:rPr>
          <w:rFonts w:hint="eastAsia"/>
          <w:rtl/>
        </w:rPr>
        <w:t xml:space="preserve"> </w:t>
      </w:r>
      <w:r>
        <w:rPr>
          <w:rFonts w:hint="eastAsia"/>
          <w:rtl/>
        </w:rPr>
        <w:t>به</w:t>
      </w:r>
      <w:r>
        <w:rPr>
          <w:rtl/>
        </w:rPr>
        <w:t xml:space="preserve"> علت دشمنى ، بر دشمن ستم نمى كند و به سبب دوستى در مورد دوست مرتكب گناه نمى شود، ظالم و تجاوز كار نيست ، به ناحق تحت تاثير دوستى نمى رود تا سخن باطلى را از دوست بپذيرد و تحت تاثير دشمنى نيست تا حقى را از دشمن برگرداند.</w:t>
      </w:r>
    </w:p>
    <w:p w:rsidR="00827620" w:rsidRDefault="00827620" w:rsidP="00827620">
      <w:pPr>
        <w:pStyle w:val="libNormal"/>
        <w:rPr>
          <w:rtl/>
        </w:rPr>
      </w:pPr>
      <w:r>
        <w:rPr>
          <w:rtl/>
        </w:rPr>
        <w:t>٩٣ - عرض كردم : مومن چه كند كه با درآمد كم بسازد و قانع باشد؟</w:t>
      </w:r>
    </w:p>
    <w:p w:rsidR="00827620" w:rsidRDefault="00827620" w:rsidP="00827620">
      <w:pPr>
        <w:pStyle w:val="libNormal"/>
        <w:rPr>
          <w:rtl/>
        </w:rPr>
      </w:pPr>
      <w:r>
        <w:rPr>
          <w:rFonts w:hint="eastAsia"/>
          <w:rtl/>
        </w:rPr>
        <w:t>فرمودند</w:t>
      </w:r>
      <w:r>
        <w:rPr>
          <w:rtl/>
        </w:rPr>
        <w:t xml:space="preserve">: من اكثر ذكر الموت وصى من الدنيا باليسير . </w:t>
      </w:r>
      <w:r w:rsidRPr="00DE49D6">
        <w:rPr>
          <w:rStyle w:val="libFootnotenumChar"/>
          <w:rtl/>
        </w:rPr>
        <w:t>(٩٨)</w:t>
      </w:r>
    </w:p>
    <w:p w:rsidR="00827620" w:rsidRDefault="00827620" w:rsidP="00827620">
      <w:pPr>
        <w:pStyle w:val="libNormal"/>
        <w:rPr>
          <w:rtl/>
        </w:rPr>
      </w:pPr>
      <w:r>
        <w:rPr>
          <w:rFonts w:hint="eastAsia"/>
          <w:rtl/>
        </w:rPr>
        <w:t>هر</w:t>
      </w:r>
      <w:r>
        <w:rPr>
          <w:rtl/>
        </w:rPr>
        <w:t xml:space="preserve"> كه بسيار به ياد مردن و جدايى از دنيا باشد از حرص و فزون طلبى رهايى يابد و با مقدار كمى از آنچه در زندگى دنيا نياز دارد، راضى مى شود.</w:t>
      </w:r>
    </w:p>
    <w:p w:rsidR="00827620" w:rsidRDefault="00827620" w:rsidP="00827620">
      <w:pPr>
        <w:pStyle w:val="libNormal"/>
        <w:rPr>
          <w:rtl/>
        </w:rPr>
      </w:pPr>
      <w:r>
        <w:rPr>
          <w:rtl/>
        </w:rPr>
        <w:t>٩٤ - عرض كردم : مولاى من ، رمز موفقيت كارها، در چيست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شاوز قبل ان تعزم و فكر قبل ان تقدم . </w:t>
      </w:r>
      <w:r w:rsidRPr="00DE49D6">
        <w:rPr>
          <w:rStyle w:val="libFootnotenumChar"/>
          <w:rtl/>
        </w:rPr>
        <w:t>(٩٩)</w:t>
      </w:r>
    </w:p>
    <w:p w:rsidR="00827620" w:rsidRDefault="00827620" w:rsidP="00827620">
      <w:pPr>
        <w:pStyle w:val="libNormal"/>
        <w:rPr>
          <w:rtl/>
        </w:rPr>
      </w:pPr>
      <w:r>
        <w:rPr>
          <w:rFonts w:hint="eastAsia"/>
          <w:rtl/>
        </w:rPr>
        <w:t>فرمودند</w:t>
      </w:r>
      <w:r>
        <w:rPr>
          <w:rtl/>
        </w:rPr>
        <w:t>: پيش از هر تصميمى مشورت نما، و قبل از هر اقدامى در كار (و عواقب آن) فكر كن .</w:t>
      </w:r>
    </w:p>
    <w:p w:rsidR="00827620" w:rsidRDefault="00827620" w:rsidP="00827620">
      <w:pPr>
        <w:pStyle w:val="libNormal"/>
        <w:rPr>
          <w:rtl/>
        </w:rPr>
      </w:pPr>
      <w:r>
        <w:rPr>
          <w:rtl/>
        </w:rPr>
        <w:lastRenderedPageBreak/>
        <w:t>٩٥ - پرسيدم : از چه افرادى دورى كنيم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اياك و صحبه من الهاك و اغراك فانه يخذلك و يوبك . (١٠٠)</w:t>
      </w:r>
    </w:p>
    <w:p w:rsidR="00827620" w:rsidRDefault="00827620" w:rsidP="00827620">
      <w:pPr>
        <w:pStyle w:val="libNormal"/>
        <w:rPr>
          <w:rtl/>
        </w:rPr>
      </w:pPr>
      <w:r>
        <w:rPr>
          <w:rFonts w:hint="eastAsia"/>
          <w:rtl/>
        </w:rPr>
        <w:t>از</w:t>
      </w:r>
      <w:r>
        <w:rPr>
          <w:rtl/>
        </w:rPr>
        <w:t xml:space="preserve"> دوستى و مصاحبت با كسى كه تو را از امور خير، دور و سرگرم غير مى كند و تو را مغرور مى سازد، دورى كن كه تو را خوار سازد و گمراه نمايد.</w:t>
      </w:r>
    </w:p>
    <w:p w:rsidR="00827620" w:rsidRDefault="00DE49D6" w:rsidP="00827620">
      <w:pPr>
        <w:pStyle w:val="libNormal"/>
        <w:rPr>
          <w:rtl/>
        </w:rPr>
      </w:pPr>
      <w:r>
        <w:rPr>
          <w:rtl/>
        </w:rPr>
        <w:br w:type="page"/>
      </w:r>
    </w:p>
    <w:p w:rsidR="00827620" w:rsidRDefault="00827620" w:rsidP="00DE49D6">
      <w:pPr>
        <w:pStyle w:val="Heading1"/>
        <w:rPr>
          <w:rtl/>
        </w:rPr>
      </w:pPr>
      <w:bookmarkStart w:id="59" w:name="_Toc479592324"/>
      <w:bookmarkStart w:id="60" w:name="_Toc479592444"/>
      <w:r>
        <w:rPr>
          <w:rFonts w:hint="eastAsia"/>
          <w:rtl/>
        </w:rPr>
        <w:t>معرفت</w:t>
      </w:r>
      <w:bookmarkEnd w:id="59"/>
      <w:bookmarkEnd w:id="60"/>
    </w:p>
    <w:p w:rsidR="00827620" w:rsidRDefault="00827620" w:rsidP="00827620">
      <w:pPr>
        <w:pStyle w:val="libNormal"/>
        <w:rPr>
          <w:rtl/>
        </w:rPr>
      </w:pPr>
      <w:r>
        <w:rPr>
          <w:rtl/>
        </w:rPr>
        <w:t>٩٦ - عرض كردم : درباره معرفت چه مى فرماييد؟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ما من حركه الا و انت محتاج فيها الى معرفه .</w:t>
      </w:r>
    </w:p>
    <w:p w:rsidR="00827620" w:rsidRDefault="00827620" w:rsidP="00827620">
      <w:pPr>
        <w:pStyle w:val="libNormal"/>
        <w:rPr>
          <w:rtl/>
        </w:rPr>
      </w:pPr>
      <w:r>
        <w:rPr>
          <w:rFonts w:hint="eastAsia"/>
          <w:rtl/>
        </w:rPr>
        <w:t>فرمودند</w:t>
      </w:r>
      <w:r>
        <w:rPr>
          <w:rtl/>
        </w:rPr>
        <w:t xml:space="preserve">: هيچ حركت و فعاليتى نيست ، مگر آنكه تو در انجام آن به علم و معرفت نياز دارى . </w:t>
      </w:r>
      <w:r w:rsidRPr="00DE49D6">
        <w:rPr>
          <w:rStyle w:val="libFootnotenumChar"/>
          <w:rtl/>
        </w:rPr>
        <w:t>(١٠١)</w:t>
      </w:r>
    </w:p>
    <w:p w:rsidR="00827620" w:rsidRDefault="00827620" w:rsidP="00827620">
      <w:pPr>
        <w:pStyle w:val="libNormal"/>
        <w:rPr>
          <w:rtl/>
        </w:rPr>
      </w:pPr>
      <w:r>
        <w:rPr>
          <w:rtl/>
        </w:rPr>
        <w:t>٩٧ - عرض كردم : سرورم در مورد خودشناسى چه مى فرماييد؟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افضل المعرفه معرفه الانسان نفسه . </w:t>
      </w:r>
      <w:r w:rsidRPr="00DE49D6">
        <w:rPr>
          <w:rStyle w:val="libFootnotenumChar"/>
          <w:rtl/>
        </w:rPr>
        <w:t>(١٠٢)</w:t>
      </w:r>
    </w:p>
    <w:p w:rsidR="00827620" w:rsidRDefault="00827620" w:rsidP="00827620">
      <w:pPr>
        <w:pStyle w:val="libNormal"/>
        <w:rPr>
          <w:rtl/>
        </w:rPr>
      </w:pPr>
      <w:r>
        <w:rPr>
          <w:rFonts w:hint="eastAsia"/>
          <w:rtl/>
        </w:rPr>
        <w:t>فرمودند</w:t>
      </w:r>
      <w:r>
        <w:rPr>
          <w:rtl/>
        </w:rPr>
        <w:t>: بهترين معرفت براى انسان خودشناسى و معرفت نفس ‍ است .</w:t>
      </w:r>
    </w:p>
    <w:p w:rsidR="00827620" w:rsidRDefault="00827620" w:rsidP="00827620">
      <w:pPr>
        <w:pStyle w:val="libNormal"/>
        <w:rPr>
          <w:rtl/>
        </w:rPr>
      </w:pPr>
      <w:r>
        <w:rPr>
          <w:rtl/>
        </w:rPr>
        <w:t>٩٨ - عرض كردم : آيا معرفتى بالاتر از معرفت نفس است ؟</w:t>
      </w:r>
    </w:p>
    <w:p w:rsidR="00827620" w:rsidRDefault="00827620" w:rsidP="00827620">
      <w:pPr>
        <w:pStyle w:val="libNormal"/>
        <w:rPr>
          <w:rtl/>
        </w:rPr>
      </w:pPr>
      <w:r>
        <w:rPr>
          <w:rFonts w:hint="eastAsia"/>
          <w:rtl/>
        </w:rPr>
        <w:t>فرمودند</w:t>
      </w:r>
      <w:r>
        <w:rPr>
          <w:rtl/>
        </w:rPr>
        <w:t>: (خير بالاترين معرفت خودشناسى است كه اگر خود را شناخت همه چيز را شناخته است)</w:t>
      </w:r>
    </w:p>
    <w:p w:rsidR="00827620" w:rsidRDefault="00827620" w:rsidP="00827620">
      <w:pPr>
        <w:pStyle w:val="libNormal"/>
        <w:rPr>
          <w:rtl/>
        </w:rPr>
      </w:pPr>
      <w:r>
        <w:rPr>
          <w:rFonts w:hint="eastAsia"/>
          <w:rtl/>
        </w:rPr>
        <w:t>من</w:t>
      </w:r>
      <w:r>
        <w:rPr>
          <w:rtl/>
        </w:rPr>
        <w:t xml:space="preserve"> عرف نفسه فقد انتهى الى غايه كل معرفه و علم . </w:t>
      </w:r>
      <w:r w:rsidRPr="00DE49D6">
        <w:rPr>
          <w:rStyle w:val="libFootnotenumChar"/>
          <w:rtl/>
        </w:rPr>
        <w:t>(١٠٣)</w:t>
      </w:r>
    </w:p>
    <w:p w:rsidR="00827620" w:rsidRDefault="00827620" w:rsidP="00827620">
      <w:pPr>
        <w:pStyle w:val="libNormal"/>
        <w:rPr>
          <w:rtl/>
        </w:rPr>
      </w:pPr>
      <w:r>
        <w:rPr>
          <w:rFonts w:hint="eastAsia"/>
          <w:rtl/>
        </w:rPr>
        <w:t>كسى</w:t>
      </w:r>
      <w:r>
        <w:rPr>
          <w:rtl/>
        </w:rPr>
        <w:t xml:space="preserve"> كه خود را شناخت به آخرين نتيجه علم و معرف</w:t>
      </w:r>
      <w:r w:rsidR="00DE49D6">
        <w:rPr>
          <w:rFonts w:hint="cs"/>
          <w:rtl/>
        </w:rPr>
        <w:t>ت</w:t>
      </w:r>
      <w:r>
        <w:rPr>
          <w:rtl/>
        </w:rPr>
        <w:t xml:space="preserve"> نايل شده است .</w:t>
      </w:r>
    </w:p>
    <w:p w:rsidR="00827620" w:rsidRDefault="00827620" w:rsidP="00827620">
      <w:pPr>
        <w:pStyle w:val="libNormal"/>
        <w:rPr>
          <w:rtl/>
        </w:rPr>
      </w:pPr>
      <w:r>
        <w:rPr>
          <w:rtl/>
        </w:rPr>
        <w:t>٩٩ - عرض كردم : اگر كسى به مرتبه خودشناسى نرسيده و فاقد معرفت باشد چگونه آدمى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لم يعرف نفسه بعد عن سبيل النجاه و خبط فى الضلال و الجهالات . </w:t>
      </w:r>
      <w:r w:rsidRPr="00DE49D6">
        <w:rPr>
          <w:rStyle w:val="libFootnotenumChar"/>
          <w:rtl/>
        </w:rPr>
        <w:t>(١٠٤)</w:t>
      </w:r>
    </w:p>
    <w:p w:rsidR="00827620" w:rsidRDefault="00827620" w:rsidP="00827620">
      <w:pPr>
        <w:pStyle w:val="libNormal"/>
        <w:rPr>
          <w:rtl/>
        </w:rPr>
      </w:pPr>
      <w:r>
        <w:rPr>
          <w:rFonts w:hint="eastAsia"/>
          <w:rtl/>
        </w:rPr>
        <w:t>فرمودند</w:t>
      </w:r>
      <w:r>
        <w:rPr>
          <w:rtl/>
        </w:rPr>
        <w:t>: آن كس كه خود را نشناسد از راه سعادت و نجات دورافتاده و به بيراهه گمراهى و نادانى دچار شده است .</w:t>
      </w:r>
    </w:p>
    <w:p w:rsidR="00827620" w:rsidRDefault="00827620" w:rsidP="00827620">
      <w:pPr>
        <w:pStyle w:val="libNormal"/>
        <w:rPr>
          <w:rtl/>
        </w:rPr>
      </w:pPr>
      <w:r>
        <w:rPr>
          <w:rtl/>
        </w:rPr>
        <w:t>١٠٠ - پرسيدم : آيا علم مى تواند نجات بخش باشد؟</w:t>
      </w:r>
    </w:p>
    <w:p w:rsidR="00827620" w:rsidRDefault="00827620" w:rsidP="00827620">
      <w:pPr>
        <w:pStyle w:val="libNormal"/>
        <w:rPr>
          <w:rtl/>
        </w:rPr>
      </w:pPr>
      <w:r>
        <w:rPr>
          <w:rFonts w:hint="eastAsia"/>
          <w:rtl/>
        </w:rPr>
        <w:t>فرمود</w:t>
      </w:r>
      <w:r>
        <w:rPr>
          <w:rtl/>
        </w:rPr>
        <w:t>: (به تنهايى خير. علم تنها نمى تواند نجات دهنده باشد زيرا)</w:t>
      </w:r>
    </w:p>
    <w:p w:rsidR="00827620" w:rsidRDefault="00827620" w:rsidP="00827620">
      <w:pPr>
        <w:pStyle w:val="libNormal"/>
        <w:rPr>
          <w:rtl/>
        </w:rPr>
      </w:pPr>
      <w:r>
        <w:rPr>
          <w:rFonts w:hint="eastAsia"/>
          <w:rtl/>
        </w:rPr>
        <w:lastRenderedPageBreak/>
        <w:t>العلم</w:t>
      </w:r>
      <w:r>
        <w:rPr>
          <w:rtl/>
        </w:rPr>
        <w:t xml:space="preserve"> حياه و الايمان نجاه . </w:t>
      </w:r>
      <w:r w:rsidRPr="00DE49D6">
        <w:rPr>
          <w:rStyle w:val="libFootnotenumChar"/>
          <w:rtl/>
        </w:rPr>
        <w:t>(١٠٥)</w:t>
      </w:r>
    </w:p>
    <w:p w:rsidR="00827620" w:rsidRDefault="00827620" w:rsidP="00827620">
      <w:pPr>
        <w:pStyle w:val="libNormal"/>
        <w:rPr>
          <w:rtl/>
        </w:rPr>
      </w:pPr>
      <w:r>
        <w:rPr>
          <w:rFonts w:hint="eastAsia"/>
          <w:rtl/>
        </w:rPr>
        <w:t>علم</w:t>
      </w:r>
      <w:r>
        <w:rPr>
          <w:rtl/>
        </w:rPr>
        <w:t xml:space="preserve"> مايه زندگى و حيات است و ايمان باعث رستگارى و نجات .</w:t>
      </w:r>
    </w:p>
    <w:p w:rsidR="00827620" w:rsidRDefault="00827620" w:rsidP="00827620">
      <w:pPr>
        <w:pStyle w:val="libNormal"/>
        <w:rPr>
          <w:rtl/>
        </w:rPr>
      </w:pPr>
      <w:r>
        <w:rPr>
          <w:rFonts w:hint="eastAsia"/>
          <w:rtl/>
        </w:rPr>
        <w:t>البته</w:t>
      </w:r>
      <w:r>
        <w:rPr>
          <w:rtl/>
        </w:rPr>
        <w:t xml:space="preserve"> معرفت با علم فرق مى كند. معرفت بخشى از همان ايمان و يا ريشه ايمان است به خلاف علم كه گاهى از ايمان و معرفت فاصله مى گيرد.</w:t>
      </w:r>
    </w:p>
    <w:p w:rsidR="00827620" w:rsidRDefault="00827620" w:rsidP="00827620">
      <w:pPr>
        <w:pStyle w:val="libNormal"/>
        <w:rPr>
          <w:rtl/>
        </w:rPr>
      </w:pPr>
      <w:r>
        <w:rPr>
          <w:rtl/>
        </w:rPr>
        <w:t>١٠١ - پرسيدم : آيا در كرات ديگر غير از كره زمين نقاط مسكونى وجود دارد؟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 هذه النجوم التى فى السماء مدائن مثل مدائن التى فى الارض . </w:t>
      </w:r>
      <w:r w:rsidRPr="00DE49D6">
        <w:rPr>
          <w:rStyle w:val="libFootnotenumChar"/>
          <w:rtl/>
        </w:rPr>
        <w:t>(١٠٦)</w:t>
      </w:r>
    </w:p>
    <w:p w:rsidR="00827620" w:rsidRDefault="00827620" w:rsidP="00827620">
      <w:pPr>
        <w:pStyle w:val="libNormal"/>
        <w:rPr>
          <w:rtl/>
        </w:rPr>
      </w:pPr>
      <w:r>
        <w:rPr>
          <w:rFonts w:hint="eastAsia"/>
          <w:rtl/>
        </w:rPr>
        <w:t>فرمودند</w:t>
      </w:r>
      <w:r>
        <w:rPr>
          <w:rtl/>
        </w:rPr>
        <w:t>: در ستارگان آسمان ، شهرهاى مسكونى و آبادى وجود دارد همانند شهرهايى كه در كره زمين است .</w:t>
      </w:r>
    </w:p>
    <w:p w:rsidR="00827620" w:rsidRDefault="00827620" w:rsidP="00827620">
      <w:pPr>
        <w:pStyle w:val="libNormal"/>
        <w:rPr>
          <w:rtl/>
        </w:rPr>
      </w:pPr>
      <w:r>
        <w:rPr>
          <w:rtl/>
        </w:rPr>
        <w:t>١٠٢ - عرض كردم : مولاى من ، ما را نصيحتى فرما.</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كونا للظالم خصما و للمظلوم عونا . </w:t>
      </w:r>
      <w:r w:rsidRPr="00DE49D6">
        <w:rPr>
          <w:rStyle w:val="libFootnotenumChar"/>
          <w:rtl/>
        </w:rPr>
        <w:t>(١٠٧)</w:t>
      </w:r>
    </w:p>
    <w:p w:rsidR="00827620" w:rsidRDefault="00827620" w:rsidP="00827620">
      <w:pPr>
        <w:pStyle w:val="libNormal"/>
        <w:rPr>
          <w:rtl/>
        </w:rPr>
      </w:pPr>
      <w:r>
        <w:rPr>
          <w:rFonts w:hint="eastAsia"/>
          <w:rtl/>
        </w:rPr>
        <w:t>فرمودند</w:t>
      </w:r>
      <w:r>
        <w:rPr>
          <w:rtl/>
        </w:rPr>
        <w:t>: همواره خصم و دشمن ستمگر و يار و غمخوار ستمديدگان باشيد.</w:t>
      </w:r>
    </w:p>
    <w:p w:rsidR="00827620" w:rsidRDefault="00DE49D6" w:rsidP="00827620">
      <w:pPr>
        <w:pStyle w:val="libNormal"/>
        <w:rPr>
          <w:rtl/>
        </w:rPr>
      </w:pPr>
      <w:r>
        <w:rPr>
          <w:rtl/>
        </w:rPr>
        <w:br w:type="page"/>
      </w:r>
    </w:p>
    <w:p w:rsidR="00827620" w:rsidRDefault="00827620" w:rsidP="00DE49D6">
      <w:pPr>
        <w:pStyle w:val="Heading1"/>
        <w:rPr>
          <w:rtl/>
        </w:rPr>
      </w:pPr>
      <w:bookmarkStart w:id="61" w:name="_Toc479592325"/>
      <w:bookmarkStart w:id="62" w:name="_Toc479592445"/>
      <w:r>
        <w:rPr>
          <w:rFonts w:hint="eastAsia"/>
          <w:rtl/>
        </w:rPr>
        <w:t>مراحل</w:t>
      </w:r>
      <w:r>
        <w:rPr>
          <w:rtl/>
        </w:rPr>
        <w:t xml:space="preserve"> كمال</w:t>
      </w:r>
      <w:bookmarkEnd w:id="61"/>
      <w:bookmarkEnd w:id="62"/>
    </w:p>
    <w:p w:rsidR="00827620" w:rsidRDefault="00827620" w:rsidP="00827620">
      <w:pPr>
        <w:pStyle w:val="libNormal"/>
        <w:rPr>
          <w:rtl/>
        </w:rPr>
      </w:pPr>
      <w:r>
        <w:rPr>
          <w:rtl/>
        </w:rPr>
        <w:t>١٠٣ - پرسيدم : طى مراحل كمال را در چه مى بينيد؟</w:t>
      </w:r>
    </w:p>
    <w:p w:rsidR="00827620" w:rsidRDefault="00827620" w:rsidP="00827620">
      <w:pPr>
        <w:pStyle w:val="libNormal"/>
        <w:rPr>
          <w:rtl/>
        </w:rPr>
      </w:pPr>
      <w:r>
        <w:rPr>
          <w:rFonts w:hint="eastAsia"/>
          <w:rtl/>
        </w:rPr>
        <w:t>فرمودند</w:t>
      </w:r>
      <w:r>
        <w:rPr>
          <w:rtl/>
        </w:rPr>
        <w:t>: در ترك عمل به هواهاى نفسانى ، پا روى شهوات و هواها گذاشتن .</w:t>
      </w:r>
    </w:p>
    <w:p w:rsidR="00827620" w:rsidRDefault="00827620" w:rsidP="00827620">
      <w:pPr>
        <w:pStyle w:val="libNormal"/>
        <w:rPr>
          <w:rtl/>
        </w:rPr>
      </w:pPr>
      <w:r>
        <w:rPr>
          <w:rFonts w:hint="eastAsia"/>
          <w:rtl/>
        </w:rPr>
        <w:t>طهروا</w:t>
      </w:r>
      <w:r>
        <w:rPr>
          <w:rtl/>
        </w:rPr>
        <w:t xml:space="preserve"> انفسكم من دنس الشهوات تدركوا رفيع الدرجات . </w:t>
      </w:r>
      <w:r w:rsidRPr="00DE49D6">
        <w:rPr>
          <w:rStyle w:val="libFootnotenumChar"/>
          <w:rtl/>
        </w:rPr>
        <w:t>(١٠٨)</w:t>
      </w:r>
    </w:p>
    <w:p w:rsidR="00827620" w:rsidRDefault="00827620" w:rsidP="00827620">
      <w:pPr>
        <w:pStyle w:val="libNormal"/>
        <w:rPr>
          <w:rtl/>
        </w:rPr>
      </w:pPr>
      <w:r>
        <w:rPr>
          <w:rFonts w:hint="eastAsia"/>
          <w:rtl/>
        </w:rPr>
        <w:t>جان</w:t>
      </w:r>
      <w:r>
        <w:rPr>
          <w:rtl/>
        </w:rPr>
        <w:t xml:space="preserve"> خود را از شهوت پليد منزه سازيد تا به مدارج عالى انسانى دست يابيد.</w:t>
      </w:r>
    </w:p>
    <w:p w:rsidR="00827620" w:rsidRDefault="00827620" w:rsidP="00827620">
      <w:pPr>
        <w:pStyle w:val="libNormal"/>
        <w:rPr>
          <w:rtl/>
        </w:rPr>
      </w:pPr>
      <w:r>
        <w:rPr>
          <w:rtl/>
        </w:rPr>
        <w:t>١٠٤ - عرض كردم : بيشتر توضيح دهيد؟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احب نيل الدرجات العلى فاليغلب الهوى . </w:t>
      </w:r>
      <w:r w:rsidRPr="00DE49D6">
        <w:rPr>
          <w:rStyle w:val="libFootnotenumChar"/>
          <w:rtl/>
        </w:rPr>
        <w:t>(١٠٩)</w:t>
      </w:r>
    </w:p>
    <w:p w:rsidR="00827620" w:rsidRDefault="00827620" w:rsidP="00827620">
      <w:pPr>
        <w:pStyle w:val="libNormal"/>
        <w:rPr>
          <w:rtl/>
        </w:rPr>
      </w:pPr>
      <w:r>
        <w:rPr>
          <w:rFonts w:hint="eastAsia"/>
          <w:rtl/>
        </w:rPr>
        <w:t>فرمودند</w:t>
      </w:r>
      <w:r>
        <w:rPr>
          <w:rtl/>
        </w:rPr>
        <w:t>: كسى كه دوست دارد به درجات عالى انسانى نايل گردد بايد بكوشد تا هواى نفس خويش را مغلوب سازد و آنرا مسخر خويش ‍ گرداند.</w:t>
      </w:r>
    </w:p>
    <w:p w:rsidR="00827620" w:rsidRDefault="00827620" w:rsidP="00827620">
      <w:pPr>
        <w:pStyle w:val="libNormal"/>
        <w:rPr>
          <w:rtl/>
        </w:rPr>
      </w:pPr>
      <w:r>
        <w:rPr>
          <w:rtl/>
        </w:rPr>
        <w:t>١٠٥ - گفتم : چه كسى در اين راه موفقتر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طوبى لمن غلب نفسه و لم تغلبه و ملك هواه و لم تملكه . </w:t>
      </w:r>
      <w:r w:rsidRPr="00DE49D6">
        <w:rPr>
          <w:rStyle w:val="libFootnotenumChar"/>
          <w:rtl/>
        </w:rPr>
        <w:t>(١١٠)</w:t>
      </w:r>
    </w:p>
    <w:p w:rsidR="00827620" w:rsidRDefault="00827620" w:rsidP="00827620">
      <w:pPr>
        <w:pStyle w:val="libNormal"/>
        <w:rPr>
          <w:rtl/>
        </w:rPr>
      </w:pPr>
      <w:r>
        <w:rPr>
          <w:rFonts w:hint="eastAsia"/>
          <w:rtl/>
        </w:rPr>
        <w:t>فرمودند</w:t>
      </w:r>
      <w:r>
        <w:rPr>
          <w:rtl/>
        </w:rPr>
        <w:t>: سعادتمند كسى است كه همواره بر نفس خويش غالب باشد، و نفسش بر او مسلط نگردد، او مالك هوا و تمايلات خود باشد، و هواى نفس ‍ بر وى حكومت نكند.</w:t>
      </w:r>
    </w:p>
    <w:p w:rsidR="00827620" w:rsidRDefault="00827620" w:rsidP="00827620">
      <w:pPr>
        <w:pStyle w:val="libNormal"/>
        <w:rPr>
          <w:rtl/>
        </w:rPr>
      </w:pPr>
      <w:r>
        <w:rPr>
          <w:rtl/>
        </w:rPr>
        <w:t>١٠٦ - گفتم : اين كار بسيار سخت است !</w:t>
      </w:r>
    </w:p>
    <w:p w:rsidR="00827620" w:rsidRDefault="00827620" w:rsidP="00827620">
      <w:pPr>
        <w:pStyle w:val="libNormal"/>
        <w:rPr>
          <w:rtl/>
        </w:rPr>
      </w:pPr>
      <w:r>
        <w:rPr>
          <w:rFonts w:hint="eastAsia"/>
          <w:rtl/>
        </w:rPr>
        <w:t>فرمودند</w:t>
      </w:r>
      <w:r>
        <w:rPr>
          <w:rtl/>
        </w:rPr>
        <w:t>: (آرى بايد خيلى پهلوان و زورمند باشى كه بتوانى بر نفس سركش ‍ غلبه كنى زيرا:)</w:t>
      </w:r>
    </w:p>
    <w:p w:rsidR="00827620" w:rsidRDefault="00827620" w:rsidP="00827620">
      <w:pPr>
        <w:pStyle w:val="libNormal"/>
        <w:rPr>
          <w:rtl/>
        </w:rPr>
      </w:pPr>
      <w:r>
        <w:rPr>
          <w:rFonts w:hint="eastAsia"/>
          <w:rtl/>
        </w:rPr>
        <w:t>اشجع</w:t>
      </w:r>
      <w:r>
        <w:rPr>
          <w:rtl/>
        </w:rPr>
        <w:t xml:space="preserve"> الناس من غلب هواه .</w:t>
      </w:r>
    </w:p>
    <w:p w:rsidR="00827620" w:rsidRDefault="00827620" w:rsidP="00827620">
      <w:pPr>
        <w:pStyle w:val="libNormal"/>
        <w:rPr>
          <w:rtl/>
        </w:rPr>
      </w:pPr>
      <w:r>
        <w:rPr>
          <w:rFonts w:hint="eastAsia"/>
          <w:rtl/>
        </w:rPr>
        <w:t>شجاعترين</w:t>
      </w:r>
      <w:r>
        <w:rPr>
          <w:rtl/>
        </w:rPr>
        <w:t xml:space="preserve"> مردم كسى است كه بر تمايلات خويش حاكم و مسلط باشد.</w:t>
      </w:r>
    </w:p>
    <w:p w:rsidR="00827620" w:rsidRDefault="00827620" w:rsidP="00827620">
      <w:pPr>
        <w:pStyle w:val="libNormal"/>
        <w:rPr>
          <w:rtl/>
        </w:rPr>
      </w:pPr>
      <w:r>
        <w:rPr>
          <w:rtl/>
        </w:rPr>
        <w:t>١٠٧ - عرض كردم : خوشبخت كيست ؟</w:t>
      </w:r>
    </w:p>
    <w:p w:rsidR="00827620" w:rsidRDefault="00827620" w:rsidP="00827620">
      <w:pPr>
        <w:pStyle w:val="libNormal"/>
        <w:rPr>
          <w:rtl/>
        </w:rPr>
      </w:pPr>
      <w:r>
        <w:rPr>
          <w:rFonts w:hint="eastAsia"/>
          <w:rtl/>
        </w:rPr>
        <w:lastRenderedPageBreak/>
        <w:t>فرمودند</w:t>
      </w:r>
      <w:r>
        <w:rPr>
          <w:rtl/>
        </w:rPr>
        <w:t>: فاز من غلب هواه و ملك دواعى نفسه .</w:t>
      </w:r>
    </w:p>
    <w:p w:rsidR="00827620" w:rsidRDefault="00827620" w:rsidP="00827620">
      <w:pPr>
        <w:pStyle w:val="libNormal"/>
        <w:rPr>
          <w:rtl/>
        </w:rPr>
      </w:pPr>
      <w:r>
        <w:rPr>
          <w:rFonts w:hint="eastAsia"/>
          <w:rtl/>
        </w:rPr>
        <w:t>خوشبخت</w:t>
      </w:r>
      <w:r>
        <w:rPr>
          <w:rtl/>
        </w:rPr>
        <w:t xml:space="preserve"> و پيروز كسى است كه بر هواى خويش غالب گردد و بر تمايلات نفس خود حاكم باشد.</w:t>
      </w:r>
    </w:p>
    <w:p w:rsidR="00827620" w:rsidRDefault="00827620" w:rsidP="00827620">
      <w:pPr>
        <w:pStyle w:val="libNormal"/>
        <w:rPr>
          <w:rtl/>
        </w:rPr>
      </w:pPr>
      <w:r>
        <w:rPr>
          <w:rtl/>
        </w:rPr>
        <w:t>١٠٨ - عرض كردم : چه كنيم كه بر نفس غالب شويم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غالبوا انفسكم على ترك المعاصى تسهل عليكم قادتها الى الطاعات </w:t>
      </w:r>
      <w:r w:rsidRPr="00DE49D6">
        <w:rPr>
          <w:rStyle w:val="libFootnotenumChar"/>
          <w:rtl/>
        </w:rPr>
        <w:t>. (١١١)</w:t>
      </w:r>
    </w:p>
    <w:p w:rsidR="00827620" w:rsidRDefault="00827620" w:rsidP="00827620">
      <w:pPr>
        <w:pStyle w:val="libNormal"/>
        <w:rPr>
          <w:rtl/>
        </w:rPr>
      </w:pPr>
      <w:r>
        <w:rPr>
          <w:rFonts w:hint="eastAsia"/>
          <w:rtl/>
        </w:rPr>
        <w:t>فرمودند</w:t>
      </w:r>
      <w:r>
        <w:rPr>
          <w:rtl/>
        </w:rPr>
        <w:t>: با ترك گناهان ، بر نفس سركش خود غلبه كنيد تا عنانش را در دست گيريد و به آسانى در راه اطاعتش بكشانيد.</w:t>
      </w:r>
    </w:p>
    <w:p w:rsidR="00827620" w:rsidRDefault="00827620" w:rsidP="00827620">
      <w:pPr>
        <w:pStyle w:val="libNormal"/>
        <w:rPr>
          <w:rtl/>
        </w:rPr>
      </w:pPr>
      <w:r>
        <w:rPr>
          <w:rtl/>
        </w:rPr>
        <w:t>١٠٩ - گفتم : اگر در اين راه سستى كنيم چه مى شود؟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اغلبوا اهوائكم و هاربوها فانها ان تقيدكم توردكم من الهلكه ابعد غايه . </w:t>
      </w:r>
      <w:r w:rsidRPr="00DE49D6">
        <w:rPr>
          <w:rStyle w:val="libFootnotenumChar"/>
          <w:rtl/>
        </w:rPr>
        <w:t>(١١٢)</w:t>
      </w:r>
    </w:p>
    <w:p w:rsidR="00827620" w:rsidRDefault="00827620" w:rsidP="00DE49D6">
      <w:pPr>
        <w:pStyle w:val="libNormal"/>
        <w:rPr>
          <w:rtl/>
        </w:rPr>
      </w:pPr>
      <w:r>
        <w:rPr>
          <w:rFonts w:hint="eastAsia"/>
          <w:rtl/>
        </w:rPr>
        <w:t>فرمودند</w:t>
      </w:r>
      <w:r>
        <w:rPr>
          <w:rtl/>
        </w:rPr>
        <w:t>: بر خواهشهاى نفسانى خود غل</w:t>
      </w:r>
      <w:r w:rsidR="00DE49D6">
        <w:rPr>
          <w:rFonts w:hint="cs"/>
          <w:rtl/>
        </w:rPr>
        <w:t>ب</w:t>
      </w:r>
      <w:r>
        <w:rPr>
          <w:rtl/>
        </w:rPr>
        <w:t>ه كنيد، و از محيط خطرش ‍ بگريزيد، چه اگر هواى نفس ، شما را به دام خود بيفكند هلاكتان مى كند و به نهايت درجه سقوط و تباهى گرفتارتان مى سازد.</w:t>
      </w:r>
    </w:p>
    <w:p w:rsidR="00827620" w:rsidRDefault="000E27D3" w:rsidP="00827620">
      <w:pPr>
        <w:pStyle w:val="libNormal"/>
        <w:rPr>
          <w:rtl/>
        </w:rPr>
      </w:pPr>
      <w:r>
        <w:rPr>
          <w:rtl/>
        </w:rPr>
        <w:br w:type="page"/>
      </w:r>
    </w:p>
    <w:p w:rsidR="00827620" w:rsidRDefault="00827620" w:rsidP="000E27D3">
      <w:pPr>
        <w:pStyle w:val="Heading1"/>
        <w:rPr>
          <w:rtl/>
        </w:rPr>
      </w:pPr>
      <w:bookmarkStart w:id="63" w:name="_Toc479592326"/>
      <w:bookmarkStart w:id="64" w:name="_Toc479592446"/>
      <w:r>
        <w:rPr>
          <w:rFonts w:hint="eastAsia"/>
          <w:rtl/>
        </w:rPr>
        <w:t>مبارزه</w:t>
      </w:r>
      <w:r>
        <w:rPr>
          <w:rtl/>
        </w:rPr>
        <w:t xml:space="preserve"> با نفس</w:t>
      </w:r>
      <w:bookmarkEnd w:id="63"/>
      <w:bookmarkEnd w:id="64"/>
    </w:p>
    <w:p w:rsidR="00827620" w:rsidRDefault="00827620" w:rsidP="00827620">
      <w:pPr>
        <w:pStyle w:val="libNormal"/>
        <w:rPr>
          <w:rtl/>
        </w:rPr>
      </w:pPr>
      <w:r>
        <w:rPr>
          <w:rtl/>
        </w:rPr>
        <w:t>١١٠ - عرض كردم : مولاى من شما از خطر نفس و دشمنى هوا و هوس ‍ زياد سخن به ميان آورده ايد. لطفا بفرماييد وظيفه ما در برابر خطرهايى كه از ناحيه نفس سركش ما را تهديد مى كند، چيست ؟</w:t>
      </w:r>
    </w:p>
    <w:p w:rsidR="00827620" w:rsidRDefault="00827620" w:rsidP="00827620">
      <w:pPr>
        <w:pStyle w:val="libNormal"/>
        <w:rPr>
          <w:rtl/>
        </w:rPr>
      </w:pPr>
      <w:r>
        <w:rPr>
          <w:rFonts w:hint="eastAsia"/>
          <w:rtl/>
        </w:rPr>
        <w:t>فرمودند</w:t>
      </w:r>
      <w:r>
        <w:rPr>
          <w:rtl/>
        </w:rPr>
        <w:t>: (تنها راه ، مبارزه بى امان و جنگ دايمى با خواهش هاى نفسانى است).</w:t>
      </w:r>
    </w:p>
    <w:p w:rsidR="00827620" w:rsidRDefault="00827620" w:rsidP="00827620">
      <w:pPr>
        <w:pStyle w:val="libNormal"/>
        <w:rPr>
          <w:rtl/>
        </w:rPr>
      </w:pPr>
      <w:r>
        <w:rPr>
          <w:rFonts w:hint="eastAsia"/>
          <w:rtl/>
        </w:rPr>
        <w:t>ان</w:t>
      </w:r>
      <w:r>
        <w:rPr>
          <w:rtl/>
        </w:rPr>
        <w:t xml:space="preserve"> افضل الجهاد مجاهده الرجل نفسه . </w:t>
      </w:r>
      <w:r w:rsidRPr="000E27D3">
        <w:rPr>
          <w:rStyle w:val="libFootnotenumChar"/>
          <w:rtl/>
        </w:rPr>
        <w:t>(١١٣)</w:t>
      </w:r>
    </w:p>
    <w:p w:rsidR="00827620" w:rsidRDefault="00827620" w:rsidP="00827620">
      <w:pPr>
        <w:pStyle w:val="libNormal"/>
        <w:rPr>
          <w:rtl/>
        </w:rPr>
      </w:pPr>
      <w:r>
        <w:rPr>
          <w:rFonts w:hint="eastAsia"/>
          <w:rtl/>
        </w:rPr>
        <w:t>بهترين</w:t>
      </w:r>
      <w:r>
        <w:rPr>
          <w:rtl/>
        </w:rPr>
        <w:t xml:space="preserve"> و بزرگترين جنگ و مبارزه اين است كه آدمى با نفس سركش خود پيكار كند. (كه رسول خدا </w:t>
      </w:r>
      <w:r w:rsidR="00196907" w:rsidRPr="00196907">
        <w:rPr>
          <w:rStyle w:val="libAlaemChar"/>
          <w:rtl/>
        </w:rPr>
        <w:t>صلى‌الله‌عليه‌وآله</w:t>
      </w:r>
      <w:r>
        <w:rPr>
          <w:rtl/>
        </w:rPr>
        <w:t xml:space="preserve"> نام آنرا جهاد اكبر گذاشتند.)</w:t>
      </w:r>
    </w:p>
    <w:p w:rsidR="00827620" w:rsidRDefault="00827620" w:rsidP="00827620">
      <w:pPr>
        <w:pStyle w:val="libNormal"/>
        <w:rPr>
          <w:rtl/>
        </w:rPr>
      </w:pPr>
      <w:r>
        <w:rPr>
          <w:rtl/>
        </w:rPr>
        <w:t>١١١ - عرض كردم : نور چشم پرهيزكاران ، با چه ابزارى و چه سلاحى بهتر مى توان با نفس جنگيد؟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العقل حسام قاطع و قاتل هواك بعقلك . </w:t>
      </w:r>
      <w:r w:rsidRPr="000E27D3">
        <w:rPr>
          <w:rStyle w:val="libFootnotenumChar"/>
          <w:rtl/>
        </w:rPr>
        <w:t>(١١٤)</w:t>
      </w:r>
    </w:p>
    <w:p w:rsidR="00827620" w:rsidRDefault="00827620" w:rsidP="00827620">
      <w:pPr>
        <w:pStyle w:val="libNormal"/>
        <w:rPr>
          <w:rtl/>
        </w:rPr>
      </w:pPr>
      <w:r>
        <w:rPr>
          <w:rFonts w:hint="eastAsia"/>
          <w:rtl/>
        </w:rPr>
        <w:t>فرمودند</w:t>
      </w:r>
      <w:r>
        <w:rPr>
          <w:rtl/>
        </w:rPr>
        <w:t>: عقل شمشير برانى است ، از آن استفاده كنيد و با هواى نفس خود بجنگيد.</w:t>
      </w:r>
    </w:p>
    <w:p w:rsidR="00827620" w:rsidRDefault="00827620" w:rsidP="00827620">
      <w:pPr>
        <w:pStyle w:val="libNormal"/>
        <w:rPr>
          <w:rtl/>
        </w:rPr>
      </w:pPr>
      <w:r>
        <w:rPr>
          <w:rtl/>
        </w:rPr>
        <w:t>١١٢ - گفتم : از كجا شروع كنم ؟</w:t>
      </w:r>
    </w:p>
    <w:p w:rsidR="00827620" w:rsidRDefault="00827620" w:rsidP="00827620">
      <w:pPr>
        <w:pStyle w:val="libNormal"/>
        <w:rPr>
          <w:rtl/>
        </w:rPr>
      </w:pPr>
      <w:r>
        <w:rPr>
          <w:rFonts w:hint="eastAsia"/>
          <w:rtl/>
        </w:rPr>
        <w:t>فرمود</w:t>
      </w:r>
      <w:r>
        <w:rPr>
          <w:rtl/>
        </w:rPr>
        <w:t xml:space="preserve">: (از مخالفت با نفس) خالف نفسك تستقم و خالط العلماء تعلم . </w:t>
      </w:r>
      <w:r w:rsidRPr="000E27D3">
        <w:rPr>
          <w:rStyle w:val="libFootnotenumChar"/>
          <w:rtl/>
        </w:rPr>
        <w:t>(١١٥)</w:t>
      </w:r>
    </w:p>
    <w:p w:rsidR="00827620" w:rsidRDefault="00827620" w:rsidP="00827620">
      <w:pPr>
        <w:pStyle w:val="libNormal"/>
        <w:rPr>
          <w:rtl/>
        </w:rPr>
      </w:pPr>
      <w:r>
        <w:rPr>
          <w:rFonts w:hint="eastAsia"/>
          <w:rtl/>
        </w:rPr>
        <w:t>با</w:t>
      </w:r>
      <w:r>
        <w:rPr>
          <w:rtl/>
        </w:rPr>
        <w:t xml:space="preserve"> نفس خود مخالفت كن تا سالم و درست و مستقيم بمانى و با دانشمندان آميزش كن تا دانا گردى .</w:t>
      </w:r>
    </w:p>
    <w:p w:rsidR="00827620" w:rsidRDefault="000E27D3" w:rsidP="00827620">
      <w:pPr>
        <w:pStyle w:val="libNormal"/>
        <w:rPr>
          <w:rtl/>
        </w:rPr>
      </w:pPr>
      <w:r>
        <w:rPr>
          <w:rtl/>
        </w:rPr>
        <w:br w:type="page"/>
      </w:r>
    </w:p>
    <w:p w:rsidR="00827620" w:rsidRDefault="00827620" w:rsidP="000E27D3">
      <w:pPr>
        <w:pStyle w:val="Heading1"/>
        <w:rPr>
          <w:rtl/>
        </w:rPr>
      </w:pPr>
      <w:bookmarkStart w:id="65" w:name="_Toc479592327"/>
      <w:bookmarkStart w:id="66" w:name="_Toc479592447"/>
      <w:r>
        <w:rPr>
          <w:rFonts w:hint="eastAsia"/>
          <w:rtl/>
        </w:rPr>
        <w:t>محاسبه</w:t>
      </w:r>
      <w:bookmarkEnd w:id="65"/>
      <w:bookmarkEnd w:id="66"/>
    </w:p>
    <w:p w:rsidR="00827620" w:rsidRDefault="00827620" w:rsidP="00827620">
      <w:pPr>
        <w:pStyle w:val="libNormal"/>
        <w:rPr>
          <w:rtl/>
        </w:rPr>
      </w:pPr>
      <w:r>
        <w:rPr>
          <w:rtl/>
        </w:rPr>
        <w:t>١١٣ - عرض كردم : چگونه از ضعف هاى نفسانى آگاه شويم ؟</w:t>
      </w:r>
    </w:p>
    <w:p w:rsidR="00827620" w:rsidRDefault="00827620" w:rsidP="00827620">
      <w:pPr>
        <w:pStyle w:val="libNormal"/>
        <w:rPr>
          <w:rtl/>
        </w:rPr>
      </w:pPr>
      <w:r>
        <w:rPr>
          <w:rFonts w:hint="eastAsia"/>
          <w:rtl/>
        </w:rPr>
        <w:t>فرمودند</w:t>
      </w:r>
      <w:r>
        <w:rPr>
          <w:rtl/>
        </w:rPr>
        <w:t xml:space="preserve">: (با محاسبه دقيق زيرا:) من حاسب نفسه وقف على عيوبه و احاط بذنوبه فاستقال الذنوب و اصلح العيوب . </w:t>
      </w:r>
      <w:r w:rsidRPr="000E27D3">
        <w:rPr>
          <w:rStyle w:val="libFootnotenumChar"/>
          <w:rtl/>
        </w:rPr>
        <w:t>(١١٦)</w:t>
      </w:r>
    </w:p>
    <w:p w:rsidR="00827620" w:rsidRDefault="00827620" w:rsidP="00827620">
      <w:pPr>
        <w:pStyle w:val="libNormal"/>
        <w:rPr>
          <w:rtl/>
        </w:rPr>
      </w:pPr>
      <w:r>
        <w:rPr>
          <w:rFonts w:hint="eastAsia"/>
          <w:rtl/>
        </w:rPr>
        <w:t>هر</w:t>
      </w:r>
      <w:r>
        <w:rPr>
          <w:rtl/>
        </w:rPr>
        <w:t xml:space="preserve"> كه به حساب خود برسد از عيوب خود آگاه شود و در مقام اصلاح برآيد. ١١٤ - پرسيدم اى رهبر من ! چگونه محاسبه و حساب رسى نماييم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على العاقل ان يحصى على نفسه مساويها فى الدين و الراى و الاخلاق و الادب فيجمع ذلك فى صدره او فى كتاب و يعمل فى ازالتها . </w:t>
      </w:r>
      <w:r w:rsidRPr="000E27D3">
        <w:rPr>
          <w:rStyle w:val="libFootnotenumChar"/>
          <w:rtl/>
        </w:rPr>
        <w:t>(١١٧)</w:t>
      </w:r>
    </w:p>
    <w:p w:rsidR="00827620" w:rsidRDefault="00827620" w:rsidP="00827620">
      <w:pPr>
        <w:pStyle w:val="libNormal"/>
        <w:rPr>
          <w:rtl/>
        </w:rPr>
      </w:pPr>
      <w:r>
        <w:rPr>
          <w:rFonts w:hint="eastAsia"/>
          <w:rtl/>
        </w:rPr>
        <w:t>لازم</w:t>
      </w:r>
      <w:r>
        <w:rPr>
          <w:rtl/>
        </w:rPr>
        <w:t xml:space="preserve"> است انسان عاقل ، به حساب خود رسيدگى دقيق كند و تمام نقايص و عيوب خويش را در تمام امور دينى خود، در نظرها و آراء خود، در خلقيات و رفتار خود، در آداب و طرز معاشرت خود، با شمارش صحيح ، مشخص ‍ نمايد و تمام آنها را به ذهن خود بسپارد يا آنكه در صفحه كاغذى ب</w:t>
      </w:r>
      <w:r>
        <w:rPr>
          <w:rFonts w:hint="eastAsia"/>
          <w:rtl/>
        </w:rPr>
        <w:t>نويسد</w:t>
      </w:r>
      <w:r>
        <w:rPr>
          <w:rtl/>
        </w:rPr>
        <w:t xml:space="preserve"> و براى برطرف نمودن آن عيوب كوشش نمايد.</w:t>
      </w:r>
    </w:p>
    <w:p w:rsidR="00827620" w:rsidRDefault="000E27D3" w:rsidP="00827620">
      <w:pPr>
        <w:pStyle w:val="libNormal"/>
        <w:rPr>
          <w:rtl/>
        </w:rPr>
      </w:pPr>
      <w:r>
        <w:rPr>
          <w:rtl/>
        </w:rPr>
        <w:br w:type="page"/>
      </w:r>
    </w:p>
    <w:p w:rsidR="00827620" w:rsidRDefault="00827620" w:rsidP="000E27D3">
      <w:pPr>
        <w:pStyle w:val="Heading1"/>
        <w:rPr>
          <w:rtl/>
        </w:rPr>
      </w:pPr>
      <w:bookmarkStart w:id="67" w:name="_Toc479592328"/>
      <w:bookmarkStart w:id="68" w:name="_Toc479592448"/>
      <w:r>
        <w:rPr>
          <w:rFonts w:hint="eastAsia"/>
          <w:rtl/>
        </w:rPr>
        <w:t>كرامت</w:t>
      </w:r>
      <w:r>
        <w:rPr>
          <w:rtl/>
        </w:rPr>
        <w:t xml:space="preserve"> نفس</w:t>
      </w:r>
      <w:bookmarkEnd w:id="67"/>
      <w:bookmarkEnd w:id="68"/>
    </w:p>
    <w:p w:rsidR="00827620" w:rsidRDefault="00827620" w:rsidP="00827620">
      <w:pPr>
        <w:pStyle w:val="libNormal"/>
        <w:rPr>
          <w:rtl/>
        </w:rPr>
      </w:pPr>
      <w:r>
        <w:rPr>
          <w:rtl/>
        </w:rPr>
        <w:t>١١٥ - پرسيدم : مولاى من بفرماييد انسان چگونه مى تواند كرامت و شخصيت انسانى خويش را حفظ كند؟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احب المكارم اجتنب المحارم . </w:t>
      </w:r>
      <w:r w:rsidRPr="000E27D3">
        <w:rPr>
          <w:rStyle w:val="libFootnotenumChar"/>
          <w:rtl/>
        </w:rPr>
        <w:t>(١١٨)</w:t>
      </w:r>
    </w:p>
    <w:p w:rsidR="00827620" w:rsidRDefault="00827620" w:rsidP="00827620">
      <w:pPr>
        <w:pStyle w:val="libNormal"/>
        <w:rPr>
          <w:rtl/>
        </w:rPr>
      </w:pPr>
      <w:r>
        <w:rPr>
          <w:rFonts w:hint="eastAsia"/>
          <w:rtl/>
        </w:rPr>
        <w:t>فرمودند</w:t>
      </w:r>
      <w:r>
        <w:rPr>
          <w:rtl/>
        </w:rPr>
        <w:t>: كسى كه به كرامت نفس و شرف آدمى علاقه دارد، حتما بايد از گناهان بپرهيزد.</w:t>
      </w:r>
    </w:p>
    <w:p w:rsidR="00827620" w:rsidRDefault="00827620" w:rsidP="00827620">
      <w:pPr>
        <w:pStyle w:val="libNormal"/>
        <w:rPr>
          <w:rtl/>
        </w:rPr>
      </w:pPr>
      <w:r>
        <w:rPr>
          <w:rFonts w:hint="eastAsia"/>
          <w:rtl/>
        </w:rPr>
        <w:t>و</w:t>
      </w:r>
      <w:r>
        <w:rPr>
          <w:rtl/>
        </w:rPr>
        <w:t xml:space="preserve"> من كرمت عليه نفسه لم يهنها بالمعصيه . </w:t>
      </w:r>
      <w:r w:rsidRPr="000E27D3">
        <w:rPr>
          <w:rStyle w:val="libFootnotenumChar"/>
          <w:rtl/>
        </w:rPr>
        <w:t>(١١٩)</w:t>
      </w:r>
    </w:p>
    <w:p w:rsidR="00827620" w:rsidRDefault="00827620" w:rsidP="00827620">
      <w:pPr>
        <w:pStyle w:val="libNormal"/>
        <w:rPr>
          <w:rtl/>
        </w:rPr>
      </w:pPr>
      <w:r>
        <w:rPr>
          <w:rFonts w:hint="eastAsia"/>
          <w:rtl/>
        </w:rPr>
        <w:t>آنكس</w:t>
      </w:r>
      <w:r>
        <w:rPr>
          <w:rtl/>
        </w:rPr>
        <w:t xml:space="preserve"> كه بزرگى و كرامت نفس خود را باور دارد هرگز پليدى گناه ، پست و موهونش نمى كند.</w:t>
      </w:r>
    </w:p>
    <w:p w:rsidR="00827620" w:rsidRDefault="00827620" w:rsidP="00827620">
      <w:pPr>
        <w:pStyle w:val="libNormal"/>
        <w:rPr>
          <w:rtl/>
        </w:rPr>
      </w:pPr>
      <w:r>
        <w:rPr>
          <w:rtl/>
        </w:rPr>
        <w:t>١١٦ - پرسيدم : در اينصورت با خواهش هاى نفسانى چه كند؟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كرمت عليه نفسه هانت عليه شهوته . </w:t>
      </w:r>
      <w:r w:rsidRPr="000E27D3">
        <w:rPr>
          <w:rStyle w:val="libFootnotenumChar"/>
          <w:rtl/>
        </w:rPr>
        <w:t>(١٢٠)</w:t>
      </w:r>
    </w:p>
    <w:p w:rsidR="00827620" w:rsidRDefault="00827620" w:rsidP="00827620">
      <w:pPr>
        <w:pStyle w:val="libNormal"/>
        <w:rPr>
          <w:rtl/>
        </w:rPr>
      </w:pPr>
      <w:r>
        <w:rPr>
          <w:rFonts w:hint="eastAsia"/>
          <w:rtl/>
        </w:rPr>
        <w:t>فرمودند</w:t>
      </w:r>
      <w:r>
        <w:rPr>
          <w:rtl/>
        </w:rPr>
        <w:t>: كسانى كه شخصيت و شرف معنوى دارند شهوات و تمايلات نفسانى در نظر آنان ، پست و كوچك است .</w:t>
      </w:r>
    </w:p>
    <w:p w:rsidR="00827620" w:rsidRDefault="00827620" w:rsidP="00827620">
      <w:pPr>
        <w:pStyle w:val="libNormal"/>
        <w:rPr>
          <w:rtl/>
        </w:rPr>
      </w:pPr>
      <w:r>
        <w:rPr>
          <w:rFonts w:hint="eastAsia"/>
          <w:rtl/>
        </w:rPr>
        <w:t>و</w:t>
      </w:r>
      <w:r>
        <w:rPr>
          <w:rtl/>
        </w:rPr>
        <w:t xml:space="preserve"> من شرفت نفسه نزهها عن ذله المطالب . </w:t>
      </w:r>
      <w:r w:rsidRPr="000E27D3">
        <w:rPr>
          <w:rStyle w:val="libFootnotenumChar"/>
          <w:rtl/>
        </w:rPr>
        <w:t>(١٢١)</w:t>
      </w:r>
    </w:p>
    <w:p w:rsidR="00827620" w:rsidRDefault="00827620" w:rsidP="00827620">
      <w:pPr>
        <w:pStyle w:val="libNormal"/>
        <w:rPr>
          <w:rtl/>
        </w:rPr>
      </w:pPr>
      <w:r>
        <w:rPr>
          <w:rFonts w:hint="eastAsia"/>
          <w:rtl/>
        </w:rPr>
        <w:t>آنان</w:t>
      </w:r>
      <w:r>
        <w:rPr>
          <w:rtl/>
        </w:rPr>
        <w:t xml:space="preserve"> كه شرافت نفسانى دارند دامن خود را به خواهش هاى پست ، آلوده نمى كنند.</w:t>
      </w:r>
    </w:p>
    <w:p w:rsidR="00827620" w:rsidRDefault="000E27D3" w:rsidP="00827620">
      <w:pPr>
        <w:pStyle w:val="libNormal"/>
        <w:rPr>
          <w:rtl/>
        </w:rPr>
      </w:pPr>
      <w:r>
        <w:rPr>
          <w:rtl/>
        </w:rPr>
        <w:br w:type="page"/>
      </w:r>
    </w:p>
    <w:p w:rsidR="00827620" w:rsidRDefault="00827620" w:rsidP="000E27D3">
      <w:pPr>
        <w:pStyle w:val="Heading1"/>
        <w:rPr>
          <w:rtl/>
        </w:rPr>
      </w:pPr>
      <w:bookmarkStart w:id="69" w:name="_Toc479592329"/>
      <w:bookmarkStart w:id="70" w:name="_Toc479592449"/>
      <w:r>
        <w:rPr>
          <w:rFonts w:hint="eastAsia"/>
          <w:rtl/>
        </w:rPr>
        <w:t>اصالت</w:t>
      </w:r>
      <w:r>
        <w:rPr>
          <w:rtl/>
        </w:rPr>
        <w:t xml:space="preserve"> خانوادگى</w:t>
      </w:r>
      <w:bookmarkEnd w:id="69"/>
      <w:bookmarkEnd w:id="70"/>
    </w:p>
    <w:p w:rsidR="00827620" w:rsidRDefault="00827620" w:rsidP="00827620">
      <w:pPr>
        <w:pStyle w:val="libNormal"/>
        <w:rPr>
          <w:rtl/>
        </w:rPr>
      </w:pPr>
      <w:r>
        <w:rPr>
          <w:rtl/>
        </w:rPr>
        <w:t>١١٧ - پرسيدم : آيا ريشه و اصالت خانوادگى در شخصيت انسان اثر دارد؟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اذا كرم اصل الرجل كرم مغيبه و محضره . </w:t>
      </w:r>
      <w:r w:rsidRPr="000E27D3">
        <w:rPr>
          <w:rStyle w:val="libFootnotenumChar"/>
          <w:rtl/>
        </w:rPr>
        <w:t>(١٢٢)</w:t>
      </w:r>
    </w:p>
    <w:p w:rsidR="00827620" w:rsidRDefault="00827620" w:rsidP="00827620">
      <w:pPr>
        <w:pStyle w:val="libNormal"/>
        <w:rPr>
          <w:rtl/>
        </w:rPr>
      </w:pPr>
      <w:r>
        <w:rPr>
          <w:rFonts w:hint="eastAsia"/>
          <w:rtl/>
        </w:rPr>
        <w:t>فرمودند</w:t>
      </w:r>
      <w:r>
        <w:rPr>
          <w:rtl/>
        </w:rPr>
        <w:t xml:space="preserve">: (بله در شخصيت انسان كاملا اثر دارد زيرا:) كسى كه ريشه خانوادگيش شريف است در حضور و غياب ، و در هر حال داراى فضيلت و صفات پسنديده است . و لذا سعى كنيد حوائج خود را از مردان كريم و صاحبان ريشه خانوادگى بخواهيد كه آنها بدون مسامحه و منت در قضاء حوائج شما قيام مى كنند. </w:t>
      </w:r>
      <w:r w:rsidRPr="000E27D3">
        <w:rPr>
          <w:rStyle w:val="libFootnotenumChar"/>
          <w:rtl/>
        </w:rPr>
        <w:t>(١٢٣)</w:t>
      </w:r>
    </w:p>
    <w:p w:rsidR="00827620" w:rsidRDefault="00827620" w:rsidP="00827620">
      <w:pPr>
        <w:pStyle w:val="libNormal"/>
        <w:rPr>
          <w:rtl/>
        </w:rPr>
      </w:pPr>
      <w:r>
        <w:rPr>
          <w:rFonts w:hint="eastAsia"/>
          <w:rtl/>
        </w:rPr>
        <w:t>و</w:t>
      </w:r>
      <w:r>
        <w:rPr>
          <w:rtl/>
        </w:rPr>
        <w:t xml:space="preserve"> به هر حال بر شما باد در طلب حوائج از مردم شريف النفس و صاحب خانواده هاى پاك زيرا حوائج نزد آنها بهتر روا مى شود و پاكيزه تر صورت مى گيرد. (همان مدرك از غرر)</w:t>
      </w:r>
    </w:p>
    <w:p w:rsidR="00827620" w:rsidRDefault="00827620" w:rsidP="00827620">
      <w:pPr>
        <w:pStyle w:val="libNormal"/>
        <w:rPr>
          <w:rtl/>
        </w:rPr>
      </w:pPr>
      <w:r>
        <w:rPr>
          <w:rFonts w:hint="eastAsia"/>
          <w:rtl/>
        </w:rPr>
        <w:t>و</w:t>
      </w:r>
      <w:r>
        <w:rPr>
          <w:rtl/>
        </w:rPr>
        <w:t xml:space="preserve"> حسن الاخلاق برهان كرم الاعراق . </w:t>
      </w:r>
      <w:r w:rsidRPr="000E27D3">
        <w:rPr>
          <w:rStyle w:val="libFootnotenumChar"/>
          <w:rtl/>
        </w:rPr>
        <w:t>(١٢٤)</w:t>
      </w:r>
    </w:p>
    <w:p w:rsidR="00827620" w:rsidRDefault="00827620" w:rsidP="00827620">
      <w:pPr>
        <w:pStyle w:val="libNormal"/>
        <w:rPr>
          <w:rtl/>
        </w:rPr>
      </w:pPr>
      <w:r>
        <w:rPr>
          <w:rFonts w:hint="eastAsia"/>
          <w:rtl/>
        </w:rPr>
        <w:t>ملكات</w:t>
      </w:r>
      <w:r>
        <w:rPr>
          <w:rtl/>
        </w:rPr>
        <w:t xml:space="preserve"> پسنديده و اخلاق خوب ، دليل وراثتهاى پسنديده انسان است .</w:t>
      </w:r>
    </w:p>
    <w:p w:rsidR="00827620" w:rsidRDefault="000E27D3" w:rsidP="00827620">
      <w:pPr>
        <w:pStyle w:val="libNormal"/>
        <w:rPr>
          <w:rtl/>
        </w:rPr>
      </w:pPr>
      <w:r>
        <w:rPr>
          <w:rtl/>
        </w:rPr>
        <w:br w:type="page"/>
      </w:r>
    </w:p>
    <w:p w:rsidR="00827620" w:rsidRDefault="00827620" w:rsidP="000E27D3">
      <w:pPr>
        <w:pStyle w:val="Heading1"/>
        <w:rPr>
          <w:rtl/>
        </w:rPr>
      </w:pPr>
      <w:bookmarkStart w:id="71" w:name="_Toc479592330"/>
      <w:bookmarkStart w:id="72" w:name="_Toc479592450"/>
      <w:r>
        <w:rPr>
          <w:rFonts w:hint="eastAsia"/>
          <w:rtl/>
        </w:rPr>
        <w:t>همت</w:t>
      </w:r>
      <w:r>
        <w:rPr>
          <w:rtl/>
        </w:rPr>
        <w:t xml:space="preserve"> بلند، ارزش آدمى</w:t>
      </w:r>
      <w:bookmarkEnd w:id="71"/>
      <w:bookmarkEnd w:id="72"/>
    </w:p>
    <w:p w:rsidR="00827620" w:rsidRDefault="00827620" w:rsidP="00827620">
      <w:pPr>
        <w:pStyle w:val="libNormal"/>
        <w:rPr>
          <w:rtl/>
        </w:rPr>
      </w:pPr>
      <w:r>
        <w:rPr>
          <w:rtl/>
        </w:rPr>
        <w:t>١١٨ - پرسيدم : شرف و منزلت انسان در چيست ؟ زيرا بعضى ها به گذشتگان و اجداد و طائفه خود فخر مى كنند؟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الشرف بالهمم العاليه لا بالرمم الباليه . </w:t>
      </w:r>
      <w:r w:rsidRPr="000E27D3">
        <w:rPr>
          <w:rStyle w:val="libFootnotenumChar"/>
          <w:rtl/>
        </w:rPr>
        <w:t>(١٢٥)</w:t>
      </w:r>
    </w:p>
    <w:p w:rsidR="00827620" w:rsidRDefault="00827620" w:rsidP="00827620">
      <w:pPr>
        <w:pStyle w:val="libNormal"/>
        <w:rPr>
          <w:rtl/>
        </w:rPr>
      </w:pPr>
      <w:r>
        <w:rPr>
          <w:rFonts w:hint="eastAsia"/>
          <w:rtl/>
        </w:rPr>
        <w:t>فرمودند</w:t>
      </w:r>
      <w:r>
        <w:rPr>
          <w:rtl/>
        </w:rPr>
        <w:t>: شرف و فضيلت آدمى ، به همتهاى بلند و اراده هاى نيرومند است ، نه به استخوانهاى پوسيده و اجساد متلاشى شده گذشتگان .</w:t>
      </w:r>
    </w:p>
    <w:p w:rsidR="00827620" w:rsidRDefault="00827620" w:rsidP="00827620">
      <w:pPr>
        <w:pStyle w:val="libNormal"/>
        <w:rPr>
          <w:rtl/>
        </w:rPr>
      </w:pPr>
      <w:r>
        <w:rPr>
          <w:rtl/>
        </w:rPr>
        <w:t>١١٩ - پرسيدم : آيا قدر و منزلت ديگرى براى انسان هست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قدر الرجل على قدر همته . </w:t>
      </w:r>
      <w:r w:rsidRPr="000E27D3">
        <w:rPr>
          <w:rStyle w:val="libFootnotenumChar"/>
          <w:rtl/>
        </w:rPr>
        <w:t>(١٢٦)</w:t>
      </w:r>
    </w:p>
    <w:p w:rsidR="00827620" w:rsidRDefault="00827620" w:rsidP="00827620">
      <w:pPr>
        <w:pStyle w:val="libNormal"/>
        <w:rPr>
          <w:rtl/>
        </w:rPr>
      </w:pPr>
      <w:r>
        <w:rPr>
          <w:rFonts w:hint="eastAsia"/>
          <w:rtl/>
        </w:rPr>
        <w:t>فرمودند</w:t>
      </w:r>
      <w:r>
        <w:rPr>
          <w:rtl/>
        </w:rPr>
        <w:t>: ارزش هر انسانى به مقدار همت اوست . (يعنى قيمت شخصيت افراد بشر را بايد در مقدار اعتماد به نفس و درجه علو همت آنان جستجو كرد. هر مقدار اين فضيلت روانى در هر انسان بيشتر باشد ارزش انسانى او قطعا بيشتر خواهد بود.)</w:t>
      </w:r>
    </w:p>
    <w:p w:rsidR="00827620" w:rsidRDefault="00827620" w:rsidP="00827620">
      <w:pPr>
        <w:pStyle w:val="libNormal"/>
        <w:rPr>
          <w:rtl/>
        </w:rPr>
      </w:pPr>
      <w:r>
        <w:rPr>
          <w:rtl/>
        </w:rPr>
        <w:t>١٢٠ - پرسيدم : آيا فضيلت ديگرى هست كه قدر و منزلت انسان را نمايان سازد؟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قيمه كل امرء ما يحسنه . </w:t>
      </w:r>
      <w:r w:rsidRPr="000E27D3">
        <w:rPr>
          <w:rStyle w:val="libFootnotenumChar"/>
          <w:rtl/>
        </w:rPr>
        <w:t>(١٢٧)</w:t>
      </w:r>
    </w:p>
    <w:p w:rsidR="00827620" w:rsidRDefault="00827620" w:rsidP="00827620">
      <w:pPr>
        <w:pStyle w:val="libNormal"/>
        <w:rPr>
          <w:rtl/>
        </w:rPr>
      </w:pPr>
      <w:r>
        <w:rPr>
          <w:rFonts w:hint="eastAsia"/>
          <w:rtl/>
        </w:rPr>
        <w:t>فرمودند</w:t>
      </w:r>
      <w:r>
        <w:rPr>
          <w:rtl/>
        </w:rPr>
        <w:t>: ارزش هر انسان بستگى به مقدار محسنات و فضائل و كمالات او دارد.</w:t>
      </w:r>
    </w:p>
    <w:p w:rsidR="00827620" w:rsidRDefault="00827620" w:rsidP="00827620">
      <w:pPr>
        <w:pStyle w:val="libNormal"/>
        <w:rPr>
          <w:rtl/>
        </w:rPr>
      </w:pPr>
      <w:r>
        <w:rPr>
          <w:rtl/>
        </w:rPr>
        <w:t>١٢١ - پرسيدم : آيا براى انسان بهاى ديگرى وجود دارد؟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يا هذا ان هذا العلم و الادب ثمن نفسك فاجتهد فى تعلمه .</w:t>
      </w:r>
    </w:p>
    <w:p w:rsidR="00827620" w:rsidRDefault="00827620" w:rsidP="00827620">
      <w:pPr>
        <w:pStyle w:val="libNormal"/>
        <w:rPr>
          <w:rtl/>
        </w:rPr>
      </w:pPr>
      <w:r>
        <w:rPr>
          <w:rFonts w:hint="eastAsia"/>
          <w:rtl/>
        </w:rPr>
        <w:t>فرمودند</w:t>
      </w:r>
      <w:r>
        <w:rPr>
          <w:rtl/>
        </w:rPr>
        <w:t>: اى بنده خدا دانش و علم و كمالات و آداب اجتماعى ، قيمت و بهاى توست ، پس در يادگيرى آن تلاش كن .</w:t>
      </w:r>
    </w:p>
    <w:p w:rsidR="00827620" w:rsidRDefault="00827620" w:rsidP="00827620">
      <w:pPr>
        <w:pStyle w:val="libNormal"/>
        <w:rPr>
          <w:rtl/>
        </w:rPr>
      </w:pPr>
      <w:r>
        <w:rPr>
          <w:rtl/>
        </w:rPr>
        <w:lastRenderedPageBreak/>
        <w:t>١٢٢ - پرسيدم : آيا اصلا براى جان آدمى مى توان قيمت تعيين نمود؟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ليس لانفسكم ثمن الا الجنه فلا تبيعوها بغيرها . </w:t>
      </w:r>
      <w:r w:rsidRPr="000E27D3">
        <w:rPr>
          <w:rStyle w:val="libFootnotenumChar"/>
          <w:rtl/>
        </w:rPr>
        <w:t>(١٢٨)</w:t>
      </w:r>
    </w:p>
    <w:p w:rsidR="00827620" w:rsidRDefault="00827620" w:rsidP="00827620">
      <w:pPr>
        <w:pStyle w:val="libNormal"/>
        <w:rPr>
          <w:rtl/>
        </w:rPr>
      </w:pPr>
      <w:r>
        <w:rPr>
          <w:rFonts w:hint="eastAsia"/>
          <w:rtl/>
        </w:rPr>
        <w:t>فرمودند</w:t>
      </w:r>
      <w:r>
        <w:rPr>
          <w:rtl/>
        </w:rPr>
        <w:t>: براى جان و شخصيت شما قيمتى جز بهشت تصور نمى شود پس ‍ مبادا خود را به كمتر از بهشت بفروشيد.</w:t>
      </w:r>
    </w:p>
    <w:p w:rsidR="00827620" w:rsidRDefault="000E27D3" w:rsidP="00827620">
      <w:pPr>
        <w:pStyle w:val="libNormal"/>
        <w:rPr>
          <w:rtl/>
        </w:rPr>
      </w:pPr>
      <w:r>
        <w:rPr>
          <w:rtl/>
        </w:rPr>
        <w:br w:type="page"/>
      </w:r>
    </w:p>
    <w:p w:rsidR="00827620" w:rsidRDefault="00827620" w:rsidP="000E27D3">
      <w:pPr>
        <w:pStyle w:val="Heading1"/>
        <w:rPr>
          <w:rtl/>
        </w:rPr>
      </w:pPr>
      <w:bookmarkStart w:id="73" w:name="_Toc479592331"/>
      <w:bookmarkStart w:id="74" w:name="_Toc479592451"/>
      <w:r>
        <w:rPr>
          <w:rFonts w:hint="eastAsia"/>
          <w:rtl/>
        </w:rPr>
        <w:t>جوانان</w:t>
      </w:r>
      <w:r>
        <w:rPr>
          <w:rtl/>
        </w:rPr>
        <w:t xml:space="preserve"> و مصونيت</w:t>
      </w:r>
      <w:bookmarkEnd w:id="73"/>
      <w:bookmarkEnd w:id="74"/>
    </w:p>
    <w:p w:rsidR="00827620" w:rsidRDefault="00827620" w:rsidP="00827620">
      <w:pPr>
        <w:pStyle w:val="libNormal"/>
        <w:rPr>
          <w:rtl/>
        </w:rPr>
      </w:pPr>
      <w:r>
        <w:rPr>
          <w:rtl/>
        </w:rPr>
        <w:t>١٢٣ - گفتم : مولاى من جوانان مى خواهند بدانند چگونه از حيثيت و شرف انسانى خود نگهدارى كنند و به ورطه هلاك در نيفتند؟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يا معشر الفتيان حصنوا اعراضكم بالادب و دينكم بالعلم .</w:t>
      </w:r>
    </w:p>
    <w:p w:rsidR="00827620" w:rsidRDefault="00827620" w:rsidP="00827620">
      <w:pPr>
        <w:pStyle w:val="libNormal"/>
        <w:rPr>
          <w:rtl/>
        </w:rPr>
      </w:pPr>
      <w:r>
        <w:rPr>
          <w:rFonts w:hint="eastAsia"/>
          <w:rtl/>
        </w:rPr>
        <w:t>فرمودند</w:t>
      </w:r>
      <w:r>
        <w:rPr>
          <w:rtl/>
        </w:rPr>
        <w:t>: اى گروه جوانان ، شرف انسانى و سجاياى اخلاقى خود را با ادب آموزى و تربيت محافظت نماييد. سرمايه گرانبهاى دين خويشتن را با نيروى علم و دانش . از دستبرد ناپاكان و خطرات گوناگون نگاهدارى كنيد.</w:t>
      </w:r>
    </w:p>
    <w:p w:rsidR="00827620" w:rsidRDefault="00827620" w:rsidP="00827620">
      <w:pPr>
        <w:pStyle w:val="libNormal"/>
        <w:rPr>
          <w:rtl/>
        </w:rPr>
      </w:pPr>
      <w:r>
        <w:rPr>
          <w:rtl/>
        </w:rPr>
        <w:t>١٢٤ - عرض كردم : اى مولاى پرهيزكاران ، جوانان ما در فراز و نشيب زندگى گاهى خود را باصطلاح مى بازند و گاهى خود را گم مى كنند. داشتن و نداشتن : هيچكدام با مذاق آنان سازگار نيست . يا غرور، يا نااميدى ، آنان را هلاك مى كند شما چه نصيحتى به اين گونه جوانان مى ف</w:t>
      </w:r>
      <w:r>
        <w:rPr>
          <w:rFonts w:hint="eastAsia"/>
          <w:rtl/>
        </w:rPr>
        <w:t>رماييد؟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الدهر يومان يوم لك و يوم عليك فاذا كان لك فلا تبطر و اذا كان عليك فاصبر . </w:t>
      </w:r>
      <w:r w:rsidRPr="000E27D3">
        <w:rPr>
          <w:rStyle w:val="libFootnotenumChar"/>
          <w:rtl/>
        </w:rPr>
        <w:t>(١٢٩)</w:t>
      </w:r>
    </w:p>
    <w:p w:rsidR="00827620" w:rsidRDefault="00827620" w:rsidP="00827620">
      <w:pPr>
        <w:pStyle w:val="libNormal"/>
        <w:rPr>
          <w:rtl/>
        </w:rPr>
      </w:pPr>
      <w:r>
        <w:rPr>
          <w:rtl/>
        </w:rPr>
        <w:t>(اين سخن گرانقدر در پاسخ به سوالى ديگر قبلا بيان شد.)</w:t>
      </w:r>
    </w:p>
    <w:p w:rsidR="00827620" w:rsidRDefault="00827620" w:rsidP="00827620">
      <w:pPr>
        <w:pStyle w:val="libNormal"/>
        <w:rPr>
          <w:rtl/>
        </w:rPr>
      </w:pPr>
      <w:r>
        <w:rPr>
          <w:rFonts w:hint="eastAsia"/>
          <w:rtl/>
        </w:rPr>
        <w:t>فرمودند</w:t>
      </w:r>
      <w:r>
        <w:rPr>
          <w:rtl/>
        </w:rPr>
        <w:t>: دنيا براى تو دو روز است يك روز به نفع تو و طبق تمايلات تو است و يك روز به ضرر تو و بر خلاف خواهشهاى تو است .</w:t>
      </w:r>
    </w:p>
    <w:p w:rsidR="00827620" w:rsidRDefault="00827620" w:rsidP="00827620">
      <w:pPr>
        <w:pStyle w:val="libNormal"/>
        <w:rPr>
          <w:rtl/>
        </w:rPr>
      </w:pPr>
      <w:r>
        <w:rPr>
          <w:rFonts w:hint="eastAsia"/>
          <w:rtl/>
        </w:rPr>
        <w:t>روزى</w:t>
      </w:r>
      <w:r>
        <w:rPr>
          <w:rtl/>
        </w:rPr>
        <w:t xml:space="preserve"> كه به نفع تو است و نعمتهاى الهى را در اختيار دارى ، طغيان و سركشى منما و روزى كه به ضرر تو است و گرفتار ناملايماتى ، صابر و بردبار باش (و در زندگى احساس شكست و نااميدى نكن كه هر دو حالت براى ساختن و پرورش توست و از هر دو حالت مى توانى با درايت درس بگي</w:t>
      </w:r>
      <w:r>
        <w:rPr>
          <w:rFonts w:hint="eastAsia"/>
          <w:rtl/>
        </w:rPr>
        <w:t>رى</w:t>
      </w:r>
      <w:r>
        <w:rPr>
          <w:rtl/>
        </w:rPr>
        <w:t xml:space="preserve"> و به نفع خود استفاده كنى .)</w:t>
      </w:r>
    </w:p>
    <w:p w:rsidR="00827620" w:rsidRDefault="00827620" w:rsidP="00827620">
      <w:pPr>
        <w:pStyle w:val="libNormal"/>
        <w:rPr>
          <w:rtl/>
        </w:rPr>
      </w:pPr>
      <w:r>
        <w:rPr>
          <w:rtl/>
        </w:rPr>
        <w:lastRenderedPageBreak/>
        <w:t>١٢٥ - عرض كردم : بعضى ها به خصوص در اول جوانى خيلى بلند پروازى مى كنند و علاقه شديد به درآمد بالا و جمع مال و ثروت و دنياطلبى دارند شما چه مى فرماييد؟ آيا اين كار خطرناك نيست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حب الدنيا يفسد العقل و يصم القلب عن سماع الحكمه . </w:t>
      </w:r>
      <w:r w:rsidRPr="000E27D3">
        <w:rPr>
          <w:rStyle w:val="libFootnotenumChar"/>
          <w:rtl/>
        </w:rPr>
        <w:t>(١٣٠)</w:t>
      </w:r>
    </w:p>
    <w:p w:rsidR="00827620" w:rsidRDefault="00827620" w:rsidP="00827620">
      <w:pPr>
        <w:pStyle w:val="libNormal"/>
        <w:rPr>
          <w:rtl/>
        </w:rPr>
      </w:pPr>
      <w:r>
        <w:rPr>
          <w:rFonts w:hint="eastAsia"/>
          <w:rtl/>
        </w:rPr>
        <w:t>فرمودند</w:t>
      </w:r>
      <w:r>
        <w:rPr>
          <w:rtl/>
        </w:rPr>
        <w:t>: محبت دنيا عقل را فاسد مى كند و گوش دل را از شنيدن سخنان حكيمانه ناشنوا مى سازد.</w:t>
      </w:r>
    </w:p>
    <w:p w:rsidR="00827620" w:rsidRDefault="00827620" w:rsidP="00827620">
      <w:pPr>
        <w:pStyle w:val="libNormal"/>
        <w:rPr>
          <w:rtl/>
        </w:rPr>
      </w:pPr>
      <w:r>
        <w:rPr>
          <w:rtl/>
        </w:rPr>
        <w:t>١٢٦ - گفتم : تكليف دنياطلبانى كه در برابر پولداران تن به خوارى مى دهند چيست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تذلل لابناء الدنيا تعرى من لباس التقوا </w:t>
      </w:r>
      <w:r w:rsidRPr="000E27D3">
        <w:rPr>
          <w:rStyle w:val="libFootnotenumChar"/>
          <w:rtl/>
        </w:rPr>
        <w:t>. (١٣١)</w:t>
      </w:r>
    </w:p>
    <w:p w:rsidR="00827620" w:rsidRDefault="00827620" w:rsidP="00827620">
      <w:pPr>
        <w:pStyle w:val="libNormal"/>
        <w:rPr>
          <w:rtl/>
        </w:rPr>
      </w:pPr>
      <w:r>
        <w:rPr>
          <w:rFonts w:hint="eastAsia"/>
          <w:rtl/>
        </w:rPr>
        <w:t>فرمودند</w:t>
      </w:r>
      <w:r>
        <w:rPr>
          <w:rtl/>
        </w:rPr>
        <w:t>: كسى كه در مقابل شيفتگان دنيا اظهار ذلت كند، و براى دلباختگان مال و مقام ، تن به خوارى دهد، با اين عمل خود، جامه تقوا و پاكى را از خود بدر آورده است (و عارى از تقوا و ايمان گشته است)</w:t>
      </w:r>
    </w:p>
    <w:p w:rsidR="00827620" w:rsidRDefault="000E27D3" w:rsidP="00827620">
      <w:pPr>
        <w:pStyle w:val="libNormal"/>
        <w:rPr>
          <w:rtl/>
        </w:rPr>
      </w:pPr>
      <w:r>
        <w:rPr>
          <w:rtl/>
        </w:rPr>
        <w:br w:type="page"/>
      </w:r>
    </w:p>
    <w:p w:rsidR="00827620" w:rsidRDefault="00827620" w:rsidP="000E27D3">
      <w:pPr>
        <w:pStyle w:val="Heading1"/>
        <w:rPr>
          <w:rtl/>
        </w:rPr>
      </w:pPr>
      <w:bookmarkStart w:id="75" w:name="_Toc479592332"/>
      <w:bookmarkStart w:id="76" w:name="_Toc479592452"/>
      <w:r>
        <w:rPr>
          <w:rFonts w:hint="eastAsia"/>
          <w:rtl/>
        </w:rPr>
        <w:t>عوامل</w:t>
      </w:r>
      <w:r>
        <w:rPr>
          <w:rtl/>
        </w:rPr>
        <w:t xml:space="preserve"> شكست و خوارى</w:t>
      </w:r>
      <w:bookmarkEnd w:id="75"/>
      <w:bookmarkEnd w:id="76"/>
    </w:p>
    <w:p w:rsidR="00827620" w:rsidRDefault="00827620" w:rsidP="00827620">
      <w:pPr>
        <w:pStyle w:val="libNormal"/>
        <w:rPr>
          <w:rtl/>
        </w:rPr>
      </w:pPr>
      <w:r>
        <w:rPr>
          <w:rtl/>
        </w:rPr>
        <w:t>١٢٧ - پرسيدم : شكست و ذلت يك ملت يا يك فرد را در چه مى بينيد؟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تكبر على الناس ذل . </w:t>
      </w:r>
      <w:r w:rsidRPr="000E27D3">
        <w:rPr>
          <w:rStyle w:val="libFootnotenumChar"/>
          <w:rtl/>
        </w:rPr>
        <w:t>(١٣٢)</w:t>
      </w:r>
    </w:p>
    <w:p w:rsidR="00827620" w:rsidRDefault="00827620" w:rsidP="00827620">
      <w:pPr>
        <w:pStyle w:val="libNormal"/>
        <w:rPr>
          <w:rtl/>
        </w:rPr>
      </w:pPr>
      <w:r>
        <w:rPr>
          <w:rFonts w:hint="eastAsia"/>
          <w:rtl/>
        </w:rPr>
        <w:t>فرمودند</w:t>
      </w:r>
      <w:r>
        <w:rPr>
          <w:rtl/>
        </w:rPr>
        <w:t>: (طغيان ، تكبر، گردنكشى زيرا:) كسى كه نسبت به مردم تكبر نمايد، ذليل و خوار خواهد شد.</w:t>
      </w:r>
    </w:p>
    <w:p w:rsidR="00827620" w:rsidRDefault="00827620" w:rsidP="00827620">
      <w:pPr>
        <w:pStyle w:val="libNormal"/>
        <w:rPr>
          <w:rtl/>
        </w:rPr>
      </w:pPr>
      <w:r>
        <w:rPr>
          <w:rtl/>
        </w:rPr>
        <w:t>١٢٨ - آيا رفتار يك فرد يا يك ملت مى تواند در شكست و پيروزى او نقش ‍ داشته باشد؟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رب عزيز اذله خلقه و ذليل اعزه خلقه . </w:t>
      </w:r>
      <w:r w:rsidRPr="000E27D3">
        <w:rPr>
          <w:rStyle w:val="libFootnotenumChar"/>
          <w:rtl/>
        </w:rPr>
        <w:t>(١٣٣)</w:t>
      </w:r>
    </w:p>
    <w:p w:rsidR="00827620" w:rsidRDefault="00827620" w:rsidP="00827620">
      <w:pPr>
        <w:pStyle w:val="libNormal"/>
        <w:rPr>
          <w:rtl/>
        </w:rPr>
      </w:pPr>
      <w:r>
        <w:rPr>
          <w:rFonts w:hint="eastAsia"/>
          <w:rtl/>
        </w:rPr>
        <w:t>فرمودند</w:t>
      </w:r>
      <w:r>
        <w:rPr>
          <w:rtl/>
        </w:rPr>
        <w:t>: (البته كه نقش دارد) بسا عزيزانى كه اخلاق و رفتار ناپسندشان آنها را به ذلت و خوارى انداخته و چه بسا مردم پست و كوچكى كه صفات پسنديده ، آنان را عزيز و محبوب ساخته است .</w:t>
      </w:r>
    </w:p>
    <w:p w:rsidR="00827620" w:rsidRDefault="00827620" w:rsidP="00827620">
      <w:pPr>
        <w:pStyle w:val="libNormal"/>
        <w:rPr>
          <w:rtl/>
        </w:rPr>
      </w:pPr>
      <w:r>
        <w:rPr>
          <w:rtl/>
        </w:rPr>
        <w:t>١٢٩ - عرض كردم : اماما، ديگر چه عاملى آدمى را به شكست و خوارى دچار مى سازد؟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غلب عقله هواه افلح و من غلب هواه عقله افتضح . </w:t>
      </w:r>
      <w:r w:rsidRPr="000E27D3">
        <w:rPr>
          <w:rStyle w:val="libFootnotenumChar"/>
          <w:rtl/>
        </w:rPr>
        <w:t>(١٣٤)</w:t>
      </w:r>
    </w:p>
    <w:p w:rsidR="00827620" w:rsidRDefault="00827620" w:rsidP="00827620">
      <w:pPr>
        <w:pStyle w:val="libNormal"/>
        <w:rPr>
          <w:rtl/>
        </w:rPr>
      </w:pPr>
      <w:r>
        <w:rPr>
          <w:rFonts w:hint="eastAsia"/>
          <w:rtl/>
        </w:rPr>
        <w:t>فرمودند</w:t>
      </w:r>
      <w:r>
        <w:rPr>
          <w:rtl/>
        </w:rPr>
        <w:t>: (هواپرستى و به فرمان عقل و خرد نبودن زيرا) كسى كه عقلش ‍ مغلوب تمايلات نفسانيش باشد سرانجام رسوا و مفتضح مى گردد.</w:t>
      </w:r>
    </w:p>
    <w:p w:rsidR="00827620" w:rsidRDefault="000E27D3" w:rsidP="00827620">
      <w:pPr>
        <w:pStyle w:val="libNormal"/>
        <w:rPr>
          <w:rtl/>
        </w:rPr>
      </w:pPr>
      <w:r>
        <w:rPr>
          <w:rtl/>
        </w:rPr>
        <w:br w:type="page"/>
      </w:r>
    </w:p>
    <w:p w:rsidR="00827620" w:rsidRDefault="00827620" w:rsidP="000E27D3">
      <w:pPr>
        <w:pStyle w:val="Heading1"/>
        <w:rPr>
          <w:rtl/>
        </w:rPr>
      </w:pPr>
      <w:bookmarkStart w:id="77" w:name="_Toc479592333"/>
      <w:bookmarkStart w:id="78" w:name="_Toc479592453"/>
      <w:r>
        <w:rPr>
          <w:rFonts w:hint="eastAsia"/>
          <w:rtl/>
        </w:rPr>
        <w:t>به</w:t>
      </w:r>
      <w:r>
        <w:rPr>
          <w:rtl/>
        </w:rPr>
        <w:t xml:space="preserve"> اين آدمها ميدان مده</w:t>
      </w:r>
      <w:bookmarkEnd w:id="77"/>
      <w:bookmarkEnd w:id="78"/>
    </w:p>
    <w:p w:rsidR="00827620" w:rsidRDefault="00827620" w:rsidP="00827620">
      <w:pPr>
        <w:pStyle w:val="libNormal"/>
        <w:rPr>
          <w:rtl/>
        </w:rPr>
      </w:pPr>
      <w:r>
        <w:rPr>
          <w:rtl/>
        </w:rPr>
        <w:t>١٣٠ - پرسيدم : نظر شما درباره آدمهاى چاپلوس و چرب زبان چيست و چگونه با آنها برخورد نمائيم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 تصحب المالق فانه يزين لك فعله و يود انك مثله . </w:t>
      </w:r>
      <w:r w:rsidRPr="000E27D3">
        <w:rPr>
          <w:rStyle w:val="libFootnotenumChar"/>
          <w:rtl/>
        </w:rPr>
        <w:t>(١٣٥)</w:t>
      </w:r>
    </w:p>
    <w:p w:rsidR="00827620" w:rsidRDefault="00827620" w:rsidP="00827620">
      <w:pPr>
        <w:pStyle w:val="libNormal"/>
        <w:rPr>
          <w:rtl/>
        </w:rPr>
      </w:pPr>
      <w:r>
        <w:rPr>
          <w:rFonts w:hint="eastAsia"/>
          <w:rtl/>
        </w:rPr>
        <w:t>فرمودند</w:t>
      </w:r>
      <w:r>
        <w:rPr>
          <w:rtl/>
        </w:rPr>
        <w:t>: (به آدمهاى چاپلوس ميدان مده و) با چاپلوس رفاقت مكن كه او با چرب زبانى تو را اغفال مى كند، كار نارواى خود را در نظرت زيبا مى نمايد و دوست دارد كه تو نيز مانند وى باشى .</w:t>
      </w:r>
    </w:p>
    <w:p w:rsidR="00827620" w:rsidRDefault="00827620" w:rsidP="00827620">
      <w:pPr>
        <w:pStyle w:val="libNormal"/>
        <w:rPr>
          <w:rtl/>
        </w:rPr>
      </w:pPr>
      <w:r>
        <w:rPr>
          <w:rtl/>
        </w:rPr>
        <w:t>١٣١ - عرض كردم : اگر در چهره دوست و دلسوز، مطالبى گفت ؛ آيا حرف او را قبول كنيم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و لا تعجلن الى تصديق ساع فان الساعى غاش و ان تشبه بالناصحين . </w:t>
      </w:r>
      <w:r w:rsidRPr="000E27D3">
        <w:rPr>
          <w:rStyle w:val="libFootnotenumChar"/>
          <w:rtl/>
        </w:rPr>
        <w:t>(١٣٦)</w:t>
      </w:r>
    </w:p>
    <w:p w:rsidR="00827620" w:rsidRDefault="00827620" w:rsidP="00827620">
      <w:pPr>
        <w:pStyle w:val="libNormal"/>
        <w:rPr>
          <w:rtl/>
        </w:rPr>
      </w:pPr>
      <w:r>
        <w:rPr>
          <w:rFonts w:hint="eastAsia"/>
          <w:rtl/>
        </w:rPr>
        <w:t>فرمودند</w:t>
      </w:r>
      <w:r>
        <w:rPr>
          <w:rtl/>
        </w:rPr>
        <w:t>: هرگز شتاب مكن در پذيرفتن حرفهاى آدمهاى فتنه گر، و دوبهم زن ، هرچند خود را در لباس خيرخواهان و دلسوزان درآورد. و كسى كه روزى براى فضيلتى كه در تو نيست به دروغ ستايشت كند، روزى هم براى صفت بدى كه در تو نيست تو را مذمت خواهد كرد.</w:t>
      </w:r>
    </w:p>
    <w:p w:rsidR="00827620" w:rsidRDefault="000E27D3" w:rsidP="00827620">
      <w:pPr>
        <w:pStyle w:val="libNormal"/>
        <w:rPr>
          <w:rtl/>
        </w:rPr>
      </w:pPr>
      <w:r>
        <w:rPr>
          <w:rtl/>
        </w:rPr>
        <w:br w:type="page"/>
      </w:r>
    </w:p>
    <w:p w:rsidR="00827620" w:rsidRDefault="00827620" w:rsidP="000E27D3">
      <w:pPr>
        <w:pStyle w:val="Heading1"/>
        <w:rPr>
          <w:rtl/>
        </w:rPr>
      </w:pPr>
      <w:bookmarkStart w:id="79" w:name="_Toc479592334"/>
      <w:bookmarkStart w:id="80" w:name="_Toc479592454"/>
      <w:r>
        <w:rPr>
          <w:rFonts w:hint="eastAsia"/>
          <w:rtl/>
        </w:rPr>
        <w:t>مجالس</w:t>
      </w:r>
      <w:r>
        <w:rPr>
          <w:rtl/>
        </w:rPr>
        <w:t xml:space="preserve"> بدنام</w:t>
      </w:r>
      <w:bookmarkEnd w:id="79"/>
      <w:bookmarkEnd w:id="80"/>
    </w:p>
    <w:p w:rsidR="00827620" w:rsidRDefault="00827620" w:rsidP="00827620">
      <w:pPr>
        <w:pStyle w:val="libNormal"/>
        <w:rPr>
          <w:rtl/>
        </w:rPr>
      </w:pPr>
      <w:r>
        <w:rPr>
          <w:rtl/>
        </w:rPr>
        <w:t>١٣٢ - پرسيدم : مولاى من ، آيا انسان مجاز است به هر مجلسى و هر مكانى هر چند مضر و بدنام باشد، برود و با هر كس مجالست نمايد؟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 و اياك مواضع التهمه و المجلس المظنون به السوء فان قرين السوء يغير جليسه . </w:t>
      </w:r>
      <w:r w:rsidRPr="000E27D3">
        <w:rPr>
          <w:rStyle w:val="libFootnotenumChar"/>
          <w:rtl/>
        </w:rPr>
        <w:t>(١٣٧)</w:t>
      </w:r>
    </w:p>
    <w:p w:rsidR="00827620" w:rsidRDefault="00827620" w:rsidP="00827620">
      <w:pPr>
        <w:pStyle w:val="libNormal"/>
        <w:rPr>
          <w:rtl/>
        </w:rPr>
      </w:pPr>
      <w:r>
        <w:rPr>
          <w:rFonts w:hint="eastAsia"/>
          <w:rtl/>
        </w:rPr>
        <w:t>فرمودند</w:t>
      </w:r>
      <w:r>
        <w:rPr>
          <w:rtl/>
        </w:rPr>
        <w:t>: (هرگز) از مراكز بدنام پرهيز كن ، از مجالسى كه مورد سوء ظن و بدنامى است دورى نما و بدان كه رفيق بد (كه در اين گونه جلسات عيش و نوش حضور دارند) دوست خود را فريب مى دهد و ميل او را به كارهاى ناپسند تحريك مى كند و سرانجام آلوده اش مى سازد.</w:t>
      </w:r>
    </w:p>
    <w:p w:rsidR="00827620" w:rsidRDefault="00827620" w:rsidP="000E27D3">
      <w:pPr>
        <w:pStyle w:val="libNormal"/>
        <w:rPr>
          <w:rtl/>
        </w:rPr>
      </w:pPr>
      <w:r>
        <w:rPr>
          <w:rFonts w:hint="eastAsia"/>
          <w:rtl/>
        </w:rPr>
        <w:t>و</w:t>
      </w:r>
      <w:r>
        <w:rPr>
          <w:rtl/>
        </w:rPr>
        <w:t xml:space="preserve"> رسول خدا </w:t>
      </w:r>
      <w:r w:rsidR="00196907" w:rsidRPr="00196907">
        <w:rPr>
          <w:rStyle w:val="libAlaemChar"/>
          <w:rtl/>
        </w:rPr>
        <w:t>صلى‌الله‌عليه‌وآله</w:t>
      </w:r>
      <w:r>
        <w:rPr>
          <w:rtl/>
        </w:rPr>
        <w:t xml:space="preserve"> نيز فرموده اند: اولى الناس بالتهمه من جالس اهل التهمه . </w:t>
      </w:r>
      <w:r w:rsidRPr="000E27D3">
        <w:rPr>
          <w:rStyle w:val="libFootnotenumChar"/>
          <w:rtl/>
        </w:rPr>
        <w:t>(١٣٨)</w:t>
      </w:r>
      <w:r>
        <w:rPr>
          <w:rFonts w:hint="eastAsia"/>
          <w:rtl/>
        </w:rPr>
        <w:t>شايسته</w:t>
      </w:r>
      <w:r>
        <w:rPr>
          <w:rtl/>
        </w:rPr>
        <w:t xml:space="preserve"> ترين مردم براى بدنامى و ننگ اجتماعى كسانى هستند كه با بدنامان رفيق مى شوند و با آنان مجالست مى نمايند.</w:t>
      </w:r>
    </w:p>
    <w:p w:rsidR="00827620" w:rsidRDefault="00827620" w:rsidP="00827620">
      <w:pPr>
        <w:pStyle w:val="libNormal"/>
        <w:rPr>
          <w:rtl/>
        </w:rPr>
      </w:pPr>
      <w:r>
        <w:rPr>
          <w:rtl/>
        </w:rPr>
        <w:t>١٣٣ - پرسيدم : يعنى مى فرماييد از آدمهاى بدنام و نادرست هم دورى كنيم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واحذر مصاحبه من يفيل و ينكر عمله فان الصاحب معتبر بصاحبه . </w:t>
      </w:r>
      <w:r w:rsidRPr="00E74401">
        <w:rPr>
          <w:rStyle w:val="libFootnotenumChar"/>
          <w:rtl/>
        </w:rPr>
        <w:t>(١٣٩)</w:t>
      </w:r>
    </w:p>
    <w:p w:rsidR="00827620" w:rsidRDefault="00827620" w:rsidP="00827620">
      <w:pPr>
        <w:pStyle w:val="libNormal"/>
        <w:rPr>
          <w:rtl/>
        </w:rPr>
      </w:pPr>
      <w:r>
        <w:rPr>
          <w:rFonts w:hint="eastAsia"/>
          <w:rtl/>
        </w:rPr>
        <w:t>فرمودند</w:t>
      </w:r>
      <w:r>
        <w:rPr>
          <w:rtl/>
        </w:rPr>
        <w:t>: (بله ، بيشترين ضربه را به انسان همين دوستان ناسالم مى زنند) از رفاقت با كسانى كه افكارشان خطا، و اعمالشان ناپسند است برحذر باش ‍ زيرا، آدمى رويه و روش رفيقش خو مى گيرد و به افكار و اعمال وى معتاد مى شود.</w:t>
      </w:r>
    </w:p>
    <w:p w:rsidR="00827620" w:rsidRDefault="00827620" w:rsidP="00827620">
      <w:pPr>
        <w:pStyle w:val="libNormal"/>
        <w:rPr>
          <w:rtl/>
        </w:rPr>
      </w:pPr>
      <w:r>
        <w:rPr>
          <w:rtl/>
        </w:rPr>
        <w:t>١٣٤ - عرض كردم : چه كنيم كه در دام آدمهاى شرور و پست نيفتيم ؟</w:t>
      </w:r>
    </w:p>
    <w:p w:rsidR="00827620" w:rsidRDefault="00827620" w:rsidP="00827620">
      <w:pPr>
        <w:pStyle w:val="libNormal"/>
        <w:rPr>
          <w:rtl/>
        </w:rPr>
      </w:pPr>
      <w:r>
        <w:rPr>
          <w:rFonts w:hint="eastAsia"/>
          <w:rtl/>
        </w:rPr>
        <w:lastRenderedPageBreak/>
        <w:t>فقال</w:t>
      </w:r>
      <w:r>
        <w:rPr>
          <w:rtl/>
        </w:rPr>
        <w:t xml:space="preserve"> </w:t>
      </w:r>
      <w:r w:rsidR="00196907" w:rsidRPr="00196907">
        <w:rPr>
          <w:rStyle w:val="libAlaemChar"/>
          <w:rtl/>
        </w:rPr>
        <w:t xml:space="preserve">عليه‌السلام </w:t>
      </w:r>
      <w:r>
        <w:rPr>
          <w:rtl/>
        </w:rPr>
        <w:t xml:space="preserve">: من اتخذ اخا من غير اختيار الجاه الاضطرار الى مرافقه الاشرار . </w:t>
      </w:r>
      <w:r w:rsidRPr="00E74401">
        <w:rPr>
          <w:rStyle w:val="libFootnotenumChar"/>
          <w:rtl/>
        </w:rPr>
        <w:t>(١٤٠)</w:t>
      </w:r>
    </w:p>
    <w:p w:rsidR="00827620" w:rsidRDefault="00827620" w:rsidP="00827620">
      <w:pPr>
        <w:pStyle w:val="libNormal"/>
        <w:rPr>
          <w:rtl/>
        </w:rPr>
      </w:pPr>
      <w:r>
        <w:rPr>
          <w:rFonts w:hint="eastAsia"/>
          <w:rtl/>
        </w:rPr>
        <w:t>فرمودند</w:t>
      </w:r>
      <w:r>
        <w:rPr>
          <w:rtl/>
        </w:rPr>
        <w:t>: (نسنجيده و ناشناخته با كسى دوست نشويد زيرا:) كسى كه نسنجيده ، با ديگران پيمان دوستى مى بندند، ناچار به رفاقت اشرار و افراد فاسد تن دردهد.</w:t>
      </w:r>
    </w:p>
    <w:p w:rsidR="00827620" w:rsidRDefault="00827620" w:rsidP="00827620">
      <w:pPr>
        <w:pStyle w:val="libNormal"/>
        <w:rPr>
          <w:rtl/>
        </w:rPr>
      </w:pPr>
      <w:r>
        <w:rPr>
          <w:rtl/>
        </w:rPr>
        <w:t>١٣٥ - عرض كردم : چگونه مى توان رفيقى شايسته و هميشگى پيدا كرد؟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اتخذ اخا بعد حسن الاختيار دامت صحبته و تاكدت مودته . </w:t>
      </w:r>
      <w:r w:rsidRPr="00E74401">
        <w:rPr>
          <w:rStyle w:val="libFootnotenumChar"/>
          <w:rtl/>
        </w:rPr>
        <w:t>(١٤١)</w:t>
      </w:r>
    </w:p>
    <w:p w:rsidR="00827620" w:rsidRDefault="00827620" w:rsidP="00827620">
      <w:pPr>
        <w:pStyle w:val="libNormal"/>
        <w:rPr>
          <w:rtl/>
        </w:rPr>
      </w:pPr>
      <w:r>
        <w:rPr>
          <w:rFonts w:hint="eastAsia"/>
          <w:rtl/>
        </w:rPr>
        <w:t>فرمودند</w:t>
      </w:r>
      <w:r>
        <w:rPr>
          <w:rtl/>
        </w:rPr>
        <w:t>: كسى كه پس از آزمايش صحيح كسى را به دوستى برگزيند رفاقتش پايدار و مودتش استوار خواهد ماند.</w:t>
      </w:r>
    </w:p>
    <w:p w:rsidR="00827620" w:rsidRDefault="00827620" w:rsidP="00827620">
      <w:pPr>
        <w:pStyle w:val="libNormal"/>
        <w:rPr>
          <w:rtl/>
        </w:rPr>
      </w:pPr>
      <w:r>
        <w:rPr>
          <w:rtl/>
        </w:rPr>
        <w:t>١٣٦ - عرض كردم : براى تكميل سوالها و پاسخ ‌هاى قبل مطلب جامعى بفرماييد.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قل الحق على كل حال و وادا المتقين واهجر الفاسقين و جانب المنافقين و لا تصاحب الخائنين . </w:t>
      </w:r>
      <w:r w:rsidRPr="00E74401">
        <w:rPr>
          <w:rStyle w:val="libFootnotenumChar"/>
          <w:rtl/>
        </w:rPr>
        <w:t>(١٤٢)</w:t>
      </w:r>
    </w:p>
    <w:p w:rsidR="00827620" w:rsidRDefault="00827620" w:rsidP="00827620">
      <w:pPr>
        <w:pStyle w:val="libNormal"/>
        <w:rPr>
          <w:rtl/>
        </w:rPr>
      </w:pPr>
      <w:r>
        <w:rPr>
          <w:rFonts w:hint="eastAsia"/>
          <w:rtl/>
        </w:rPr>
        <w:t>فرمودند</w:t>
      </w:r>
      <w:r>
        <w:rPr>
          <w:rtl/>
        </w:rPr>
        <w:t>: در هر حال به حق سخن بگوى ، پرهيزكاران را دوست بدار گناهكاران را ترك گوى ، با منافقين مياميز و با خيانتكاران رفاقت مكن .</w:t>
      </w:r>
    </w:p>
    <w:p w:rsidR="00827620" w:rsidRDefault="00827620" w:rsidP="00827620">
      <w:pPr>
        <w:pStyle w:val="libNormal"/>
        <w:rPr>
          <w:rtl/>
        </w:rPr>
      </w:pPr>
      <w:r>
        <w:rPr>
          <w:rtl/>
        </w:rPr>
        <w:t xml:space="preserve">١٣٧ - دريغمان شد در اين رابطه سخن امام باقر </w:t>
      </w:r>
      <w:r w:rsidR="00196907" w:rsidRPr="00196907">
        <w:rPr>
          <w:rStyle w:val="libAlaemChar"/>
          <w:rtl/>
        </w:rPr>
        <w:t xml:space="preserve">عليه‌السلام </w:t>
      </w:r>
      <w:r>
        <w:rPr>
          <w:rtl/>
        </w:rPr>
        <w:t>را كه از لقمان حكيم نقل مى كنند بيان نكنيم .</w:t>
      </w:r>
    </w:p>
    <w:p w:rsidR="00827620" w:rsidRDefault="00827620" w:rsidP="00827620">
      <w:pPr>
        <w:pStyle w:val="libNormal"/>
        <w:rPr>
          <w:rtl/>
        </w:rPr>
      </w:pPr>
      <w:r>
        <w:rPr>
          <w:rFonts w:hint="eastAsia"/>
          <w:rtl/>
        </w:rPr>
        <w:t>حضرت</w:t>
      </w:r>
      <w:r>
        <w:rPr>
          <w:rtl/>
        </w:rPr>
        <w:t xml:space="preserve"> فرمودند: كان فيما وعظ به لقمان ابنه ان قال : يا بنى من يشارك الفاجر يتعلم من طرقه ، من يحب المراء يشتم ، من يدخل مداخل السوء يتهم و من يقارن قرين السوء لا يسلم ، و من لا يملك لسانه يندم . </w:t>
      </w:r>
      <w:r w:rsidRPr="00E74401">
        <w:rPr>
          <w:rStyle w:val="libFootnotenumChar"/>
          <w:rtl/>
        </w:rPr>
        <w:t>(١٤٣)</w:t>
      </w:r>
    </w:p>
    <w:p w:rsidR="00827620" w:rsidRDefault="00827620" w:rsidP="00827620">
      <w:pPr>
        <w:pStyle w:val="libNormal"/>
        <w:rPr>
          <w:rtl/>
        </w:rPr>
      </w:pPr>
      <w:r>
        <w:rPr>
          <w:rFonts w:hint="eastAsia"/>
          <w:rtl/>
        </w:rPr>
        <w:t>از</w:t>
      </w:r>
      <w:r>
        <w:rPr>
          <w:rtl/>
        </w:rPr>
        <w:t xml:space="preserve"> اندرزهاى لقمان حكيم به فرزندش اين بود كه : فرزند عزيزم ، كسى كه با گناهكار شريك شود راه ناپاكى را از وى ياد مى گيرد، كسى كه مجادله را </w:t>
      </w:r>
      <w:r>
        <w:rPr>
          <w:rtl/>
        </w:rPr>
        <w:lastRenderedPageBreak/>
        <w:t>دوست داشته باشد مورد فحش و دشنام واقع مى شود، كسى كه در جايگاه هاى بدنام قدم بگذارد متهم خواهد شد، كسى كه با رفيق بد هم</w:t>
      </w:r>
      <w:r>
        <w:rPr>
          <w:rFonts w:hint="eastAsia"/>
          <w:rtl/>
        </w:rPr>
        <w:t>گام</w:t>
      </w:r>
      <w:r>
        <w:rPr>
          <w:rtl/>
        </w:rPr>
        <w:t xml:space="preserve"> گردد از فساد اخلاقى سالم نمى ماند، كسى كه مالك زبان خود نباشد سرانجام پشيمان خواهد شد.</w:t>
      </w:r>
    </w:p>
    <w:p w:rsidR="00827620" w:rsidRDefault="00827620" w:rsidP="00827620">
      <w:pPr>
        <w:pStyle w:val="libNormal"/>
        <w:rPr>
          <w:rtl/>
        </w:rPr>
      </w:pPr>
      <w:r>
        <w:rPr>
          <w:rtl/>
        </w:rPr>
        <w:t>١٣٨ - پرسيدم : شما سعادت را در چه مى بينيد؟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كمال السعاده السعى فى اصلاح الجمهور . </w:t>
      </w:r>
      <w:r w:rsidRPr="00E74401">
        <w:rPr>
          <w:rStyle w:val="libFootnotenumChar"/>
          <w:rtl/>
        </w:rPr>
        <w:t>(١٤٤)</w:t>
      </w:r>
    </w:p>
    <w:p w:rsidR="00827620" w:rsidRDefault="00827620" w:rsidP="00827620">
      <w:pPr>
        <w:pStyle w:val="libNormal"/>
        <w:rPr>
          <w:rtl/>
        </w:rPr>
      </w:pPr>
      <w:r>
        <w:rPr>
          <w:rFonts w:hint="eastAsia"/>
          <w:rtl/>
        </w:rPr>
        <w:t>فرمودند</w:t>
      </w:r>
      <w:r>
        <w:rPr>
          <w:rtl/>
        </w:rPr>
        <w:t>: از كمال سعادت اين است كه آدمى در راه اصلاح جامعه سعى و تلاش نمايد.</w:t>
      </w:r>
    </w:p>
    <w:p w:rsidR="00827620" w:rsidRDefault="00E74401" w:rsidP="00827620">
      <w:pPr>
        <w:pStyle w:val="libNormal"/>
        <w:rPr>
          <w:rtl/>
        </w:rPr>
      </w:pPr>
      <w:r>
        <w:rPr>
          <w:rtl/>
        </w:rPr>
        <w:br w:type="page"/>
      </w:r>
    </w:p>
    <w:p w:rsidR="00827620" w:rsidRDefault="00827620" w:rsidP="00E74401">
      <w:pPr>
        <w:pStyle w:val="Heading1"/>
        <w:rPr>
          <w:rtl/>
        </w:rPr>
      </w:pPr>
      <w:bookmarkStart w:id="81" w:name="_Toc479592335"/>
      <w:bookmarkStart w:id="82" w:name="_Toc479592455"/>
      <w:r>
        <w:rPr>
          <w:rFonts w:hint="eastAsia"/>
          <w:rtl/>
        </w:rPr>
        <w:t>شناخت</w:t>
      </w:r>
      <w:r>
        <w:rPr>
          <w:rtl/>
        </w:rPr>
        <w:t xml:space="preserve"> اهل حق</w:t>
      </w:r>
      <w:bookmarkEnd w:id="81"/>
      <w:bookmarkEnd w:id="82"/>
    </w:p>
    <w:p w:rsidR="00827620" w:rsidRDefault="00827620" w:rsidP="00827620">
      <w:pPr>
        <w:pStyle w:val="libNormal"/>
        <w:rPr>
          <w:rtl/>
        </w:rPr>
      </w:pPr>
      <w:r>
        <w:rPr>
          <w:rtl/>
        </w:rPr>
        <w:t>١٣٩ - از حضرتش پرسيدم : اهل حق را چگونه بايد شناخت زيرا گاهى امر بر بعضى ها مشتبه مى شود. مثلا ملاحظه مى شود، افراد سرشناس كه ادعا هم دارند از موضوعى ، يا فردى ، هوادارى مى كنند و افراد سرشناس ‍ ديگر كه آنها هم خيلى ادعا دارند از جناح ديگر، و فرد ديگر، درس</w:t>
      </w:r>
      <w:r>
        <w:rPr>
          <w:rFonts w:hint="eastAsia"/>
          <w:rtl/>
        </w:rPr>
        <w:t>ت</w:t>
      </w:r>
      <w:r>
        <w:rPr>
          <w:rtl/>
        </w:rPr>
        <w:t xml:space="preserve"> در خلاف جهت آنها طرفدارى مى كنند و جالب است كه هر كدام خود را حق و ديگرى را در اشتباه مى بينند. آيا طرفدارى فرد معروف و موجه از يك جريان دليل بر حق بودن آن جريان نيست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 دين الله لا يعرف بالرجال بل بايه الحق فاعرف الحق تعرف اهله ... </w:t>
      </w:r>
      <w:r w:rsidRPr="00E74401">
        <w:rPr>
          <w:rStyle w:val="libFootnotenumChar"/>
          <w:rtl/>
        </w:rPr>
        <w:t>(١٤٥)</w:t>
      </w:r>
    </w:p>
    <w:p w:rsidR="00827620" w:rsidRDefault="00827620" w:rsidP="00827620">
      <w:pPr>
        <w:pStyle w:val="libNormal"/>
        <w:rPr>
          <w:rtl/>
        </w:rPr>
      </w:pPr>
      <w:r>
        <w:rPr>
          <w:rFonts w:hint="eastAsia"/>
          <w:rtl/>
        </w:rPr>
        <w:t>فرمودند</w:t>
      </w:r>
      <w:r>
        <w:rPr>
          <w:rtl/>
        </w:rPr>
        <w:t>: (هرگز، اشخاص نمى توانند ملاك حق باشند و) دين خدا را نمى توان با اشخاص شناخت بلكه دين را با نشانه هاى حقيقى آن بايد شناخت . حق را كه شناختى ، آنگاه شناخت اهل حق آسان است .</w:t>
      </w:r>
    </w:p>
    <w:p w:rsidR="00827620" w:rsidRDefault="00827620" w:rsidP="00827620">
      <w:pPr>
        <w:pStyle w:val="libNormal"/>
        <w:rPr>
          <w:rtl/>
        </w:rPr>
      </w:pPr>
      <w:r>
        <w:rPr>
          <w:rtl/>
        </w:rPr>
        <w:t>١٤٠ - عرض كردم : بسيار مى شود كه انسان در شناخت اهل حق يا اهل باطل سرگردان و حيران مى شود چون در هر دو طرف افراد موجه ، اهل قرآن و دين ؛ وجود دارد. آيا باز هم مى فرمايند اينگونه اشخاص ملاك حق نيستند؟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انك نظرت تحتك و لم تنظر فوقك فجرت انك لم تعرف الحق فتعرف اهله و لم تعرف الباطل فتعرف من اتاه . </w:t>
      </w:r>
      <w:r w:rsidRPr="00E74401">
        <w:rPr>
          <w:rStyle w:val="libFootnotenumChar"/>
          <w:rtl/>
        </w:rPr>
        <w:t>(١٤٦)</w:t>
      </w:r>
    </w:p>
    <w:p w:rsidR="00827620" w:rsidRDefault="00827620" w:rsidP="00827620">
      <w:pPr>
        <w:pStyle w:val="libNormal"/>
        <w:rPr>
          <w:rtl/>
        </w:rPr>
      </w:pPr>
      <w:r>
        <w:rPr>
          <w:rFonts w:hint="eastAsia"/>
          <w:rtl/>
        </w:rPr>
        <w:t>حضرت</w:t>
      </w:r>
      <w:r>
        <w:rPr>
          <w:rtl/>
        </w:rPr>
        <w:t xml:space="preserve"> فرمودند: (اين سخن در پاسخ فردى است كه در جنگ جمل آمد، خدمت حضرت و گفت من نمى دانم شما بر حقيد يا اصحاب جمل - طلحه و زبير، چون در اطراف هر دو نفر شما شخصيتهايى هستند كه هر كدام ادعا دارند </w:t>
      </w:r>
      <w:r>
        <w:rPr>
          <w:rtl/>
        </w:rPr>
        <w:lastRenderedPageBreak/>
        <w:t>مى فهمند ...!!) تو به درون خود فرو رفته اى و سرت را بلند نكردى ك</w:t>
      </w:r>
      <w:r>
        <w:rPr>
          <w:rFonts w:hint="eastAsia"/>
          <w:rtl/>
        </w:rPr>
        <w:t>ه</w:t>
      </w:r>
      <w:r>
        <w:rPr>
          <w:rtl/>
        </w:rPr>
        <w:t xml:space="preserve"> حقايق را ببينى و حق را نشناختى كه اهلش را بشناسى چنانكه باطل را هم نشناختى كه بدانى اهل باطل كيست از اين</w:t>
      </w:r>
      <w:r w:rsidR="00E74401">
        <w:rPr>
          <w:rFonts w:hint="cs"/>
          <w:rtl/>
        </w:rPr>
        <w:t xml:space="preserve"> </w:t>
      </w:r>
      <w:r>
        <w:rPr>
          <w:rtl/>
        </w:rPr>
        <w:t>رو سرگردان و حيران شده اى (برو حق و باطل را با معيارهاى صحيح بشناس ، آنگاه خواهى دانست كه چه كسانى اهل حق و چه كسانى اهل باطل هستند؟)</w:t>
      </w:r>
    </w:p>
    <w:p w:rsidR="00827620" w:rsidRDefault="00E74401" w:rsidP="00827620">
      <w:pPr>
        <w:pStyle w:val="libNormal"/>
        <w:rPr>
          <w:rtl/>
        </w:rPr>
      </w:pPr>
      <w:r>
        <w:rPr>
          <w:rtl/>
        </w:rPr>
        <w:br w:type="page"/>
      </w:r>
    </w:p>
    <w:p w:rsidR="00827620" w:rsidRDefault="00827620" w:rsidP="00E74401">
      <w:pPr>
        <w:pStyle w:val="Heading1"/>
        <w:rPr>
          <w:rtl/>
        </w:rPr>
      </w:pPr>
      <w:bookmarkStart w:id="83" w:name="_Toc479592336"/>
      <w:bookmarkStart w:id="84" w:name="_Toc479592456"/>
      <w:r>
        <w:rPr>
          <w:rFonts w:hint="eastAsia"/>
          <w:rtl/>
        </w:rPr>
        <w:t>شناخت</w:t>
      </w:r>
      <w:r>
        <w:rPr>
          <w:rtl/>
        </w:rPr>
        <w:t xml:space="preserve"> مردم</w:t>
      </w:r>
      <w:bookmarkEnd w:id="83"/>
      <w:bookmarkEnd w:id="84"/>
    </w:p>
    <w:p w:rsidR="00827620" w:rsidRDefault="00827620" w:rsidP="00827620">
      <w:pPr>
        <w:pStyle w:val="libNormal"/>
        <w:rPr>
          <w:rtl/>
        </w:rPr>
      </w:pPr>
      <w:r>
        <w:rPr>
          <w:rtl/>
        </w:rPr>
        <w:t>١٤١ - عرض كردم : افراد را چگونه بشناسيم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 يعرف الناس الا بالاختبار. </w:t>
      </w:r>
      <w:r w:rsidRPr="00E74401">
        <w:rPr>
          <w:rStyle w:val="libFootnotenumChar"/>
          <w:rtl/>
        </w:rPr>
        <w:t>(١٤٧)</w:t>
      </w:r>
    </w:p>
    <w:p w:rsidR="00827620" w:rsidRDefault="00827620" w:rsidP="00827620">
      <w:pPr>
        <w:pStyle w:val="libNormal"/>
        <w:rPr>
          <w:rtl/>
        </w:rPr>
      </w:pPr>
      <w:r>
        <w:rPr>
          <w:rFonts w:hint="eastAsia"/>
          <w:rtl/>
        </w:rPr>
        <w:t>فرمودند</w:t>
      </w:r>
      <w:r>
        <w:rPr>
          <w:rtl/>
        </w:rPr>
        <w:t>: مردم را فقط از راه امتحان و آزمايش آنها، مى توان شناخت (و نه ادعا و تظاهر و ...)</w:t>
      </w:r>
    </w:p>
    <w:p w:rsidR="00827620" w:rsidRDefault="00827620" w:rsidP="00827620">
      <w:pPr>
        <w:pStyle w:val="libNormal"/>
        <w:rPr>
          <w:rtl/>
        </w:rPr>
      </w:pPr>
      <w:r>
        <w:rPr>
          <w:rtl/>
        </w:rPr>
        <w:t>١٤٢ - عرض كردم چه لزومى دارد كه مردم را بشناسيم ، اگر مردم را بشناسيم چه مشكلى پيش مى آيد؟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من جهل الناس استنام اليهم . </w:t>
      </w:r>
      <w:r w:rsidRPr="00E74401">
        <w:rPr>
          <w:rStyle w:val="libFootnotenumChar"/>
          <w:rtl/>
        </w:rPr>
        <w:t>(١٤٨)</w:t>
      </w:r>
    </w:p>
    <w:p w:rsidR="00827620" w:rsidRDefault="00827620" w:rsidP="00827620">
      <w:pPr>
        <w:pStyle w:val="libNormal"/>
        <w:rPr>
          <w:rtl/>
        </w:rPr>
      </w:pPr>
      <w:r>
        <w:rPr>
          <w:rFonts w:hint="eastAsia"/>
          <w:rtl/>
        </w:rPr>
        <w:t>فرمودند</w:t>
      </w:r>
      <w:r>
        <w:rPr>
          <w:rtl/>
        </w:rPr>
        <w:t>: عدم شناخت نسبت به مردم به زيان است . زيرا كسى كه نسبت به مواضع و افكار و دوستى يا دشمنى افراد ناآگاه باشد در خواب اعتماد فرو خواهد رفت و ضربه خواهد خورد.</w:t>
      </w:r>
    </w:p>
    <w:p w:rsidR="00827620" w:rsidRDefault="00827620" w:rsidP="00827620">
      <w:pPr>
        <w:pStyle w:val="libNormal"/>
        <w:rPr>
          <w:rtl/>
        </w:rPr>
      </w:pPr>
      <w:r>
        <w:rPr>
          <w:rtl/>
        </w:rPr>
        <w:t>١٤٣ - پرسيدم : يعنى شما توصيه مى كنيد كه روى افراد شناخت داشته باشيم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يا بنى انه لابد للعاقل من ثلاث من ان ينظر فى شانه و يحفظ فاليحفظ لسانه و اليعرف اهل زمانه . </w:t>
      </w:r>
      <w:r w:rsidRPr="00E74401">
        <w:rPr>
          <w:rStyle w:val="libFootnotenumChar"/>
          <w:rtl/>
        </w:rPr>
        <w:t>(١٤٩)</w:t>
      </w:r>
    </w:p>
    <w:p w:rsidR="00E74401" w:rsidRDefault="00827620" w:rsidP="00827620">
      <w:pPr>
        <w:pStyle w:val="libNormal"/>
        <w:rPr>
          <w:rtl/>
        </w:rPr>
      </w:pPr>
      <w:r>
        <w:rPr>
          <w:rFonts w:hint="eastAsia"/>
          <w:rtl/>
        </w:rPr>
        <w:t>فرمودند</w:t>
      </w:r>
      <w:r>
        <w:rPr>
          <w:rtl/>
        </w:rPr>
        <w:t>: (بله ضرورت دارد كه) شخص خردمند و عاقل بايد به سه مساله توجه داشته باشد يكى اين كه در فكر امور خود باشد (دقت در امور داشته باشد). دوم اين كه زبان خود را نگه دارد و سوم مردم زمان خود را بشناسد. (البته بديهى است كه اين شناخت باعث مى شود انسان راحت تر تصميم بگيرد و بهتر وظيفه خود را ادا كند و سالم تر در جامعه زيست كند و دستخوش حوادث و غافلگير زمانه نشود.)</w:t>
      </w:r>
    </w:p>
    <w:p w:rsidR="00827620" w:rsidRDefault="00E74401" w:rsidP="00827620">
      <w:pPr>
        <w:pStyle w:val="libNormal"/>
        <w:rPr>
          <w:rtl/>
        </w:rPr>
      </w:pPr>
      <w:r>
        <w:rPr>
          <w:rtl/>
        </w:rPr>
        <w:br w:type="page"/>
      </w:r>
    </w:p>
    <w:p w:rsidR="00827620" w:rsidRDefault="00827620" w:rsidP="00E74401">
      <w:pPr>
        <w:pStyle w:val="Heading1"/>
        <w:rPr>
          <w:rtl/>
        </w:rPr>
      </w:pPr>
      <w:bookmarkStart w:id="85" w:name="_Toc479592337"/>
      <w:bookmarkStart w:id="86" w:name="_Toc479592457"/>
      <w:r>
        <w:rPr>
          <w:rFonts w:hint="eastAsia"/>
          <w:rtl/>
        </w:rPr>
        <w:t>قابل</w:t>
      </w:r>
      <w:r>
        <w:rPr>
          <w:rtl/>
        </w:rPr>
        <w:t xml:space="preserve"> توجه كارگزاران</w:t>
      </w:r>
      <w:bookmarkEnd w:id="85"/>
      <w:bookmarkEnd w:id="86"/>
    </w:p>
    <w:p w:rsidR="00827620" w:rsidRDefault="00827620" w:rsidP="00827620">
      <w:pPr>
        <w:pStyle w:val="libNormal"/>
        <w:rPr>
          <w:rtl/>
        </w:rPr>
      </w:pPr>
      <w:r>
        <w:rPr>
          <w:rtl/>
        </w:rPr>
        <w:t>١٤٤ - عرض كردم مولاى من برخى زمامداران ما، در انتخاب اصحاب خود دچار اشتباه مى شوند و مثلا هنگامى كه مسئولى به شهرى وارد مى شود افرادى كه بايد با آنها كار كند نمى شناسد و شياطين نيز از عدم شناخت او سوء استفاده مى كنند، خود را به او نزديك كرده و به مرور به ا</w:t>
      </w:r>
      <w:r>
        <w:rPr>
          <w:rFonts w:hint="eastAsia"/>
          <w:rtl/>
        </w:rPr>
        <w:t>و</w:t>
      </w:r>
      <w:r>
        <w:rPr>
          <w:rtl/>
        </w:rPr>
        <w:t xml:space="preserve"> ضربه مى زنند! شما به مسئولين در انتخاب افراد چه توصيه اى مى فرماييد و چگونه اهل تزوير را از آدم هاى سالم و دلسوز تشخيص دهند؟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 يكن اختيارك اياهم على فراستك و استنامتك و حسن الظن منك ... ولكن اختبرهم بما ولوا للصالحين قبلك فاعمد لاحسنهم فى العامه اثرا و اعرفهم بالامانه وجها ... </w:t>
      </w:r>
      <w:r w:rsidRPr="00E74401">
        <w:rPr>
          <w:rStyle w:val="libFootnotenumChar"/>
          <w:rtl/>
        </w:rPr>
        <w:t>(١٥٠)</w:t>
      </w:r>
    </w:p>
    <w:p w:rsidR="00827620" w:rsidRDefault="00827620" w:rsidP="00827620">
      <w:pPr>
        <w:pStyle w:val="libNormal"/>
        <w:rPr>
          <w:rtl/>
        </w:rPr>
      </w:pPr>
      <w:r>
        <w:rPr>
          <w:rFonts w:hint="eastAsia"/>
          <w:rtl/>
        </w:rPr>
        <w:t>حضرت</w:t>
      </w:r>
      <w:r>
        <w:rPr>
          <w:rtl/>
        </w:rPr>
        <w:t xml:space="preserve"> فرمودند: (فرمانداران ، استانداران و تمام سران حكومت در هر رده اى كه باشند بايد توجه نمايند كه) انتخاب همكاران نبايد با تكيه بر زيركى و زرنگى و خوشخوابى خودشان باشد زيرا مردم خود را به رنگ دلخواه در مى آورند و با رنگ عوض كردن تظاهر به صداقت و امانت و خ</w:t>
      </w:r>
      <w:r>
        <w:rPr>
          <w:rFonts w:hint="eastAsia"/>
          <w:rtl/>
        </w:rPr>
        <w:t>وش</w:t>
      </w:r>
      <w:r>
        <w:rPr>
          <w:rtl/>
        </w:rPr>
        <w:t xml:space="preserve"> خدمتى مى نمايند، پس براى شناخت آنها توجه كن كه كداميك در گذشته با واليان و مسئولين شايسته همكارى داشته (كه سابقه او مى تواند نشانه صداقت او باشد) و دقت كن هر كدام كه در ميان عموم مردم منشا اثر بوده و به امانت دارى و صداقت معروف و خوشنام است او را انتخاب بنما كه اين دقت تو در انتخاب افراد شايسته و لايق دليل بر خيرخواهى تو براى خدا و حكومت است .</w:t>
      </w:r>
    </w:p>
    <w:p w:rsidR="00827620" w:rsidRDefault="00827620" w:rsidP="00827620">
      <w:pPr>
        <w:pStyle w:val="libNormal"/>
        <w:rPr>
          <w:rtl/>
        </w:rPr>
      </w:pPr>
      <w:r>
        <w:rPr>
          <w:rtl/>
        </w:rPr>
        <w:t>١٤٥ - پرسيدم : چگونه يك حكومت توانمند آسيب مى بيند و از چه راهى شكست مى خورد؟</w:t>
      </w:r>
    </w:p>
    <w:p w:rsidR="00827620" w:rsidRDefault="00827620" w:rsidP="00827620">
      <w:pPr>
        <w:pStyle w:val="libNormal"/>
        <w:rPr>
          <w:rtl/>
        </w:rPr>
      </w:pPr>
      <w:r>
        <w:rPr>
          <w:rFonts w:hint="eastAsia"/>
          <w:rtl/>
        </w:rPr>
        <w:lastRenderedPageBreak/>
        <w:t>فقال</w:t>
      </w:r>
      <w:r>
        <w:rPr>
          <w:rtl/>
        </w:rPr>
        <w:t xml:space="preserve"> </w:t>
      </w:r>
      <w:r w:rsidR="00196907" w:rsidRPr="00196907">
        <w:rPr>
          <w:rStyle w:val="libAlaemChar"/>
          <w:rtl/>
        </w:rPr>
        <w:t xml:space="preserve">عليه‌السلام </w:t>
      </w:r>
      <w:r>
        <w:rPr>
          <w:rtl/>
        </w:rPr>
        <w:t xml:space="preserve">: افه القوى استضعاف الخصم . </w:t>
      </w:r>
      <w:r w:rsidRPr="00E74401">
        <w:rPr>
          <w:rStyle w:val="libFootnotenumChar"/>
          <w:rtl/>
        </w:rPr>
        <w:t>(١٥١)</w:t>
      </w:r>
    </w:p>
    <w:p w:rsidR="00827620" w:rsidRDefault="00827620" w:rsidP="00827620">
      <w:pPr>
        <w:pStyle w:val="libNormal"/>
        <w:rPr>
          <w:rtl/>
        </w:rPr>
      </w:pPr>
      <w:r>
        <w:rPr>
          <w:rFonts w:hint="eastAsia"/>
          <w:rtl/>
        </w:rPr>
        <w:t>فرمودند</w:t>
      </w:r>
      <w:r>
        <w:rPr>
          <w:rtl/>
        </w:rPr>
        <w:t>: آفت و آسيب پذيرى مرد (يا حكومت) توانمند، ضعيف و ناتوان شمردن دشمن است . (غرور و آسيب ناپذير دانستن خود و كوچك شمردن دشمن مى تواند اشخاص و حكومتهاى قدرتمند را به زمين بزند و شكست دهد.)</w:t>
      </w:r>
    </w:p>
    <w:p w:rsidR="00827620" w:rsidRDefault="00827620" w:rsidP="00827620">
      <w:pPr>
        <w:pStyle w:val="libNormal"/>
        <w:rPr>
          <w:rtl/>
        </w:rPr>
      </w:pPr>
      <w:r>
        <w:rPr>
          <w:rtl/>
        </w:rPr>
        <w:t>١٤٦ - گفتم : اگر دشمن اندك باشد چطور؟</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الواحد من الاعداء كثير.</w:t>
      </w:r>
    </w:p>
    <w:p w:rsidR="00827620" w:rsidRDefault="00827620" w:rsidP="00827620">
      <w:pPr>
        <w:pStyle w:val="libNormal"/>
        <w:rPr>
          <w:rtl/>
        </w:rPr>
      </w:pPr>
      <w:r>
        <w:rPr>
          <w:rFonts w:hint="eastAsia"/>
          <w:rtl/>
        </w:rPr>
        <w:t>فرمودند</w:t>
      </w:r>
      <w:r>
        <w:rPr>
          <w:rtl/>
        </w:rPr>
        <w:t>: فرقى نمى كند، دشمن يك نفر هم كه باشد زياد است .</w:t>
      </w:r>
    </w:p>
    <w:p w:rsidR="00827620" w:rsidRDefault="00827620" w:rsidP="00827620">
      <w:pPr>
        <w:pStyle w:val="libNormal"/>
        <w:rPr>
          <w:rtl/>
        </w:rPr>
      </w:pPr>
      <w:r>
        <w:rPr>
          <w:rtl/>
        </w:rPr>
        <w:t>(و نبايد از او غافل شد و او را دست كم گرفت)</w:t>
      </w:r>
    </w:p>
    <w:p w:rsidR="00827620" w:rsidRDefault="00827620" w:rsidP="00827620">
      <w:pPr>
        <w:pStyle w:val="libNormal"/>
        <w:rPr>
          <w:rtl/>
        </w:rPr>
      </w:pPr>
      <w:r>
        <w:rPr>
          <w:rtl/>
        </w:rPr>
        <w:t>١٤٧ - عرض كردم سرورم اگر دشمن بخواهد صلح كند و پيشقدم شود آيا بايد با او صلح كرد يا خير؟</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لا تدفعن صلحا دعاك اليه عدوك لله فيه رضا فان فى الصلح دعه لجنودك و راحه من همومك و امنا لبلادك ولكن الحذر كل الحذر من عدوك بعد صلحه فان العدو ربما قارب ليتغافل فخذ بالحزم و اتهم فى ذلك حسن الظن . </w:t>
      </w:r>
      <w:r w:rsidRPr="00E74401">
        <w:rPr>
          <w:rStyle w:val="libFootnotenumChar"/>
          <w:rtl/>
        </w:rPr>
        <w:t>(١٥٢)</w:t>
      </w:r>
    </w:p>
    <w:p w:rsidR="00827620" w:rsidRDefault="00827620" w:rsidP="00827620">
      <w:pPr>
        <w:pStyle w:val="libNormal"/>
        <w:rPr>
          <w:rtl/>
        </w:rPr>
      </w:pPr>
      <w:r>
        <w:rPr>
          <w:rFonts w:hint="eastAsia"/>
          <w:rtl/>
        </w:rPr>
        <w:t>حضرت</w:t>
      </w:r>
      <w:r>
        <w:rPr>
          <w:rtl/>
        </w:rPr>
        <w:t xml:space="preserve"> فرمودند: اگر دشمن تقاضاى صلحى نمود كه رضاى خدا در آن باشد آنرا رد مكن ، زيرا در نتيجه صلح هم ارتش تو استراحت مى كند، و خود را آماده خواهد ساخت ، و هم خودت از فكر جنگيدن آرام گيرى ، و هم در نتيجه صلح ، امنيت به كشور باز مى گردد ولى زنهار، زنهار پس از ص</w:t>
      </w:r>
      <w:r>
        <w:rPr>
          <w:rFonts w:hint="eastAsia"/>
          <w:rtl/>
        </w:rPr>
        <w:t>لح</w:t>
      </w:r>
      <w:r>
        <w:rPr>
          <w:rtl/>
        </w:rPr>
        <w:t xml:space="preserve"> ، كاملا مراقب دشمن باش زيرا ممكن است صلح او نوعى تاكتيك و شيطنت باشد و خواسته بدين وسيله خود را به تو نزديك كند و شبيخون بزند؛ لذا هرگز احتياط را از دست مده و حسن ظن نداشته باش .</w:t>
      </w:r>
    </w:p>
    <w:p w:rsidR="00827620" w:rsidRDefault="00827620" w:rsidP="00827620">
      <w:pPr>
        <w:pStyle w:val="libNormal"/>
        <w:rPr>
          <w:rtl/>
        </w:rPr>
      </w:pPr>
      <w:r>
        <w:rPr>
          <w:rtl/>
        </w:rPr>
        <w:lastRenderedPageBreak/>
        <w:t>١٤٨ - پرسيدم : چه كنيم كه از اشتباه در امور مصون بمانيم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الفكر فى الامور قبل ملابسته يومن الزلل . </w:t>
      </w:r>
      <w:r w:rsidRPr="00E74401">
        <w:rPr>
          <w:rStyle w:val="libFootnotenumChar"/>
          <w:rtl/>
        </w:rPr>
        <w:t>(١٥٣)</w:t>
      </w:r>
    </w:p>
    <w:p w:rsidR="00827620" w:rsidRDefault="00827620" w:rsidP="00827620">
      <w:pPr>
        <w:pStyle w:val="libNormal"/>
        <w:rPr>
          <w:rtl/>
        </w:rPr>
      </w:pPr>
      <w:r>
        <w:rPr>
          <w:rFonts w:hint="eastAsia"/>
          <w:rtl/>
        </w:rPr>
        <w:t>حضرت</w:t>
      </w:r>
      <w:r>
        <w:rPr>
          <w:rtl/>
        </w:rPr>
        <w:t xml:space="preserve"> فرمودند: هر كس قبل از هر اقدامى اگر نخست فكر و انديشه را به كار گيرد و در آن كار، دقت كند از اشتباه و لغزش مصون بماند.</w:t>
      </w:r>
    </w:p>
    <w:p w:rsidR="00827620" w:rsidRDefault="00827620" w:rsidP="00827620">
      <w:pPr>
        <w:pStyle w:val="libNormal"/>
        <w:rPr>
          <w:rtl/>
        </w:rPr>
      </w:pPr>
      <w:r>
        <w:rPr>
          <w:rtl/>
        </w:rPr>
        <w:t xml:space="preserve">(چنانچه امام صادق </w:t>
      </w:r>
      <w:r w:rsidR="00196907" w:rsidRPr="00196907">
        <w:rPr>
          <w:rStyle w:val="libAlaemChar"/>
          <w:rtl/>
        </w:rPr>
        <w:t xml:space="preserve">عليه‌السلام </w:t>
      </w:r>
      <w:r>
        <w:rPr>
          <w:rtl/>
        </w:rPr>
        <w:t xml:space="preserve">نيز فرمودند: وقف عند كل امر حتى تعرف مدخله من مخرجه قبل ان تقع فيه فتندم </w:t>
      </w:r>
      <w:r w:rsidRPr="00E74401">
        <w:rPr>
          <w:rStyle w:val="libFootnotenumChar"/>
          <w:rtl/>
        </w:rPr>
        <w:t>(١٥٤)</w:t>
      </w:r>
    </w:p>
    <w:p w:rsidR="00827620" w:rsidRDefault="00827620" w:rsidP="00827620">
      <w:pPr>
        <w:pStyle w:val="libNormal"/>
        <w:rPr>
          <w:rtl/>
        </w:rPr>
      </w:pPr>
      <w:r>
        <w:rPr>
          <w:rtl/>
        </w:rPr>
        <w:t>(يعنى قبل از انجام هر كارى قدرى مكث بنما كه ورود و خروج آن ، ضرر و سودش ، و خير و شرش ، برايت روشن شود تا پس از اقدام ، نادم و پشيمان نگردى .)</w:t>
      </w:r>
    </w:p>
    <w:p w:rsidR="00E74401" w:rsidRDefault="00E74401" w:rsidP="00827620">
      <w:pPr>
        <w:pStyle w:val="libNormal"/>
        <w:rPr>
          <w:rFonts w:hint="cs"/>
          <w:rtl/>
        </w:rPr>
      </w:pPr>
      <w:r>
        <w:rPr>
          <w:rtl/>
        </w:rPr>
        <w:br w:type="page"/>
      </w:r>
    </w:p>
    <w:p w:rsidR="00827620" w:rsidRDefault="00827620" w:rsidP="00E74401">
      <w:pPr>
        <w:pStyle w:val="Heading1"/>
        <w:rPr>
          <w:rtl/>
        </w:rPr>
      </w:pPr>
      <w:bookmarkStart w:id="87" w:name="_Toc479592338"/>
      <w:bookmarkStart w:id="88" w:name="_Toc479592458"/>
      <w:r>
        <w:rPr>
          <w:rFonts w:hint="eastAsia"/>
          <w:rtl/>
        </w:rPr>
        <w:t>موانع</w:t>
      </w:r>
      <w:r>
        <w:rPr>
          <w:rtl/>
        </w:rPr>
        <w:t xml:space="preserve"> شناخت</w:t>
      </w:r>
      <w:bookmarkEnd w:id="87"/>
      <w:bookmarkEnd w:id="88"/>
    </w:p>
    <w:p w:rsidR="00827620" w:rsidRDefault="00827620" w:rsidP="00827620">
      <w:pPr>
        <w:pStyle w:val="libNormal"/>
        <w:rPr>
          <w:rtl/>
        </w:rPr>
      </w:pPr>
      <w:r>
        <w:rPr>
          <w:rtl/>
        </w:rPr>
        <w:t>١٤٩ - امام عزيز، مى دانيد كه بعضيها بينش صحيح خود را از دست داده اند و مسائل واقعى و درست را يا نمى فهمند يا بد تفسير و توجيه مى نمايند. لطفا بفرمائيد موانع شناخت درست چيست و بينش صحيح چگونه به دست مى آيد؟</w:t>
      </w:r>
    </w:p>
    <w:p w:rsidR="00827620" w:rsidRDefault="00827620" w:rsidP="00E74401">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فارفض الدنيا فان حب الدنيا بعمى و يصم و يبكم و يذل الرقاب . </w:t>
      </w:r>
      <w:r w:rsidRPr="00E74401">
        <w:rPr>
          <w:rStyle w:val="libFootnotenumChar"/>
          <w:rtl/>
        </w:rPr>
        <w:t>(١٥٥)</w:t>
      </w:r>
      <w:r>
        <w:rPr>
          <w:rFonts w:hint="eastAsia"/>
          <w:rtl/>
        </w:rPr>
        <w:t>فرمودند</w:t>
      </w:r>
      <w:r>
        <w:rPr>
          <w:rtl/>
        </w:rPr>
        <w:t>: (موانع بسيارى بر سر راه شناخت و بينش صحيح وجود دارد از جمله محبت و علاقه شديد به دنيا است پس) دنيا را رها كن زيرا محبت دنيا چشم را كور، گوش را كر، زبان را لال و آدمى را به ذلت و خوارى مى كشاند (چشم او حقايق را نمى تواند ببيند و گوش آدم دنيا پرست س</w:t>
      </w:r>
      <w:r>
        <w:rPr>
          <w:rFonts w:hint="eastAsia"/>
          <w:rtl/>
        </w:rPr>
        <w:t>خن</w:t>
      </w:r>
      <w:r>
        <w:rPr>
          <w:rtl/>
        </w:rPr>
        <w:t xml:space="preserve"> حق را نمى شنود و زبانش هم به سخن گفتن توان نخواهد داشت و او را به ورطه سقوط مى كشاند.)</w:t>
      </w:r>
    </w:p>
    <w:p w:rsidR="00827620" w:rsidRDefault="00827620" w:rsidP="00827620">
      <w:pPr>
        <w:pStyle w:val="libNormal"/>
        <w:rPr>
          <w:rtl/>
        </w:rPr>
      </w:pPr>
      <w:r>
        <w:rPr>
          <w:rFonts w:hint="eastAsia"/>
          <w:rtl/>
        </w:rPr>
        <w:t>لحب</w:t>
      </w:r>
      <w:r>
        <w:rPr>
          <w:rtl/>
        </w:rPr>
        <w:t xml:space="preserve"> الدنيا صمت الاسماع عن سماع الحكمه و عميت القلوب عن نور البصيره . </w:t>
      </w:r>
      <w:r w:rsidRPr="00D80324">
        <w:rPr>
          <w:rStyle w:val="libFootnotenumChar"/>
          <w:rtl/>
        </w:rPr>
        <w:t>(١٥٦)</w:t>
      </w:r>
    </w:p>
    <w:p w:rsidR="00827620" w:rsidRDefault="00827620" w:rsidP="00827620">
      <w:pPr>
        <w:pStyle w:val="libNormal"/>
        <w:rPr>
          <w:rtl/>
        </w:rPr>
      </w:pPr>
      <w:r>
        <w:rPr>
          <w:rFonts w:hint="eastAsia"/>
          <w:rtl/>
        </w:rPr>
        <w:t>محبت</w:t>
      </w:r>
      <w:r>
        <w:rPr>
          <w:rtl/>
        </w:rPr>
        <w:t xml:space="preserve"> به دنيا گوشها را از شنيدن سخنان حكيمانه كر نموده و دلها را از داشتن نور بصيرت و شناخت درست كور مى گرداند.</w:t>
      </w:r>
    </w:p>
    <w:p w:rsidR="00827620" w:rsidRDefault="00827620" w:rsidP="00827620">
      <w:pPr>
        <w:pStyle w:val="libNormal"/>
        <w:rPr>
          <w:rtl/>
        </w:rPr>
      </w:pPr>
      <w:r>
        <w:rPr>
          <w:rtl/>
        </w:rPr>
        <w:t>١٥٠ - مولا جان ، آيا فقط محبت دنيا مانع ديد درست است يا هر محبتى چشم محب را نابينا مى گرداند؟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عين المحب عميه عن معايب المحبوب و اذنه صماء عن قبيح مساويه . </w:t>
      </w:r>
      <w:r w:rsidRPr="00D80324">
        <w:rPr>
          <w:rStyle w:val="libFootnotenumChar"/>
          <w:rtl/>
        </w:rPr>
        <w:t>(١٥٧)</w:t>
      </w:r>
    </w:p>
    <w:p w:rsidR="00827620" w:rsidRDefault="00827620" w:rsidP="00827620">
      <w:pPr>
        <w:pStyle w:val="libNormal"/>
        <w:rPr>
          <w:rtl/>
        </w:rPr>
      </w:pPr>
      <w:r>
        <w:rPr>
          <w:rFonts w:hint="eastAsia"/>
          <w:rtl/>
        </w:rPr>
        <w:lastRenderedPageBreak/>
        <w:t>فرمودند</w:t>
      </w:r>
      <w:r>
        <w:rPr>
          <w:rtl/>
        </w:rPr>
        <w:t>: (خير، هر محبتى به هر چيزى كه باشد مانع ديدن درست است زيرا) چشم محب از ديدن عيبهاى محبوب نابينا مى گردد و گوش او از شن</w:t>
      </w:r>
      <w:r w:rsidR="00D80324">
        <w:rPr>
          <w:rFonts w:hint="cs"/>
          <w:rtl/>
        </w:rPr>
        <w:t>ی</w:t>
      </w:r>
      <w:r>
        <w:rPr>
          <w:rtl/>
        </w:rPr>
        <w:t>دين زشتيهاى محبوب ناشنوا مى گردد.</w:t>
      </w:r>
    </w:p>
    <w:p w:rsidR="00827620" w:rsidRDefault="00827620" w:rsidP="00827620">
      <w:pPr>
        <w:pStyle w:val="libNormal"/>
        <w:rPr>
          <w:rtl/>
        </w:rPr>
      </w:pPr>
      <w:r>
        <w:rPr>
          <w:rtl/>
        </w:rPr>
        <w:t xml:space="preserve">(محبت و عشق به هر چيز چشم و گوش و حتى عقل طرف را در اختيار خود مى گيرد. چنانچه رسول خدا </w:t>
      </w:r>
      <w:r w:rsidR="00196907" w:rsidRPr="00196907">
        <w:rPr>
          <w:rStyle w:val="libAlaemChar"/>
          <w:rtl/>
        </w:rPr>
        <w:t>صلى‌الله‌عليه‌وآله</w:t>
      </w:r>
      <w:r>
        <w:rPr>
          <w:rtl/>
        </w:rPr>
        <w:t xml:space="preserve"> نيز فرمودند: حبك للشى ء يعمى و يصم </w:t>
      </w:r>
      <w:r w:rsidRPr="00D80324">
        <w:rPr>
          <w:rStyle w:val="libFootnotenumChar"/>
          <w:rtl/>
        </w:rPr>
        <w:t>(١٥٨)</w:t>
      </w:r>
      <w:r>
        <w:rPr>
          <w:rtl/>
        </w:rPr>
        <w:t xml:space="preserve"> يعنى محبت تو نسبت به چيزى ، كور و كرت مى سازد و چشم و گوشت را از كار مى اندازد.)</w:t>
      </w:r>
    </w:p>
    <w:p w:rsidR="00827620" w:rsidRDefault="00827620" w:rsidP="00827620">
      <w:pPr>
        <w:pStyle w:val="libNormal"/>
        <w:rPr>
          <w:rtl/>
        </w:rPr>
      </w:pPr>
      <w:r>
        <w:rPr>
          <w:rtl/>
        </w:rPr>
        <w:t>١٥١ - مولاى پرهيزكاران ! بنابراين عشق ها و محبتهاى مجازى و انحرافى قطعا انسان را به انحراف مى كشانند و قدم به قدم او را از واقعيتهاى جامعه دور مى سازد چنين است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 و من عشق شيئا اعشى بصره و امرض قلبه فهو ينظر بعين غير صحيحه و يسمع باذن غير سميعه قد خرقت الشهوات عقله و امانت الدنيا قلبه و ولهت عليها نفسه فهو عبد لها و لمن فى يده شى ء منها حيثما زالت زال اليها و حيثما اقبلت اقيل عليها لا ينزجر من الله يزاجر و لا يتعظ منه بواعظ ... . </w:t>
      </w:r>
      <w:r w:rsidRPr="00D80324">
        <w:rPr>
          <w:rStyle w:val="libFootnotenumChar"/>
          <w:rtl/>
        </w:rPr>
        <w:t>(١٥٩)</w:t>
      </w:r>
    </w:p>
    <w:p w:rsidR="00827620" w:rsidRDefault="00827620" w:rsidP="00827620">
      <w:pPr>
        <w:pStyle w:val="libNormal"/>
        <w:rPr>
          <w:rtl/>
        </w:rPr>
      </w:pPr>
      <w:r>
        <w:rPr>
          <w:rFonts w:hint="eastAsia"/>
          <w:rtl/>
        </w:rPr>
        <w:t>حضرت</w:t>
      </w:r>
      <w:r>
        <w:rPr>
          <w:rtl/>
        </w:rPr>
        <w:t xml:space="preserve"> فرمودند: (بله كاملا همين طور است عشقهاى مادى و غير الهى قدم نهادن در مسير انحراف است زيرا) هر كه عاشق چيزى شد بر چشمش ‍ پرده مى افكند و دلش را بيمار مى سازد در اين صورت او با چشم بيمارگونه مى نگرد و با گوش ناشنوا مى شنود ميل به شهوترانى عقلش را از كار انداخته و علاقه به دنيا دلش را مى رانده ؛ خود را شيفته دنيا ساخته و چون بنده اى ذليل تسليم دنيا و دنياداران گشته ، گام در جاى پاى دنيا و شهوات نهاده و با آن حركت مى كند نه به هشدارهاى خداوند گوش نموده و نه به پندهاى او توجه خواهد كرد.</w:t>
      </w:r>
    </w:p>
    <w:p w:rsidR="00827620" w:rsidRDefault="00827620" w:rsidP="00827620">
      <w:pPr>
        <w:pStyle w:val="libNormal"/>
        <w:rPr>
          <w:rtl/>
        </w:rPr>
      </w:pPr>
      <w:r>
        <w:rPr>
          <w:rtl/>
        </w:rPr>
        <w:t>١٥٢ - عرض كردم آيا چيز ديگرى هست كه مانع شناخت درست باشد؟</w:t>
      </w:r>
    </w:p>
    <w:p w:rsidR="00827620" w:rsidRDefault="00827620" w:rsidP="00827620">
      <w:pPr>
        <w:pStyle w:val="libNormal"/>
        <w:rPr>
          <w:rtl/>
        </w:rPr>
      </w:pPr>
      <w:r>
        <w:rPr>
          <w:rFonts w:hint="eastAsia"/>
          <w:rtl/>
        </w:rPr>
        <w:lastRenderedPageBreak/>
        <w:t>فقال</w:t>
      </w:r>
      <w:r>
        <w:rPr>
          <w:rtl/>
        </w:rPr>
        <w:t xml:space="preserve"> </w:t>
      </w:r>
      <w:r w:rsidR="00196907" w:rsidRPr="00196907">
        <w:rPr>
          <w:rStyle w:val="libAlaemChar"/>
          <w:rtl/>
        </w:rPr>
        <w:t xml:space="preserve">عليه‌السلام </w:t>
      </w:r>
      <w:r>
        <w:rPr>
          <w:rtl/>
        </w:rPr>
        <w:t xml:space="preserve">: لا عقل مع شهوه . </w:t>
      </w:r>
      <w:r w:rsidRPr="00D80324">
        <w:rPr>
          <w:rStyle w:val="libFootnotenumChar"/>
          <w:rtl/>
        </w:rPr>
        <w:t>(١٦٠)</w:t>
      </w:r>
    </w:p>
    <w:p w:rsidR="00827620" w:rsidRDefault="00827620" w:rsidP="00827620">
      <w:pPr>
        <w:pStyle w:val="libNormal"/>
        <w:rPr>
          <w:rtl/>
        </w:rPr>
      </w:pPr>
      <w:r>
        <w:rPr>
          <w:rFonts w:hint="eastAsia"/>
          <w:rtl/>
        </w:rPr>
        <w:t>فرمودند</w:t>
      </w:r>
      <w:r>
        <w:rPr>
          <w:rtl/>
        </w:rPr>
        <w:t xml:space="preserve">: (بله ، شهوترانى بدترين مانع بر سر راه چراغ عقل است و بصيرت انسان را از بين مى برد چون) هرگز با غلبه شهوات از عقل كارى ساخته نيست . و عدو العقل الهواى </w:t>
      </w:r>
      <w:r w:rsidRPr="00D80324">
        <w:rPr>
          <w:rStyle w:val="libFootnotenumChar"/>
          <w:rtl/>
        </w:rPr>
        <w:t>(١٦١)</w:t>
      </w:r>
      <w:r>
        <w:rPr>
          <w:rtl/>
        </w:rPr>
        <w:t xml:space="preserve"> دشمن چراغ عقل هواهاى نفسانى است .</w:t>
      </w:r>
    </w:p>
    <w:p w:rsidR="00827620" w:rsidRDefault="00827620" w:rsidP="00827620">
      <w:pPr>
        <w:pStyle w:val="libNormal"/>
        <w:rPr>
          <w:rtl/>
        </w:rPr>
      </w:pPr>
      <w:r>
        <w:rPr>
          <w:rtl/>
        </w:rPr>
        <w:t>١٥٣ - عرض كردم : مولاى من بعضيها بسيار مغرور و خودخواهند و گاهى صددرصد در تصميمى كه گرفته اند اشتباه مى كنند لكن حاضر نيستند به حرف كسى گوش دهند و غرورشان اجازه نمى دهد كه پى به اشتباه خود ببرند. آيا نمى توان غرور و خودپسندى را نيز از عوامل دورى از حقيقت د</w:t>
      </w:r>
      <w:r>
        <w:rPr>
          <w:rFonts w:hint="eastAsia"/>
          <w:rtl/>
        </w:rPr>
        <w:t>انست</w:t>
      </w:r>
      <w:r>
        <w:rPr>
          <w:rtl/>
        </w:rPr>
        <w:t xml:space="preserve">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العجب يفسد العقل . </w:t>
      </w:r>
      <w:r w:rsidRPr="00D80324">
        <w:rPr>
          <w:rStyle w:val="libFootnotenumChar"/>
          <w:rtl/>
        </w:rPr>
        <w:t>(١٦٢)</w:t>
      </w:r>
    </w:p>
    <w:p w:rsidR="00827620" w:rsidRDefault="00827620" w:rsidP="00827620">
      <w:pPr>
        <w:pStyle w:val="libNormal"/>
        <w:rPr>
          <w:rtl/>
        </w:rPr>
      </w:pPr>
      <w:r>
        <w:rPr>
          <w:rFonts w:hint="eastAsia"/>
          <w:rtl/>
        </w:rPr>
        <w:t>حضرت</w:t>
      </w:r>
      <w:r>
        <w:rPr>
          <w:rtl/>
        </w:rPr>
        <w:t xml:space="preserve"> فرمودند: (چرا عجب و خودخواهى نيز مانع رسيدن به حقيقت و شناخت درست است زيرا) خودخواهى عقل را فاسد مى سازد و جلو ديد عقل را مى گيرد.</w:t>
      </w:r>
    </w:p>
    <w:p w:rsidR="00827620" w:rsidRDefault="00827620" w:rsidP="00827620">
      <w:pPr>
        <w:pStyle w:val="libNormal"/>
        <w:rPr>
          <w:rtl/>
        </w:rPr>
      </w:pPr>
      <w:r>
        <w:rPr>
          <w:rFonts w:hint="eastAsia"/>
          <w:rtl/>
        </w:rPr>
        <w:t>لاجهل</w:t>
      </w:r>
      <w:r>
        <w:rPr>
          <w:rtl/>
        </w:rPr>
        <w:t xml:space="preserve"> اضر من العجب </w:t>
      </w:r>
      <w:r w:rsidRPr="00D80324">
        <w:rPr>
          <w:rStyle w:val="libFootnotenumChar"/>
          <w:rtl/>
        </w:rPr>
        <w:t>(١٦٣)</w:t>
      </w:r>
      <w:r>
        <w:rPr>
          <w:rtl/>
        </w:rPr>
        <w:t xml:space="preserve"> هيچ نادانى زيان بارتر از خودخواهى نيست و به فكر خود مغرور شود عقل او آسيب مى بيند.</w:t>
      </w:r>
    </w:p>
    <w:p w:rsidR="00827620" w:rsidRDefault="00827620" w:rsidP="00827620">
      <w:pPr>
        <w:pStyle w:val="libNormal"/>
        <w:rPr>
          <w:rtl/>
        </w:rPr>
      </w:pPr>
      <w:r>
        <w:rPr>
          <w:rtl/>
        </w:rPr>
        <w:t>١٥٤ - عرض كردم : ديگر چه چيز مى تواند مانع بصيرت و شناخت درست باشد؟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الامانى تعمى اعين البصائر . </w:t>
      </w:r>
      <w:r w:rsidRPr="00D80324">
        <w:rPr>
          <w:rStyle w:val="libFootnotenumChar"/>
          <w:rtl/>
        </w:rPr>
        <w:t>(١٦٤)</w:t>
      </w:r>
    </w:p>
    <w:p w:rsidR="00827620" w:rsidRDefault="00827620" w:rsidP="00827620">
      <w:pPr>
        <w:pStyle w:val="libNormal"/>
        <w:rPr>
          <w:rtl/>
        </w:rPr>
      </w:pPr>
      <w:r>
        <w:rPr>
          <w:rFonts w:hint="eastAsia"/>
          <w:rtl/>
        </w:rPr>
        <w:t>فرمودند</w:t>
      </w:r>
      <w:r>
        <w:rPr>
          <w:rtl/>
        </w:rPr>
        <w:t>: (آرزوها، اميدهاى كاذب و دور كه معمولا با تخيلات همراه است و كمتر به واقعيات مى پيوندند) آرزوها، چشمان بصيرت را كور و نابينا مى گرداند.</w:t>
      </w:r>
    </w:p>
    <w:p w:rsidR="00827620" w:rsidRDefault="00827620" w:rsidP="00827620">
      <w:pPr>
        <w:pStyle w:val="libNormal"/>
        <w:rPr>
          <w:rtl/>
        </w:rPr>
      </w:pPr>
      <w:r>
        <w:rPr>
          <w:rtl/>
        </w:rPr>
        <w:t>١٥٥ - اى امام ! آيا مى توان گفت هر چيز، كه عقل را از پاى درآورد مانع وصول به حقيقت است مانند طمع و ...؟</w:t>
      </w:r>
    </w:p>
    <w:p w:rsidR="00827620" w:rsidRDefault="00827620" w:rsidP="00827620">
      <w:pPr>
        <w:pStyle w:val="libNormal"/>
        <w:rPr>
          <w:rtl/>
        </w:rPr>
      </w:pPr>
      <w:r>
        <w:rPr>
          <w:rFonts w:hint="eastAsia"/>
          <w:rtl/>
        </w:rPr>
        <w:lastRenderedPageBreak/>
        <w:t>قال</w:t>
      </w:r>
      <w:r>
        <w:rPr>
          <w:rtl/>
        </w:rPr>
        <w:t xml:space="preserve"> </w:t>
      </w:r>
      <w:r w:rsidR="00196907" w:rsidRPr="00196907">
        <w:rPr>
          <w:rStyle w:val="libAlaemChar"/>
          <w:rtl/>
        </w:rPr>
        <w:t xml:space="preserve">عليه‌السلام </w:t>
      </w:r>
      <w:r>
        <w:rPr>
          <w:rtl/>
        </w:rPr>
        <w:t xml:space="preserve">: اكثر مصارع العقول تحت بروق المطامع . </w:t>
      </w:r>
      <w:r w:rsidRPr="00D80324">
        <w:rPr>
          <w:rStyle w:val="libFootnotenumChar"/>
          <w:rtl/>
        </w:rPr>
        <w:t>(١٦٥)</w:t>
      </w:r>
    </w:p>
    <w:p w:rsidR="00827620" w:rsidRDefault="00827620" w:rsidP="00827620">
      <w:pPr>
        <w:pStyle w:val="libNormal"/>
        <w:rPr>
          <w:rtl/>
        </w:rPr>
      </w:pPr>
      <w:r>
        <w:rPr>
          <w:rFonts w:hint="eastAsia"/>
          <w:rtl/>
        </w:rPr>
        <w:t>حضرت</w:t>
      </w:r>
      <w:r>
        <w:rPr>
          <w:rtl/>
        </w:rPr>
        <w:t xml:space="preserve"> فرمودند: (بله ، بخصوص طمع كه نام برديد زيرا) بيشترين جايى كه عقل زمين مى خورد و دچار شكست مى شود هنگامى است كه برق طمع ، چشم او را بگيرد. (چشم كه به مال و شهوت و مقام و جاه افتاد برق طمع چنان خيره كننده است كه عقل جاى ديگر را نمى بيند و صاحب آن سخت دچ</w:t>
      </w:r>
      <w:r>
        <w:rPr>
          <w:rFonts w:hint="eastAsia"/>
          <w:rtl/>
        </w:rPr>
        <w:t>ار</w:t>
      </w:r>
      <w:r>
        <w:rPr>
          <w:rtl/>
        </w:rPr>
        <w:t xml:space="preserve"> ضربه مى شود.)</w:t>
      </w:r>
    </w:p>
    <w:p w:rsidR="00827620" w:rsidRDefault="00827620" w:rsidP="00D80324">
      <w:pPr>
        <w:pStyle w:val="libNormal"/>
        <w:rPr>
          <w:rtl/>
        </w:rPr>
      </w:pPr>
      <w:r>
        <w:rPr>
          <w:rtl/>
        </w:rPr>
        <w:t>١٥٦ - عرض كردم : آدمهاى خود</w:t>
      </w:r>
      <w:r w:rsidR="00D80324">
        <w:rPr>
          <w:rFonts w:hint="cs"/>
          <w:rtl/>
        </w:rPr>
        <w:t xml:space="preserve"> </w:t>
      </w:r>
      <w:r>
        <w:rPr>
          <w:rtl/>
        </w:rPr>
        <w:t>را</w:t>
      </w:r>
      <w:r w:rsidR="00D80324">
        <w:rPr>
          <w:rFonts w:hint="cs"/>
          <w:rtl/>
        </w:rPr>
        <w:t xml:space="preserve">ئ </w:t>
      </w:r>
      <w:r>
        <w:rPr>
          <w:rtl/>
        </w:rPr>
        <w:t>و يك دنده را چگونه مى بينيد آيا ممكن است درست حركت كنند؟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استبد برايه هلك و من شاور الرجال شاركها فى عقولها . </w:t>
      </w:r>
      <w:r w:rsidRPr="00D80324">
        <w:rPr>
          <w:rStyle w:val="libFootnotenumChar"/>
          <w:rtl/>
        </w:rPr>
        <w:t>(١٦٦)</w:t>
      </w:r>
    </w:p>
    <w:p w:rsidR="00827620" w:rsidRDefault="00827620" w:rsidP="00827620">
      <w:pPr>
        <w:pStyle w:val="libNormal"/>
        <w:rPr>
          <w:rtl/>
        </w:rPr>
      </w:pPr>
      <w:r>
        <w:rPr>
          <w:rFonts w:hint="eastAsia"/>
          <w:rtl/>
        </w:rPr>
        <w:t>فرمودند</w:t>
      </w:r>
      <w:r>
        <w:rPr>
          <w:rtl/>
        </w:rPr>
        <w:t>: كسى كه مستبد به راى خود باشد و كسى را قبول نداشته باشد، هلاك مى شود و برعكس ، كسى كه با مردان فهميده مشورت نمايد در عقل و خرد آنان شريك گشته است .</w:t>
      </w:r>
    </w:p>
    <w:p w:rsidR="00827620" w:rsidRDefault="00827620" w:rsidP="00827620">
      <w:pPr>
        <w:pStyle w:val="libNormal"/>
        <w:rPr>
          <w:rtl/>
        </w:rPr>
      </w:pPr>
      <w:r>
        <w:rPr>
          <w:rtl/>
        </w:rPr>
        <w:t>١٥٧ - يعنى مى فرماييد حتما در كارها بايد مشورت كرد؟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شاور ذوى الالباب دل على الصواب . </w:t>
      </w:r>
      <w:r w:rsidRPr="00D80324">
        <w:rPr>
          <w:rStyle w:val="libFootnotenumChar"/>
          <w:rtl/>
        </w:rPr>
        <w:t>(١٦٧)</w:t>
      </w:r>
    </w:p>
    <w:p w:rsidR="00827620" w:rsidRDefault="00827620" w:rsidP="00827620">
      <w:pPr>
        <w:pStyle w:val="libNormal"/>
        <w:rPr>
          <w:rtl/>
        </w:rPr>
      </w:pPr>
      <w:r>
        <w:rPr>
          <w:rFonts w:hint="eastAsia"/>
          <w:rtl/>
        </w:rPr>
        <w:t>فرمودند</w:t>
      </w:r>
      <w:r>
        <w:rPr>
          <w:rtl/>
        </w:rPr>
        <w:t>: (بله مشورت بسيار كارساز است) كسى كه با خردمندان و نخبگان جامعه مشورت كند به نتيجه درست و صحيح مى رسد. ولا ظهير كالمشاوره هيچ پشتيبانى قويتر از مشاوره نيست .</w:t>
      </w:r>
    </w:p>
    <w:p w:rsidR="00827620" w:rsidRDefault="00827620" w:rsidP="00827620">
      <w:pPr>
        <w:pStyle w:val="libNormal"/>
        <w:rPr>
          <w:rtl/>
        </w:rPr>
      </w:pPr>
      <w:r>
        <w:rPr>
          <w:rtl/>
        </w:rPr>
        <w:t>١٥٨ - مى خواهيد بفرماييد كسى كه مشورت مى كند ديگر دچار لغزش و اشتباه نمى شود؟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ما ضل من استرشد و لا حار من استشار، الحازم لا يستبد برايه . </w:t>
      </w:r>
      <w:r w:rsidRPr="00D80324">
        <w:rPr>
          <w:rStyle w:val="libFootnotenumChar"/>
          <w:rtl/>
        </w:rPr>
        <w:t>(١٦٨)</w:t>
      </w:r>
    </w:p>
    <w:p w:rsidR="00827620" w:rsidRDefault="00827620" w:rsidP="00827620">
      <w:pPr>
        <w:pStyle w:val="libNormal"/>
        <w:rPr>
          <w:rtl/>
        </w:rPr>
      </w:pPr>
      <w:r>
        <w:rPr>
          <w:rFonts w:hint="eastAsia"/>
          <w:rtl/>
        </w:rPr>
        <w:lastRenderedPageBreak/>
        <w:t>بله</w:t>
      </w:r>
      <w:r>
        <w:rPr>
          <w:rtl/>
        </w:rPr>
        <w:t xml:space="preserve"> ، كسى كه از ديگران (راه بلدان) راهنمايى بخواهد در كار خود گم نمى شود و كسى كه مشورت كند سرگردان نمى گردد و آدم دورانديش از استبداد راى پرهيز مى كند.</w:t>
      </w:r>
    </w:p>
    <w:p w:rsidR="00D80324" w:rsidRDefault="00D80324" w:rsidP="00827620">
      <w:pPr>
        <w:pStyle w:val="libNormal"/>
        <w:rPr>
          <w:rFonts w:hint="cs"/>
          <w:rtl/>
          <w:lang w:bidi="fa-IR"/>
        </w:rPr>
      </w:pPr>
      <w:r>
        <w:rPr>
          <w:rtl/>
          <w:lang w:bidi="fa-IR"/>
        </w:rPr>
        <w:br w:type="page"/>
      </w:r>
    </w:p>
    <w:p w:rsidR="00827620" w:rsidRDefault="00827620" w:rsidP="00D80324">
      <w:pPr>
        <w:pStyle w:val="Heading1"/>
        <w:rPr>
          <w:rtl/>
        </w:rPr>
      </w:pPr>
      <w:bookmarkStart w:id="89" w:name="_Toc479592339"/>
      <w:bookmarkStart w:id="90" w:name="_Toc479592459"/>
      <w:r>
        <w:rPr>
          <w:rFonts w:hint="eastAsia"/>
          <w:rtl/>
        </w:rPr>
        <w:t>شرايط</w:t>
      </w:r>
      <w:r>
        <w:rPr>
          <w:rtl/>
        </w:rPr>
        <w:t xml:space="preserve"> مشورت</w:t>
      </w:r>
      <w:bookmarkEnd w:id="89"/>
      <w:bookmarkEnd w:id="90"/>
    </w:p>
    <w:p w:rsidR="00827620" w:rsidRDefault="00827620" w:rsidP="00827620">
      <w:pPr>
        <w:pStyle w:val="libNormal"/>
        <w:rPr>
          <w:rtl/>
        </w:rPr>
      </w:pPr>
      <w:r>
        <w:rPr>
          <w:rtl/>
        </w:rPr>
        <w:t>١٥٩ - اماما، با اين همه سفارشى كه درباره مشورت فرموديد لطفا روشن بفرماييد كه آيا مى توان هر كس را طرف مشورت قرار داد يا شرايطى دارد؟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 لا تدخلن فى مشورتك بخيلا يعدل بك عن الفضل و يعدك الفقر و لاجبانا يضعفك عن الامور و لا حريصا يزين لك الشره بالجور ... . </w:t>
      </w:r>
      <w:r w:rsidRPr="00D80324">
        <w:rPr>
          <w:rStyle w:val="libFootnotenumChar"/>
          <w:rtl/>
        </w:rPr>
        <w:t>(١٦٩)</w:t>
      </w:r>
    </w:p>
    <w:p w:rsidR="00827620" w:rsidRDefault="00827620" w:rsidP="00827620">
      <w:pPr>
        <w:pStyle w:val="libNormal"/>
        <w:rPr>
          <w:rtl/>
        </w:rPr>
      </w:pPr>
      <w:r>
        <w:rPr>
          <w:rFonts w:hint="eastAsia"/>
          <w:rtl/>
        </w:rPr>
        <w:t>حضرت</w:t>
      </w:r>
      <w:r>
        <w:rPr>
          <w:rtl/>
        </w:rPr>
        <w:t xml:space="preserve"> فرمودند: خير، هر كس داراى شرايط شور و مشورت نيست مانند آدمهاى بخيل و ترسو، حريص . بنابراين هرگز فرد بخيل و خسيس و نظرتنگ را طرف مشورت خود قرار مده كه جلو بذل و بخشش تو را مى گيرد و تو را از فقر مى ترساند و نيز با آدمهاى ترسو و بزدل و حريصان هم مشورت ن</w:t>
      </w:r>
      <w:r>
        <w:rPr>
          <w:rFonts w:hint="eastAsia"/>
          <w:rtl/>
        </w:rPr>
        <w:t>كن</w:t>
      </w:r>
      <w:r>
        <w:rPr>
          <w:rtl/>
        </w:rPr>
        <w:t xml:space="preserve"> كه تو را به گناه اندازند.</w:t>
      </w:r>
    </w:p>
    <w:p w:rsidR="00827620" w:rsidRDefault="00827620" w:rsidP="00827620">
      <w:pPr>
        <w:pStyle w:val="libNormal"/>
        <w:rPr>
          <w:rtl/>
        </w:rPr>
      </w:pPr>
      <w:r>
        <w:rPr>
          <w:rFonts w:hint="eastAsia"/>
          <w:rtl/>
        </w:rPr>
        <w:t>آرى</w:t>
      </w:r>
      <w:r>
        <w:rPr>
          <w:rtl/>
        </w:rPr>
        <w:t xml:space="preserve"> هر كس داراى قدرت ارشاد و تدبير نيست . لذا امام صادق </w:t>
      </w:r>
      <w:r w:rsidR="00196907" w:rsidRPr="00196907">
        <w:rPr>
          <w:rStyle w:val="libAlaemChar"/>
          <w:rtl/>
        </w:rPr>
        <w:t xml:space="preserve">عليه‌السلام </w:t>
      </w:r>
      <w:r>
        <w:rPr>
          <w:rtl/>
        </w:rPr>
        <w:t xml:space="preserve">فرمود: شاور فى امورك مما يقتضى الدين من فيه خمس خصال : عقل و حلم و تجربه و نصح و تقواى . </w:t>
      </w:r>
      <w:r w:rsidRPr="00D80324">
        <w:rPr>
          <w:rStyle w:val="libFootnotenumChar"/>
          <w:rtl/>
        </w:rPr>
        <w:t>(١٧٠)</w:t>
      </w:r>
    </w:p>
    <w:p w:rsidR="00827620" w:rsidRDefault="00827620" w:rsidP="00827620">
      <w:pPr>
        <w:pStyle w:val="libNormal"/>
        <w:rPr>
          <w:rtl/>
        </w:rPr>
      </w:pPr>
      <w:r>
        <w:rPr>
          <w:rFonts w:hint="eastAsia"/>
          <w:rtl/>
        </w:rPr>
        <w:t>در</w:t>
      </w:r>
      <w:r>
        <w:rPr>
          <w:rtl/>
        </w:rPr>
        <w:t xml:space="preserve"> كارهايى كه دين اجازه مشورت مى دهد با كسى كه پنج خصلت داشته باشد، مشورت بنما، يعنى كسى كه داراى عقل ، حلم ، تجربه و پختگى در امور، روح خيرخواهى ، تقوا و خداترسى باشد.</w:t>
      </w:r>
    </w:p>
    <w:p w:rsidR="00827620" w:rsidRDefault="00827620" w:rsidP="00827620">
      <w:pPr>
        <w:pStyle w:val="libNormal"/>
        <w:rPr>
          <w:rtl/>
        </w:rPr>
      </w:pPr>
      <w:r>
        <w:rPr>
          <w:rtl/>
        </w:rPr>
        <w:t>١٦٠ - ديگر چه شرايطى بايد داشته باشد؟</w:t>
      </w:r>
    </w:p>
    <w:p w:rsidR="00827620" w:rsidRDefault="00827620" w:rsidP="00827620">
      <w:pPr>
        <w:pStyle w:val="libNormal"/>
        <w:rPr>
          <w:rtl/>
        </w:rPr>
      </w:pPr>
      <w:r>
        <w:rPr>
          <w:rFonts w:hint="eastAsia"/>
          <w:rtl/>
        </w:rPr>
        <w:t>فرمودند</w:t>
      </w:r>
      <w:r>
        <w:rPr>
          <w:rtl/>
        </w:rPr>
        <w:t>: (علم و دانش و اطلاع كافى در موضوع مورد مشورت داشته باشد زيرا مشورت با آدم هاى نادان و جاهل هر چند دلسوز باشند با خطر مواجه مى شود.</w:t>
      </w:r>
    </w:p>
    <w:p w:rsidR="00827620" w:rsidRDefault="00827620" w:rsidP="00827620">
      <w:pPr>
        <w:pStyle w:val="libNormal"/>
        <w:rPr>
          <w:rtl/>
        </w:rPr>
      </w:pPr>
      <w:r>
        <w:rPr>
          <w:rFonts w:hint="eastAsia"/>
          <w:rtl/>
        </w:rPr>
        <w:t>مشاوره</w:t>
      </w:r>
      <w:r>
        <w:rPr>
          <w:rtl/>
        </w:rPr>
        <w:t xml:space="preserve"> الجاهل المشفق خطر. </w:t>
      </w:r>
      <w:r w:rsidRPr="00D80324">
        <w:rPr>
          <w:rStyle w:val="libFootnotenumChar"/>
          <w:rtl/>
        </w:rPr>
        <w:t>(١٧١)</w:t>
      </w:r>
    </w:p>
    <w:p w:rsidR="00827620" w:rsidRDefault="00827620" w:rsidP="00827620">
      <w:pPr>
        <w:pStyle w:val="libNormal"/>
        <w:rPr>
          <w:rtl/>
        </w:rPr>
      </w:pPr>
      <w:r>
        <w:rPr>
          <w:rtl/>
        </w:rPr>
        <w:lastRenderedPageBreak/>
        <w:t>١٦١ - آيا مشورت با زنان درست است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اياك و مشاوره النساء الا من جربت بكمال عقل . </w:t>
      </w:r>
      <w:r w:rsidRPr="00D80324">
        <w:rPr>
          <w:rStyle w:val="libFootnotenumChar"/>
          <w:rtl/>
        </w:rPr>
        <w:t>(١٧٢)</w:t>
      </w:r>
    </w:p>
    <w:p w:rsidR="00827620" w:rsidRDefault="00827620" w:rsidP="00827620">
      <w:pPr>
        <w:pStyle w:val="libNormal"/>
        <w:rPr>
          <w:rtl/>
        </w:rPr>
      </w:pPr>
      <w:r>
        <w:rPr>
          <w:rtl/>
        </w:rPr>
        <w:t>(بله با زنان نيز مشورت مى توان كرد البته چون معمولا در زنان احساسات آنان غالب است) مشورت مكن مگر با زنانى كه از نظر عقل و خرد به كمال رسيده باشند؛ يعنى مشورت با زنان فهميده عالمه و با كمال اشكالى ندارد.</w:t>
      </w:r>
    </w:p>
    <w:p w:rsidR="00827620" w:rsidRDefault="00D80324" w:rsidP="00827620">
      <w:pPr>
        <w:pStyle w:val="libNormal"/>
        <w:rPr>
          <w:rtl/>
        </w:rPr>
      </w:pPr>
      <w:r>
        <w:rPr>
          <w:rtl/>
        </w:rPr>
        <w:br w:type="page"/>
      </w:r>
    </w:p>
    <w:p w:rsidR="00827620" w:rsidRDefault="00827620" w:rsidP="00D80324">
      <w:pPr>
        <w:pStyle w:val="Heading1"/>
        <w:rPr>
          <w:rtl/>
        </w:rPr>
      </w:pPr>
      <w:bookmarkStart w:id="91" w:name="_Toc479592340"/>
      <w:bookmarkStart w:id="92" w:name="_Toc479592460"/>
      <w:r>
        <w:rPr>
          <w:rFonts w:hint="eastAsia"/>
          <w:rtl/>
        </w:rPr>
        <w:t>انتقاد</w:t>
      </w:r>
      <w:bookmarkEnd w:id="91"/>
      <w:bookmarkEnd w:id="92"/>
    </w:p>
    <w:p w:rsidR="00827620" w:rsidRDefault="00827620" w:rsidP="00827620">
      <w:pPr>
        <w:pStyle w:val="libNormal"/>
        <w:rPr>
          <w:rtl/>
        </w:rPr>
      </w:pPr>
      <w:r>
        <w:rPr>
          <w:rtl/>
        </w:rPr>
        <w:t>١٦٢ - عرض كردم : مولاى من ، آيا ايراد گرفتن يا به اصطلاح انتقاد كردن از كسى يا چيزى درست است يا چون نوعى ريختن آبروى مومن است حرام مى باشد؟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من بصرك عيبك فقد نصحك . </w:t>
      </w:r>
      <w:r w:rsidRPr="00D80324">
        <w:rPr>
          <w:rStyle w:val="libFootnotenumChar"/>
          <w:rtl/>
        </w:rPr>
        <w:t>(١٧٣)</w:t>
      </w:r>
    </w:p>
    <w:p w:rsidR="00827620" w:rsidRDefault="00827620" w:rsidP="00827620">
      <w:pPr>
        <w:pStyle w:val="libNormal"/>
        <w:rPr>
          <w:rtl/>
        </w:rPr>
      </w:pPr>
      <w:r>
        <w:rPr>
          <w:rFonts w:hint="eastAsia"/>
          <w:rtl/>
        </w:rPr>
        <w:t>كسى</w:t>
      </w:r>
      <w:r>
        <w:rPr>
          <w:rtl/>
        </w:rPr>
        <w:t xml:space="preserve"> كه اشكالهاى كار تو و عيوب ترا تذكر دهد خير ترا خواسته است . (يعنى اشكال كار كسى را گفتن كه خودش و روش كارش را اصلاح نمايد بهترين خدمتى است كه به او شده است البته به شرطى كه اولا از روى خيرخواهى و محبت و دلسوزى باشد و ثانيا مخفيانه و به دور از آبروريزى </w:t>
      </w:r>
      <w:r>
        <w:rPr>
          <w:rFonts w:hint="eastAsia"/>
          <w:rtl/>
        </w:rPr>
        <w:t>و</w:t>
      </w:r>
      <w:r>
        <w:rPr>
          <w:rtl/>
        </w:rPr>
        <w:t xml:space="preserve"> دور از انظار نامحرمان باشد.</w:t>
      </w:r>
    </w:p>
    <w:p w:rsidR="00827620" w:rsidRDefault="00827620" w:rsidP="00827620">
      <w:pPr>
        <w:pStyle w:val="libNormal"/>
        <w:rPr>
          <w:rtl/>
        </w:rPr>
      </w:pPr>
      <w:r>
        <w:rPr>
          <w:rFonts w:hint="eastAsia"/>
          <w:rtl/>
        </w:rPr>
        <w:t>متاسفانه</w:t>
      </w:r>
      <w:r>
        <w:rPr>
          <w:rtl/>
        </w:rPr>
        <w:t xml:space="preserve"> بعضى ها خيرخواهى را با انتقام گيرى و خراب كردن و خودنمايى نمودن و تضعيف طرف مقابل اشتباه كرده اند كه اين كار اصلا شايسته نيست .)</w:t>
      </w:r>
    </w:p>
    <w:p w:rsidR="00827620" w:rsidRDefault="00827620" w:rsidP="00827620">
      <w:pPr>
        <w:pStyle w:val="libNormal"/>
        <w:rPr>
          <w:rtl/>
        </w:rPr>
      </w:pPr>
      <w:r>
        <w:rPr>
          <w:rtl/>
        </w:rPr>
        <w:t>١٦٣ - يعنى اگر كسى عيب ما، يا عيب كارمان را بگويد و هدفش اصلاح ما باشد او به ما خدمت كرده است ؟</w:t>
      </w:r>
    </w:p>
    <w:p w:rsidR="00827620" w:rsidRDefault="00827620" w:rsidP="00827620">
      <w:pPr>
        <w:pStyle w:val="libNormal"/>
        <w:rPr>
          <w:rtl/>
        </w:rPr>
      </w:pPr>
      <w:r>
        <w:rPr>
          <w:rFonts w:hint="eastAsia"/>
          <w:rtl/>
        </w:rPr>
        <w:t>فرمودند</w:t>
      </w:r>
      <w:r>
        <w:rPr>
          <w:rtl/>
        </w:rPr>
        <w:t>: (البته كه خدمت كرده و بايد از او تشكر كنى و قدرش را بدانى كه او دوست واقعى توست .)</w:t>
      </w:r>
    </w:p>
    <w:p w:rsidR="00827620" w:rsidRDefault="00827620" w:rsidP="00827620">
      <w:pPr>
        <w:pStyle w:val="libNormal"/>
        <w:rPr>
          <w:rtl/>
        </w:rPr>
      </w:pPr>
      <w:r>
        <w:rPr>
          <w:rFonts w:hint="eastAsia"/>
          <w:rtl/>
        </w:rPr>
        <w:t>ليكن</w:t>
      </w:r>
      <w:r>
        <w:rPr>
          <w:rtl/>
        </w:rPr>
        <w:t xml:space="preserve"> آثر الناس عندك من اهدى اليك عيبك و اعانك على نفسك . </w:t>
      </w:r>
      <w:r w:rsidRPr="00D80324">
        <w:rPr>
          <w:rStyle w:val="libFootnotenumChar"/>
          <w:rtl/>
        </w:rPr>
        <w:t>(١٧٤)</w:t>
      </w:r>
    </w:p>
    <w:p w:rsidR="00827620" w:rsidRDefault="00827620" w:rsidP="00827620">
      <w:pPr>
        <w:pStyle w:val="libNormal"/>
        <w:rPr>
          <w:rtl/>
        </w:rPr>
      </w:pPr>
      <w:r>
        <w:rPr>
          <w:rFonts w:hint="eastAsia"/>
          <w:rtl/>
        </w:rPr>
        <w:t>آن</w:t>
      </w:r>
      <w:r>
        <w:rPr>
          <w:rtl/>
        </w:rPr>
        <w:t xml:space="preserve"> كسى كه اشكال هاى تو را به تو هديه مى كند و براى اصلاح خودت تو را يارى مى كند، بايد نزد تو از همه مقدم تر و عزيزتر باشد.</w:t>
      </w:r>
    </w:p>
    <w:p w:rsidR="00827620" w:rsidRDefault="00827620" w:rsidP="00827620">
      <w:pPr>
        <w:pStyle w:val="libNormal"/>
        <w:rPr>
          <w:rtl/>
        </w:rPr>
      </w:pPr>
      <w:r>
        <w:rPr>
          <w:rFonts w:hint="eastAsia"/>
          <w:rtl/>
        </w:rPr>
        <w:t>بنابراين</w:t>
      </w:r>
      <w:r>
        <w:rPr>
          <w:rtl/>
        </w:rPr>
        <w:t xml:space="preserve"> انتقاد به معنى نشان دادن عيوب شخصى يا عبوب كارش با رعايت حفظ حرمت و آبرو و از روى دلسوزى ، بهترين خدمت است و نبايد كسى </w:t>
      </w:r>
      <w:r>
        <w:rPr>
          <w:rtl/>
        </w:rPr>
        <w:lastRenderedPageBreak/>
        <w:t xml:space="preserve">بدش آيد و ناراحت گردد. بر خلاف انتقادهاى نيشدار و زننده كه به انتقام بيشتر شباهت دارد تا انتقاد و به گفته امام حسين </w:t>
      </w:r>
      <w:r w:rsidR="00196907" w:rsidRPr="00196907">
        <w:rPr>
          <w:rStyle w:val="libAlaemChar"/>
          <w:rtl/>
        </w:rPr>
        <w:t xml:space="preserve">عليه‌السلام </w:t>
      </w:r>
      <w:r>
        <w:rPr>
          <w:rFonts w:hint="eastAsia"/>
          <w:rtl/>
        </w:rPr>
        <w:t>من</w:t>
      </w:r>
      <w:r>
        <w:rPr>
          <w:rtl/>
        </w:rPr>
        <w:t xml:space="preserve"> احبك نهاك و من ابغضك اغراك . </w:t>
      </w:r>
      <w:r w:rsidRPr="00D80324">
        <w:rPr>
          <w:rStyle w:val="libFootnotenumChar"/>
          <w:rtl/>
        </w:rPr>
        <w:t>(١٧٥)</w:t>
      </w:r>
    </w:p>
    <w:p w:rsidR="00827620" w:rsidRDefault="00827620" w:rsidP="00827620">
      <w:pPr>
        <w:pStyle w:val="libNormal"/>
        <w:rPr>
          <w:rtl/>
        </w:rPr>
      </w:pPr>
      <w:r>
        <w:rPr>
          <w:rFonts w:hint="eastAsia"/>
          <w:rtl/>
        </w:rPr>
        <w:t>كسى</w:t>
      </w:r>
      <w:r>
        <w:rPr>
          <w:rtl/>
        </w:rPr>
        <w:t xml:space="preserve"> كه دوست تو باشد تو را از كارهاى زشت و نادرست بازدارد ولى كسى كه دشمن است ؛ تو را به اشتباهى كه مرتكب مى شوى مغرور مى سازد و فريبت مى دهد.</w:t>
      </w:r>
    </w:p>
    <w:p w:rsidR="00827620" w:rsidRDefault="00827620" w:rsidP="00827620">
      <w:pPr>
        <w:pStyle w:val="libNormal"/>
        <w:rPr>
          <w:rtl/>
        </w:rPr>
      </w:pPr>
      <w:r>
        <w:rPr>
          <w:rFonts w:hint="eastAsia"/>
          <w:rtl/>
        </w:rPr>
        <w:t>و</w:t>
      </w:r>
      <w:r>
        <w:rPr>
          <w:rtl/>
        </w:rPr>
        <w:t xml:space="preserve"> بر همين مبنا پيامبر </w:t>
      </w:r>
      <w:r w:rsidR="00196907" w:rsidRPr="00196907">
        <w:rPr>
          <w:rStyle w:val="libAlaemChar"/>
          <w:rtl/>
        </w:rPr>
        <w:t>صلى‌الله‌عليه‌وآله</w:t>
      </w:r>
      <w:r>
        <w:rPr>
          <w:rtl/>
        </w:rPr>
        <w:t xml:space="preserve"> فرموده اند: المومن مراه لاخيه المومن . </w:t>
      </w:r>
      <w:r w:rsidRPr="00D80324">
        <w:rPr>
          <w:rStyle w:val="libFootnotenumChar"/>
          <w:rtl/>
        </w:rPr>
        <w:t>(١٧٦)</w:t>
      </w:r>
      <w:r>
        <w:rPr>
          <w:rtl/>
        </w:rPr>
        <w:t xml:space="preserve"> مومن آينه برادر مومن خود است .</w:t>
      </w:r>
    </w:p>
    <w:p w:rsidR="00827620" w:rsidRDefault="00827620" w:rsidP="00827620">
      <w:pPr>
        <w:pStyle w:val="libNormal"/>
        <w:rPr>
          <w:rtl/>
        </w:rPr>
      </w:pPr>
      <w:r>
        <w:rPr>
          <w:rtl/>
        </w:rPr>
        <w:t>١٦٤ - با اين اوصافى كه فرموديد دوستانى كه فقط تعريف و تمجيد و مدح و ثنا مى گويند و هرگز اشكال ها را نمى گويند دوست واقعى و دلسوز نيستند؛ اين طور نيست ؟</w:t>
      </w:r>
    </w:p>
    <w:p w:rsidR="00827620" w:rsidRDefault="00827620" w:rsidP="00827620">
      <w:pPr>
        <w:pStyle w:val="libNormal"/>
        <w:rPr>
          <w:rtl/>
        </w:rPr>
      </w:pPr>
      <w:r>
        <w:rPr>
          <w:rtl/>
        </w:rPr>
        <w:t>(بله همينطور است . تملق و چاپلوسى و فقط ثناگفتن كار آدم هاى طماع و دورو است)</w:t>
      </w:r>
    </w:p>
    <w:p w:rsidR="00827620" w:rsidRDefault="00827620" w:rsidP="00827620">
      <w:pPr>
        <w:pStyle w:val="libNormal"/>
        <w:rPr>
          <w:rtl/>
        </w:rPr>
      </w:pPr>
      <w:r>
        <w:rPr>
          <w:rFonts w:hint="eastAsia"/>
          <w:rtl/>
        </w:rPr>
        <w:t>انما</w:t>
      </w:r>
      <w:r>
        <w:rPr>
          <w:rtl/>
        </w:rPr>
        <w:t xml:space="preserve"> يحبك من لا يتملقك و يثنى عليك من لا يسمعك . </w:t>
      </w:r>
      <w:r w:rsidRPr="00D80324">
        <w:rPr>
          <w:rStyle w:val="libFootnotenumChar"/>
          <w:rtl/>
        </w:rPr>
        <w:t>(١٧٧)</w:t>
      </w:r>
    </w:p>
    <w:p w:rsidR="00827620" w:rsidRDefault="00827620" w:rsidP="00827620">
      <w:pPr>
        <w:pStyle w:val="libNormal"/>
        <w:rPr>
          <w:rtl/>
        </w:rPr>
      </w:pPr>
      <w:r>
        <w:rPr>
          <w:rFonts w:hint="eastAsia"/>
          <w:rtl/>
        </w:rPr>
        <w:t>آن</w:t>
      </w:r>
      <w:r>
        <w:rPr>
          <w:rtl/>
        </w:rPr>
        <w:t xml:space="preserve"> كسى دوست تو مى باشد كه تملق تو را نگويد و اگر خواست از تو تعريف كند، نگذارد به گوشت برسد.</w:t>
      </w:r>
    </w:p>
    <w:p w:rsidR="00827620" w:rsidRDefault="00827620" w:rsidP="00827620">
      <w:pPr>
        <w:pStyle w:val="libNormal"/>
        <w:rPr>
          <w:rtl/>
        </w:rPr>
      </w:pPr>
      <w:r>
        <w:rPr>
          <w:rtl/>
        </w:rPr>
        <w:t>١٦٥ - آيا مدح و ستايش اشخاص مورد قبول شما نيست ؟</w:t>
      </w:r>
    </w:p>
    <w:p w:rsidR="00827620" w:rsidRDefault="00827620" w:rsidP="00827620">
      <w:pPr>
        <w:pStyle w:val="libNormal"/>
        <w:rPr>
          <w:rtl/>
        </w:rPr>
      </w:pPr>
      <w:r>
        <w:rPr>
          <w:rFonts w:hint="eastAsia"/>
          <w:rtl/>
        </w:rPr>
        <w:t>چرا،</w:t>
      </w:r>
      <w:r>
        <w:rPr>
          <w:rtl/>
        </w:rPr>
        <w:t xml:space="preserve"> ولى نه تعريف و تمجيدهاى منافقانه كه از روى تملق و چاپلوسى و براى رسيدن به منافع خودش باشد.</w:t>
      </w:r>
    </w:p>
    <w:p w:rsidR="00827620" w:rsidRDefault="00827620" w:rsidP="00827620">
      <w:pPr>
        <w:pStyle w:val="libNormal"/>
        <w:rPr>
          <w:rtl/>
        </w:rPr>
      </w:pPr>
      <w:r>
        <w:rPr>
          <w:rFonts w:hint="eastAsia"/>
          <w:rtl/>
        </w:rPr>
        <w:t>من</w:t>
      </w:r>
      <w:r>
        <w:rPr>
          <w:rtl/>
        </w:rPr>
        <w:t xml:space="preserve"> مدحك فقد ذبحك . </w:t>
      </w:r>
      <w:r w:rsidRPr="00D80324">
        <w:rPr>
          <w:rStyle w:val="libFootnotenumChar"/>
          <w:rtl/>
        </w:rPr>
        <w:t>(١٧٨)</w:t>
      </w:r>
    </w:p>
    <w:p w:rsidR="00827620" w:rsidRDefault="00827620" w:rsidP="00827620">
      <w:pPr>
        <w:pStyle w:val="libNormal"/>
        <w:rPr>
          <w:rtl/>
        </w:rPr>
      </w:pPr>
      <w:r>
        <w:rPr>
          <w:rFonts w:hint="eastAsia"/>
          <w:rtl/>
        </w:rPr>
        <w:t>كسى</w:t>
      </w:r>
      <w:r>
        <w:rPr>
          <w:rtl/>
        </w:rPr>
        <w:t xml:space="preserve"> كه ثناى تو را (در حضورت) بگويد سرت را بريده است (چون تو را به اشتباه مى اندازد.)</w:t>
      </w:r>
    </w:p>
    <w:p w:rsidR="00827620" w:rsidRDefault="00827620" w:rsidP="00827620">
      <w:pPr>
        <w:pStyle w:val="libNormal"/>
        <w:rPr>
          <w:rtl/>
        </w:rPr>
      </w:pPr>
      <w:r>
        <w:rPr>
          <w:rFonts w:hint="eastAsia"/>
          <w:rtl/>
        </w:rPr>
        <w:lastRenderedPageBreak/>
        <w:t>من</w:t>
      </w:r>
      <w:r>
        <w:rPr>
          <w:rtl/>
        </w:rPr>
        <w:t xml:space="preserve"> ساتر عيبك فهو عدوك . </w:t>
      </w:r>
      <w:r w:rsidRPr="00D80324">
        <w:rPr>
          <w:rStyle w:val="libFootnotenumChar"/>
          <w:rtl/>
        </w:rPr>
        <w:t>(١٧٩)</w:t>
      </w:r>
    </w:p>
    <w:p w:rsidR="00827620" w:rsidRDefault="00827620" w:rsidP="00827620">
      <w:pPr>
        <w:pStyle w:val="libNormal"/>
        <w:rPr>
          <w:rtl/>
        </w:rPr>
      </w:pPr>
      <w:r>
        <w:rPr>
          <w:rFonts w:hint="eastAsia"/>
          <w:rtl/>
        </w:rPr>
        <w:t>هر</w:t>
      </w:r>
      <w:r>
        <w:rPr>
          <w:rtl/>
        </w:rPr>
        <w:t xml:space="preserve"> كه عيب و ايراد تو را از تو پنهان دارد. (و نگذارد متوجه عيوب خود بشوى) او دشمن تو مى باشد.</w:t>
      </w:r>
    </w:p>
    <w:p w:rsidR="00827620" w:rsidRDefault="00827620" w:rsidP="00827620">
      <w:pPr>
        <w:pStyle w:val="libNormal"/>
        <w:rPr>
          <w:rtl/>
        </w:rPr>
      </w:pPr>
      <w:r>
        <w:rPr>
          <w:rFonts w:hint="eastAsia"/>
          <w:rtl/>
        </w:rPr>
        <w:t>در</w:t>
      </w:r>
      <w:r>
        <w:rPr>
          <w:rtl/>
        </w:rPr>
        <w:t xml:space="preserve"> اينجا چون سخن از انتقاد پيش آمد بى مناسبت نيست كه توضيح بيشترى در مورد انتقاد بدهيم بخصوص كه هر كس به نام انتقاد به خود اجازه مى دهد هر اهانتى را بكند و قداست شكنى كرده و آبروى مردم را بريزد!</w:t>
      </w:r>
    </w:p>
    <w:p w:rsidR="00827620" w:rsidRDefault="00827620" w:rsidP="00827620">
      <w:pPr>
        <w:pStyle w:val="libNormal"/>
        <w:rPr>
          <w:rtl/>
        </w:rPr>
      </w:pPr>
      <w:r>
        <w:rPr>
          <w:rFonts w:hint="eastAsia"/>
          <w:rtl/>
        </w:rPr>
        <w:t>آنچه</w:t>
      </w:r>
      <w:r>
        <w:rPr>
          <w:rtl/>
        </w:rPr>
        <w:t xml:space="preserve"> بايد داشت موقعيت شخصى است كه از او انتقاد مى شود، از نظر اجتماعى ، قداست دينى ، دشمنان و مسائل برون مرزى ، اهميت وحدت و اهميت حفظ نظام اسلامى . مساله انتقادى كه شما از يك فرد معمولى مى كنى با انتقاد از پدر، مادر و استاد، بسيار متفاوت است . يعنى در مور</w:t>
      </w:r>
      <w:r>
        <w:rPr>
          <w:rFonts w:hint="eastAsia"/>
          <w:rtl/>
        </w:rPr>
        <w:t>د</w:t>
      </w:r>
      <w:r>
        <w:rPr>
          <w:rtl/>
        </w:rPr>
        <w:t xml:space="preserve"> پدر و مادر و استاد حفظ احترام و قداست آنان نيز مورد توجه قرار مى گيرد و لحن انتقاد كاملا يك لحن متواضعانه و محترمانه خواهد بود.</w:t>
      </w:r>
    </w:p>
    <w:p w:rsidR="00827620" w:rsidRDefault="00827620" w:rsidP="00827620">
      <w:pPr>
        <w:pStyle w:val="libNormal"/>
        <w:rPr>
          <w:rtl/>
        </w:rPr>
      </w:pPr>
      <w:r>
        <w:rPr>
          <w:rFonts w:hint="eastAsia"/>
          <w:rtl/>
        </w:rPr>
        <w:t>در</w:t>
      </w:r>
      <w:r>
        <w:rPr>
          <w:rtl/>
        </w:rPr>
        <w:t xml:space="preserve"> مورد خدا و رسول </w:t>
      </w:r>
      <w:r w:rsidR="00196907" w:rsidRPr="00196907">
        <w:rPr>
          <w:rStyle w:val="libAlaemChar"/>
          <w:rtl/>
        </w:rPr>
        <w:t>صلى‌الله‌عليه‌وآله</w:t>
      </w:r>
      <w:r>
        <w:rPr>
          <w:rtl/>
        </w:rPr>
        <w:t xml:space="preserve"> و امامان معصوم </w:t>
      </w:r>
      <w:r w:rsidR="00196907" w:rsidRPr="00196907">
        <w:rPr>
          <w:rStyle w:val="libAlaemChar"/>
          <w:rtl/>
        </w:rPr>
        <w:t xml:space="preserve">عليه‌السلام </w:t>
      </w:r>
      <w:r>
        <w:rPr>
          <w:rtl/>
        </w:rPr>
        <w:t xml:space="preserve">كه خالى از اشتباهند نيز انتقاد معنى ندارد البته سوال براى روشن شدن مطلبى و رفع ابهام مانعى ندارد و اين غير از انتقاد است . لكن از غير معصوم </w:t>
      </w:r>
      <w:r w:rsidR="00196907" w:rsidRPr="00196907">
        <w:rPr>
          <w:rStyle w:val="libAlaemChar"/>
          <w:rtl/>
        </w:rPr>
        <w:t xml:space="preserve">عليه‌السلام </w:t>
      </w:r>
      <w:r>
        <w:rPr>
          <w:rtl/>
        </w:rPr>
        <w:t>انتقاد نمودن به معناى صحيح آن حتى رهبر و ولى فقيه بسيار خوب و سازنده است ، اگر رعايت شرايط آن بشود از جمله :</w:t>
      </w:r>
    </w:p>
    <w:p w:rsidR="00827620" w:rsidRDefault="00827620" w:rsidP="00827620">
      <w:pPr>
        <w:pStyle w:val="libNormal"/>
        <w:rPr>
          <w:rtl/>
        </w:rPr>
      </w:pPr>
      <w:r>
        <w:rPr>
          <w:rtl/>
        </w:rPr>
        <w:t>١ - رعايت اخلاق اسلامى</w:t>
      </w:r>
    </w:p>
    <w:p w:rsidR="00827620" w:rsidRDefault="00827620" w:rsidP="00827620">
      <w:pPr>
        <w:pStyle w:val="libNormal"/>
        <w:rPr>
          <w:rtl/>
        </w:rPr>
      </w:pPr>
      <w:r>
        <w:rPr>
          <w:rtl/>
        </w:rPr>
        <w:t>٢ - موضوع انتقاد مستدل و منطقى باشد نه آن كه مبتنى بر شايعه و اخبار غير قابل اعتماد باشد.</w:t>
      </w:r>
    </w:p>
    <w:p w:rsidR="00827620" w:rsidRDefault="00827620" w:rsidP="00827620">
      <w:pPr>
        <w:pStyle w:val="libNormal"/>
        <w:rPr>
          <w:rtl/>
        </w:rPr>
      </w:pPr>
      <w:r>
        <w:rPr>
          <w:rtl/>
        </w:rPr>
        <w:t>٣ - بمنظور اصلاح باشد نه عيب جويى و رسوايى و افشاگرى .</w:t>
      </w:r>
    </w:p>
    <w:p w:rsidR="00827620" w:rsidRDefault="00827620" w:rsidP="00827620">
      <w:pPr>
        <w:pStyle w:val="libNormal"/>
        <w:rPr>
          <w:rtl/>
        </w:rPr>
      </w:pPr>
      <w:r>
        <w:rPr>
          <w:rtl/>
        </w:rPr>
        <w:t>٤ - از روى دلسوزى و صميميت باشد و نه سبب برترى طلبى .</w:t>
      </w:r>
    </w:p>
    <w:p w:rsidR="00827620" w:rsidRDefault="00827620" w:rsidP="00827620">
      <w:pPr>
        <w:pStyle w:val="libNormal"/>
        <w:rPr>
          <w:rtl/>
        </w:rPr>
      </w:pPr>
      <w:r>
        <w:rPr>
          <w:rtl/>
        </w:rPr>
        <w:lastRenderedPageBreak/>
        <w:t>٥ - بدون هيچگونه توهين و جسارت ، بلكه مودبانه و با رعايت شئون دينى باشد.</w:t>
      </w:r>
    </w:p>
    <w:p w:rsidR="00827620" w:rsidRDefault="00827620" w:rsidP="00827620">
      <w:pPr>
        <w:pStyle w:val="libNormal"/>
        <w:rPr>
          <w:rtl/>
        </w:rPr>
      </w:pPr>
      <w:r>
        <w:rPr>
          <w:rFonts w:hint="eastAsia"/>
          <w:rtl/>
        </w:rPr>
        <w:t>و</w:t>
      </w:r>
      <w:r>
        <w:rPr>
          <w:rtl/>
        </w:rPr>
        <w:t xml:space="preserve"> بالاخره به سان هديه اى باشد كه دوست به محبوبترين دوست خود مى دهد.</w:t>
      </w:r>
    </w:p>
    <w:p w:rsidR="00827620" w:rsidRDefault="00827620" w:rsidP="00827620">
      <w:pPr>
        <w:pStyle w:val="libNormal"/>
        <w:rPr>
          <w:rtl/>
        </w:rPr>
      </w:pPr>
      <w:r>
        <w:rPr>
          <w:rFonts w:hint="eastAsia"/>
          <w:rtl/>
        </w:rPr>
        <w:t>احب</w:t>
      </w:r>
      <w:r>
        <w:rPr>
          <w:rtl/>
        </w:rPr>
        <w:t xml:space="preserve"> اخوانى الى من اهداى عيوبى الى </w:t>
      </w:r>
      <w:r w:rsidRPr="00115787">
        <w:rPr>
          <w:rStyle w:val="libFootnotenumChar"/>
          <w:rtl/>
        </w:rPr>
        <w:t>(١٨٠)</w:t>
      </w:r>
    </w:p>
    <w:p w:rsidR="00827620" w:rsidRDefault="00827620" w:rsidP="00827620">
      <w:pPr>
        <w:pStyle w:val="libNormal"/>
        <w:rPr>
          <w:rtl/>
        </w:rPr>
      </w:pPr>
      <w:r>
        <w:rPr>
          <w:rFonts w:hint="eastAsia"/>
          <w:rtl/>
        </w:rPr>
        <w:t>افزون</w:t>
      </w:r>
      <w:r>
        <w:rPr>
          <w:rtl/>
        </w:rPr>
        <w:t xml:space="preserve"> بر موارد فوق بايد حفظ ادب و كمال احترام بشود زيرا حفظ آن قداست ، بر همه لازم و واجب است . چنانكه بايد اهميت موضوع و استفاده تبليغاتى ، كه دشمن از كار او ميكند نيز مدنظر قرار گيرد و لذا گاهى سكوت و عدم انتقاد و حفظ قداست و اسرار از اوجب واجبات است و گ</w:t>
      </w:r>
      <w:r>
        <w:rPr>
          <w:rFonts w:hint="eastAsia"/>
          <w:rtl/>
        </w:rPr>
        <w:t>اهى</w:t>
      </w:r>
      <w:r>
        <w:rPr>
          <w:rtl/>
        </w:rPr>
        <w:t xml:space="preserve"> ضرورت دارد محرمانه و به دور از هياهو باشد. تا ضمن اصلاح و انجام وظيفه ، خوراك تبليغاتى براى دشمنان اسلامى تهيه نكرده باشيم .</w:t>
      </w:r>
    </w:p>
    <w:p w:rsidR="00827620" w:rsidRDefault="00827620" w:rsidP="00827620">
      <w:pPr>
        <w:pStyle w:val="libNormal"/>
        <w:rPr>
          <w:rtl/>
        </w:rPr>
      </w:pPr>
      <w:r>
        <w:rPr>
          <w:rFonts w:hint="eastAsia"/>
          <w:rtl/>
        </w:rPr>
        <w:t>و</w:t>
      </w:r>
      <w:r>
        <w:rPr>
          <w:rtl/>
        </w:rPr>
        <w:t xml:space="preserve"> ضعف ها را براى دشمنان باز نكرده باشيم . حضرت امير </w:t>
      </w:r>
      <w:r w:rsidR="00196907" w:rsidRPr="00196907">
        <w:rPr>
          <w:rStyle w:val="libAlaemChar"/>
          <w:rtl/>
        </w:rPr>
        <w:t xml:space="preserve">عليه‌السلام </w:t>
      </w:r>
      <w:r>
        <w:rPr>
          <w:rtl/>
        </w:rPr>
        <w:t>براى حفظ نظام اسلام و وحدت امت ، سالها شمشير را غلاف كرد. صبر كشنده را بر جنگ و حق خواهى ترجيح داد. اين مسائل بايد براى كسى كه دلش براى اسلام و جمهورى اسلامى مى تپد مورد توجه قرار گيرد. و نه ا</w:t>
      </w:r>
      <w:r>
        <w:rPr>
          <w:rFonts w:hint="eastAsia"/>
          <w:rtl/>
        </w:rPr>
        <w:t>ين</w:t>
      </w:r>
      <w:r>
        <w:rPr>
          <w:rtl/>
        </w:rPr>
        <w:t xml:space="preserve"> كه يك سخنرانى بكند و يا يك مطلبى را بنويسد و كشور را بهم بريزد و دشمنان را برقص وادارد. بسيار جاى تاسف است بعضى ها فقط به منافع شخصى خود مى انديشند و نه منافع اسلام و كشور.</w:t>
      </w:r>
    </w:p>
    <w:p w:rsidR="00827620" w:rsidRDefault="00115787" w:rsidP="00827620">
      <w:pPr>
        <w:pStyle w:val="libNormal"/>
        <w:rPr>
          <w:rtl/>
        </w:rPr>
      </w:pPr>
      <w:r>
        <w:rPr>
          <w:rtl/>
        </w:rPr>
        <w:br w:type="page"/>
      </w:r>
    </w:p>
    <w:p w:rsidR="00827620" w:rsidRDefault="00827620" w:rsidP="00115787">
      <w:pPr>
        <w:pStyle w:val="Heading1"/>
        <w:rPr>
          <w:rtl/>
        </w:rPr>
      </w:pPr>
      <w:bookmarkStart w:id="93" w:name="_Toc479592341"/>
      <w:bookmarkStart w:id="94" w:name="_Toc479592461"/>
      <w:r>
        <w:rPr>
          <w:rFonts w:hint="eastAsia"/>
          <w:rtl/>
        </w:rPr>
        <w:t>ايمان</w:t>
      </w:r>
      <w:bookmarkEnd w:id="93"/>
      <w:bookmarkEnd w:id="94"/>
    </w:p>
    <w:p w:rsidR="00827620" w:rsidRDefault="00827620" w:rsidP="00827620">
      <w:pPr>
        <w:pStyle w:val="libNormal"/>
        <w:rPr>
          <w:rtl/>
        </w:rPr>
      </w:pPr>
      <w:r>
        <w:rPr>
          <w:rtl/>
        </w:rPr>
        <w:t>١٦٦ - مولاى من ، چه كسى مغبون و زيان كرده است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المغبون من فسد دينه . </w:t>
      </w:r>
      <w:r w:rsidRPr="00385B99">
        <w:rPr>
          <w:rStyle w:val="libFootnotenumChar"/>
          <w:rtl/>
        </w:rPr>
        <w:t>(١٨١)</w:t>
      </w:r>
    </w:p>
    <w:p w:rsidR="00827620" w:rsidRDefault="00827620" w:rsidP="00827620">
      <w:pPr>
        <w:pStyle w:val="libNormal"/>
        <w:rPr>
          <w:rtl/>
        </w:rPr>
      </w:pPr>
      <w:r>
        <w:rPr>
          <w:rFonts w:hint="eastAsia"/>
          <w:rtl/>
        </w:rPr>
        <w:t>مغبون</w:t>
      </w:r>
      <w:r>
        <w:rPr>
          <w:rtl/>
        </w:rPr>
        <w:t xml:space="preserve"> (واقعى) كسى است كه دينش تباه و فاسد شده باشد. (زيرا كسى كه مالش فاسد شود، هر چند مغبون است ، ولى ضرر مالى قابل جبران است و جبران هم كه نشود به جايى بر نمى خورد ولى مغبون دين قابل جبران نخواهد بود.)</w:t>
      </w:r>
    </w:p>
    <w:p w:rsidR="00827620" w:rsidRDefault="00827620" w:rsidP="00827620">
      <w:pPr>
        <w:pStyle w:val="libNormal"/>
        <w:rPr>
          <w:rtl/>
        </w:rPr>
      </w:pPr>
      <w:r>
        <w:rPr>
          <w:rtl/>
        </w:rPr>
        <w:t>١٦٧ - عرض كردم آيا ايمان فقط به گفتار است يا گفتار و كردار با هم ؟</w:t>
      </w:r>
    </w:p>
    <w:p w:rsidR="00827620" w:rsidRDefault="00827620" w:rsidP="00827620">
      <w:pPr>
        <w:pStyle w:val="libNormal"/>
        <w:rPr>
          <w:rtl/>
        </w:rPr>
      </w:pPr>
      <w:r>
        <w:rPr>
          <w:rFonts w:hint="eastAsia"/>
          <w:rtl/>
        </w:rPr>
        <w:t>الايمان</w:t>
      </w:r>
      <w:r>
        <w:rPr>
          <w:rtl/>
        </w:rPr>
        <w:t xml:space="preserve"> قول و عمل ام قول بلا عمل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الايمان تصديق بالجنان و قول باللسان و عمل بالاركان و هو عمل كله . </w:t>
      </w:r>
      <w:r w:rsidRPr="00385B99">
        <w:rPr>
          <w:rStyle w:val="libFootnotenumChar"/>
          <w:rtl/>
        </w:rPr>
        <w:t>(١٨٢)</w:t>
      </w:r>
    </w:p>
    <w:p w:rsidR="00827620" w:rsidRDefault="00827620" w:rsidP="00827620">
      <w:pPr>
        <w:pStyle w:val="libNormal"/>
        <w:rPr>
          <w:rtl/>
        </w:rPr>
      </w:pPr>
      <w:r>
        <w:rPr>
          <w:rFonts w:hint="eastAsia"/>
          <w:rtl/>
        </w:rPr>
        <w:t>امام</w:t>
      </w:r>
      <w:r>
        <w:rPr>
          <w:rtl/>
        </w:rPr>
        <w:t xml:space="preserve"> </w:t>
      </w:r>
      <w:r w:rsidR="00196907" w:rsidRPr="00196907">
        <w:rPr>
          <w:rStyle w:val="libAlaemChar"/>
          <w:rtl/>
        </w:rPr>
        <w:t xml:space="preserve">عليه‌السلام </w:t>
      </w:r>
      <w:r>
        <w:rPr>
          <w:rtl/>
        </w:rPr>
        <w:t>فرمودند: ايمان (عبارتست از) اعتقاد قلبى (به مبدا و معاد و انبياء) و گفتار با زبان (شهادتين) و كردار و عمل با اعضاء و جوارح و تمام اين ها مراحل عمل است . (پس ايمان كردار است و نه گفتار تنها.)</w:t>
      </w:r>
    </w:p>
    <w:p w:rsidR="00827620" w:rsidRDefault="00827620" w:rsidP="00827620">
      <w:pPr>
        <w:pStyle w:val="libNormal"/>
        <w:rPr>
          <w:rtl/>
        </w:rPr>
      </w:pPr>
      <w:r>
        <w:rPr>
          <w:rtl/>
        </w:rPr>
        <w:t>١٦٨ - عرض كردم : آيا كسانى كه خود را مومن مى دانند ولى در عمل سست هستند و يا در آرزوى ايمان هستند كه اى كاش ما هم مقدس بوديم آيا مومن هستند؟ و آيا با اين ادعا ايمان و قداست محقق مى شود؟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الايمان و العمل اخوان توءمان و رفيقان لا يفترقان لا يقبل الله احدهما الا بصاحبه . </w:t>
      </w:r>
      <w:r w:rsidRPr="00385B99">
        <w:rPr>
          <w:rStyle w:val="libFootnotenumChar"/>
          <w:rtl/>
        </w:rPr>
        <w:t>(١٨٣)</w:t>
      </w:r>
    </w:p>
    <w:p w:rsidR="00827620" w:rsidRDefault="00827620" w:rsidP="00827620">
      <w:pPr>
        <w:pStyle w:val="libNormal"/>
        <w:rPr>
          <w:rtl/>
        </w:rPr>
      </w:pPr>
      <w:r>
        <w:rPr>
          <w:rFonts w:hint="eastAsia"/>
          <w:rtl/>
        </w:rPr>
        <w:t>فرمودند</w:t>
      </w:r>
      <w:r>
        <w:rPr>
          <w:rtl/>
        </w:rPr>
        <w:t>: ايمان و عمل مانند دو برادر دو قلو و دو رفيق جدا ناشدنى اند كه خداوند هيچكدام را بدون ديگرى نمى پذيرد.</w:t>
      </w:r>
    </w:p>
    <w:p w:rsidR="00827620" w:rsidRDefault="00827620" w:rsidP="00827620">
      <w:pPr>
        <w:pStyle w:val="libNormal"/>
        <w:rPr>
          <w:rtl/>
        </w:rPr>
      </w:pPr>
      <w:r>
        <w:rPr>
          <w:rFonts w:hint="eastAsia"/>
          <w:rtl/>
        </w:rPr>
        <w:lastRenderedPageBreak/>
        <w:t>و</w:t>
      </w:r>
      <w:r>
        <w:rPr>
          <w:rtl/>
        </w:rPr>
        <w:t xml:space="preserve"> به قول امام صادق </w:t>
      </w:r>
      <w:r w:rsidR="00196907" w:rsidRPr="00196907">
        <w:rPr>
          <w:rStyle w:val="libAlaemChar"/>
          <w:rtl/>
        </w:rPr>
        <w:t xml:space="preserve">عليه‌السلام </w:t>
      </w:r>
      <w:r>
        <w:rPr>
          <w:rtl/>
        </w:rPr>
        <w:t xml:space="preserve">: ليس الايمان بالتحلى و لا بالتمنى ، ولكن الايمان ما خلص فى القلوب و صدقته الاعمال . </w:t>
      </w:r>
      <w:r w:rsidRPr="00385B99">
        <w:rPr>
          <w:rStyle w:val="libFootnotenumChar"/>
          <w:rtl/>
        </w:rPr>
        <w:t>(١٨٤)</w:t>
      </w:r>
    </w:p>
    <w:p w:rsidR="00827620" w:rsidRDefault="00827620" w:rsidP="00827620">
      <w:pPr>
        <w:pStyle w:val="libNormal"/>
        <w:rPr>
          <w:rtl/>
        </w:rPr>
      </w:pPr>
      <w:r>
        <w:rPr>
          <w:rFonts w:hint="eastAsia"/>
          <w:rtl/>
        </w:rPr>
        <w:t>ايمان</w:t>
      </w:r>
      <w:r>
        <w:rPr>
          <w:rtl/>
        </w:rPr>
        <w:t xml:space="preserve"> نه به جلوه هاى ظاهرى و رنگ عوض كردن است و نه به آرزو كردن بلكه ايمان چيزى است كه در دلها خالص گردد و دلها باور كند و كردار آدمى آنرا تصديق نمايد. (اعتقاد و عمل).</w:t>
      </w:r>
    </w:p>
    <w:p w:rsidR="00827620" w:rsidRDefault="00385B99" w:rsidP="00827620">
      <w:pPr>
        <w:pStyle w:val="libNormal"/>
        <w:rPr>
          <w:rtl/>
        </w:rPr>
      </w:pPr>
      <w:r>
        <w:rPr>
          <w:rtl/>
        </w:rPr>
        <w:br w:type="page"/>
      </w:r>
    </w:p>
    <w:p w:rsidR="00827620" w:rsidRDefault="00827620" w:rsidP="00385B99">
      <w:pPr>
        <w:pStyle w:val="Heading1"/>
        <w:rPr>
          <w:rtl/>
        </w:rPr>
      </w:pPr>
      <w:bookmarkStart w:id="95" w:name="_Toc479592342"/>
      <w:bookmarkStart w:id="96" w:name="_Toc479592462"/>
      <w:r>
        <w:rPr>
          <w:rFonts w:hint="eastAsia"/>
          <w:rtl/>
        </w:rPr>
        <w:t>هدف</w:t>
      </w:r>
      <w:r>
        <w:rPr>
          <w:rtl/>
        </w:rPr>
        <w:t xml:space="preserve"> پيامبران</w:t>
      </w:r>
      <w:bookmarkEnd w:id="95"/>
      <w:bookmarkEnd w:id="96"/>
    </w:p>
    <w:p w:rsidR="00827620" w:rsidRDefault="00827620" w:rsidP="00827620">
      <w:pPr>
        <w:pStyle w:val="libNormal"/>
        <w:rPr>
          <w:rtl/>
        </w:rPr>
      </w:pPr>
      <w:r>
        <w:rPr>
          <w:rtl/>
        </w:rPr>
        <w:t xml:space="preserve">١٦٩ - بفرمائيد: روح دعوت انبياء </w:t>
      </w:r>
      <w:r w:rsidR="00196907" w:rsidRPr="00196907">
        <w:rPr>
          <w:rStyle w:val="libAlaemChar"/>
          <w:rtl/>
        </w:rPr>
        <w:t xml:space="preserve">عليهم‌السلام </w:t>
      </w:r>
      <w:r>
        <w:rPr>
          <w:rtl/>
        </w:rPr>
        <w:t>در چه بود و هدف اصلى آنها را چه تشكيل مى داد؟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ان الله تعالى بعث محمدا </w:t>
      </w:r>
      <w:r w:rsidR="00196907" w:rsidRPr="00196907">
        <w:rPr>
          <w:rStyle w:val="libAlaemChar"/>
          <w:rtl/>
        </w:rPr>
        <w:t>صلى‌الله‌عليه‌وآله</w:t>
      </w:r>
      <w:r>
        <w:rPr>
          <w:rtl/>
        </w:rPr>
        <w:t xml:space="preserve"> بالحق عباده من عباده عباده الى عبادته و من عهود عباده الى عهوده و من طاعه عباده الى طاعته و من ولايه عباده الى ولايته . </w:t>
      </w:r>
      <w:r w:rsidRPr="00385B99">
        <w:rPr>
          <w:rStyle w:val="libFootnotenumChar"/>
          <w:rtl/>
        </w:rPr>
        <w:t>(١٨٥)</w:t>
      </w:r>
    </w:p>
    <w:p w:rsidR="00827620" w:rsidRDefault="00827620" w:rsidP="00827620">
      <w:pPr>
        <w:pStyle w:val="libNormal"/>
        <w:rPr>
          <w:rtl/>
        </w:rPr>
      </w:pPr>
      <w:r>
        <w:rPr>
          <w:rFonts w:hint="eastAsia"/>
          <w:rtl/>
        </w:rPr>
        <w:t>فرمودند</w:t>
      </w:r>
      <w:r>
        <w:rPr>
          <w:rtl/>
        </w:rPr>
        <w:t>: خداوند پيامبر خويش را مبعوث گردانيد كه حق را گسترش دهد تا در نتيجه آن :</w:t>
      </w:r>
    </w:p>
    <w:p w:rsidR="00827620" w:rsidRDefault="00827620" w:rsidP="00827620">
      <w:pPr>
        <w:pStyle w:val="libNormal"/>
        <w:rPr>
          <w:rtl/>
        </w:rPr>
      </w:pPr>
      <w:r>
        <w:rPr>
          <w:rtl/>
        </w:rPr>
        <w:t>١ - بندگان خدا را از بندگى (و عبادت) بندگان آزاد سازد و زير چتر بندگى و پرستش خدا درآورد.</w:t>
      </w:r>
    </w:p>
    <w:p w:rsidR="00827620" w:rsidRDefault="00827620" w:rsidP="00827620">
      <w:pPr>
        <w:pStyle w:val="libNormal"/>
        <w:rPr>
          <w:rtl/>
        </w:rPr>
      </w:pPr>
      <w:r>
        <w:rPr>
          <w:rtl/>
        </w:rPr>
        <w:t>٢ - آنها را از تقليد به عهد و پيمان شرك و مشركان آزاد سازد و به عهد و پيمان خدا فراخواند.</w:t>
      </w:r>
    </w:p>
    <w:p w:rsidR="00827620" w:rsidRDefault="00827620" w:rsidP="00827620">
      <w:pPr>
        <w:pStyle w:val="libNormal"/>
        <w:rPr>
          <w:rtl/>
        </w:rPr>
      </w:pPr>
      <w:r>
        <w:rPr>
          <w:rtl/>
        </w:rPr>
        <w:t>٣ - از فرمانبرى بندگان آزادشان سازد و به اطاعت از فرامين خدا دعوتشان كند.</w:t>
      </w:r>
    </w:p>
    <w:p w:rsidR="00827620" w:rsidRDefault="00827620" w:rsidP="00827620">
      <w:pPr>
        <w:pStyle w:val="libNormal"/>
        <w:rPr>
          <w:rtl/>
        </w:rPr>
      </w:pPr>
      <w:r>
        <w:rPr>
          <w:rtl/>
        </w:rPr>
        <w:t>٤ - آنها را از سلطه ولايت و حكومت ظالمانه بندگان بيرون آورد و به زير لواى حكومت و ولايت خدا ببرد.</w:t>
      </w:r>
    </w:p>
    <w:p w:rsidR="00827620" w:rsidRDefault="00827620" w:rsidP="00827620">
      <w:pPr>
        <w:pStyle w:val="libNormal"/>
        <w:rPr>
          <w:rtl/>
        </w:rPr>
      </w:pPr>
      <w:r>
        <w:rPr>
          <w:rFonts w:hint="eastAsia"/>
          <w:rtl/>
        </w:rPr>
        <w:t>يعنى</w:t>
      </w:r>
      <w:r>
        <w:rPr>
          <w:rtl/>
        </w:rPr>
        <w:t xml:space="preserve"> تمام مظاهر شرك را محو و نابود نمايد و درخت توحيد و ولايت الله را جايگزين سازد.</w:t>
      </w:r>
    </w:p>
    <w:p w:rsidR="00827620" w:rsidRDefault="00385B99" w:rsidP="00827620">
      <w:pPr>
        <w:pStyle w:val="libNormal"/>
        <w:rPr>
          <w:rtl/>
        </w:rPr>
      </w:pPr>
      <w:r>
        <w:rPr>
          <w:rtl/>
        </w:rPr>
        <w:br w:type="page"/>
      </w:r>
    </w:p>
    <w:p w:rsidR="00827620" w:rsidRDefault="00827620" w:rsidP="00385B99">
      <w:pPr>
        <w:pStyle w:val="Heading1"/>
        <w:rPr>
          <w:rtl/>
        </w:rPr>
      </w:pPr>
      <w:bookmarkStart w:id="97" w:name="_Toc479592343"/>
      <w:bookmarkStart w:id="98" w:name="_Toc479592463"/>
      <w:r>
        <w:rPr>
          <w:rFonts w:hint="eastAsia"/>
          <w:rtl/>
        </w:rPr>
        <w:t>مومن</w:t>
      </w:r>
      <w:r>
        <w:rPr>
          <w:rtl/>
        </w:rPr>
        <w:t xml:space="preserve"> كيست ؟</w:t>
      </w:r>
      <w:bookmarkEnd w:id="97"/>
      <w:bookmarkEnd w:id="98"/>
    </w:p>
    <w:p w:rsidR="00827620" w:rsidRDefault="00827620" w:rsidP="00827620">
      <w:pPr>
        <w:pStyle w:val="libNormal"/>
        <w:rPr>
          <w:rtl/>
        </w:rPr>
      </w:pPr>
      <w:r>
        <w:rPr>
          <w:rtl/>
        </w:rPr>
        <w:t>١٧٠ - عرض كردم : مولاى مومنين ، لطفا در يك جمله ، مومن را معرفى بفرمائيد؟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قال لى رسول الله يا على : المومن من امنه المسلمون على اموالهم و دمائهم و المسلم من سلم المسلمون من يده و لسانه </w:t>
      </w:r>
      <w:r w:rsidRPr="00385B99">
        <w:rPr>
          <w:rStyle w:val="libFootnotenumChar"/>
          <w:rtl/>
        </w:rPr>
        <w:t>. (١٨٦)</w:t>
      </w:r>
    </w:p>
    <w:p w:rsidR="00827620" w:rsidRDefault="00827620" w:rsidP="00827620">
      <w:pPr>
        <w:pStyle w:val="libNormal"/>
        <w:rPr>
          <w:rtl/>
        </w:rPr>
      </w:pPr>
      <w:r>
        <w:rPr>
          <w:rFonts w:hint="eastAsia"/>
          <w:rtl/>
        </w:rPr>
        <w:t>فرمودند</w:t>
      </w:r>
      <w:r>
        <w:rPr>
          <w:rtl/>
        </w:rPr>
        <w:t xml:space="preserve">: پيامبر </w:t>
      </w:r>
      <w:r w:rsidR="00196907" w:rsidRPr="00196907">
        <w:rPr>
          <w:rStyle w:val="libAlaemChar"/>
          <w:rtl/>
        </w:rPr>
        <w:t>صلى‌الله‌عليه‌وآله</w:t>
      </w:r>
      <w:r>
        <w:rPr>
          <w:rtl/>
        </w:rPr>
        <w:t xml:space="preserve"> به من فرمودند: على جان ! مومن كسى است كه مسلمانان او را بر مال و خون خود امين بدانند (به مال و جان كسى تعدى نكند) و مسلمان كسى است كه ديگر مسلمانان از دست و زبان او در امان باشند.</w:t>
      </w:r>
    </w:p>
    <w:p w:rsidR="00827620" w:rsidRDefault="00385B99" w:rsidP="00827620">
      <w:pPr>
        <w:pStyle w:val="libNormal"/>
        <w:rPr>
          <w:rtl/>
        </w:rPr>
      </w:pPr>
      <w:r>
        <w:rPr>
          <w:rtl/>
        </w:rPr>
        <w:br w:type="page"/>
      </w:r>
    </w:p>
    <w:p w:rsidR="00827620" w:rsidRDefault="00827620" w:rsidP="00385B99">
      <w:pPr>
        <w:pStyle w:val="Heading1"/>
        <w:rPr>
          <w:rtl/>
        </w:rPr>
      </w:pPr>
      <w:bookmarkStart w:id="99" w:name="_Toc479592344"/>
      <w:bookmarkStart w:id="100" w:name="_Toc479592464"/>
      <w:r>
        <w:rPr>
          <w:rFonts w:hint="eastAsia"/>
          <w:rtl/>
        </w:rPr>
        <w:t>وحدت</w:t>
      </w:r>
      <w:bookmarkEnd w:id="99"/>
      <w:bookmarkEnd w:id="100"/>
    </w:p>
    <w:p w:rsidR="00827620" w:rsidRDefault="00827620" w:rsidP="00827620">
      <w:pPr>
        <w:pStyle w:val="libNormal"/>
        <w:rPr>
          <w:rtl/>
        </w:rPr>
      </w:pPr>
      <w:r>
        <w:rPr>
          <w:rtl/>
        </w:rPr>
        <w:t>١٧١ - درباره وحدت از مولا پرسيدم ؟</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 و الزموا السواد الاعظم فان يدالله على الجماعه و اياكم و الفرقه فان الشاذ من الناس للشيطان ، كما ان الشاد من الغنم للذئب . </w:t>
      </w:r>
      <w:r w:rsidRPr="00385B99">
        <w:rPr>
          <w:rStyle w:val="libFootnotenumChar"/>
          <w:rtl/>
        </w:rPr>
        <w:t>(١٨٧)</w:t>
      </w:r>
    </w:p>
    <w:p w:rsidR="00827620" w:rsidRDefault="00827620" w:rsidP="00827620">
      <w:pPr>
        <w:pStyle w:val="libNormal"/>
        <w:rPr>
          <w:rtl/>
        </w:rPr>
      </w:pPr>
      <w:r>
        <w:rPr>
          <w:rFonts w:hint="eastAsia"/>
          <w:rtl/>
        </w:rPr>
        <w:t>حضرت</w:t>
      </w:r>
      <w:r>
        <w:rPr>
          <w:rtl/>
        </w:rPr>
        <w:t xml:space="preserve"> فرمود: به جمعيت انبوه ملحق شويد زيرا دست خداوند بر سر اجتماع است و از تفرقه پرهيز كنيد كه انسان جدا شده از اجتماع ، نصيب شيطان است همانطور كه گوسفند جدا شده از گله نصيب گرگ خواهد بود.</w:t>
      </w:r>
    </w:p>
    <w:p w:rsidR="00827620" w:rsidRDefault="00827620" w:rsidP="00827620">
      <w:pPr>
        <w:pStyle w:val="libNormal"/>
        <w:rPr>
          <w:rtl/>
        </w:rPr>
      </w:pPr>
      <w:r>
        <w:rPr>
          <w:rFonts w:hint="eastAsia"/>
          <w:rtl/>
        </w:rPr>
        <w:t>و</w:t>
      </w:r>
      <w:r>
        <w:rPr>
          <w:rtl/>
        </w:rPr>
        <w:t xml:space="preserve"> اسكن الامصار العظام ، فانها جماع المسلمين . در شهرهاى بزرگ ساكن شويد كه محل اجتماع مسلمين است . </w:t>
      </w:r>
      <w:r w:rsidRPr="00385B99">
        <w:rPr>
          <w:rStyle w:val="libFootnotenumChar"/>
          <w:rtl/>
        </w:rPr>
        <w:t>(١٨٨)</w:t>
      </w:r>
    </w:p>
    <w:p w:rsidR="00827620" w:rsidRDefault="00385B99" w:rsidP="00827620">
      <w:pPr>
        <w:pStyle w:val="libNormal"/>
        <w:rPr>
          <w:rtl/>
        </w:rPr>
      </w:pPr>
      <w:r>
        <w:rPr>
          <w:rtl/>
        </w:rPr>
        <w:br w:type="page"/>
      </w:r>
    </w:p>
    <w:p w:rsidR="00827620" w:rsidRDefault="00827620" w:rsidP="00385B99">
      <w:pPr>
        <w:pStyle w:val="Heading1"/>
        <w:rPr>
          <w:rtl/>
        </w:rPr>
      </w:pPr>
      <w:bookmarkStart w:id="101" w:name="_Toc479592345"/>
      <w:bookmarkStart w:id="102" w:name="_Toc479592465"/>
      <w:r>
        <w:rPr>
          <w:rFonts w:hint="eastAsia"/>
          <w:rtl/>
        </w:rPr>
        <w:t>كارهاى</w:t>
      </w:r>
      <w:r>
        <w:rPr>
          <w:rtl/>
        </w:rPr>
        <w:t xml:space="preserve"> زشت را كوچك نشماريد</w:t>
      </w:r>
      <w:bookmarkEnd w:id="101"/>
      <w:bookmarkEnd w:id="102"/>
    </w:p>
    <w:p w:rsidR="00827620" w:rsidRDefault="00827620" w:rsidP="00827620">
      <w:pPr>
        <w:pStyle w:val="libNormal"/>
        <w:rPr>
          <w:rtl/>
        </w:rPr>
      </w:pPr>
      <w:r>
        <w:rPr>
          <w:rtl/>
        </w:rPr>
        <w:t>١٧٢ - عرض كردم : اماما، بعضى ها كارهاى زشت و گناهان را كوچك مى شمارند و به نظر خودشان كار زياد بدى انجام نداده اند و بعضى ديگر بر خلاف اينان ، داراى غرور هستند و كارهاى خوب خود را زياد مى پندارند و به رخ اين و آن مى كشند. آيا اين روحيه درستى است ؟</w:t>
      </w:r>
    </w:p>
    <w:p w:rsidR="00827620" w:rsidRDefault="00827620" w:rsidP="00827620">
      <w:pPr>
        <w:pStyle w:val="libNormal"/>
        <w:rPr>
          <w:rtl/>
        </w:rPr>
      </w:pPr>
      <w:r>
        <w:rPr>
          <w:rFonts w:hint="eastAsia"/>
          <w:rtl/>
        </w:rPr>
        <w:t>حضرت</w:t>
      </w:r>
      <w:r>
        <w:rPr>
          <w:rtl/>
        </w:rPr>
        <w:t xml:space="preserve"> فرمودند: (خير، كار زشت اندك آن هم زياد است و اثرات و تبعات آن قابل تحمل نيست ، چنانكه نياز انسان به قدرى زياد است كه هر چه كار خوب و اعمال صالحه داشته باشد نبايد فكر كند كه زياد است ، زيرا نياز او بيشتر است بنابراين) لا تحقروا شيئا من الشر و ان صغر فى اعينكم و لا تستكثروا الخير و ان كثر فى اعينكم . </w:t>
      </w:r>
      <w:r w:rsidRPr="00385B99">
        <w:rPr>
          <w:rStyle w:val="libFootnotenumChar"/>
          <w:rtl/>
        </w:rPr>
        <w:t>(١٨٩)</w:t>
      </w:r>
    </w:p>
    <w:p w:rsidR="00827620" w:rsidRDefault="00827620" w:rsidP="00827620">
      <w:pPr>
        <w:pStyle w:val="libNormal"/>
        <w:rPr>
          <w:rtl/>
        </w:rPr>
      </w:pPr>
      <w:r>
        <w:rPr>
          <w:rFonts w:hint="eastAsia"/>
          <w:rtl/>
        </w:rPr>
        <w:t>كوچك</w:t>
      </w:r>
      <w:r>
        <w:rPr>
          <w:rtl/>
        </w:rPr>
        <w:t xml:space="preserve"> مشماريد هر يك از كارهاى بد را هر چند در چشم شما كوچك و حقير باشد و كار خير و نيك را نيز بسيار مشماريد هر چند به نظرتان بزرگ و زياد باشد.</w:t>
      </w:r>
    </w:p>
    <w:p w:rsidR="00827620" w:rsidRDefault="00827620" w:rsidP="00827620">
      <w:pPr>
        <w:pStyle w:val="libNormal"/>
        <w:rPr>
          <w:rtl/>
        </w:rPr>
      </w:pPr>
      <w:r>
        <w:rPr>
          <w:rtl/>
        </w:rPr>
        <w:t>١٧٣ - يعنى مى فرمائيد گناه كوچك را هم ترك كنيم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اوصيك ان لايكونن لعمل الخير عندك غايه فى الكثره و لالعمل الاثم عندك غايه فى القله . </w:t>
      </w:r>
      <w:r w:rsidRPr="00385B99">
        <w:rPr>
          <w:rStyle w:val="libFootnotenumChar"/>
          <w:rtl/>
        </w:rPr>
        <w:t>(١٩٠)</w:t>
      </w:r>
    </w:p>
    <w:p w:rsidR="00827620" w:rsidRDefault="00827620" w:rsidP="00827620">
      <w:pPr>
        <w:pStyle w:val="libNormal"/>
        <w:rPr>
          <w:rtl/>
        </w:rPr>
      </w:pPr>
      <w:r>
        <w:rPr>
          <w:rtl/>
        </w:rPr>
        <w:t>(بله - شما نبايد به كوچكى گناه نگاه كنى بلكه به بزرگى كسى كه معصيت او را كرده اى (خداوند متعال) توجه داشته باشى و نيز به كار خير و زيادى آن نگاه نكن بلكه به نياز خود نگاه كن بنابراين) تو را سفارش مى كنم هرگز براى كارهاى خوب ، انتها و پايانى قائل نباشى (و ه</w:t>
      </w:r>
      <w:r>
        <w:rPr>
          <w:rFonts w:hint="eastAsia"/>
          <w:rtl/>
        </w:rPr>
        <w:t>ر</w:t>
      </w:r>
      <w:r>
        <w:rPr>
          <w:rtl/>
        </w:rPr>
        <w:t xml:space="preserve"> چه انجام دهى باز هم آنرا نسبت به نيازت اندك بدان ) و نيز براى كار بد و زشتى آن و لزوم ترك آن ، </w:t>
      </w:r>
      <w:r>
        <w:rPr>
          <w:rtl/>
        </w:rPr>
        <w:lastRenderedPageBreak/>
        <w:t>پايانى قائل نباشى هر چند بسيار اندك باشد و اصولا يكى از نشانه هاى انسان هاى مومن كوچك نشمردن كارهاى زشت و اندك دانستن خوبى هاست كه از زشتى پرهيز كند و از انجام كار خير دريغ نداشته باشد.)</w:t>
      </w:r>
    </w:p>
    <w:p w:rsidR="00827620" w:rsidRDefault="00385B99" w:rsidP="00827620">
      <w:pPr>
        <w:pStyle w:val="libNormal"/>
        <w:rPr>
          <w:rtl/>
        </w:rPr>
      </w:pPr>
      <w:r>
        <w:rPr>
          <w:rtl/>
        </w:rPr>
        <w:br w:type="page"/>
      </w:r>
    </w:p>
    <w:p w:rsidR="00827620" w:rsidRDefault="00827620" w:rsidP="00385B99">
      <w:pPr>
        <w:pStyle w:val="Heading1"/>
        <w:rPr>
          <w:rtl/>
        </w:rPr>
      </w:pPr>
      <w:bookmarkStart w:id="103" w:name="_Toc479592346"/>
      <w:bookmarkStart w:id="104" w:name="_Toc479592466"/>
      <w:r>
        <w:rPr>
          <w:rFonts w:hint="eastAsia"/>
          <w:rtl/>
        </w:rPr>
        <w:t>تدبير</w:t>
      </w:r>
      <w:r>
        <w:rPr>
          <w:rtl/>
        </w:rPr>
        <w:t xml:space="preserve"> امور</w:t>
      </w:r>
      <w:bookmarkEnd w:id="103"/>
      <w:bookmarkEnd w:id="104"/>
    </w:p>
    <w:p w:rsidR="00827620" w:rsidRDefault="00827620" w:rsidP="00827620">
      <w:pPr>
        <w:pStyle w:val="libNormal"/>
        <w:rPr>
          <w:rtl/>
        </w:rPr>
      </w:pPr>
      <w:r>
        <w:rPr>
          <w:rtl/>
        </w:rPr>
        <w:t>١٧٤ - آيا تدبير و دقت در امور به نظر شما لازمه مديريت و اصلاح امور است يا چندان اهميتى ندارد؟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 ايها الناس لا خير فى دنيا لا تدبير فيه . </w:t>
      </w:r>
      <w:r w:rsidRPr="00385B99">
        <w:rPr>
          <w:rStyle w:val="libFootnotenumChar"/>
          <w:rtl/>
        </w:rPr>
        <w:t>(١٩١)</w:t>
      </w:r>
    </w:p>
    <w:p w:rsidR="00827620" w:rsidRDefault="00827620" w:rsidP="00827620">
      <w:pPr>
        <w:pStyle w:val="libNormal"/>
        <w:rPr>
          <w:rtl/>
        </w:rPr>
      </w:pPr>
      <w:r>
        <w:rPr>
          <w:rFonts w:hint="eastAsia"/>
          <w:rtl/>
        </w:rPr>
        <w:t>فرمودند</w:t>
      </w:r>
      <w:r>
        <w:rPr>
          <w:rtl/>
        </w:rPr>
        <w:t>: (اصلا) امور دنيا اگر بدون تدبير و فكر انجام گيرد بدون خير و بى نتيجه است .</w:t>
      </w:r>
    </w:p>
    <w:p w:rsidR="00827620" w:rsidRDefault="00827620" w:rsidP="00827620">
      <w:pPr>
        <w:pStyle w:val="libNormal"/>
        <w:rPr>
          <w:rtl/>
        </w:rPr>
      </w:pPr>
      <w:r>
        <w:rPr>
          <w:rtl/>
        </w:rPr>
        <w:t>١٧٥ - يعنى عقل و خرد كفايت نمى كند و حتما تدبير لازم است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لا عقل كا التدبير. </w:t>
      </w:r>
      <w:r w:rsidRPr="00385B99">
        <w:rPr>
          <w:rStyle w:val="libFootnotenumChar"/>
          <w:rtl/>
        </w:rPr>
        <w:t>(١٩٢)</w:t>
      </w:r>
    </w:p>
    <w:p w:rsidR="00827620" w:rsidRDefault="00827620" w:rsidP="00827620">
      <w:pPr>
        <w:pStyle w:val="libNormal"/>
        <w:rPr>
          <w:rtl/>
        </w:rPr>
      </w:pPr>
      <w:r>
        <w:rPr>
          <w:rFonts w:hint="eastAsia"/>
          <w:rtl/>
        </w:rPr>
        <w:t>اصلا</w:t>
      </w:r>
      <w:r>
        <w:rPr>
          <w:rtl/>
        </w:rPr>
        <w:t xml:space="preserve"> عقل يعنى تدبير و قدرت و توان نظم دادن به امور و هرچه تدبير و برنامه ريزى بهتر باشد دليل بر قوت انديشه و عقل است . ادل شى ء على غزاره العقل حسن التدبير . </w:t>
      </w:r>
      <w:r w:rsidRPr="00385B99">
        <w:rPr>
          <w:rStyle w:val="libFootnotenumChar"/>
          <w:rtl/>
        </w:rPr>
        <w:t>(١٩٣)</w:t>
      </w:r>
    </w:p>
    <w:p w:rsidR="00827620" w:rsidRDefault="00827620" w:rsidP="00827620">
      <w:pPr>
        <w:pStyle w:val="libNormal"/>
        <w:rPr>
          <w:rtl/>
        </w:rPr>
      </w:pPr>
      <w:r>
        <w:rPr>
          <w:rFonts w:hint="eastAsia"/>
          <w:rtl/>
        </w:rPr>
        <w:t>قدر</w:t>
      </w:r>
      <w:r>
        <w:rPr>
          <w:rtl/>
        </w:rPr>
        <w:t xml:space="preserve"> ثم اقطع و فكر ثم انطق و تبين ثم اعمل . </w:t>
      </w:r>
      <w:r w:rsidRPr="00385B99">
        <w:rPr>
          <w:rStyle w:val="libFootnotenumChar"/>
          <w:rtl/>
        </w:rPr>
        <w:t>(١٩٤)</w:t>
      </w:r>
    </w:p>
    <w:p w:rsidR="00827620" w:rsidRDefault="00827620" w:rsidP="00827620">
      <w:pPr>
        <w:pStyle w:val="libNormal"/>
        <w:rPr>
          <w:rtl/>
        </w:rPr>
      </w:pPr>
      <w:r>
        <w:rPr>
          <w:rFonts w:hint="eastAsia"/>
          <w:rtl/>
        </w:rPr>
        <w:t>اندازه</w:t>
      </w:r>
      <w:r>
        <w:rPr>
          <w:rtl/>
        </w:rPr>
        <w:t xml:space="preserve"> گير، آنگاه جدا كن ؛ انديشه بنما، سپس سخن گوى ؛ نخست روشن شو، آنگاه انجام بده يعنى هرگز بدون برنامه ريزى و تدبير دست به انجام كارى مزن تا نه وقتت تلف شود و نه سرمايه ات ، و نه پشيمان شوى .</w:t>
      </w:r>
    </w:p>
    <w:p w:rsidR="00827620" w:rsidRDefault="00827620" w:rsidP="00827620">
      <w:pPr>
        <w:pStyle w:val="libNormal"/>
        <w:rPr>
          <w:rtl/>
        </w:rPr>
      </w:pPr>
      <w:r>
        <w:rPr>
          <w:rtl/>
        </w:rPr>
        <w:t>١٧٦ - مگر انجام كار بدون تدبير پشيمانى دارد؟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من ساء تدبيره تعجل تدميره . </w:t>
      </w:r>
      <w:r w:rsidRPr="00385B99">
        <w:rPr>
          <w:rStyle w:val="libFootnotenumChar"/>
          <w:rtl/>
        </w:rPr>
        <w:t>(١٩٥)</w:t>
      </w:r>
    </w:p>
    <w:p w:rsidR="00827620" w:rsidRDefault="00827620" w:rsidP="00827620">
      <w:pPr>
        <w:pStyle w:val="libNormal"/>
        <w:rPr>
          <w:rtl/>
        </w:rPr>
      </w:pPr>
      <w:r>
        <w:rPr>
          <w:rtl/>
        </w:rPr>
        <w:t>(بله) هر كه در كارها بد عمل كند، هلاكت او شتاب گيرد.</w:t>
      </w:r>
    </w:p>
    <w:p w:rsidR="00827620" w:rsidRDefault="00827620" w:rsidP="00827620">
      <w:pPr>
        <w:pStyle w:val="libNormal"/>
        <w:rPr>
          <w:rtl/>
        </w:rPr>
      </w:pPr>
      <w:r>
        <w:rPr>
          <w:rFonts w:hint="eastAsia"/>
          <w:rtl/>
        </w:rPr>
        <w:t>التدبير</w:t>
      </w:r>
      <w:r>
        <w:rPr>
          <w:rtl/>
        </w:rPr>
        <w:t xml:space="preserve"> قبل العمل فانه يومنك من الندم . </w:t>
      </w:r>
      <w:r w:rsidRPr="00385B99">
        <w:rPr>
          <w:rStyle w:val="libFootnotenumChar"/>
          <w:rtl/>
        </w:rPr>
        <w:t>(١٩٦)</w:t>
      </w:r>
    </w:p>
    <w:p w:rsidR="00827620" w:rsidRDefault="00827620" w:rsidP="00827620">
      <w:pPr>
        <w:pStyle w:val="libNormal"/>
        <w:rPr>
          <w:rtl/>
        </w:rPr>
      </w:pPr>
      <w:r>
        <w:rPr>
          <w:rFonts w:hint="eastAsia"/>
          <w:rtl/>
        </w:rPr>
        <w:t>تدبير</w:t>
      </w:r>
      <w:r>
        <w:rPr>
          <w:rtl/>
        </w:rPr>
        <w:t xml:space="preserve"> و برنامه ريزى بايد قبل از دست به كار شدن باشد تا جلوى پشيمانى ات را بگيرد.</w:t>
      </w:r>
    </w:p>
    <w:p w:rsidR="00827620" w:rsidRDefault="00827620" w:rsidP="00827620">
      <w:pPr>
        <w:pStyle w:val="libNormal"/>
        <w:rPr>
          <w:rtl/>
        </w:rPr>
      </w:pPr>
    </w:p>
    <w:p w:rsidR="00827620" w:rsidRDefault="00827620" w:rsidP="00385B99">
      <w:pPr>
        <w:pStyle w:val="Heading1"/>
        <w:rPr>
          <w:rtl/>
        </w:rPr>
      </w:pPr>
      <w:bookmarkStart w:id="105" w:name="_Toc479592347"/>
      <w:bookmarkStart w:id="106" w:name="_Toc479592467"/>
      <w:r>
        <w:rPr>
          <w:rFonts w:hint="eastAsia"/>
          <w:rtl/>
        </w:rPr>
        <w:t>اولويت</w:t>
      </w:r>
      <w:r>
        <w:rPr>
          <w:rtl/>
        </w:rPr>
        <w:t xml:space="preserve"> بندى در امور</w:t>
      </w:r>
      <w:bookmarkEnd w:id="105"/>
      <w:bookmarkEnd w:id="106"/>
    </w:p>
    <w:p w:rsidR="00827620" w:rsidRDefault="00827620" w:rsidP="00827620">
      <w:pPr>
        <w:pStyle w:val="libNormal"/>
        <w:rPr>
          <w:rtl/>
        </w:rPr>
      </w:pPr>
      <w:r>
        <w:rPr>
          <w:rtl/>
        </w:rPr>
        <w:t>١٧٧ - از حضرت پرسيدم : مردم در امور زندگى و مسائل اجتماعى گرفتار شده اند و وقت كم مى آورند و بسيار شده كه از خيلى كارها عقب افتاده اند، بايد چه كنند كه بهتر به كارهايشان برسند؟</w:t>
      </w:r>
    </w:p>
    <w:p w:rsidR="00827620" w:rsidRDefault="00827620" w:rsidP="00827620">
      <w:pPr>
        <w:pStyle w:val="libNormal"/>
        <w:rPr>
          <w:rtl/>
        </w:rPr>
      </w:pPr>
      <w:r>
        <w:rPr>
          <w:rFonts w:hint="eastAsia"/>
          <w:rtl/>
        </w:rPr>
        <w:t>حضرت</w:t>
      </w:r>
      <w:r>
        <w:rPr>
          <w:rtl/>
        </w:rPr>
        <w:t xml:space="preserve"> فرمودند: (بايد كارها را طبقه بندى كنند. غير مهم ، مهم و مهم تر و از امور پر اهميت شروع كنند كه اگر هم كارى باقى ماند از امور بى اهميت باقى بماند.</w:t>
      </w:r>
    </w:p>
    <w:p w:rsidR="00827620" w:rsidRDefault="00827620" w:rsidP="00827620">
      <w:pPr>
        <w:pStyle w:val="libNormal"/>
        <w:rPr>
          <w:rtl/>
        </w:rPr>
      </w:pPr>
      <w:r>
        <w:rPr>
          <w:rFonts w:hint="eastAsia"/>
          <w:rtl/>
        </w:rPr>
        <w:t>من</w:t>
      </w:r>
      <w:r>
        <w:rPr>
          <w:rtl/>
        </w:rPr>
        <w:t xml:space="preserve"> اشتغل بغير المهم ، ضيع الاهم . </w:t>
      </w:r>
      <w:r w:rsidRPr="00385B99">
        <w:rPr>
          <w:rStyle w:val="libFootnotenumChar"/>
          <w:rtl/>
        </w:rPr>
        <w:t>(١٩٧)</w:t>
      </w:r>
    </w:p>
    <w:p w:rsidR="00827620" w:rsidRDefault="00827620" w:rsidP="00827620">
      <w:pPr>
        <w:pStyle w:val="libNormal"/>
        <w:rPr>
          <w:rtl/>
        </w:rPr>
      </w:pPr>
      <w:r>
        <w:rPr>
          <w:rFonts w:hint="eastAsia"/>
          <w:rtl/>
        </w:rPr>
        <w:t>هر</w:t>
      </w:r>
      <w:r>
        <w:rPr>
          <w:rtl/>
        </w:rPr>
        <w:t xml:space="preserve"> كه خود را به كارهاى كم اهميت مشغول سازد، امور با اهميت را ضايع خواهد كرد و به آنها نخواهد رسيد.</w:t>
      </w:r>
    </w:p>
    <w:p w:rsidR="00827620" w:rsidRDefault="00827620" w:rsidP="00827620">
      <w:pPr>
        <w:pStyle w:val="libNormal"/>
        <w:rPr>
          <w:rtl/>
        </w:rPr>
      </w:pPr>
      <w:r>
        <w:rPr>
          <w:rtl/>
        </w:rPr>
        <w:t>١٧٨ - پرسيدم اشتغال به كارهاى بى فايده و كم ارزش چه ؟</w:t>
      </w:r>
    </w:p>
    <w:p w:rsidR="00827620" w:rsidRDefault="00827620" w:rsidP="00827620">
      <w:pPr>
        <w:pStyle w:val="libNormal"/>
        <w:rPr>
          <w:rtl/>
        </w:rPr>
      </w:pPr>
      <w:r>
        <w:rPr>
          <w:rFonts w:hint="eastAsia"/>
          <w:rtl/>
        </w:rPr>
        <w:t>فرمودند</w:t>
      </w:r>
      <w:r>
        <w:rPr>
          <w:rtl/>
        </w:rPr>
        <w:t>: (آنها نيز آدمى را از رسيدن به مقاصد خود باز مى دارند.)</w:t>
      </w:r>
    </w:p>
    <w:p w:rsidR="00827620" w:rsidRDefault="00827620" w:rsidP="00827620">
      <w:pPr>
        <w:pStyle w:val="libNormal"/>
        <w:rPr>
          <w:rtl/>
        </w:rPr>
      </w:pPr>
      <w:r>
        <w:rPr>
          <w:rFonts w:hint="eastAsia"/>
          <w:rtl/>
        </w:rPr>
        <w:t>من</w:t>
      </w:r>
      <w:r>
        <w:rPr>
          <w:rtl/>
        </w:rPr>
        <w:t xml:space="preserve"> اشتغل بالفضول فاته من مهمه المامول . </w:t>
      </w:r>
      <w:r w:rsidRPr="00385B99">
        <w:rPr>
          <w:rStyle w:val="libFootnotenumChar"/>
          <w:rtl/>
        </w:rPr>
        <w:t>(١٩٨)</w:t>
      </w:r>
    </w:p>
    <w:p w:rsidR="00827620" w:rsidRDefault="00827620" w:rsidP="00827620">
      <w:pPr>
        <w:pStyle w:val="libNormal"/>
        <w:rPr>
          <w:rtl/>
        </w:rPr>
      </w:pPr>
      <w:r>
        <w:rPr>
          <w:rFonts w:hint="eastAsia"/>
          <w:rtl/>
        </w:rPr>
        <w:t>هر</w:t>
      </w:r>
      <w:r>
        <w:rPr>
          <w:rtl/>
        </w:rPr>
        <w:t xml:space="preserve"> كه خود را به امور اضافى و بى فايده ، مشغول سازد از رسيدن به آرزوهاى مهم باز مى ماند.</w:t>
      </w:r>
    </w:p>
    <w:p w:rsidR="00827620" w:rsidRDefault="00827620" w:rsidP="00827620">
      <w:pPr>
        <w:pStyle w:val="libNormal"/>
        <w:rPr>
          <w:rtl/>
        </w:rPr>
      </w:pPr>
      <w:r>
        <w:rPr>
          <w:rtl/>
        </w:rPr>
        <w:t>١٧٩ - به چه امورى بيشتر بايد پرداخت ؟</w:t>
      </w:r>
    </w:p>
    <w:p w:rsidR="00827620" w:rsidRDefault="00827620" w:rsidP="00827620">
      <w:pPr>
        <w:pStyle w:val="libNormal"/>
        <w:rPr>
          <w:rtl/>
        </w:rPr>
      </w:pPr>
      <w:r>
        <w:rPr>
          <w:rFonts w:hint="eastAsia"/>
          <w:rtl/>
        </w:rPr>
        <w:t>به</w:t>
      </w:r>
      <w:r>
        <w:rPr>
          <w:rtl/>
        </w:rPr>
        <w:t xml:space="preserve"> چيزهايى كه از تو سوال خواهد شد و بايد در برابرش پاسخگو باشى . كن مشغولا بما انت عنه مسئول . </w:t>
      </w:r>
      <w:r w:rsidRPr="00385B99">
        <w:rPr>
          <w:rStyle w:val="libFootnotenumChar"/>
          <w:rtl/>
        </w:rPr>
        <w:t>(١٩٩)</w:t>
      </w:r>
    </w:p>
    <w:p w:rsidR="00827620" w:rsidRDefault="00827620" w:rsidP="00827620">
      <w:pPr>
        <w:pStyle w:val="libNormal"/>
        <w:rPr>
          <w:rtl/>
        </w:rPr>
      </w:pPr>
      <w:r>
        <w:rPr>
          <w:rtl/>
        </w:rPr>
        <w:t>١٨٠ - در امور عبادى نيز بايد به واجبات و امور مهم توجه كرد، يا هر عبادتى را مى توان انجام داد، هر چند به واجبات ضرر بزند؟</w:t>
      </w:r>
    </w:p>
    <w:p w:rsidR="00827620" w:rsidRDefault="00827620" w:rsidP="00827620">
      <w:pPr>
        <w:pStyle w:val="libNormal"/>
        <w:rPr>
          <w:rtl/>
        </w:rPr>
      </w:pPr>
      <w:r>
        <w:rPr>
          <w:rtl/>
        </w:rPr>
        <w:lastRenderedPageBreak/>
        <w:t>(خير هرگز دست به كار امور غير مهم و مستحبات نشويد اگر به واجبات لطمه مى زند.)</w:t>
      </w:r>
    </w:p>
    <w:p w:rsidR="00827620" w:rsidRDefault="00827620" w:rsidP="00827620">
      <w:pPr>
        <w:pStyle w:val="libNormal"/>
        <w:rPr>
          <w:rtl/>
        </w:rPr>
      </w:pPr>
      <w:r>
        <w:rPr>
          <w:rFonts w:hint="eastAsia"/>
          <w:rtl/>
        </w:rPr>
        <w:t>لا</w:t>
      </w:r>
      <w:r>
        <w:rPr>
          <w:rtl/>
        </w:rPr>
        <w:t xml:space="preserve"> قربه بالنوافل اذا اضرت بالفرائض . </w:t>
      </w:r>
      <w:r w:rsidRPr="004F0673">
        <w:rPr>
          <w:rStyle w:val="libFootnotenumChar"/>
          <w:rtl/>
        </w:rPr>
        <w:t>(٢٠٠)</w:t>
      </w:r>
    </w:p>
    <w:p w:rsidR="00827620" w:rsidRDefault="00827620" w:rsidP="00827620">
      <w:pPr>
        <w:pStyle w:val="libNormal"/>
        <w:rPr>
          <w:rtl/>
        </w:rPr>
      </w:pPr>
      <w:r>
        <w:rPr>
          <w:rFonts w:hint="eastAsia"/>
          <w:rtl/>
        </w:rPr>
        <w:t>هرگز</w:t>
      </w:r>
      <w:r>
        <w:rPr>
          <w:rtl/>
        </w:rPr>
        <w:t xml:space="preserve"> فكر و انديشه تو نمى تواند مشغول همه مسائل بشود، پس لازم است آنرا براى امور مهم و اساسى به كارگيرى .</w:t>
      </w:r>
    </w:p>
    <w:p w:rsidR="00827620" w:rsidRDefault="00827620" w:rsidP="00827620">
      <w:pPr>
        <w:pStyle w:val="libNormal"/>
        <w:rPr>
          <w:rtl/>
        </w:rPr>
      </w:pPr>
      <w:r>
        <w:rPr>
          <w:rtl/>
        </w:rPr>
        <w:t>١٨٢ - آيا اين سفارش را به دولتمردان هم داريد كه در مسائل مملكت دارى و رسيدگى به امور جامعه ، به مسائل اساسى و امور مهم توجه كنند و وقت خود را صرف مسائل فرعى و بيهوده نكنند؟</w:t>
      </w:r>
    </w:p>
    <w:p w:rsidR="00827620" w:rsidRDefault="00827620" w:rsidP="00827620">
      <w:pPr>
        <w:pStyle w:val="libNormal"/>
        <w:rPr>
          <w:rtl/>
        </w:rPr>
      </w:pPr>
      <w:r>
        <w:rPr>
          <w:rFonts w:hint="eastAsia"/>
          <w:rtl/>
        </w:rPr>
        <w:t>بله</w:t>
      </w:r>
      <w:r>
        <w:rPr>
          <w:rtl/>
        </w:rPr>
        <w:t xml:space="preserve"> - به تمام تصميم گيران و كارگزاران اين توصيه را داريم كه به مسائل اساسى و زيربنائى توجه كنند و وقت ، بودجه و امكانات را صرف امور مقطعى و زودگذر نكنند كه خدمت به مردم را بايد با امور اساسى و كلان آغاز كرد وگرنه شكست خواهند خورد.</w:t>
      </w:r>
    </w:p>
    <w:p w:rsidR="00827620" w:rsidRDefault="00827620" w:rsidP="00827620">
      <w:pPr>
        <w:pStyle w:val="libNormal"/>
        <w:rPr>
          <w:rtl/>
        </w:rPr>
      </w:pPr>
      <w:r>
        <w:rPr>
          <w:rFonts w:hint="eastAsia"/>
          <w:rtl/>
        </w:rPr>
        <w:t>يستدل</w:t>
      </w:r>
      <w:r>
        <w:rPr>
          <w:rtl/>
        </w:rPr>
        <w:t xml:space="preserve"> على ادبار الدول باربع : تضييع الاصول و التمسك بالفروع و تقديم الاراذل و تاخير الافاضل . </w:t>
      </w:r>
      <w:r w:rsidRPr="004F0673">
        <w:rPr>
          <w:rStyle w:val="libFootnotenumChar"/>
          <w:rtl/>
        </w:rPr>
        <w:t>(٢٠١)</w:t>
      </w:r>
    </w:p>
    <w:p w:rsidR="00827620" w:rsidRDefault="00827620" w:rsidP="00827620">
      <w:pPr>
        <w:pStyle w:val="libNormal"/>
        <w:rPr>
          <w:rtl/>
        </w:rPr>
      </w:pPr>
      <w:r>
        <w:rPr>
          <w:rFonts w:hint="eastAsia"/>
          <w:rtl/>
        </w:rPr>
        <w:t>نشانه</w:t>
      </w:r>
      <w:r>
        <w:rPr>
          <w:rtl/>
        </w:rPr>
        <w:t xml:space="preserve"> شكست دولتها چهار چيز است . ضايع كردن مسائل اصولى و اساسى ، سرگرم شدن به امور كوچك و بى اهميت ، استفاده از آدمهاى بى لياقت ، و كنار گذاشتن افراد لايق و با كفايت .</w:t>
      </w:r>
    </w:p>
    <w:p w:rsidR="00827620" w:rsidRDefault="00827620" w:rsidP="004F0673">
      <w:pPr>
        <w:pStyle w:val="libNormal"/>
        <w:rPr>
          <w:rtl/>
        </w:rPr>
      </w:pPr>
      <w:r>
        <w:rPr>
          <w:rtl/>
        </w:rPr>
        <w:t>١٨٣ - آيا خود را درگير امور پست و بى مقدار كنيم يا از آنها اجتناب كنيم ؟- هرگز خود را درگير نكنيد و از كنارش بگذريد.</w:t>
      </w:r>
    </w:p>
    <w:p w:rsidR="00827620" w:rsidRDefault="00827620" w:rsidP="00827620">
      <w:pPr>
        <w:pStyle w:val="libNormal"/>
        <w:rPr>
          <w:rtl/>
        </w:rPr>
      </w:pPr>
      <w:r>
        <w:rPr>
          <w:rFonts w:hint="eastAsia"/>
          <w:rtl/>
        </w:rPr>
        <w:t>عظموا</w:t>
      </w:r>
      <w:r>
        <w:rPr>
          <w:rtl/>
        </w:rPr>
        <w:t xml:space="preserve"> اقداركم بالتغافل عن الدنى من الامور . </w:t>
      </w:r>
      <w:r w:rsidRPr="004F0673">
        <w:rPr>
          <w:rStyle w:val="libFootnotenumChar"/>
          <w:rtl/>
        </w:rPr>
        <w:t>(٢٠٢)</w:t>
      </w:r>
    </w:p>
    <w:p w:rsidR="00827620" w:rsidRDefault="00827620" w:rsidP="00827620">
      <w:pPr>
        <w:pStyle w:val="libNormal"/>
        <w:rPr>
          <w:rtl/>
        </w:rPr>
      </w:pPr>
      <w:r>
        <w:rPr>
          <w:rFonts w:hint="eastAsia"/>
          <w:rtl/>
        </w:rPr>
        <w:t>قدر</w:t>
      </w:r>
      <w:r>
        <w:rPr>
          <w:rtl/>
        </w:rPr>
        <w:t xml:space="preserve"> و منزلت خود را مصون داريد به وسيله بى توجهى و تغافل نسبت به امور بى مقدار، كه شخصيت شما را بى مقدار مى كند.</w:t>
      </w:r>
    </w:p>
    <w:p w:rsidR="00827620" w:rsidRDefault="00827620" w:rsidP="00827620">
      <w:pPr>
        <w:pStyle w:val="libNormal"/>
        <w:rPr>
          <w:rtl/>
        </w:rPr>
      </w:pPr>
      <w:r>
        <w:rPr>
          <w:rtl/>
        </w:rPr>
        <w:lastRenderedPageBreak/>
        <w:t>(تغافل يعنى خود را به غفلت و بى خبرى زدن)</w:t>
      </w:r>
    </w:p>
    <w:p w:rsidR="00827620" w:rsidRDefault="00827620" w:rsidP="00827620">
      <w:pPr>
        <w:pStyle w:val="libNormal"/>
        <w:rPr>
          <w:rtl/>
        </w:rPr>
      </w:pPr>
      <w:r>
        <w:rPr>
          <w:rtl/>
        </w:rPr>
        <w:t>١٨٤ - بفرمائيد در انجام امور زندگى چگونه باشيم ؟ تند باشيم يا كند؟ شتابگر باشيم يا ...؟</w:t>
      </w:r>
    </w:p>
    <w:p w:rsidR="00827620" w:rsidRDefault="00827620" w:rsidP="00827620">
      <w:pPr>
        <w:pStyle w:val="libNormal"/>
        <w:rPr>
          <w:rtl/>
        </w:rPr>
      </w:pPr>
      <w:r>
        <w:rPr>
          <w:rtl/>
        </w:rPr>
        <w:t xml:space="preserve">(هر كدام در جاى خود خوب است ولى دقت كن) در هيچ كارى قبل از رسيدن وقتش عجله و شتاب نكنى و چون دسترسى به آن پيدا كردى مبادا در آن سقوط كنى ، و هر وقت ديدى شرايط فراهم نيست لجاجت نكنى و اصرار نورزى ، و چون موضوعى برايت روشن شد درنگ نكنى ، و بالاخره هر چيز را </w:t>
      </w:r>
      <w:r>
        <w:rPr>
          <w:rFonts w:hint="eastAsia"/>
          <w:rtl/>
        </w:rPr>
        <w:t>در</w:t>
      </w:r>
      <w:r>
        <w:rPr>
          <w:rtl/>
        </w:rPr>
        <w:t xml:space="preserve"> جاى خود بگذار، و هر كارى را در وقت خودش انجام ده .</w:t>
      </w:r>
    </w:p>
    <w:p w:rsidR="00827620" w:rsidRDefault="00827620" w:rsidP="00827620">
      <w:pPr>
        <w:pStyle w:val="libNormal"/>
        <w:rPr>
          <w:rtl/>
        </w:rPr>
      </w:pPr>
      <w:r>
        <w:rPr>
          <w:rFonts w:hint="eastAsia"/>
          <w:rtl/>
        </w:rPr>
        <w:t>اياك</w:t>
      </w:r>
      <w:r>
        <w:rPr>
          <w:rtl/>
        </w:rPr>
        <w:t xml:space="preserve"> و العجله بالامور قبل اوانها او التساقط فيها عند امكانها او اللجاجه فيها</w:t>
      </w:r>
    </w:p>
    <w:p w:rsidR="00827620" w:rsidRDefault="00827620" w:rsidP="00827620">
      <w:pPr>
        <w:pStyle w:val="libNormal"/>
        <w:rPr>
          <w:rtl/>
        </w:rPr>
      </w:pPr>
      <w:r>
        <w:rPr>
          <w:rFonts w:hint="eastAsia"/>
          <w:rtl/>
        </w:rPr>
        <w:t>اذت</w:t>
      </w:r>
      <w:r>
        <w:rPr>
          <w:rtl/>
        </w:rPr>
        <w:t xml:space="preserve"> تنكرت او الوهن اذا استوضجت فضع كل امر موضعه و اوقع كل عمل موقعه .</w:t>
      </w:r>
    </w:p>
    <w:p w:rsidR="00827620" w:rsidRDefault="004F0673" w:rsidP="00827620">
      <w:pPr>
        <w:pStyle w:val="libNormal"/>
        <w:rPr>
          <w:rtl/>
        </w:rPr>
      </w:pPr>
      <w:r>
        <w:rPr>
          <w:rtl/>
        </w:rPr>
        <w:br w:type="page"/>
      </w:r>
    </w:p>
    <w:p w:rsidR="00827620" w:rsidRDefault="00827620" w:rsidP="004F0673">
      <w:pPr>
        <w:pStyle w:val="Heading1"/>
        <w:rPr>
          <w:rtl/>
        </w:rPr>
      </w:pPr>
      <w:bookmarkStart w:id="107" w:name="_Toc479592348"/>
      <w:bookmarkStart w:id="108" w:name="_Toc479592468"/>
      <w:r>
        <w:rPr>
          <w:rFonts w:hint="eastAsia"/>
          <w:rtl/>
        </w:rPr>
        <w:t>پناهگاه</w:t>
      </w:r>
      <w:r>
        <w:rPr>
          <w:rtl/>
        </w:rPr>
        <w:t xml:space="preserve"> انسان در مشكلات</w:t>
      </w:r>
      <w:bookmarkEnd w:id="107"/>
      <w:bookmarkEnd w:id="108"/>
    </w:p>
    <w:p w:rsidR="00827620" w:rsidRDefault="00827620" w:rsidP="004F0673">
      <w:pPr>
        <w:pStyle w:val="libNormal"/>
        <w:rPr>
          <w:rtl/>
        </w:rPr>
      </w:pPr>
      <w:r w:rsidRPr="004F0673">
        <w:rPr>
          <w:rStyle w:val="libFootnotenumChar"/>
          <w:rtl/>
        </w:rPr>
        <w:t>(٢٠٣)</w:t>
      </w:r>
      <w:r>
        <w:rPr>
          <w:rtl/>
        </w:rPr>
        <w:t>١٨٥ - به هنگام بروز مشكلات چه بايد كرد؟</w:t>
      </w:r>
    </w:p>
    <w:p w:rsidR="00827620" w:rsidRDefault="00827620" w:rsidP="00827620">
      <w:pPr>
        <w:pStyle w:val="libNormal"/>
        <w:rPr>
          <w:rtl/>
        </w:rPr>
      </w:pPr>
      <w:r>
        <w:rPr>
          <w:rFonts w:hint="eastAsia"/>
          <w:rtl/>
        </w:rPr>
        <w:t>بر</w:t>
      </w:r>
      <w:r>
        <w:rPr>
          <w:rtl/>
        </w:rPr>
        <w:t xml:space="preserve"> خدا توكل كن . در همه مسائل و پيش آمدها، خود را به خداى خويش ‍ بسپار كه به پناه گاه محكم و نگهدارنده توانمندى واگذار كرده اى .</w:t>
      </w:r>
    </w:p>
    <w:p w:rsidR="00827620" w:rsidRDefault="00827620" w:rsidP="00827620">
      <w:pPr>
        <w:pStyle w:val="libNormal"/>
        <w:rPr>
          <w:rtl/>
        </w:rPr>
      </w:pPr>
      <w:r>
        <w:rPr>
          <w:rFonts w:hint="eastAsia"/>
          <w:rtl/>
        </w:rPr>
        <w:t>و</w:t>
      </w:r>
      <w:r>
        <w:rPr>
          <w:rtl/>
        </w:rPr>
        <w:t xml:space="preserve"> الجى ء نفسك فى الامور كلها الى الهك فانك تلجئها الى كهف حرير و مانع عزيز . </w:t>
      </w:r>
      <w:r w:rsidRPr="004F0673">
        <w:rPr>
          <w:rStyle w:val="libFootnotenumChar"/>
          <w:rtl/>
        </w:rPr>
        <w:t>(٢٠٤)</w:t>
      </w:r>
    </w:p>
    <w:p w:rsidR="00827620" w:rsidRDefault="00827620" w:rsidP="00827620">
      <w:pPr>
        <w:pStyle w:val="libNormal"/>
        <w:rPr>
          <w:rtl/>
        </w:rPr>
      </w:pPr>
      <w:r>
        <w:rPr>
          <w:rtl/>
        </w:rPr>
        <w:t>١٨٦ - به چه چيز متوسل شويم ، آن گاه كه گرفتار شديم ؟</w:t>
      </w:r>
    </w:p>
    <w:p w:rsidR="00827620" w:rsidRDefault="00827620" w:rsidP="004F0673">
      <w:pPr>
        <w:pStyle w:val="libNormal"/>
        <w:rPr>
          <w:rtl/>
        </w:rPr>
      </w:pPr>
      <w:r>
        <w:rPr>
          <w:rFonts w:hint="eastAsia"/>
          <w:rtl/>
        </w:rPr>
        <w:t>به</w:t>
      </w:r>
      <w:r>
        <w:rPr>
          <w:rtl/>
        </w:rPr>
        <w:t xml:space="preserve"> خداوند. او مورد اعتماد و بهترين وسيله اى است كه بدان متوسل شده اى .</w:t>
      </w:r>
      <w:r w:rsidR="004F0673">
        <w:rPr>
          <w:rFonts w:hint="eastAsia"/>
          <w:rtl/>
        </w:rPr>
        <w:t xml:space="preserve"> </w:t>
      </w:r>
      <w:r>
        <w:rPr>
          <w:rFonts w:hint="eastAsia"/>
          <w:rtl/>
        </w:rPr>
        <w:t>و</w:t>
      </w:r>
      <w:r>
        <w:rPr>
          <w:rtl/>
        </w:rPr>
        <w:t xml:space="preserve"> اوثق سبب اخذت به سبب بينك و بين الله . </w:t>
      </w:r>
      <w:r w:rsidRPr="004F0673">
        <w:rPr>
          <w:rStyle w:val="libFootnotenumChar"/>
          <w:rtl/>
        </w:rPr>
        <w:t>(٢٠٥)</w:t>
      </w:r>
    </w:p>
    <w:p w:rsidR="00827620" w:rsidRDefault="00827620" w:rsidP="00827620">
      <w:pPr>
        <w:pStyle w:val="libNormal"/>
        <w:rPr>
          <w:rtl/>
        </w:rPr>
      </w:pPr>
      <w:r>
        <w:rPr>
          <w:rFonts w:hint="eastAsia"/>
          <w:rtl/>
        </w:rPr>
        <w:t>محكم</w:t>
      </w:r>
      <w:r>
        <w:rPr>
          <w:rtl/>
        </w:rPr>
        <w:t xml:space="preserve"> ترين سبب و وسيله اى كه مى توان بدان چنگ زنى همان نقطه اتصالى است كه بين تو و خدا (ايمان و بندگى) وجود دارد.</w:t>
      </w:r>
    </w:p>
    <w:p w:rsidR="00827620" w:rsidRDefault="00827620" w:rsidP="00827620">
      <w:pPr>
        <w:pStyle w:val="libNormal"/>
        <w:rPr>
          <w:rtl/>
        </w:rPr>
      </w:pPr>
      <w:r>
        <w:rPr>
          <w:rtl/>
        </w:rPr>
        <w:t>١٨٧ - آيا اضطراب ها و نگرانى ها با توكل به خدا رفع مى شود؟</w:t>
      </w:r>
    </w:p>
    <w:p w:rsidR="00827620" w:rsidRDefault="00827620" w:rsidP="004F0673">
      <w:pPr>
        <w:pStyle w:val="libNormal"/>
        <w:rPr>
          <w:rtl/>
        </w:rPr>
      </w:pPr>
      <w:r>
        <w:rPr>
          <w:rFonts w:hint="eastAsia"/>
          <w:rtl/>
        </w:rPr>
        <w:t>بله</w:t>
      </w:r>
      <w:r>
        <w:rPr>
          <w:rtl/>
        </w:rPr>
        <w:t xml:space="preserve"> . كسى كه به سوى خدا </w:t>
      </w:r>
      <w:r w:rsidR="004F0673">
        <w:rPr>
          <w:rFonts w:hint="cs"/>
          <w:rtl/>
        </w:rPr>
        <w:t>گ</w:t>
      </w:r>
      <w:r>
        <w:rPr>
          <w:rtl/>
        </w:rPr>
        <w:t>ام بردارد و به او تقرب جويد همانند تشنه اى است كه به آب گوارا دست يابد.</w:t>
      </w:r>
    </w:p>
    <w:p w:rsidR="00827620" w:rsidRDefault="00827620" w:rsidP="00827620">
      <w:pPr>
        <w:pStyle w:val="libNormal"/>
        <w:rPr>
          <w:rtl/>
        </w:rPr>
      </w:pPr>
      <w:r>
        <w:rPr>
          <w:rFonts w:hint="eastAsia"/>
          <w:rtl/>
        </w:rPr>
        <w:t>الرائح</w:t>
      </w:r>
      <w:r>
        <w:rPr>
          <w:rtl/>
        </w:rPr>
        <w:t xml:space="preserve"> الى الله كالظمان يرد الماء. </w:t>
      </w:r>
      <w:r w:rsidRPr="004F0673">
        <w:rPr>
          <w:rStyle w:val="libFootnotenumChar"/>
          <w:rtl/>
        </w:rPr>
        <w:t>(٢٠٦)</w:t>
      </w:r>
    </w:p>
    <w:p w:rsidR="00827620" w:rsidRDefault="004F0673" w:rsidP="00827620">
      <w:pPr>
        <w:pStyle w:val="libNormal"/>
        <w:rPr>
          <w:rtl/>
        </w:rPr>
      </w:pPr>
      <w:r>
        <w:rPr>
          <w:rtl/>
        </w:rPr>
        <w:br w:type="page"/>
      </w:r>
    </w:p>
    <w:p w:rsidR="00827620" w:rsidRDefault="00827620" w:rsidP="004F0673">
      <w:pPr>
        <w:pStyle w:val="Heading1"/>
        <w:rPr>
          <w:rtl/>
        </w:rPr>
      </w:pPr>
      <w:bookmarkStart w:id="109" w:name="_Toc479592349"/>
      <w:bookmarkStart w:id="110" w:name="_Toc479592469"/>
      <w:r>
        <w:rPr>
          <w:rFonts w:hint="eastAsia"/>
          <w:rtl/>
        </w:rPr>
        <w:t>حقوق</w:t>
      </w:r>
      <w:r>
        <w:rPr>
          <w:rtl/>
        </w:rPr>
        <w:t xml:space="preserve"> مردم</w:t>
      </w:r>
      <w:bookmarkEnd w:id="109"/>
      <w:bookmarkEnd w:id="110"/>
    </w:p>
    <w:p w:rsidR="00827620" w:rsidRDefault="00827620" w:rsidP="00827620">
      <w:pPr>
        <w:pStyle w:val="libNormal"/>
        <w:rPr>
          <w:rtl/>
        </w:rPr>
      </w:pPr>
      <w:r>
        <w:rPr>
          <w:rtl/>
        </w:rPr>
        <w:t>١٨٨ - در مورد حقوق جامعه چه مى فرمائيد؟</w:t>
      </w:r>
    </w:p>
    <w:p w:rsidR="00827620" w:rsidRDefault="00827620" w:rsidP="00827620">
      <w:pPr>
        <w:pStyle w:val="libNormal"/>
        <w:rPr>
          <w:rtl/>
        </w:rPr>
      </w:pPr>
      <w:r>
        <w:rPr>
          <w:rFonts w:hint="eastAsia"/>
          <w:rtl/>
        </w:rPr>
        <w:t>اداى</w:t>
      </w:r>
      <w:r>
        <w:rPr>
          <w:rtl/>
        </w:rPr>
        <w:t xml:space="preserve"> حق بندگان خدا بر اداى حق خداوند مقدم است پس اگر كسى حقوق بندگان را ادا نمود مى تواند حق خداوند را هم ادا كند. جعل الله سبحانه حقوق عباده مقدمه لحقوقه فمن قام بحقوق عباد الله كان ذلك موديا الى القيام بحقوق الله . </w:t>
      </w:r>
      <w:r w:rsidRPr="004F0673">
        <w:rPr>
          <w:rStyle w:val="libFootnotenumChar"/>
          <w:rtl/>
        </w:rPr>
        <w:t>(٢٠٧)</w:t>
      </w:r>
    </w:p>
    <w:p w:rsidR="00827620" w:rsidRDefault="00827620" w:rsidP="00827620">
      <w:pPr>
        <w:pStyle w:val="libNormal"/>
        <w:rPr>
          <w:rtl/>
        </w:rPr>
      </w:pPr>
      <w:r>
        <w:rPr>
          <w:rtl/>
        </w:rPr>
        <w:t>١٨٩ - آيا در اداء حقوق اجتماعى تفاوتى بين افراد جامعه هست ؟</w:t>
      </w:r>
    </w:p>
    <w:p w:rsidR="00827620" w:rsidRDefault="00827620" w:rsidP="00827620">
      <w:pPr>
        <w:pStyle w:val="libNormal"/>
        <w:rPr>
          <w:rtl/>
        </w:rPr>
      </w:pPr>
      <w:r>
        <w:rPr>
          <w:rFonts w:hint="eastAsia"/>
          <w:rtl/>
        </w:rPr>
        <w:t>خير</w:t>
      </w:r>
      <w:r>
        <w:rPr>
          <w:rtl/>
        </w:rPr>
        <w:t xml:space="preserve"> همه مردم از هر نژادى كه باشند در برابر حقوق اجتماعى مساويند و بر هم برترى ندارند. مانند دانه هاى شانه كه همه مساويند.</w:t>
      </w:r>
    </w:p>
    <w:p w:rsidR="00827620" w:rsidRDefault="00827620" w:rsidP="00827620">
      <w:pPr>
        <w:pStyle w:val="libNormal"/>
        <w:rPr>
          <w:rtl/>
        </w:rPr>
      </w:pPr>
      <w:r>
        <w:rPr>
          <w:rFonts w:hint="eastAsia"/>
          <w:rtl/>
        </w:rPr>
        <w:t>الناس</w:t>
      </w:r>
      <w:r>
        <w:rPr>
          <w:rtl/>
        </w:rPr>
        <w:t xml:space="preserve"> سواء كاسنان المشط. </w:t>
      </w:r>
      <w:r w:rsidRPr="004F0673">
        <w:rPr>
          <w:rStyle w:val="libFootnotenumChar"/>
          <w:rtl/>
        </w:rPr>
        <w:t>(٢٠٨)</w:t>
      </w:r>
    </w:p>
    <w:p w:rsidR="00827620" w:rsidRDefault="00827620" w:rsidP="00827620">
      <w:pPr>
        <w:pStyle w:val="libNormal"/>
        <w:rPr>
          <w:rtl/>
        </w:rPr>
      </w:pPr>
      <w:r>
        <w:rPr>
          <w:rtl/>
        </w:rPr>
        <w:t>١٩٠ - كسانى كه نگران زندگى اند چه كنند؟</w:t>
      </w:r>
    </w:p>
    <w:p w:rsidR="00827620" w:rsidRDefault="00827620" w:rsidP="00827620">
      <w:pPr>
        <w:pStyle w:val="libNormal"/>
        <w:rPr>
          <w:rtl/>
        </w:rPr>
      </w:pPr>
      <w:r>
        <w:rPr>
          <w:rFonts w:hint="eastAsia"/>
          <w:rtl/>
        </w:rPr>
        <w:t>نگرانى</w:t>
      </w:r>
      <w:r>
        <w:rPr>
          <w:rtl/>
        </w:rPr>
        <w:t xml:space="preserve"> جا ندارد خداوند بسيار بندگانش را دوست دارد و همه را عائله خود مى داند و هرگز از عائله خود غافل نخواهد شد.</w:t>
      </w:r>
    </w:p>
    <w:p w:rsidR="00827620" w:rsidRDefault="00827620" w:rsidP="00827620">
      <w:pPr>
        <w:pStyle w:val="libNormal"/>
        <w:rPr>
          <w:rtl/>
        </w:rPr>
      </w:pPr>
      <w:r>
        <w:rPr>
          <w:rFonts w:hint="eastAsia"/>
          <w:rtl/>
        </w:rPr>
        <w:t>كلكم</w:t>
      </w:r>
      <w:r>
        <w:rPr>
          <w:rtl/>
        </w:rPr>
        <w:t xml:space="preserve"> عيال الله و الله سبحانه كافل عياله . </w:t>
      </w:r>
      <w:r w:rsidRPr="004F0673">
        <w:rPr>
          <w:rStyle w:val="libFootnotenumChar"/>
          <w:rtl/>
        </w:rPr>
        <w:t>(٢٠٩)</w:t>
      </w:r>
    </w:p>
    <w:p w:rsidR="00827620" w:rsidRDefault="00827620" w:rsidP="00827620">
      <w:pPr>
        <w:pStyle w:val="libNormal"/>
        <w:rPr>
          <w:rtl/>
        </w:rPr>
      </w:pPr>
      <w:r>
        <w:rPr>
          <w:rFonts w:hint="eastAsia"/>
          <w:rtl/>
        </w:rPr>
        <w:t>رسول</w:t>
      </w:r>
      <w:r>
        <w:rPr>
          <w:rtl/>
        </w:rPr>
        <w:t xml:space="preserve"> خدا </w:t>
      </w:r>
      <w:r w:rsidR="00196907" w:rsidRPr="00196907">
        <w:rPr>
          <w:rStyle w:val="libAlaemChar"/>
          <w:rtl/>
        </w:rPr>
        <w:t>صلى‌الله‌عليه‌وآله</w:t>
      </w:r>
      <w:r>
        <w:rPr>
          <w:rtl/>
        </w:rPr>
        <w:t xml:space="preserve"> نيز فرمود: الخلق عيال الله فاحبهم الى الله عزوجل انفعهم لعياله . </w:t>
      </w:r>
      <w:r w:rsidRPr="004F0673">
        <w:rPr>
          <w:rStyle w:val="libFootnotenumChar"/>
          <w:rtl/>
        </w:rPr>
        <w:t>(٢١٠)</w:t>
      </w:r>
    </w:p>
    <w:p w:rsidR="00827620" w:rsidRDefault="00827620" w:rsidP="00827620">
      <w:pPr>
        <w:pStyle w:val="libNormal"/>
        <w:rPr>
          <w:rtl/>
        </w:rPr>
      </w:pPr>
      <w:r>
        <w:rPr>
          <w:rFonts w:hint="eastAsia"/>
          <w:rtl/>
        </w:rPr>
        <w:t>همه</w:t>
      </w:r>
      <w:r>
        <w:rPr>
          <w:rtl/>
        </w:rPr>
        <w:t xml:space="preserve"> بندگان نان خور و عائله خدايند، بهترين آنها كسى است كه سودش به عائله خدا بيشتر برسد.</w:t>
      </w:r>
    </w:p>
    <w:p w:rsidR="00827620" w:rsidRDefault="004F0673" w:rsidP="00827620">
      <w:pPr>
        <w:pStyle w:val="libNormal"/>
        <w:rPr>
          <w:rtl/>
        </w:rPr>
      </w:pPr>
      <w:r>
        <w:rPr>
          <w:rtl/>
        </w:rPr>
        <w:br w:type="page"/>
      </w:r>
    </w:p>
    <w:p w:rsidR="00827620" w:rsidRDefault="00827620" w:rsidP="004F0673">
      <w:pPr>
        <w:pStyle w:val="Heading1"/>
        <w:rPr>
          <w:rtl/>
        </w:rPr>
      </w:pPr>
      <w:bookmarkStart w:id="111" w:name="_Toc479592350"/>
      <w:bookmarkStart w:id="112" w:name="_Toc479592470"/>
      <w:r>
        <w:rPr>
          <w:rFonts w:hint="eastAsia"/>
          <w:rtl/>
        </w:rPr>
        <w:t>انجام</w:t>
      </w:r>
      <w:r>
        <w:rPr>
          <w:rtl/>
        </w:rPr>
        <w:t xml:space="preserve"> كار خير</w:t>
      </w:r>
      <w:bookmarkEnd w:id="111"/>
      <w:bookmarkEnd w:id="112"/>
    </w:p>
    <w:p w:rsidR="00827620" w:rsidRDefault="00827620" w:rsidP="00827620">
      <w:pPr>
        <w:pStyle w:val="libNormal"/>
        <w:rPr>
          <w:rtl/>
        </w:rPr>
      </w:pPr>
      <w:r>
        <w:rPr>
          <w:rtl/>
        </w:rPr>
        <w:t xml:space="preserve">١٩١ - در فرهنگ اهل بيت </w:t>
      </w:r>
      <w:r w:rsidR="00196907" w:rsidRPr="00196907">
        <w:rPr>
          <w:rStyle w:val="libAlaemChar"/>
          <w:rtl/>
        </w:rPr>
        <w:t xml:space="preserve">عليه‌السلام </w:t>
      </w:r>
      <w:r>
        <w:rPr>
          <w:rtl/>
        </w:rPr>
        <w:t>مردم را تشويق به احسان در حق ديگران نموده اند ولى گاهى مردم قدرشناس نيستند و حتى تشكر هم نمى كنند آيا باز هم به خوبى و احسان سفارش مى فرمائيد؟</w:t>
      </w:r>
    </w:p>
    <w:p w:rsidR="00827620" w:rsidRDefault="00827620" w:rsidP="00827620">
      <w:pPr>
        <w:pStyle w:val="libNormal"/>
        <w:rPr>
          <w:rtl/>
        </w:rPr>
      </w:pPr>
      <w:r>
        <w:rPr>
          <w:rFonts w:hint="eastAsia"/>
          <w:rtl/>
        </w:rPr>
        <w:t>بله</w:t>
      </w:r>
      <w:r>
        <w:rPr>
          <w:rtl/>
        </w:rPr>
        <w:t xml:space="preserve"> ، هرگز از كار خير و احسان به ديگران دست بر ندار، گرچه كسى از تو تقدير و تشكر نكند.</w:t>
      </w:r>
    </w:p>
    <w:p w:rsidR="00827620" w:rsidRDefault="00827620" w:rsidP="00827620">
      <w:pPr>
        <w:pStyle w:val="libNormal"/>
        <w:rPr>
          <w:rtl/>
        </w:rPr>
      </w:pPr>
      <w:r>
        <w:rPr>
          <w:rFonts w:hint="eastAsia"/>
          <w:rtl/>
        </w:rPr>
        <w:t>لا</w:t>
      </w:r>
      <w:r>
        <w:rPr>
          <w:rtl/>
        </w:rPr>
        <w:t xml:space="preserve"> تمنعن المعروف و ان لم تجد عروفا . </w:t>
      </w:r>
      <w:r w:rsidRPr="004F0673">
        <w:rPr>
          <w:rStyle w:val="libFootnotenumChar"/>
          <w:rtl/>
        </w:rPr>
        <w:t>(٢١١)</w:t>
      </w:r>
    </w:p>
    <w:p w:rsidR="00827620" w:rsidRDefault="00827620" w:rsidP="00827620">
      <w:pPr>
        <w:pStyle w:val="libNormal"/>
        <w:rPr>
          <w:rtl/>
        </w:rPr>
      </w:pPr>
      <w:r>
        <w:rPr>
          <w:rtl/>
        </w:rPr>
        <w:t>١٩٢ - بعضى ها وقتى كار خيرى انجام مى دهند و ديدند قدردانى وجود ندارد، دلسرد مى شوند و ديگر علاقه به نيكى نشان نمى دهند به اينان چه سفارشى مى فرمائيد؟</w:t>
      </w:r>
    </w:p>
    <w:p w:rsidR="00827620" w:rsidRDefault="00827620" w:rsidP="00827620">
      <w:pPr>
        <w:pStyle w:val="libNormal"/>
        <w:rPr>
          <w:rtl/>
        </w:rPr>
      </w:pPr>
      <w:r>
        <w:rPr>
          <w:rFonts w:hint="eastAsia"/>
          <w:rtl/>
        </w:rPr>
        <w:t>هيچگاه</w:t>
      </w:r>
      <w:r>
        <w:rPr>
          <w:rtl/>
        </w:rPr>
        <w:t xml:space="preserve"> ناسپاسى اشخاص ، تو را در انجام كار خوب بى ميل و سرد نكند، زيرا كسى (يعنى خداوند) از تو تشكر مى كند كه خودش هرگز ذينفع نيست و گاهى تشكر او براى تو سودمندتر از كفرانى است كه اشخاص مى كنند و در هر حال بدان كه خداوند نيكوكاران را دوست دارد.</w:t>
      </w:r>
    </w:p>
    <w:p w:rsidR="00827620" w:rsidRDefault="00827620" w:rsidP="00827620">
      <w:pPr>
        <w:pStyle w:val="libNormal"/>
        <w:rPr>
          <w:rtl/>
        </w:rPr>
      </w:pPr>
      <w:r>
        <w:rPr>
          <w:rFonts w:hint="eastAsia"/>
          <w:rtl/>
        </w:rPr>
        <w:t>لا</w:t>
      </w:r>
      <w:r>
        <w:rPr>
          <w:rtl/>
        </w:rPr>
        <w:t xml:space="preserve"> يزهدنك فى المعروف من لا يشكره لك فقد يشكرك عليه من لا يستمع بشى ء منه و قد تدرك من شكر الشاكر اكثر مما اضاع الكافر و الله يحب المحسنين .</w:t>
      </w:r>
    </w:p>
    <w:p w:rsidR="00827620" w:rsidRDefault="00827620" w:rsidP="00827620">
      <w:pPr>
        <w:pStyle w:val="libNormal"/>
        <w:rPr>
          <w:rtl/>
        </w:rPr>
      </w:pPr>
      <w:r>
        <w:rPr>
          <w:rtl/>
        </w:rPr>
        <w:t>١٩٣ - آيا تكليف زمامداران و كارگزاران جامعه چيست و در زندگى چگونه بايد باشند و آيا حق دارند از بيت المال يا حتى مال شخص خودشان به زندگى مرفه روى آورند؟</w:t>
      </w:r>
    </w:p>
    <w:p w:rsidR="00827620" w:rsidRDefault="00827620" w:rsidP="00827620">
      <w:pPr>
        <w:pStyle w:val="libNormal"/>
        <w:rPr>
          <w:rtl/>
        </w:rPr>
      </w:pPr>
      <w:r>
        <w:rPr>
          <w:rFonts w:hint="eastAsia"/>
          <w:rtl/>
        </w:rPr>
        <w:lastRenderedPageBreak/>
        <w:t>خير،</w:t>
      </w:r>
      <w:r>
        <w:rPr>
          <w:rtl/>
        </w:rPr>
        <w:t xml:space="preserve"> زمامداران جامعه لازم است زندگى خود را با زندگى افراد فقير جامعه هماهنگ سازند، مبادا فشار فقر و ندارى مستمندان را از پاى در آورد.</w:t>
      </w:r>
    </w:p>
    <w:p w:rsidR="00827620" w:rsidRDefault="00827620" w:rsidP="00827620">
      <w:pPr>
        <w:pStyle w:val="libNormal"/>
        <w:rPr>
          <w:rtl/>
        </w:rPr>
      </w:pPr>
      <w:r>
        <w:rPr>
          <w:rFonts w:hint="eastAsia"/>
          <w:rtl/>
        </w:rPr>
        <w:t>ان</w:t>
      </w:r>
      <w:r>
        <w:rPr>
          <w:rtl/>
        </w:rPr>
        <w:t xml:space="preserve"> الله تعالى فرض على ائمه الحق ان يقدروا انفسهم بضعفه الناس كيلا يتبيع بالفقير فقره . </w:t>
      </w:r>
      <w:r w:rsidRPr="004F0673">
        <w:rPr>
          <w:rStyle w:val="libFootnotenumChar"/>
          <w:rtl/>
        </w:rPr>
        <w:t>(٢١٢)</w:t>
      </w:r>
    </w:p>
    <w:p w:rsidR="00827620" w:rsidRDefault="004F0673" w:rsidP="00827620">
      <w:pPr>
        <w:pStyle w:val="libNormal"/>
        <w:rPr>
          <w:rtl/>
        </w:rPr>
      </w:pPr>
      <w:r>
        <w:rPr>
          <w:rtl/>
        </w:rPr>
        <w:br w:type="page"/>
      </w:r>
    </w:p>
    <w:p w:rsidR="00827620" w:rsidRDefault="00827620" w:rsidP="004F0673">
      <w:pPr>
        <w:pStyle w:val="Heading1"/>
        <w:rPr>
          <w:rtl/>
        </w:rPr>
      </w:pPr>
      <w:bookmarkStart w:id="113" w:name="_Toc479592351"/>
      <w:bookmarkStart w:id="114" w:name="_Toc479592471"/>
      <w:r>
        <w:rPr>
          <w:rFonts w:hint="eastAsia"/>
          <w:rtl/>
        </w:rPr>
        <w:t>كمك</w:t>
      </w:r>
      <w:r>
        <w:rPr>
          <w:rtl/>
        </w:rPr>
        <w:t xml:space="preserve"> به ستمكاران</w:t>
      </w:r>
      <w:bookmarkEnd w:id="113"/>
      <w:bookmarkEnd w:id="114"/>
    </w:p>
    <w:p w:rsidR="00827620" w:rsidRDefault="00827620" w:rsidP="00827620">
      <w:pPr>
        <w:pStyle w:val="libNormal"/>
        <w:rPr>
          <w:rtl/>
        </w:rPr>
      </w:pPr>
      <w:r>
        <w:rPr>
          <w:rtl/>
        </w:rPr>
        <w:t xml:space="preserve">١٩٤ - على جان </w:t>
      </w:r>
      <w:r w:rsidR="00196907" w:rsidRPr="00196907">
        <w:rPr>
          <w:rStyle w:val="libAlaemChar"/>
          <w:rtl/>
        </w:rPr>
        <w:t xml:space="preserve">عليه‌السلام </w:t>
      </w:r>
      <w:r>
        <w:rPr>
          <w:rtl/>
        </w:rPr>
        <w:t>اگر بخواهيم در قيامت با شما محشور شويم ، بايد چه كنيم ؟</w:t>
      </w:r>
    </w:p>
    <w:p w:rsidR="00827620" w:rsidRDefault="00827620" w:rsidP="00827620">
      <w:pPr>
        <w:pStyle w:val="libNormal"/>
        <w:rPr>
          <w:rtl/>
        </w:rPr>
      </w:pPr>
      <w:r>
        <w:rPr>
          <w:rFonts w:hint="eastAsia"/>
          <w:rtl/>
        </w:rPr>
        <w:t>يا</w:t>
      </w:r>
      <w:r>
        <w:rPr>
          <w:rtl/>
        </w:rPr>
        <w:t xml:space="preserve"> نوف ان سرك ان تكون معى يوم القيامه فلا تكن للظالمين معينا . </w:t>
      </w:r>
      <w:r w:rsidRPr="004F0673">
        <w:rPr>
          <w:rStyle w:val="libFootnotenumChar"/>
          <w:rtl/>
        </w:rPr>
        <w:t>(٢١٣)</w:t>
      </w:r>
    </w:p>
    <w:p w:rsidR="00827620" w:rsidRDefault="00827620" w:rsidP="00827620">
      <w:pPr>
        <w:pStyle w:val="libNormal"/>
        <w:rPr>
          <w:rtl/>
        </w:rPr>
      </w:pPr>
      <w:r>
        <w:rPr>
          <w:rFonts w:hint="eastAsia"/>
          <w:rtl/>
        </w:rPr>
        <w:t>اگر</w:t>
      </w:r>
      <w:r>
        <w:rPr>
          <w:rtl/>
        </w:rPr>
        <w:t xml:space="preserve"> دوست دارى در قيامت با من باشى سعى كن يار ستمگران نباشى و آنان را در ستمكارى مساعدت نكنى .</w:t>
      </w:r>
    </w:p>
    <w:p w:rsidR="00827620" w:rsidRDefault="004F0673" w:rsidP="00827620">
      <w:pPr>
        <w:pStyle w:val="libNormal"/>
        <w:rPr>
          <w:rtl/>
        </w:rPr>
      </w:pPr>
      <w:r>
        <w:rPr>
          <w:rtl/>
        </w:rPr>
        <w:br w:type="page"/>
      </w:r>
    </w:p>
    <w:p w:rsidR="00827620" w:rsidRDefault="00827620" w:rsidP="004F0673">
      <w:pPr>
        <w:pStyle w:val="Heading1"/>
        <w:rPr>
          <w:rtl/>
        </w:rPr>
      </w:pPr>
      <w:bookmarkStart w:id="115" w:name="_Toc479592352"/>
      <w:bookmarkStart w:id="116" w:name="_Toc479592472"/>
      <w:r>
        <w:rPr>
          <w:rFonts w:hint="eastAsia"/>
          <w:rtl/>
        </w:rPr>
        <w:t>حرمت</w:t>
      </w:r>
      <w:r>
        <w:rPr>
          <w:rtl/>
        </w:rPr>
        <w:t xml:space="preserve"> عالمان</w:t>
      </w:r>
      <w:bookmarkEnd w:id="115"/>
      <w:bookmarkEnd w:id="116"/>
    </w:p>
    <w:p w:rsidR="00827620" w:rsidRDefault="00827620" w:rsidP="00827620">
      <w:pPr>
        <w:pStyle w:val="libNormal"/>
        <w:rPr>
          <w:rtl/>
        </w:rPr>
      </w:pPr>
      <w:r>
        <w:rPr>
          <w:rtl/>
        </w:rPr>
        <w:t>١٩٥ - تكليف مردم در برابر دانشمندان و عالمان چيست ؟</w:t>
      </w:r>
    </w:p>
    <w:p w:rsidR="00827620" w:rsidRDefault="00827620" w:rsidP="00827620">
      <w:pPr>
        <w:pStyle w:val="libNormal"/>
        <w:rPr>
          <w:rtl/>
        </w:rPr>
      </w:pPr>
      <w:r>
        <w:rPr>
          <w:rFonts w:hint="eastAsia"/>
          <w:rtl/>
        </w:rPr>
        <w:t>تكريم</w:t>
      </w:r>
      <w:r>
        <w:rPr>
          <w:rtl/>
        </w:rPr>
        <w:t xml:space="preserve"> و احترام كنند (زيرا) من وفر عالما فقد وقر ربه . </w:t>
      </w:r>
      <w:r w:rsidRPr="004F0673">
        <w:rPr>
          <w:rStyle w:val="libFootnotenumChar"/>
          <w:rtl/>
        </w:rPr>
        <w:t>(٢١٤)</w:t>
      </w:r>
    </w:p>
    <w:p w:rsidR="00827620" w:rsidRDefault="00827620" w:rsidP="00827620">
      <w:pPr>
        <w:pStyle w:val="libNormal"/>
        <w:rPr>
          <w:rtl/>
        </w:rPr>
      </w:pPr>
      <w:r>
        <w:rPr>
          <w:rFonts w:hint="eastAsia"/>
          <w:rtl/>
        </w:rPr>
        <w:t>كسى</w:t>
      </w:r>
      <w:r>
        <w:rPr>
          <w:rtl/>
        </w:rPr>
        <w:t xml:space="preserve"> كه دانشمندى الهى را احترام نمايد مانند آن است كه پروردگار خويش ‍ را احترام كرده باشد.</w:t>
      </w:r>
    </w:p>
    <w:p w:rsidR="00827620" w:rsidRDefault="00827620" w:rsidP="00827620">
      <w:pPr>
        <w:pStyle w:val="libNormal"/>
        <w:rPr>
          <w:rtl/>
        </w:rPr>
      </w:pPr>
      <w:r>
        <w:rPr>
          <w:rtl/>
        </w:rPr>
        <w:t>١٩٦ - چه گروهى از مردم بيشتر بايد با دانشمندان دين بجوشند و رفت و آمد داشته باشند؟</w:t>
      </w:r>
    </w:p>
    <w:p w:rsidR="00827620" w:rsidRDefault="00827620" w:rsidP="00827620">
      <w:pPr>
        <w:pStyle w:val="libNormal"/>
        <w:rPr>
          <w:rtl/>
        </w:rPr>
      </w:pPr>
      <w:r>
        <w:rPr>
          <w:rtl/>
        </w:rPr>
        <w:t>(كارگزاران و مسوولين ، بيشتر نياز به مصاحبت و مراوده با دانشمندان دارند. بنابراين)</w:t>
      </w:r>
    </w:p>
    <w:p w:rsidR="00827620" w:rsidRDefault="00827620" w:rsidP="00827620">
      <w:pPr>
        <w:pStyle w:val="libNormal"/>
        <w:rPr>
          <w:rtl/>
        </w:rPr>
      </w:pPr>
      <w:r>
        <w:rPr>
          <w:rFonts w:hint="eastAsia"/>
          <w:rtl/>
        </w:rPr>
        <w:t>اكثر</w:t>
      </w:r>
      <w:r>
        <w:rPr>
          <w:rtl/>
        </w:rPr>
        <w:t xml:space="preserve"> مدارسه العلماء و مناقشه الحكماء فى تثبيت ما صلح عليه امر بلادك و اقامه ما استقام به الناس قبلك . </w:t>
      </w:r>
      <w:r w:rsidRPr="004F0673">
        <w:rPr>
          <w:rStyle w:val="libFootnotenumChar"/>
          <w:rtl/>
        </w:rPr>
        <w:t>(٢١٥)</w:t>
      </w:r>
    </w:p>
    <w:p w:rsidR="00827620" w:rsidRDefault="00827620" w:rsidP="00827620">
      <w:pPr>
        <w:pStyle w:val="libNormal"/>
        <w:rPr>
          <w:rtl/>
        </w:rPr>
      </w:pPr>
      <w:r>
        <w:rPr>
          <w:rtl/>
        </w:rPr>
        <w:t>(اى مالك به عنوان سردار مصر) زياد با دانشمندان و حكيمان جامعه گفتگو داشته باش (بخصوص) درباره موضوعاتى كه به اصلاح و بهبود وضع جامعه مربوط مى شود و امور مردم در گذشته ، به دوام و اصلاح آنها بستگى داشته است .</w:t>
      </w:r>
    </w:p>
    <w:p w:rsidR="00827620" w:rsidRDefault="00827620" w:rsidP="00827620">
      <w:pPr>
        <w:pStyle w:val="libNormal"/>
        <w:rPr>
          <w:rtl/>
        </w:rPr>
      </w:pPr>
      <w:r>
        <w:rPr>
          <w:rtl/>
        </w:rPr>
        <w:t>١٩٧ - پس بايد علماء دين و دانشمندان ، در امور سياسى دخالت كنند تا زمامداران بتوانند با آنان مشورت و گفتگو نمايند؟</w:t>
      </w:r>
    </w:p>
    <w:p w:rsidR="00827620" w:rsidRDefault="00827620" w:rsidP="00827620">
      <w:pPr>
        <w:pStyle w:val="libNormal"/>
        <w:rPr>
          <w:rtl/>
        </w:rPr>
      </w:pPr>
      <w:r>
        <w:rPr>
          <w:rFonts w:hint="eastAsia"/>
          <w:rtl/>
        </w:rPr>
        <w:t>بله</w:t>
      </w:r>
      <w:r>
        <w:rPr>
          <w:rtl/>
        </w:rPr>
        <w:t xml:space="preserve"> اصولا حكومت از آن دانشمندان است .</w:t>
      </w:r>
    </w:p>
    <w:p w:rsidR="00827620" w:rsidRDefault="00827620" w:rsidP="00827620">
      <w:pPr>
        <w:pStyle w:val="libNormal"/>
        <w:rPr>
          <w:rtl/>
        </w:rPr>
      </w:pPr>
      <w:r>
        <w:rPr>
          <w:rFonts w:hint="eastAsia"/>
          <w:rtl/>
        </w:rPr>
        <w:t>العلماء</w:t>
      </w:r>
      <w:r>
        <w:rPr>
          <w:rtl/>
        </w:rPr>
        <w:t xml:space="preserve"> حكام على الناس . </w:t>
      </w:r>
      <w:r w:rsidRPr="004F0673">
        <w:rPr>
          <w:rStyle w:val="libFootnotenumChar"/>
          <w:rtl/>
        </w:rPr>
        <w:t>(٢١٦)</w:t>
      </w:r>
    </w:p>
    <w:p w:rsidR="00827620" w:rsidRDefault="00827620" w:rsidP="00827620">
      <w:pPr>
        <w:pStyle w:val="libNormal"/>
        <w:rPr>
          <w:rtl/>
        </w:rPr>
      </w:pPr>
      <w:r>
        <w:rPr>
          <w:rFonts w:hint="eastAsia"/>
          <w:rtl/>
        </w:rPr>
        <w:t>علماء،</w:t>
      </w:r>
      <w:r>
        <w:rPr>
          <w:rtl/>
        </w:rPr>
        <w:t xml:space="preserve"> حق حكومت بر مردم را دارند و حاكمان جامعه هستند.</w:t>
      </w:r>
    </w:p>
    <w:p w:rsidR="00827620" w:rsidRDefault="00827620" w:rsidP="00827620">
      <w:pPr>
        <w:pStyle w:val="libNormal"/>
        <w:rPr>
          <w:rtl/>
        </w:rPr>
      </w:pPr>
      <w:r>
        <w:rPr>
          <w:rtl/>
        </w:rPr>
        <w:t>١٩٨ - آيا دانشمندان همه مورد اعتمادند؟</w:t>
      </w:r>
    </w:p>
    <w:p w:rsidR="00827620" w:rsidRDefault="00827620" w:rsidP="00827620">
      <w:pPr>
        <w:pStyle w:val="libNormal"/>
        <w:rPr>
          <w:rtl/>
        </w:rPr>
      </w:pPr>
      <w:r>
        <w:rPr>
          <w:rFonts w:hint="eastAsia"/>
          <w:rtl/>
        </w:rPr>
        <w:lastRenderedPageBreak/>
        <w:t>خير،</w:t>
      </w:r>
      <w:r>
        <w:rPr>
          <w:rtl/>
        </w:rPr>
        <w:t xml:space="preserve"> فقط كسانى كه به علم خود عمل كنند زيرا:</w:t>
      </w:r>
    </w:p>
    <w:p w:rsidR="00827620" w:rsidRDefault="00827620" w:rsidP="00827620">
      <w:pPr>
        <w:pStyle w:val="libNormal"/>
        <w:rPr>
          <w:rtl/>
        </w:rPr>
      </w:pPr>
      <w:r>
        <w:rPr>
          <w:rFonts w:hint="eastAsia"/>
          <w:rtl/>
        </w:rPr>
        <w:t>افه</w:t>
      </w:r>
      <w:r>
        <w:rPr>
          <w:rtl/>
        </w:rPr>
        <w:t xml:space="preserve"> العلم ترك العمل به . </w:t>
      </w:r>
      <w:r w:rsidRPr="004F0673">
        <w:rPr>
          <w:rStyle w:val="libFootnotenumChar"/>
          <w:rtl/>
        </w:rPr>
        <w:t>(٢١٧)</w:t>
      </w:r>
    </w:p>
    <w:p w:rsidR="00827620" w:rsidRDefault="00827620" w:rsidP="00827620">
      <w:pPr>
        <w:pStyle w:val="libNormal"/>
        <w:rPr>
          <w:rtl/>
        </w:rPr>
      </w:pPr>
      <w:r>
        <w:rPr>
          <w:rFonts w:hint="eastAsia"/>
          <w:rtl/>
        </w:rPr>
        <w:t>آفت</w:t>
      </w:r>
      <w:r>
        <w:rPr>
          <w:rtl/>
        </w:rPr>
        <w:t xml:space="preserve"> علم ، عمل نكردن به آن است كه مانند درخت بى ثمر مى باشد.</w:t>
      </w:r>
    </w:p>
    <w:p w:rsidR="00827620" w:rsidRDefault="004F0673" w:rsidP="00827620">
      <w:pPr>
        <w:pStyle w:val="libNormal"/>
        <w:rPr>
          <w:rtl/>
        </w:rPr>
      </w:pPr>
      <w:r>
        <w:rPr>
          <w:rtl/>
        </w:rPr>
        <w:br w:type="page"/>
      </w:r>
    </w:p>
    <w:p w:rsidR="00827620" w:rsidRPr="004F0673" w:rsidRDefault="00827620" w:rsidP="004F0673">
      <w:pPr>
        <w:pStyle w:val="Heading1"/>
        <w:rPr>
          <w:rtl/>
        </w:rPr>
      </w:pPr>
      <w:bookmarkStart w:id="117" w:name="_Toc479592353"/>
      <w:bookmarkStart w:id="118" w:name="_Toc479592473"/>
      <w:r w:rsidRPr="004F0673">
        <w:rPr>
          <w:rFonts w:hint="eastAsia"/>
          <w:rtl/>
        </w:rPr>
        <w:t>وظيفه</w:t>
      </w:r>
      <w:r w:rsidRPr="004F0673">
        <w:rPr>
          <w:rtl/>
        </w:rPr>
        <w:t xml:space="preserve"> دانشمندان</w:t>
      </w:r>
      <w:bookmarkEnd w:id="117"/>
      <w:bookmarkEnd w:id="118"/>
    </w:p>
    <w:p w:rsidR="00827620" w:rsidRDefault="00827620" w:rsidP="00827620">
      <w:pPr>
        <w:pStyle w:val="libNormal"/>
        <w:rPr>
          <w:rtl/>
        </w:rPr>
      </w:pPr>
      <w:r>
        <w:rPr>
          <w:rtl/>
        </w:rPr>
        <w:t>١٩٩ - چگونه است كه بعضى از مردم توجه به علما ندارند و چگونه است كه بعضى از عالمان در دل مردم جا ندارند؟</w:t>
      </w:r>
    </w:p>
    <w:p w:rsidR="00827620" w:rsidRDefault="00827620" w:rsidP="00827620">
      <w:pPr>
        <w:pStyle w:val="libNormal"/>
        <w:rPr>
          <w:rtl/>
        </w:rPr>
      </w:pPr>
      <w:r>
        <w:rPr>
          <w:rFonts w:hint="eastAsia"/>
          <w:rtl/>
        </w:rPr>
        <w:t>مشكل</w:t>
      </w:r>
      <w:r>
        <w:rPr>
          <w:rtl/>
        </w:rPr>
        <w:t xml:space="preserve"> همان بى توجهى بعضى از آنان به عمل است و چون مردم بى اعتماد شوند ديگر همه را به يك چشم مى نگرند. لو ان حمله العلم حملوه بحقه لاحبهم الله و ملائكته و اهل طاعته من خلقه وليكنهم حملوه لطلب الدنيا فمقتهم الله و هانوا على الناس . </w:t>
      </w:r>
      <w:r w:rsidRPr="004F0673">
        <w:rPr>
          <w:rStyle w:val="libFootnotenumChar"/>
          <w:rtl/>
        </w:rPr>
        <w:t>(٢١٨)</w:t>
      </w:r>
    </w:p>
    <w:p w:rsidR="00827620" w:rsidRDefault="00827620" w:rsidP="00827620">
      <w:pPr>
        <w:pStyle w:val="libNormal"/>
        <w:rPr>
          <w:rtl/>
        </w:rPr>
      </w:pPr>
      <w:r>
        <w:rPr>
          <w:rFonts w:hint="eastAsia"/>
          <w:rtl/>
        </w:rPr>
        <w:t>اگر</w:t>
      </w:r>
      <w:r>
        <w:rPr>
          <w:rtl/>
        </w:rPr>
        <w:t xml:space="preserve"> اهل علم آنگونه كه شايسته علم است آنرا فرا مى گرفتند و به آن عمل مى كردند مورد عنايت و محبت خدا و ملائكه و بندگان مومن او قرار مى گرفتند، ولى چون علم را براى دنيا طلب كردند مورد غضب خداوند قرار گرفته و در چشم مردم نيز سبك و خوار شدند.</w:t>
      </w:r>
    </w:p>
    <w:p w:rsidR="00827620" w:rsidRDefault="00827620" w:rsidP="00827620">
      <w:pPr>
        <w:pStyle w:val="libNormal"/>
        <w:rPr>
          <w:rtl/>
        </w:rPr>
      </w:pPr>
      <w:r>
        <w:rPr>
          <w:rtl/>
        </w:rPr>
        <w:t>٢٠٠ - آيا علت بى توجهى مردم به علوم نيز همين بى اعتمادى است ؟</w:t>
      </w:r>
    </w:p>
    <w:p w:rsidR="00827620" w:rsidRDefault="00827620" w:rsidP="00827620">
      <w:pPr>
        <w:pStyle w:val="libNormal"/>
        <w:rPr>
          <w:rtl/>
        </w:rPr>
      </w:pPr>
      <w:r>
        <w:rPr>
          <w:rFonts w:hint="eastAsia"/>
          <w:rtl/>
        </w:rPr>
        <w:t>بله</w:t>
      </w:r>
      <w:r>
        <w:rPr>
          <w:rtl/>
        </w:rPr>
        <w:t xml:space="preserve"> ، چون نتيجه درستى از برخى عالمان نمى بينند نسبت به آنها رغبت نشان نمى دهند.</w:t>
      </w:r>
    </w:p>
    <w:p w:rsidR="00827620" w:rsidRDefault="00827620" w:rsidP="00827620">
      <w:pPr>
        <w:pStyle w:val="libNormal"/>
        <w:rPr>
          <w:rtl/>
        </w:rPr>
      </w:pPr>
      <w:r>
        <w:rPr>
          <w:rFonts w:hint="eastAsia"/>
          <w:rtl/>
        </w:rPr>
        <w:t>انما</w:t>
      </w:r>
      <w:r>
        <w:rPr>
          <w:rtl/>
        </w:rPr>
        <w:t xml:space="preserve"> زهد الناس فى طلب العلم كثره مايرون من قله العمل به . </w:t>
      </w:r>
      <w:r w:rsidRPr="004F0673">
        <w:rPr>
          <w:rStyle w:val="libFootnotenumChar"/>
          <w:rtl/>
        </w:rPr>
        <w:t>(٢١٩)</w:t>
      </w:r>
    </w:p>
    <w:p w:rsidR="00827620" w:rsidRDefault="00827620" w:rsidP="00827620">
      <w:pPr>
        <w:pStyle w:val="libNormal"/>
        <w:rPr>
          <w:rtl/>
        </w:rPr>
      </w:pPr>
      <w:r>
        <w:rPr>
          <w:rFonts w:hint="eastAsia"/>
          <w:rtl/>
        </w:rPr>
        <w:t>مردم</w:t>
      </w:r>
      <w:r>
        <w:rPr>
          <w:rtl/>
        </w:rPr>
        <w:t xml:space="preserve"> در فراگيرى دانش رغبت ندارند از بس كه دانشمندان بى عمل را ديده اند!</w:t>
      </w:r>
    </w:p>
    <w:p w:rsidR="00827620" w:rsidRDefault="00827620" w:rsidP="00827620">
      <w:pPr>
        <w:pStyle w:val="libNormal"/>
        <w:rPr>
          <w:rtl/>
        </w:rPr>
      </w:pPr>
      <w:r>
        <w:rPr>
          <w:rtl/>
        </w:rPr>
        <w:t>٢٠١ - سنگين ترين تكليف عالمان چيست ؟</w:t>
      </w:r>
    </w:p>
    <w:p w:rsidR="00827620" w:rsidRDefault="00827620" w:rsidP="00827620">
      <w:pPr>
        <w:pStyle w:val="libNormal"/>
        <w:rPr>
          <w:rtl/>
        </w:rPr>
      </w:pPr>
      <w:r>
        <w:rPr>
          <w:rFonts w:hint="eastAsia"/>
          <w:rtl/>
        </w:rPr>
        <w:t>مبارزه</w:t>
      </w:r>
      <w:r>
        <w:rPr>
          <w:rtl/>
        </w:rPr>
        <w:t xml:space="preserve"> با ستمگران و يارى مظلومان .</w:t>
      </w:r>
    </w:p>
    <w:p w:rsidR="00827620" w:rsidRDefault="00827620" w:rsidP="00827620">
      <w:pPr>
        <w:pStyle w:val="libNormal"/>
        <w:rPr>
          <w:rtl/>
        </w:rPr>
      </w:pPr>
      <w:r>
        <w:rPr>
          <w:rFonts w:hint="eastAsia"/>
          <w:rtl/>
        </w:rPr>
        <w:t>و</w:t>
      </w:r>
      <w:r>
        <w:rPr>
          <w:rtl/>
        </w:rPr>
        <w:t xml:space="preserve"> ما اخذ الله على العلماء ان لا يقاروا على كظه ظالم و لا سغب مظلوم . </w:t>
      </w:r>
      <w:r w:rsidRPr="004F0673">
        <w:rPr>
          <w:rStyle w:val="libFootnotenumChar"/>
          <w:rtl/>
        </w:rPr>
        <w:t>(٢٢٠)</w:t>
      </w:r>
    </w:p>
    <w:p w:rsidR="00827620" w:rsidRDefault="00827620" w:rsidP="00827620">
      <w:pPr>
        <w:pStyle w:val="libNormal"/>
        <w:rPr>
          <w:rtl/>
        </w:rPr>
      </w:pPr>
      <w:r>
        <w:rPr>
          <w:rFonts w:hint="eastAsia"/>
          <w:rtl/>
        </w:rPr>
        <w:lastRenderedPageBreak/>
        <w:t>خداوند</w:t>
      </w:r>
      <w:r>
        <w:rPr>
          <w:rtl/>
        </w:rPr>
        <w:t xml:space="preserve"> از دانشمندان پيمان گرفته كه بر شكم پرستى ظالمان و گرسنگى مظلومان سكوت ننمايند.</w:t>
      </w:r>
    </w:p>
    <w:p w:rsidR="00827620" w:rsidRDefault="00827620" w:rsidP="00827620">
      <w:pPr>
        <w:pStyle w:val="libNormal"/>
        <w:rPr>
          <w:rtl/>
        </w:rPr>
      </w:pPr>
      <w:r>
        <w:rPr>
          <w:rtl/>
        </w:rPr>
        <w:t>٢٠٢ - راستى كه چه سخت است تكليف آنان ؟</w:t>
      </w:r>
    </w:p>
    <w:p w:rsidR="00827620" w:rsidRDefault="00827620" w:rsidP="00827620">
      <w:pPr>
        <w:pStyle w:val="libNormal"/>
        <w:rPr>
          <w:rtl/>
        </w:rPr>
      </w:pPr>
      <w:r>
        <w:rPr>
          <w:rFonts w:hint="eastAsia"/>
          <w:rtl/>
        </w:rPr>
        <w:t>هر</w:t>
      </w:r>
      <w:r>
        <w:rPr>
          <w:rtl/>
        </w:rPr>
        <w:t xml:space="preserve"> چند تكليف بسيار سخت مى باشد. ولى در عوض اجر آنان بيشتر از همه است و دو ركعت نماز كه يك عالم مى خواند بهتر است از هفتاد ركعت نمازى كه جاهل بخواند.</w:t>
      </w:r>
    </w:p>
    <w:p w:rsidR="00827620" w:rsidRDefault="00827620" w:rsidP="00827620">
      <w:pPr>
        <w:pStyle w:val="libNormal"/>
        <w:rPr>
          <w:rtl/>
        </w:rPr>
      </w:pPr>
      <w:r>
        <w:rPr>
          <w:rFonts w:hint="eastAsia"/>
          <w:rtl/>
        </w:rPr>
        <w:t>ركعتان</w:t>
      </w:r>
      <w:r>
        <w:rPr>
          <w:rtl/>
        </w:rPr>
        <w:t xml:space="preserve"> من عالم خير من سبعين ركعه من جاهل لان العالم تاتيه الفتنه فيخرج منها بعلمه و تاتى الجاهل فتنسفه نسفا . </w:t>
      </w:r>
      <w:r w:rsidRPr="000F71D1">
        <w:rPr>
          <w:rStyle w:val="libFootnotenumChar"/>
          <w:rtl/>
        </w:rPr>
        <w:t>(٢٢١)</w:t>
      </w:r>
    </w:p>
    <w:p w:rsidR="00827620" w:rsidRDefault="00827620" w:rsidP="00827620">
      <w:pPr>
        <w:pStyle w:val="libNormal"/>
        <w:rPr>
          <w:rtl/>
        </w:rPr>
      </w:pPr>
      <w:r>
        <w:rPr>
          <w:rFonts w:hint="eastAsia"/>
          <w:rtl/>
        </w:rPr>
        <w:t>عالم</w:t>
      </w:r>
      <w:r>
        <w:rPr>
          <w:rtl/>
        </w:rPr>
        <w:t xml:space="preserve"> به هنگام بروز فتنه يا تكيه بر علم خود به سلامت از آن فتنه سر برون آورد ولى نادان خود را درگير فتنه خواهد ساخت .</w:t>
      </w:r>
    </w:p>
    <w:p w:rsidR="00827620" w:rsidRDefault="000F71D1" w:rsidP="00827620">
      <w:pPr>
        <w:pStyle w:val="libNormal"/>
        <w:rPr>
          <w:rtl/>
        </w:rPr>
      </w:pPr>
      <w:r>
        <w:rPr>
          <w:rtl/>
        </w:rPr>
        <w:br w:type="page"/>
      </w:r>
    </w:p>
    <w:p w:rsidR="00827620" w:rsidRDefault="00827620" w:rsidP="000F71D1">
      <w:pPr>
        <w:pStyle w:val="Heading1"/>
        <w:rPr>
          <w:rtl/>
        </w:rPr>
      </w:pPr>
      <w:bookmarkStart w:id="119" w:name="_Toc479592354"/>
      <w:bookmarkStart w:id="120" w:name="_Toc479592474"/>
      <w:r>
        <w:rPr>
          <w:rFonts w:hint="eastAsia"/>
          <w:rtl/>
        </w:rPr>
        <w:t>ارزش</w:t>
      </w:r>
      <w:r>
        <w:rPr>
          <w:rtl/>
        </w:rPr>
        <w:t xml:space="preserve"> علم</w:t>
      </w:r>
      <w:bookmarkEnd w:id="119"/>
      <w:bookmarkEnd w:id="120"/>
    </w:p>
    <w:p w:rsidR="00827620" w:rsidRDefault="00827620" w:rsidP="00827620">
      <w:pPr>
        <w:pStyle w:val="libNormal"/>
        <w:rPr>
          <w:rtl/>
        </w:rPr>
      </w:pPr>
      <w:r>
        <w:rPr>
          <w:rtl/>
        </w:rPr>
        <w:t>٢٠٣ - پرسيدم از سرور دو عالم كه آيا علم بهتر است يا مال دنيا؟</w:t>
      </w:r>
    </w:p>
    <w:p w:rsidR="00827620" w:rsidRDefault="00827620" w:rsidP="00827620">
      <w:pPr>
        <w:pStyle w:val="libNormal"/>
        <w:rPr>
          <w:rtl/>
        </w:rPr>
      </w:pPr>
      <w:r>
        <w:rPr>
          <w:rFonts w:hint="eastAsia"/>
          <w:rtl/>
        </w:rPr>
        <w:t>فرمودند</w:t>
      </w:r>
      <w:r>
        <w:rPr>
          <w:rtl/>
        </w:rPr>
        <w:t>: علم بهتر از مال است زيرا علم ، تو را از بلاها حفظ مى كند ولى مال را، تو بايد حفظ كنى ، مال را اگر انفاق كنى با خرج كردن كم مى شود ولى علم با انفاق پاينده و افزوده مى گردد و بالاخره كسى كه بزرگى خود را به وسيله مال به دست آورده است با از دست دادن م</w:t>
      </w:r>
      <w:r>
        <w:rPr>
          <w:rFonts w:hint="eastAsia"/>
          <w:rtl/>
        </w:rPr>
        <w:t>ال</w:t>
      </w:r>
      <w:r>
        <w:rPr>
          <w:rtl/>
        </w:rPr>
        <w:t xml:space="preserve"> آن بزرگى نيز از دست برود.</w:t>
      </w:r>
    </w:p>
    <w:p w:rsidR="00827620" w:rsidRDefault="00827620" w:rsidP="00827620">
      <w:pPr>
        <w:pStyle w:val="libNormal"/>
        <w:rPr>
          <w:rtl/>
        </w:rPr>
      </w:pPr>
      <w:r>
        <w:rPr>
          <w:rFonts w:hint="eastAsia"/>
          <w:rtl/>
        </w:rPr>
        <w:t>العلم</w:t>
      </w:r>
      <w:r>
        <w:rPr>
          <w:rtl/>
        </w:rPr>
        <w:t xml:space="preserve"> خير من المال ، العلم يحرسك و انت تحرس المال و المال تنقصه النفقه ، و العلم يزكو على الانفاق و صنيع المال يزول بزواله . </w:t>
      </w:r>
      <w:r w:rsidRPr="000F71D1">
        <w:rPr>
          <w:rStyle w:val="libFootnotenumChar"/>
          <w:rtl/>
        </w:rPr>
        <w:t>(٢٢٢)</w:t>
      </w:r>
    </w:p>
    <w:p w:rsidR="00827620" w:rsidRDefault="00827620" w:rsidP="00827620">
      <w:pPr>
        <w:pStyle w:val="libNormal"/>
        <w:rPr>
          <w:rtl/>
        </w:rPr>
      </w:pPr>
      <w:r>
        <w:rPr>
          <w:rtl/>
        </w:rPr>
        <w:t>٢٠٤ - كداميك پس از مرگ بيشتر سودبخش است علم يا مال ؟</w:t>
      </w:r>
    </w:p>
    <w:p w:rsidR="00827620" w:rsidRDefault="00827620" w:rsidP="00827620">
      <w:pPr>
        <w:pStyle w:val="libNormal"/>
        <w:rPr>
          <w:rtl/>
        </w:rPr>
      </w:pPr>
      <w:r>
        <w:rPr>
          <w:rFonts w:hint="eastAsia"/>
          <w:rtl/>
        </w:rPr>
        <w:t>اموال</w:t>
      </w:r>
      <w:r>
        <w:rPr>
          <w:rtl/>
        </w:rPr>
        <w:t xml:space="preserve"> با مرگ به ديگران منتقل مى شود ولى عالمان با علم خود هميشه زنده اند هر چند جسم آنان به زير خاك رود ولى علم آنها هميشه در دلها جاودانه است .</w:t>
      </w:r>
    </w:p>
    <w:p w:rsidR="00827620" w:rsidRDefault="00827620" w:rsidP="00827620">
      <w:pPr>
        <w:pStyle w:val="libNormal"/>
        <w:rPr>
          <w:rtl/>
        </w:rPr>
      </w:pPr>
      <w:r>
        <w:rPr>
          <w:rFonts w:hint="eastAsia"/>
          <w:rtl/>
        </w:rPr>
        <w:t>هلك</w:t>
      </w:r>
      <w:r>
        <w:rPr>
          <w:rtl/>
        </w:rPr>
        <w:t xml:space="preserve"> خزان الاموال و هم احياء و العلماء باقون ما بقى الدهر. اعيانهم مفقوده و امثالهم فى القلوب موجوده . </w:t>
      </w:r>
      <w:r w:rsidRPr="000F71D1">
        <w:rPr>
          <w:rStyle w:val="libFootnotenumChar"/>
          <w:rtl/>
        </w:rPr>
        <w:t>(٢٢٣)</w:t>
      </w:r>
    </w:p>
    <w:p w:rsidR="00827620" w:rsidRDefault="00827620" w:rsidP="00827620">
      <w:pPr>
        <w:pStyle w:val="libNormal"/>
        <w:rPr>
          <w:rtl/>
        </w:rPr>
      </w:pPr>
      <w:r>
        <w:rPr>
          <w:rtl/>
        </w:rPr>
        <w:t>٢٠٥ - آيا مصاحبت و همراهى با دانشمندان را توصيه مى فرماييد؟</w:t>
      </w:r>
    </w:p>
    <w:p w:rsidR="00827620" w:rsidRDefault="00827620" w:rsidP="00827620">
      <w:pPr>
        <w:pStyle w:val="libNormal"/>
        <w:rPr>
          <w:rtl/>
        </w:rPr>
      </w:pPr>
      <w:r>
        <w:rPr>
          <w:rFonts w:hint="eastAsia"/>
          <w:rtl/>
        </w:rPr>
        <w:t>بله</w:t>
      </w:r>
      <w:r>
        <w:rPr>
          <w:rtl/>
        </w:rPr>
        <w:t xml:space="preserve"> ، مصاحبت با دانشمندان و اطاعت از عالمان دين تنها راه و محو گناهان مى شود و موجب سربلندى مومنين و ذخيره عمل براى دنيا و آخرت خواهد بود.</w:t>
      </w:r>
    </w:p>
    <w:p w:rsidR="00827620" w:rsidRDefault="00827620" w:rsidP="00827620">
      <w:pPr>
        <w:pStyle w:val="libNormal"/>
        <w:rPr>
          <w:rtl/>
        </w:rPr>
      </w:pPr>
      <w:r>
        <w:rPr>
          <w:rFonts w:hint="eastAsia"/>
          <w:rtl/>
        </w:rPr>
        <w:t>و</w:t>
      </w:r>
      <w:r>
        <w:rPr>
          <w:rtl/>
        </w:rPr>
        <w:t xml:space="preserve"> اعلموا ان صحبه العالم و اتباعه دين يدان الله به و طاعته مكسبه للحسنات ، ممحاه للسيئات و ذخيره و رفعه فى حياتهم . </w:t>
      </w:r>
      <w:r w:rsidRPr="000F71D1">
        <w:rPr>
          <w:rStyle w:val="libFootnotenumChar"/>
          <w:rtl/>
        </w:rPr>
        <w:t>(٢٢٤)</w:t>
      </w:r>
    </w:p>
    <w:p w:rsidR="00827620" w:rsidRDefault="00827620" w:rsidP="00827620">
      <w:pPr>
        <w:pStyle w:val="libNormal"/>
        <w:rPr>
          <w:rtl/>
        </w:rPr>
      </w:pPr>
      <w:r>
        <w:rPr>
          <w:rtl/>
        </w:rPr>
        <w:lastRenderedPageBreak/>
        <w:t>٢٠٦ - دانشمندان چه مسائلى را بايد رعايت كنند؟</w:t>
      </w:r>
    </w:p>
    <w:p w:rsidR="00827620" w:rsidRDefault="00827620" w:rsidP="00827620">
      <w:pPr>
        <w:pStyle w:val="libNormal"/>
        <w:rPr>
          <w:rtl/>
        </w:rPr>
      </w:pPr>
      <w:r>
        <w:rPr>
          <w:rFonts w:hint="eastAsia"/>
          <w:rtl/>
        </w:rPr>
        <w:t>موارد</w:t>
      </w:r>
      <w:r>
        <w:rPr>
          <w:rtl/>
        </w:rPr>
        <w:t xml:space="preserve"> بسيار را، از جمله اينكه : در مقام سخن گفتن نخواهد دانش خود را به رخ مردم بكشد و اگر مطلبى را از ديگرى نقل كرد رعايت امانت را بكند و تحريف نكند و آن را به خودش نسبت ندهد.</w:t>
      </w:r>
    </w:p>
    <w:p w:rsidR="00827620" w:rsidRDefault="00827620" w:rsidP="00827620">
      <w:pPr>
        <w:pStyle w:val="libNormal"/>
        <w:rPr>
          <w:rtl/>
        </w:rPr>
      </w:pPr>
      <w:r>
        <w:rPr>
          <w:rFonts w:hint="eastAsia"/>
          <w:rtl/>
        </w:rPr>
        <w:t>علامه</w:t>
      </w:r>
      <w:r>
        <w:rPr>
          <w:rtl/>
        </w:rPr>
        <w:t xml:space="preserve"> الايمان ان توثر الصدق حيث يضرك على الكذب حيث ينفعك و ان لا يكون فى حديثك فضل عن علمك و ان تتقى الله فى حديث غيرك . </w:t>
      </w:r>
      <w:r w:rsidRPr="000F71D1">
        <w:rPr>
          <w:rStyle w:val="libFootnotenumChar"/>
          <w:rtl/>
        </w:rPr>
        <w:t>(٢٢٥)</w:t>
      </w:r>
    </w:p>
    <w:p w:rsidR="00827620" w:rsidRDefault="00827620" w:rsidP="00827620">
      <w:pPr>
        <w:pStyle w:val="libNormal"/>
        <w:rPr>
          <w:rtl/>
        </w:rPr>
      </w:pPr>
      <w:r>
        <w:rPr>
          <w:rFonts w:hint="eastAsia"/>
          <w:rtl/>
        </w:rPr>
        <w:t>نشان</w:t>
      </w:r>
      <w:r>
        <w:rPr>
          <w:rtl/>
        </w:rPr>
        <w:t xml:space="preserve"> ايمان آنست كه راست گويى را بر دروغ گفتن مقدم دارى ؛ حتى اگر راست گويى به زيان تو باشد و دروغ گفتن به تو سود برساند. و اينكه افزون بر معلوماتت سخن نگويى و در نقل سخن ديگران خدا را مدنظر داشته باشى .</w:t>
      </w:r>
    </w:p>
    <w:p w:rsidR="00827620" w:rsidRDefault="000F71D1" w:rsidP="00827620">
      <w:pPr>
        <w:pStyle w:val="libNormal"/>
        <w:rPr>
          <w:rtl/>
        </w:rPr>
      </w:pPr>
      <w:r>
        <w:rPr>
          <w:rtl/>
        </w:rPr>
        <w:br w:type="page"/>
      </w:r>
    </w:p>
    <w:p w:rsidR="00827620" w:rsidRDefault="00827620" w:rsidP="000F71D1">
      <w:pPr>
        <w:pStyle w:val="Heading1"/>
        <w:rPr>
          <w:rtl/>
        </w:rPr>
      </w:pPr>
      <w:bookmarkStart w:id="121" w:name="_Toc479592355"/>
      <w:bookmarkStart w:id="122" w:name="_Toc479592475"/>
      <w:r>
        <w:rPr>
          <w:rFonts w:hint="eastAsia"/>
          <w:rtl/>
        </w:rPr>
        <w:t>خوشبختى</w:t>
      </w:r>
      <w:bookmarkEnd w:id="121"/>
      <w:bookmarkEnd w:id="122"/>
    </w:p>
    <w:p w:rsidR="00827620" w:rsidRDefault="00827620" w:rsidP="00827620">
      <w:pPr>
        <w:pStyle w:val="libNormal"/>
        <w:rPr>
          <w:rtl/>
        </w:rPr>
      </w:pPr>
      <w:r>
        <w:rPr>
          <w:rtl/>
        </w:rPr>
        <w:t>٢٠٧ - خوشبخت ترين انسان ها كيست ؟</w:t>
      </w:r>
    </w:p>
    <w:p w:rsidR="00827620" w:rsidRDefault="00827620" w:rsidP="00827620">
      <w:pPr>
        <w:pStyle w:val="libNormal"/>
        <w:rPr>
          <w:rtl/>
        </w:rPr>
      </w:pPr>
      <w:r>
        <w:rPr>
          <w:rFonts w:hint="eastAsia"/>
          <w:rtl/>
        </w:rPr>
        <w:t>خوشبخت</w:t>
      </w:r>
      <w:r>
        <w:rPr>
          <w:rtl/>
        </w:rPr>
        <w:t xml:space="preserve"> ترين انسان ها كسى است كه : فضل و منزلت ما (اهل بيت) را بشناسد. به وسيله ما به خداوند تقرب جويد، خالصانه ما را دوست داشته باشد، آنچه ما سفارش كرديم انجام دهد، هر چه را نهى كرديم ترك نمايد، چنين كسى از ما است و در جايگاه ابدى ، با ما خواهد بود.</w:t>
      </w:r>
    </w:p>
    <w:p w:rsidR="00827620" w:rsidRDefault="00827620" w:rsidP="00827620">
      <w:pPr>
        <w:pStyle w:val="libNormal"/>
        <w:rPr>
          <w:rtl/>
        </w:rPr>
      </w:pPr>
      <w:r>
        <w:rPr>
          <w:rFonts w:hint="eastAsia"/>
          <w:rtl/>
        </w:rPr>
        <w:t>اسعد</w:t>
      </w:r>
      <w:r>
        <w:rPr>
          <w:rtl/>
        </w:rPr>
        <w:t xml:space="preserve"> الناس من عرف فضلنا و تقرب الى الله بنا و اخلص حبنا، و عمل بما اليه ندبناو انتهى عما عنه نهينا فذالك منا و هو فى دار المقامه معنا . </w:t>
      </w:r>
      <w:r w:rsidRPr="000F71D1">
        <w:rPr>
          <w:rStyle w:val="libFootnotenumChar"/>
          <w:rtl/>
        </w:rPr>
        <w:t>(٢٢٦)</w:t>
      </w:r>
    </w:p>
    <w:p w:rsidR="00827620" w:rsidRDefault="00827620" w:rsidP="00827620">
      <w:pPr>
        <w:pStyle w:val="libNormal"/>
        <w:rPr>
          <w:rtl/>
        </w:rPr>
      </w:pPr>
      <w:r>
        <w:rPr>
          <w:rtl/>
        </w:rPr>
        <w:t>٢٠٨ - پرسيدم به چه كسى خوشبخت مى گويند؟</w:t>
      </w:r>
    </w:p>
    <w:p w:rsidR="00827620" w:rsidRDefault="00827620" w:rsidP="00827620">
      <w:pPr>
        <w:pStyle w:val="libNormal"/>
        <w:rPr>
          <w:rtl/>
        </w:rPr>
      </w:pPr>
      <w:r>
        <w:rPr>
          <w:rFonts w:hint="eastAsia"/>
          <w:rtl/>
        </w:rPr>
        <w:t>فرمودند</w:t>
      </w:r>
      <w:r>
        <w:rPr>
          <w:rtl/>
        </w:rPr>
        <w:t>: خوشبخت كسى است كه از عذاب خدا بترسد، و به اميد ثواب پروردگار اعمال نيكو انجام دهد، و به عشق بهشت گام بردارد.</w:t>
      </w:r>
    </w:p>
    <w:p w:rsidR="00827620" w:rsidRDefault="00827620" w:rsidP="00827620">
      <w:pPr>
        <w:pStyle w:val="libNormal"/>
        <w:rPr>
          <w:rtl/>
        </w:rPr>
      </w:pPr>
      <w:r>
        <w:rPr>
          <w:rFonts w:hint="eastAsia"/>
          <w:rtl/>
        </w:rPr>
        <w:t>انما</w:t>
      </w:r>
      <w:r>
        <w:rPr>
          <w:rtl/>
        </w:rPr>
        <w:t xml:space="preserve"> السعيد من خاف العقاب فامن و رجا الثواب فاحسن و اشتاق الى الجنه فادلج . </w:t>
      </w:r>
      <w:r w:rsidRPr="000F71D1">
        <w:rPr>
          <w:rStyle w:val="libFootnotenumChar"/>
          <w:rtl/>
        </w:rPr>
        <w:t>(٢٢٧)</w:t>
      </w:r>
    </w:p>
    <w:p w:rsidR="00827620" w:rsidRDefault="00827620" w:rsidP="00827620">
      <w:pPr>
        <w:pStyle w:val="libNormal"/>
        <w:rPr>
          <w:rtl/>
        </w:rPr>
      </w:pPr>
      <w:r>
        <w:rPr>
          <w:rtl/>
        </w:rPr>
        <w:t>٢٠٩ - گفتم : چه كار كنيم كه رستگار و خوشبخت شويم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اعملوا بالعلم تسعدوا - جالس العلماء تسعد . </w:t>
      </w:r>
      <w:r w:rsidRPr="000F71D1">
        <w:rPr>
          <w:rStyle w:val="libFootnotenumChar"/>
          <w:rtl/>
        </w:rPr>
        <w:t>(٢٢٨)</w:t>
      </w:r>
    </w:p>
    <w:p w:rsidR="00827620" w:rsidRDefault="00827620" w:rsidP="00827620">
      <w:pPr>
        <w:pStyle w:val="libNormal"/>
        <w:rPr>
          <w:rtl/>
        </w:rPr>
      </w:pPr>
      <w:r>
        <w:rPr>
          <w:rFonts w:hint="eastAsia"/>
          <w:rtl/>
        </w:rPr>
        <w:t>فرمودند</w:t>
      </w:r>
      <w:r>
        <w:rPr>
          <w:rtl/>
        </w:rPr>
        <w:t>: به علم خود عمل كنيد خوشبخت مى شويد. با دانشمندان بنشين تا خوشبخت شوى .</w:t>
      </w:r>
    </w:p>
    <w:p w:rsidR="00827620" w:rsidRDefault="00827620" w:rsidP="00827620">
      <w:pPr>
        <w:pStyle w:val="libNormal"/>
        <w:rPr>
          <w:rtl/>
        </w:rPr>
      </w:pPr>
      <w:r>
        <w:rPr>
          <w:rtl/>
        </w:rPr>
        <w:t>٢١٠ - پرسيدم : ديگر چه ؟</w:t>
      </w:r>
    </w:p>
    <w:p w:rsidR="00827620" w:rsidRDefault="00827620" w:rsidP="00827620">
      <w:pPr>
        <w:pStyle w:val="libNormal"/>
        <w:rPr>
          <w:rtl/>
        </w:rPr>
      </w:pPr>
      <w:r>
        <w:rPr>
          <w:rFonts w:hint="eastAsia"/>
          <w:rtl/>
        </w:rPr>
        <w:t>فرمود</w:t>
      </w:r>
      <w:r>
        <w:rPr>
          <w:rtl/>
        </w:rPr>
        <w:t xml:space="preserve"> احدى خوشبخت نشود مگر با فرمانبردارى از فرامين خدا و كسى بدبخت نشود مگر به وسيله نافرمانى و معصيت خداوند سبحان .</w:t>
      </w:r>
    </w:p>
    <w:p w:rsidR="00827620" w:rsidRDefault="00827620" w:rsidP="00827620">
      <w:pPr>
        <w:pStyle w:val="libNormal"/>
        <w:rPr>
          <w:rtl/>
        </w:rPr>
      </w:pPr>
      <w:r>
        <w:rPr>
          <w:rFonts w:hint="eastAsia"/>
          <w:rtl/>
        </w:rPr>
        <w:t>لا</w:t>
      </w:r>
      <w:r>
        <w:rPr>
          <w:rtl/>
        </w:rPr>
        <w:t xml:space="preserve"> يسعد امرءا لا بطاعه الله سبحانه و لا يشقى امرء الا بمعصيه الله . </w:t>
      </w:r>
      <w:r w:rsidRPr="000F71D1">
        <w:rPr>
          <w:rStyle w:val="libFootnotenumChar"/>
          <w:rtl/>
        </w:rPr>
        <w:t>(٢٢٩)</w:t>
      </w:r>
    </w:p>
    <w:p w:rsidR="00827620" w:rsidRDefault="00827620" w:rsidP="00827620">
      <w:pPr>
        <w:pStyle w:val="libNormal"/>
        <w:rPr>
          <w:rtl/>
        </w:rPr>
      </w:pPr>
      <w:r>
        <w:rPr>
          <w:rtl/>
        </w:rPr>
        <w:lastRenderedPageBreak/>
        <w:t>٢١١ - نشانه خوشبختى چيست ؟</w:t>
      </w:r>
    </w:p>
    <w:p w:rsidR="00827620" w:rsidRDefault="00827620" w:rsidP="00827620">
      <w:pPr>
        <w:pStyle w:val="libNormal"/>
        <w:rPr>
          <w:rtl/>
        </w:rPr>
      </w:pPr>
      <w:r>
        <w:rPr>
          <w:rFonts w:hint="eastAsia"/>
          <w:rtl/>
        </w:rPr>
        <w:t>من</w:t>
      </w:r>
      <w:r>
        <w:rPr>
          <w:rtl/>
        </w:rPr>
        <w:t xml:space="preserve"> السعاده التوفيق لصالح الاعمال . </w:t>
      </w:r>
      <w:r w:rsidRPr="000F71D1">
        <w:rPr>
          <w:rStyle w:val="libFootnotenumChar"/>
          <w:rtl/>
        </w:rPr>
        <w:t>(٢٣٠)</w:t>
      </w:r>
    </w:p>
    <w:p w:rsidR="00827620" w:rsidRDefault="00827620" w:rsidP="00827620">
      <w:pPr>
        <w:pStyle w:val="libNormal"/>
        <w:rPr>
          <w:rtl/>
        </w:rPr>
      </w:pPr>
      <w:r>
        <w:rPr>
          <w:rFonts w:hint="eastAsia"/>
          <w:rtl/>
        </w:rPr>
        <w:t>از</w:t>
      </w:r>
      <w:r>
        <w:rPr>
          <w:rtl/>
        </w:rPr>
        <w:t xml:space="preserve"> نشانه هاى خوشبختى اين است كه انسان توفيق انجام كارهاى خوب و شايسته را پيدا كند؟</w:t>
      </w:r>
    </w:p>
    <w:p w:rsidR="00827620" w:rsidRDefault="00827620" w:rsidP="00827620">
      <w:pPr>
        <w:pStyle w:val="libNormal"/>
        <w:rPr>
          <w:rtl/>
        </w:rPr>
      </w:pPr>
      <w:r>
        <w:rPr>
          <w:rtl/>
        </w:rPr>
        <w:t>٢١٢ - پرسيدم : خوشبختى زندگى دنيا را در چه مى بينيد؟</w:t>
      </w:r>
    </w:p>
    <w:p w:rsidR="00827620" w:rsidRDefault="00827620" w:rsidP="00827620">
      <w:pPr>
        <w:pStyle w:val="libNormal"/>
        <w:rPr>
          <w:rtl/>
        </w:rPr>
      </w:pPr>
      <w:r>
        <w:rPr>
          <w:rFonts w:hint="eastAsia"/>
          <w:rtl/>
        </w:rPr>
        <w:t>فرمودند</w:t>
      </w:r>
      <w:r>
        <w:rPr>
          <w:rtl/>
        </w:rPr>
        <w:t>: از كمال سعادت توفيق در اصلاح جامعه است .</w:t>
      </w:r>
    </w:p>
    <w:p w:rsidR="00827620" w:rsidRDefault="00827620" w:rsidP="00827620">
      <w:pPr>
        <w:pStyle w:val="libNormal"/>
        <w:rPr>
          <w:rtl/>
        </w:rPr>
      </w:pPr>
      <w:r>
        <w:rPr>
          <w:rFonts w:hint="eastAsia"/>
          <w:rtl/>
        </w:rPr>
        <w:t>من</w:t>
      </w:r>
      <w:r>
        <w:rPr>
          <w:rtl/>
        </w:rPr>
        <w:t xml:space="preserve"> كمال السعاده السعى فى اصلاح الجمهور. </w:t>
      </w:r>
      <w:r w:rsidRPr="000F71D1">
        <w:rPr>
          <w:rStyle w:val="libFootnotenumChar"/>
          <w:rtl/>
        </w:rPr>
        <w:t>(٢٣١)</w:t>
      </w:r>
    </w:p>
    <w:p w:rsidR="00827620" w:rsidRDefault="00827620" w:rsidP="00827620">
      <w:pPr>
        <w:pStyle w:val="libNormal"/>
        <w:rPr>
          <w:rtl/>
        </w:rPr>
      </w:pPr>
      <w:r>
        <w:rPr>
          <w:rFonts w:hint="eastAsia"/>
          <w:rtl/>
        </w:rPr>
        <w:t>از</w:t>
      </w:r>
      <w:r>
        <w:rPr>
          <w:rtl/>
        </w:rPr>
        <w:t xml:space="preserve"> رسول خدا </w:t>
      </w:r>
      <w:r w:rsidR="00196907" w:rsidRPr="00196907">
        <w:rPr>
          <w:rStyle w:val="libAlaemChar"/>
          <w:rtl/>
        </w:rPr>
        <w:t>صلى‌الله‌عليه‌وآله</w:t>
      </w:r>
      <w:r>
        <w:rPr>
          <w:rtl/>
        </w:rPr>
        <w:t xml:space="preserve"> نيز نقل شده كه فرمودند: چهار چيز از سعادت آدمى است : داشتن دوستان خوب ، داشتن فرزند نيكوكار، داشتن همسر همراه و غمخوار و اينكه كسب و كارش در وطنش باشد.</w:t>
      </w:r>
    </w:p>
    <w:p w:rsidR="00827620" w:rsidRDefault="00827620" w:rsidP="00827620">
      <w:pPr>
        <w:pStyle w:val="libNormal"/>
        <w:rPr>
          <w:rtl/>
        </w:rPr>
      </w:pPr>
      <w:r>
        <w:rPr>
          <w:rFonts w:hint="eastAsia"/>
          <w:rtl/>
        </w:rPr>
        <w:t>اربع</w:t>
      </w:r>
      <w:r>
        <w:rPr>
          <w:rtl/>
        </w:rPr>
        <w:t xml:space="preserve"> من سعاده المرء: الخلطاء الصالحون و الولد البار، و المرئه المواتيه و ان تكون معيشته فى بلده . </w:t>
      </w:r>
      <w:r w:rsidRPr="000F71D1">
        <w:rPr>
          <w:rStyle w:val="libFootnotenumChar"/>
          <w:rtl/>
        </w:rPr>
        <w:t>(٢٣٢)</w:t>
      </w:r>
    </w:p>
    <w:p w:rsidR="00827620" w:rsidRDefault="00827620" w:rsidP="00827620">
      <w:pPr>
        <w:pStyle w:val="libNormal"/>
        <w:rPr>
          <w:rtl/>
        </w:rPr>
      </w:pPr>
      <w:r>
        <w:rPr>
          <w:rFonts w:hint="eastAsia"/>
          <w:rtl/>
        </w:rPr>
        <w:t>در</w:t>
      </w:r>
      <w:r>
        <w:rPr>
          <w:rtl/>
        </w:rPr>
        <w:t xml:space="preserve"> حديث امام صادق </w:t>
      </w:r>
      <w:r w:rsidR="00196907" w:rsidRPr="00196907">
        <w:rPr>
          <w:rStyle w:val="libAlaemChar"/>
          <w:rtl/>
        </w:rPr>
        <w:t xml:space="preserve">عليه‌السلام </w:t>
      </w:r>
      <w:r>
        <w:rPr>
          <w:rtl/>
        </w:rPr>
        <w:t>خانه جادار، همسر با ديانت ، مركب سوارى رام و شباهت فرزند به پدر ذكر شده است كه اين ها جزء سعادت دنياست .</w:t>
      </w:r>
    </w:p>
    <w:p w:rsidR="00827620" w:rsidRDefault="00827620" w:rsidP="00827620">
      <w:pPr>
        <w:pStyle w:val="libNormal"/>
        <w:rPr>
          <w:rtl/>
        </w:rPr>
      </w:pPr>
      <w:r>
        <w:rPr>
          <w:rFonts w:hint="eastAsia"/>
          <w:rtl/>
        </w:rPr>
        <w:t>ولى</w:t>
      </w:r>
      <w:r>
        <w:rPr>
          <w:rtl/>
        </w:rPr>
        <w:t xml:space="preserve"> سعادت آخرت همان عمل صالح و در راه خدا و انبياء بودن است .</w:t>
      </w:r>
    </w:p>
    <w:p w:rsidR="00827620" w:rsidRDefault="00827620" w:rsidP="00827620">
      <w:pPr>
        <w:pStyle w:val="libNormal"/>
        <w:rPr>
          <w:rtl/>
        </w:rPr>
      </w:pPr>
      <w:r>
        <w:rPr>
          <w:rtl/>
        </w:rPr>
        <w:t>٢١٣ - بهترين نوع خوشبختى براى يك انسان چيست ؟</w:t>
      </w:r>
    </w:p>
    <w:p w:rsidR="00827620" w:rsidRDefault="00827620" w:rsidP="00827620">
      <w:pPr>
        <w:pStyle w:val="libNormal"/>
        <w:rPr>
          <w:rtl/>
        </w:rPr>
      </w:pPr>
      <w:r>
        <w:rPr>
          <w:rFonts w:hint="eastAsia"/>
          <w:rtl/>
        </w:rPr>
        <w:t>اينكه</w:t>
      </w:r>
      <w:r>
        <w:rPr>
          <w:rtl/>
        </w:rPr>
        <w:t xml:space="preserve"> داراى اعتبار اجتماعى باشد كه مردم در امور دين و دنياى خود به او اعتماد نمايند.</w:t>
      </w:r>
    </w:p>
    <w:p w:rsidR="00827620" w:rsidRDefault="00827620" w:rsidP="00827620">
      <w:pPr>
        <w:pStyle w:val="libNormal"/>
        <w:rPr>
          <w:rtl/>
        </w:rPr>
      </w:pPr>
      <w:r>
        <w:rPr>
          <w:rFonts w:hint="eastAsia"/>
          <w:rtl/>
        </w:rPr>
        <w:t>كفى</w:t>
      </w:r>
      <w:r>
        <w:rPr>
          <w:rtl/>
        </w:rPr>
        <w:t xml:space="preserve"> بالمرء سعاده ان يوثق به فى امور الدين و الدنيا . </w:t>
      </w:r>
      <w:r w:rsidRPr="000F71D1">
        <w:rPr>
          <w:rStyle w:val="libFootnotenumChar"/>
          <w:rtl/>
        </w:rPr>
        <w:t>(٢٣٣)</w:t>
      </w:r>
    </w:p>
    <w:p w:rsidR="00827620" w:rsidRDefault="00827620" w:rsidP="00827620">
      <w:pPr>
        <w:pStyle w:val="libNormal"/>
        <w:rPr>
          <w:rtl/>
        </w:rPr>
      </w:pPr>
      <w:r>
        <w:rPr>
          <w:rtl/>
        </w:rPr>
        <w:t>٢١٤ - پرسيدم شما بيشترين خطر را از سوى چه كسانى مى بينيد؟</w:t>
      </w:r>
    </w:p>
    <w:p w:rsidR="00827620" w:rsidRDefault="00827620" w:rsidP="00827620">
      <w:pPr>
        <w:pStyle w:val="libNormal"/>
        <w:rPr>
          <w:rtl/>
        </w:rPr>
      </w:pPr>
      <w:r>
        <w:rPr>
          <w:rFonts w:hint="eastAsia"/>
          <w:rtl/>
        </w:rPr>
        <w:lastRenderedPageBreak/>
        <w:t>فرمود</w:t>
      </w:r>
      <w:r>
        <w:rPr>
          <w:rtl/>
        </w:rPr>
        <w:t xml:space="preserve"> از سوى دو صنف : يكى عالمان هتاك و بى بند و بار و ديگر جاهلان مقدس ماب . اولى با هتاكى مردم را فريب داده و به دين بدبين مى كند و دومى با جهلش به مردم خيانت مى كند و اين دو كمر مرا شكستند.</w:t>
      </w:r>
    </w:p>
    <w:p w:rsidR="00827620" w:rsidRDefault="00827620" w:rsidP="00827620">
      <w:pPr>
        <w:pStyle w:val="libNormal"/>
        <w:rPr>
          <w:rtl/>
        </w:rPr>
      </w:pPr>
      <w:r>
        <w:rPr>
          <w:rFonts w:hint="eastAsia"/>
          <w:rtl/>
        </w:rPr>
        <w:t>قصم</w:t>
      </w:r>
      <w:r>
        <w:rPr>
          <w:rtl/>
        </w:rPr>
        <w:t xml:space="preserve"> ظهرى رجلان عالم متهتك و جاهل متنسك فالجاهل يغش الناس ‍ بتنسكه و العالم يضرهم بتهتكه . </w:t>
      </w:r>
      <w:r w:rsidRPr="000F71D1">
        <w:rPr>
          <w:rStyle w:val="libFootnotenumChar"/>
          <w:rtl/>
        </w:rPr>
        <w:t>(٢٣٤)</w:t>
      </w:r>
    </w:p>
    <w:p w:rsidR="00827620" w:rsidRDefault="00827620" w:rsidP="00827620">
      <w:pPr>
        <w:pStyle w:val="libNormal"/>
        <w:rPr>
          <w:rtl/>
        </w:rPr>
      </w:pPr>
      <w:r>
        <w:rPr>
          <w:rtl/>
        </w:rPr>
        <w:t>٢١٥ - پرسيدم سرورم در مقام تعليم و تعلم و يادگيرى علم ، چه توصيه اى مى فرمائيد؟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و اياكم ان تطلبوه لخصال اربع لتباهوا به العلماء او تماروا به فى المجالس ، او لتصرفوا به وجوه الناس اليكم للتروس . </w:t>
      </w:r>
      <w:r w:rsidRPr="000F71D1">
        <w:rPr>
          <w:rStyle w:val="libFootnotenumChar"/>
          <w:rtl/>
        </w:rPr>
        <w:t>(٢٣٥)</w:t>
      </w:r>
    </w:p>
    <w:p w:rsidR="00827620" w:rsidRDefault="00827620" w:rsidP="00827620">
      <w:pPr>
        <w:pStyle w:val="libNormal"/>
        <w:rPr>
          <w:rtl/>
        </w:rPr>
      </w:pPr>
      <w:r>
        <w:rPr>
          <w:rFonts w:hint="eastAsia"/>
          <w:rtl/>
        </w:rPr>
        <w:t>حضرت</w:t>
      </w:r>
      <w:r>
        <w:rPr>
          <w:rtl/>
        </w:rPr>
        <w:t xml:space="preserve"> فرمودند (علم را فقط براى خدا و هدايت و نجات بشر و خدمت به انسانها بياموزيد و مبادا علم را براى چهار هدف باطل بياموزيد:</w:t>
      </w:r>
    </w:p>
    <w:p w:rsidR="00827620" w:rsidRDefault="00827620" w:rsidP="00827620">
      <w:pPr>
        <w:pStyle w:val="libNormal"/>
        <w:rPr>
          <w:rtl/>
        </w:rPr>
      </w:pPr>
      <w:r>
        <w:rPr>
          <w:rFonts w:hint="eastAsia"/>
          <w:rtl/>
        </w:rPr>
        <w:t>براى</w:t>
      </w:r>
      <w:r>
        <w:rPr>
          <w:rtl/>
        </w:rPr>
        <w:t xml:space="preserve"> فخرفروشى و مباهات در برابر عالمان ديگر، يا براى بحث و گفتگو با سفيهان ، يا براى تظاهر و ريا در جلسات ، يا براى جلب نظر مردم و رسيدن به جاه و مقام .</w:t>
      </w:r>
    </w:p>
    <w:p w:rsidR="00827620" w:rsidRDefault="00827620" w:rsidP="00827620">
      <w:pPr>
        <w:pStyle w:val="libNormal"/>
        <w:rPr>
          <w:rtl/>
        </w:rPr>
      </w:pPr>
      <w:r>
        <w:rPr>
          <w:rFonts w:hint="eastAsia"/>
          <w:rtl/>
        </w:rPr>
        <w:t>افه</w:t>
      </w:r>
      <w:r>
        <w:rPr>
          <w:rtl/>
        </w:rPr>
        <w:t xml:space="preserve"> العلماء حب الرياسته . </w:t>
      </w:r>
      <w:r w:rsidRPr="000F71D1">
        <w:rPr>
          <w:rStyle w:val="libFootnotenumChar"/>
          <w:rtl/>
        </w:rPr>
        <w:t>(٢٣٦)</w:t>
      </w:r>
    </w:p>
    <w:p w:rsidR="00827620" w:rsidRDefault="00827620" w:rsidP="00827620">
      <w:pPr>
        <w:pStyle w:val="libNormal"/>
        <w:rPr>
          <w:rtl/>
        </w:rPr>
      </w:pPr>
      <w:r>
        <w:rPr>
          <w:rFonts w:hint="eastAsia"/>
          <w:rtl/>
        </w:rPr>
        <w:t>رياست</w:t>
      </w:r>
      <w:r>
        <w:rPr>
          <w:rtl/>
        </w:rPr>
        <w:t xml:space="preserve"> طلبى آفت عالمان است .</w:t>
      </w:r>
    </w:p>
    <w:p w:rsidR="00827620" w:rsidRDefault="00827620" w:rsidP="00827620">
      <w:pPr>
        <w:pStyle w:val="libNormal"/>
        <w:rPr>
          <w:rtl/>
        </w:rPr>
      </w:pPr>
      <w:r>
        <w:rPr>
          <w:rtl/>
        </w:rPr>
        <w:t>(كسانى كه براى اين چهار هدف دنبال تحصيل علم بروند از قدم اول در اشتباهند و در نهايت سقوط خواهند كرد)</w:t>
      </w:r>
    </w:p>
    <w:p w:rsidR="00827620" w:rsidRDefault="00827620" w:rsidP="00827620">
      <w:pPr>
        <w:pStyle w:val="libNormal"/>
        <w:rPr>
          <w:rtl/>
        </w:rPr>
      </w:pPr>
      <w:r>
        <w:rPr>
          <w:rFonts w:hint="eastAsia"/>
          <w:rtl/>
        </w:rPr>
        <w:t>امام</w:t>
      </w:r>
      <w:r>
        <w:rPr>
          <w:rtl/>
        </w:rPr>
        <w:t xml:space="preserve"> صادق </w:t>
      </w:r>
      <w:r w:rsidR="00196907" w:rsidRPr="00196907">
        <w:rPr>
          <w:rStyle w:val="libAlaemChar"/>
          <w:rtl/>
        </w:rPr>
        <w:t xml:space="preserve">عليه‌السلام </w:t>
      </w:r>
      <w:r>
        <w:rPr>
          <w:rtl/>
        </w:rPr>
        <w:t xml:space="preserve">فرمودند: آفه العلماء ثمانيه اشياء: الطمع و البخل و الرياء و العصبيه و حب المدح و الخوض فيما لم يعلموا الى حقيقته و التكلف فى تزئين الكلام بزوايد الا لفاظ و قله الحياء من الله و الافتخار و ترك العمل بما علموا . </w:t>
      </w:r>
      <w:r w:rsidRPr="000F71D1">
        <w:rPr>
          <w:rStyle w:val="libFootnotenumChar"/>
          <w:rtl/>
        </w:rPr>
        <w:t>(٢٣٧)</w:t>
      </w:r>
    </w:p>
    <w:p w:rsidR="00827620" w:rsidRDefault="00827620" w:rsidP="00827620">
      <w:pPr>
        <w:pStyle w:val="libNormal"/>
        <w:rPr>
          <w:rtl/>
        </w:rPr>
      </w:pPr>
      <w:r>
        <w:rPr>
          <w:rFonts w:hint="eastAsia"/>
          <w:rtl/>
        </w:rPr>
        <w:lastRenderedPageBreak/>
        <w:t>آفت</w:t>
      </w:r>
      <w:r>
        <w:rPr>
          <w:rtl/>
        </w:rPr>
        <w:t xml:space="preserve"> دانشمندان هشت چيز است (البته در متن حديث ده مورد ذكر شده) طمع داشتن ، بخل ورزيدن ، رياكارى ، علاقه به مدح و ثنا، دخالت در امورى كه به آن علم ندارند، تلاش در زيباسازى سخن ، به كار بردن كلمات زائد، حياء اندك در برابر خدا، افتخار (به علم خود) و عمل نكردن </w:t>
      </w:r>
      <w:r>
        <w:rPr>
          <w:rFonts w:hint="eastAsia"/>
          <w:rtl/>
        </w:rPr>
        <w:t>به</w:t>
      </w:r>
      <w:r>
        <w:rPr>
          <w:rtl/>
        </w:rPr>
        <w:t xml:space="preserve"> آنچه مى دانند.</w:t>
      </w:r>
    </w:p>
    <w:p w:rsidR="00827620" w:rsidRDefault="00827620" w:rsidP="00827620">
      <w:pPr>
        <w:pStyle w:val="libNormal"/>
        <w:rPr>
          <w:rtl/>
        </w:rPr>
      </w:pPr>
      <w:r>
        <w:rPr>
          <w:rtl/>
        </w:rPr>
        <w:t>٢١٦ - من خير خلق الله بعد ائمه الهدى ؟</w:t>
      </w:r>
    </w:p>
    <w:p w:rsidR="00827620" w:rsidRDefault="00827620" w:rsidP="00827620">
      <w:pPr>
        <w:pStyle w:val="libNormal"/>
        <w:rPr>
          <w:rtl/>
        </w:rPr>
      </w:pPr>
      <w:r>
        <w:rPr>
          <w:rFonts w:hint="eastAsia"/>
          <w:rtl/>
        </w:rPr>
        <w:t>پس</w:t>
      </w:r>
      <w:r>
        <w:rPr>
          <w:rtl/>
        </w:rPr>
        <w:t xml:space="preserve"> از امامان معصوم </w:t>
      </w:r>
      <w:r w:rsidR="00196907" w:rsidRPr="00196907">
        <w:rPr>
          <w:rStyle w:val="libAlaemChar"/>
          <w:rtl/>
        </w:rPr>
        <w:t xml:space="preserve">عليه‌السلام </w:t>
      </w:r>
      <w:r>
        <w:rPr>
          <w:rtl/>
        </w:rPr>
        <w:t>چه كسى بهترين مردمند؟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العلماء اذا صلحوا.</w:t>
      </w:r>
    </w:p>
    <w:p w:rsidR="00827620" w:rsidRDefault="00827620" w:rsidP="00827620">
      <w:pPr>
        <w:pStyle w:val="libNormal"/>
        <w:rPr>
          <w:rtl/>
        </w:rPr>
      </w:pPr>
      <w:r>
        <w:rPr>
          <w:rFonts w:hint="eastAsia"/>
          <w:rtl/>
        </w:rPr>
        <w:t>فرمود</w:t>
      </w:r>
      <w:r>
        <w:rPr>
          <w:rtl/>
        </w:rPr>
        <w:t>: دانشمندان اگر صالح شوند.</w:t>
      </w:r>
    </w:p>
    <w:p w:rsidR="00827620" w:rsidRDefault="00827620" w:rsidP="00827620">
      <w:pPr>
        <w:pStyle w:val="libNormal"/>
        <w:rPr>
          <w:rtl/>
        </w:rPr>
      </w:pPr>
      <w:r>
        <w:rPr>
          <w:rFonts w:hint="eastAsia"/>
          <w:rtl/>
        </w:rPr>
        <w:t>قيل</w:t>
      </w:r>
      <w:r>
        <w:rPr>
          <w:rtl/>
        </w:rPr>
        <w:t xml:space="preserve"> و من شر خلق الله بعد ابليس و فرعون و ...؟</w:t>
      </w:r>
    </w:p>
    <w:p w:rsidR="00827620" w:rsidRDefault="00827620" w:rsidP="00827620">
      <w:pPr>
        <w:pStyle w:val="libNormal"/>
        <w:rPr>
          <w:rtl/>
        </w:rPr>
      </w:pPr>
      <w:r>
        <w:rPr>
          <w:rFonts w:hint="eastAsia"/>
          <w:rtl/>
        </w:rPr>
        <w:t>به</w:t>
      </w:r>
      <w:r>
        <w:rPr>
          <w:rtl/>
        </w:rPr>
        <w:t xml:space="preserve"> حضرت عرض شد، بدترين آدم ها بعد از شيطان و فرعون چه كسانى هستند؟</w:t>
      </w:r>
    </w:p>
    <w:p w:rsidR="00827620" w:rsidRDefault="00827620" w:rsidP="00827620">
      <w:pPr>
        <w:pStyle w:val="libNormal"/>
        <w:rPr>
          <w:rtl/>
        </w:rPr>
      </w:pPr>
      <w:r>
        <w:rPr>
          <w:rFonts w:hint="eastAsia"/>
          <w:rtl/>
        </w:rPr>
        <w:t>فرمود</w:t>
      </w:r>
      <w:r>
        <w:rPr>
          <w:rtl/>
        </w:rPr>
        <w:t>: علماء فاسد!</w:t>
      </w:r>
    </w:p>
    <w:p w:rsidR="00827620" w:rsidRDefault="000F71D1" w:rsidP="00827620">
      <w:pPr>
        <w:pStyle w:val="libNormal"/>
        <w:rPr>
          <w:rtl/>
        </w:rPr>
      </w:pPr>
      <w:r>
        <w:rPr>
          <w:rtl/>
        </w:rPr>
        <w:br w:type="page"/>
      </w:r>
    </w:p>
    <w:p w:rsidR="00827620" w:rsidRDefault="00827620" w:rsidP="000F71D1">
      <w:pPr>
        <w:pStyle w:val="Heading1"/>
        <w:rPr>
          <w:rtl/>
        </w:rPr>
      </w:pPr>
      <w:bookmarkStart w:id="123" w:name="_Toc479592356"/>
      <w:bookmarkStart w:id="124" w:name="_Toc479592476"/>
      <w:r>
        <w:rPr>
          <w:rFonts w:hint="eastAsia"/>
          <w:rtl/>
        </w:rPr>
        <w:t>آسياب</w:t>
      </w:r>
      <w:r>
        <w:rPr>
          <w:rtl/>
        </w:rPr>
        <w:t xml:space="preserve"> جهنم</w:t>
      </w:r>
      <w:bookmarkEnd w:id="123"/>
      <w:bookmarkEnd w:id="124"/>
    </w:p>
    <w:p w:rsidR="00827620" w:rsidRDefault="00827620" w:rsidP="00827620">
      <w:pPr>
        <w:pStyle w:val="libNormal"/>
        <w:rPr>
          <w:rtl/>
        </w:rPr>
      </w:pPr>
      <w:r>
        <w:rPr>
          <w:rtl/>
        </w:rPr>
        <w:t xml:space="preserve">٢١٧ - امام صادق </w:t>
      </w:r>
      <w:r w:rsidR="00196907" w:rsidRPr="00196907">
        <w:rPr>
          <w:rStyle w:val="libAlaemChar"/>
          <w:rtl/>
        </w:rPr>
        <w:t xml:space="preserve">عليه‌السلام </w:t>
      </w:r>
      <w:r>
        <w:rPr>
          <w:rtl/>
        </w:rPr>
        <w:t xml:space="preserve">فرمود: على </w:t>
      </w:r>
      <w:r w:rsidR="00196907" w:rsidRPr="00196907">
        <w:rPr>
          <w:rStyle w:val="libAlaemChar"/>
          <w:rtl/>
        </w:rPr>
        <w:t xml:space="preserve">عليه‌السلام </w:t>
      </w:r>
      <w:r>
        <w:rPr>
          <w:rtl/>
        </w:rPr>
        <w:t>سخن از آسيابى در جهنم به ميان آوردند كه پنج گروه را خرد مى كنند!</w:t>
      </w:r>
    </w:p>
    <w:p w:rsidR="00827620" w:rsidRDefault="00827620" w:rsidP="00827620">
      <w:pPr>
        <w:pStyle w:val="libNormal"/>
        <w:rPr>
          <w:rtl/>
        </w:rPr>
      </w:pPr>
      <w:r>
        <w:rPr>
          <w:rFonts w:hint="eastAsia"/>
          <w:rtl/>
        </w:rPr>
        <w:t>از</w:t>
      </w:r>
      <w:r>
        <w:rPr>
          <w:rtl/>
        </w:rPr>
        <w:t xml:space="preserve"> حضرت پرسيده شد و ما طحنها يا اميرالمومنين ؟</w:t>
      </w:r>
    </w:p>
    <w:p w:rsidR="00827620" w:rsidRDefault="00827620" w:rsidP="00827620">
      <w:pPr>
        <w:pStyle w:val="libNormal"/>
        <w:rPr>
          <w:rtl/>
        </w:rPr>
      </w:pPr>
      <w:r>
        <w:rPr>
          <w:rFonts w:hint="eastAsia"/>
          <w:rtl/>
        </w:rPr>
        <w:t>چه</w:t>
      </w:r>
      <w:r>
        <w:rPr>
          <w:rtl/>
        </w:rPr>
        <w:t xml:space="preserve"> چيز در آن آسياب خرد مى كنند؟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العلماء الفجره و القراء الفسقه و الجبابره الظلمه و الوزراء الخونه و العرفاء الكذبه ... . </w:t>
      </w:r>
      <w:r w:rsidRPr="000F71D1">
        <w:rPr>
          <w:rStyle w:val="libFootnotenumChar"/>
          <w:rtl/>
        </w:rPr>
        <w:t>(٢٣٨)</w:t>
      </w:r>
    </w:p>
    <w:p w:rsidR="00827620" w:rsidRDefault="00827620" w:rsidP="00827620">
      <w:pPr>
        <w:pStyle w:val="libNormal"/>
        <w:rPr>
          <w:rtl/>
        </w:rPr>
      </w:pPr>
      <w:r>
        <w:rPr>
          <w:rFonts w:hint="eastAsia"/>
          <w:rtl/>
        </w:rPr>
        <w:t>فرمود</w:t>
      </w:r>
      <w:r>
        <w:rPr>
          <w:rtl/>
        </w:rPr>
        <w:t>: دانشمندان بى دين ، قاريان فاسق و گناهكار، و زروگويان ستمگر، وزيران خائن ، عارفان دروغگو، (كه به دروغ ادعاى عرفان مى كنند.)</w:t>
      </w:r>
    </w:p>
    <w:p w:rsidR="00827620" w:rsidRDefault="000F71D1" w:rsidP="00827620">
      <w:pPr>
        <w:pStyle w:val="libNormal"/>
        <w:rPr>
          <w:rtl/>
        </w:rPr>
      </w:pPr>
      <w:r>
        <w:rPr>
          <w:rtl/>
        </w:rPr>
        <w:br w:type="page"/>
      </w:r>
    </w:p>
    <w:p w:rsidR="00827620" w:rsidRDefault="00827620" w:rsidP="000F71D1">
      <w:pPr>
        <w:pStyle w:val="Heading1"/>
        <w:rPr>
          <w:rtl/>
        </w:rPr>
      </w:pPr>
      <w:bookmarkStart w:id="125" w:name="_Toc479592357"/>
      <w:bookmarkStart w:id="126" w:name="_Toc479592477"/>
      <w:r>
        <w:rPr>
          <w:rFonts w:hint="eastAsia"/>
          <w:rtl/>
        </w:rPr>
        <w:t>شرايط</w:t>
      </w:r>
      <w:r>
        <w:rPr>
          <w:rtl/>
        </w:rPr>
        <w:t xml:space="preserve"> حاكم مسلمين</w:t>
      </w:r>
      <w:bookmarkEnd w:id="125"/>
      <w:bookmarkEnd w:id="126"/>
    </w:p>
    <w:p w:rsidR="00827620" w:rsidRDefault="00827620" w:rsidP="00827620">
      <w:pPr>
        <w:pStyle w:val="libNormal"/>
        <w:rPr>
          <w:rtl/>
        </w:rPr>
      </w:pPr>
      <w:r>
        <w:rPr>
          <w:rtl/>
        </w:rPr>
        <w:t xml:space="preserve">٢١٨ - از امام </w:t>
      </w:r>
      <w:r w:rsidR="000F71D1" w:rsidRPr="000F71D1">
        <w:rPr>
          <w:rStyle w:val="libAlaemChar"/>
          <w:rtl/>
        </w:rPr>
        <w:t xml:space="preserve">عليه‌السلام </w:t>
      </w:r>
      <w:r>
        <w:rPr>
          <w:rtl/>
        </w:rPr>
        <w:t xml:space="preserve"> درباره امامت و شرايط آن پرسيدم ؟</w:t>
      </w:r>
    </w:p>
    <w:p w:rsidR="00827620" w:rsidRDefault="00827620" w:rsidP="00827620">
      <w:pPr>
        <w:pStyle w:val="libNormal"/>
        <w:rPr>
          <w:rtl/>
        </w:rPr>
      </w:pPr>
      <w:r>
        <w:rPr>
          <w:rFonts w:hint="eastAsia"/>
          <w:rtl/>
        </w:rPr>
        <w:t>فقال</w:t>
      </w:r>
      <w:r>
        <w:rPr>
          <w:rtl/>
        </w:rPr>
        <w:t xml:space="preserve"> </w:t>
      </w:r>
      <w:r w:rsidR="000F71D1" w:rsidRPr="000F71D1">
        <w:rPr>
          <w:rStyle w:val="libAlaemChar"/>
          <w:rtl/>
        </w:rPr>
        <w:t xml:space="preserve">عليه‌السلام </w:t>
      </w:r>
      <w:r>
        <w:rPr>
          <w:rtl/>
        </w:rPr>
        <w:t xml:space="preserve">: ايها الناس ان احق الناس بهذا الامر اقواهم عليه و اعلمهم بامر الله فيه . </w:t>
      </w:r>
      <w:r w:rsidRPr="000F71D1">
        <w:rPr>
          <w:rStyle w:val="libFootnotenumChar"/>
          <w:rtl/>
        </w:rPr>
        <w:t>(٢٣٩)</w:t>
      </w:r>
    </w:p>
    <w:p w:rsidR="00827620" w:rsidRDefault="00827620" w:rsidP="00827620">
      <w:pPr>
        <w:pStyle w:val="libNormal"/>
        <w:rPr>
          <w:rtl/>
        </w:rPr>
      </w:pPr>
      <w:r>
        <w:rPr>
          <w:rFonts w:hint="eastAsia"/>
          <w:rtl/>
        </w:rPr>
        <w:t>فرمودند</w:t>
      </w:r>
      <w:r>
        <w:rPr>
          <w:rtl/>
        </w:rPr>
        <w:t>: اى مردم ! شايسته ترين و سزاوارترين فرد به امر امامت كسى است كه از همه توانمندتر (مديريت قوى) و علم و دانش او به امور امامت امت ، از همه بيشتر باشد.</w:t>
      </w:r>
    </w:p>
    <w:p w:rsidR="00827620" w:rsidRDefault="00827620" w:rsidP="00827620">
      <w:pPr>
        <w:pStyle w:val="libNormal"/>
        <w:rPr>
          <w:rtl/>
        </w:rPr>
      </w:pPr>
      <w:r>
        <w:rPr>
          <w:rtl/>
        </w:rPr>
        <w:t>٢١٩ - عرض كردم شرط ديگرى هم دارد؟</w:t>
      </w:r>
    </w:p>
    <w:p w:rsidR="00827620" w:rsidRDefault="00827620" w:rsidP="00827620">
      <w:pPr>
        <w:pStyle w:val="libNormal"/>
        <w:rPr>
          <w:rtl/>
        </w:rPr>
      </w:pPr>
      <w:r>
        <w:rPr>
          <w:rFonts w:hint="eastAsia"/>
          <w:rtl/>
        </w:rPr>
        <w:t>فرمود</w:t>
      </w:r>
      <w:r>
        <w:rPr>
          <w:rtl/>
        </w:rPr>
        <w:t xml:space="preserve">: بله عدالت . لا يصلح الحكم ، و لا الحدود، و لا الجمعه الا بامام عدل . </w:t>
      </w:r>
      <w:r w:rsidRPr="000F71D1">
        <w:rPr>
          <w:rStyle w:val="libFootnotenumChar"/>
          <w:rtl/>
        </w:rPr>
        <w:t>(٢٤٠)</w:t>
      </w:r>
    </w:p>
    <w:p w:rsidR="00827620" w:rsidRDefault="00827620" w:rsidP="00827620">
      <w:pPr>
        <w:pStyle w:val="libNormal"/>
        <w:rPr>
          <w:rtl/>
        </w:rPr>
      </w:pPr>
      <w:r>
        <w:rPr>
          <w:rFonts w:hint="eastAsia"/>
          <w:rtl/>
        </w:rPr>
        <w:t>اجراى</w:t>
      </w:r>
      <w:r>
        <w:rPr>
          <w:rtl/>
        </w:rPr>
        <w:t xml:space="preserve"> احكام الهى ، اجراى حدود خداوند و اقامه نماز جمعه در صلاحيت احدى نيست مگر امام عادل .</w:t>
      </w:r>
    </w:p>
    <w:p w:rsidR="00827620" w:rsidRDefault="00827620" w:rsidP="00827620">
      <w:pPr>
        <w:pStyle w:val="libNormal"/>
        <w:rPr>
          <w:rtl/>
        </w:rPr>
      </w:pPr>
      <w:r>
        <w:rPr>
          <w:rtl/>
        </w:rPr>
        <w:t xml:space="preserve">(نقش امامت در اداره و اصلاح جامعه بيش از چيزى است كه مردم مى دانند امام صادق </w:t>
      </w:r>
      <w:r w:rsidR="00196907" w:rsidRPr="00196907">
        <w:rPr>
          <w:rStyle w:val="libAlaemChar"/>
          <w:rtl/>
        </w:rPr>
        <w:t xml:space="preserve">عليه‌السلام </w:t>
      </w:r>
      <w:r>
        <w:rPr>
          <w:rtl/>
        </w:rPr>
        <w:t xml:space="preserve">فرمود: لا يصلح الناس الا بامام و لا تصلح الارض الا بذاك . </w:t>
      </w:r>
      <w:r w:rsidRPr="000F71D1">
        <w:rPr>
          <w:rStyle w:val="libFootnotenumChar"/>
          <w:rtl/>
        </w:rPr>
        <w:t>(٢٤١)</w:t>
      </w:r>
    </w:p>
    <w:p w:rsidR="00827620" w:rsidRDefault="00827620" w:rsidP="00827620">
      <w:pPr>
        <w:pStyle w:val="libNormal"/>
        <w:rPr>
          <w:rtl/>
        </w:rPr>
      </w:pPr>
      <w:r>
        <w:rPr>
          <w:rFonts w:hint="eastAsia"/>
          <w:rtl/>
        </w:rPr>
        <w:t>مردم</w:t>
      </w:r>
      <w:r>
        <w:rPr>
          <w:rtl/>
        </w:rPr>
        <w:t xml:space="preserve"> اصلاح نشوند مگر به وسيله امام و زمين خدا نيز اصلاح نشود مگر به امام .</w:t>
      </w:r>
    </w:p>
    <w:p w:rsidR="00827620" w:rsidRDefault="00827620" w:rsidP="00827620">
      <w:pPr>
        <w:pStyle w:val="libNormal"/>
        <w:rPr>
          <w:rtl/>
        </w:rPr>
      </w:pPr>
      <w:r>
        <w:rPr>
          <w:rtl/>
        </w:rPr>
        <w:t>٢٢٠ - چه سفارشى به مردم داريد؟</w:t>
      </w:r>
    </w:p>
    <w:p w:rsidR="00827620" w:rsidRDefault="00827620" w:rsidP="00827620">
      <w:pPr>
        <w:pStyle w:val="libNormal"/>
        <w:rPr>
          <w:rtl/>
        </w:rPr>
      </w:pPr>
      <w:r>
        <w:rPr>
          <w:rFonts w:hint="eastAsia"/>
          <w:rtl/>
        </w:rPr>
        <w:t>به</w:t>
      </w:r>
      <w:r>
        <w:rPr>
          <w:rtl/>
        </w:rPr>
        <w:t xml:space="preserve"> اطاعت از امام عادل اتقوا الله و اطيعوا امامكم فان الرعيه الصالحه تنجوا بالامام العادل الا و ان الرعيه الفاجره تهلك بالامام الفاجر . </w:t>
      </w:r>
      <w:r w:rsidRPr="000F71D1">
        <w:rPr>
          <w:rStyle w:val="libFootnotenumChar"/>
          <w:rtl/>
        </w:rPr>
        <w:t>(٢٤٢)</w:t>
      </w:r>
    </w:p>
    <w:p w:rsidR="00827620" w:rsidRDefault="00827620" w:rsidP="00827620">
      <w:pPr>
        <w:pStyle w:val="libNormal"/>
        <w:rPr>
          <w:rtl/>
        </w:rPr>
      </w:pPr>
      <w:r>
        <w:rPr>
          <w:rFonts w:hint="eastAsia"/>
          <w:rtl/>
        </w:rPr>
        <w:lastRenderedPageBreak/>
        <w:t>تقوى</w:t>
      </w:r>
      <w:r>
        <w:rPr>
          <w:rtl/>
        </w:rPr>
        <w:t xml:space="preserve"> داشته باشيد و از امام خود اطاعت كنيد، زيرا مردم شايسته با امام شايسته ، اهل نجات هستند ولى مردم گناهكار با امام گناهكار (اشاره به معاويه و مردم شام است چنانكه مقصود از جمله اول مردم كوفه و خود حضرت است) هلاك مى شوند.</w:t>
      </w:r>
    </w:p>
    <w:p w:rsidR="00827620" w:rsidRDefault="00827620" w:rsidP="00827620">
      <w:pPr>
        <w:pStyle w:val="libNormal"/>
        <w:rPr>
          <w:rtl/>
        </w:rPr>
      </w:pPr>
      <w:r>
        <w:rPr>
          <w:rtl/>
        </w:rPr>
        <w:t>٢٢١ - پرسيدم : بعضى معتقدند كه توحيد و مسلمان ظاهرى بودن در نجات انسان كفايت مى كند؟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ان لا لا اله الا الله شروطا و انا و ذريتى من شروطها . </w:t>
      </w:r>
      <w:r w:rsidRPr="00187C2E">
        <w:rPr>
          <w:rStyle w:val="libFootnotenumChar"/>
          <w:rtl/>
        </w:rPr>
        <w:t>(٢٤٣)</w:t>
      </w:r>
    </w:p>
    <w:p w:rsidR="00827620" w:rsidRDefault="00827620" w:rsidP="00827620">
      <w:pPr>
        <w:pStyle w:val="libNormal"/>
        <w:rPr>
          <w:rtl/>
        </w:rPr>
      </w:pPr>
      <w:r>
        <w:rPr>
          <w:rFonts w:hint="eastAsia"/>
          <w:rtl/>
        </w:rPr>
        <w:t>فرمودند</w:t>
      </w:r>
      <w:r>
        <w:rPr>
          <w:rtl/>
        </w:rPr>
        <w:t>: خير، تنها توحيد كافى نيست زيرا براى كلمه توحيد لا اله الا الله شرايطى است كه امامت من و ذريه من از جمله آن شروط است .</w:t>
      </w:r>
    </w:p>
    <w:p w:rsidR="00827620" w:rsidRDefault="00827620" w:rsidP="00827620">
      <w:pPr>
        <w:pStyle w:val="libNormal"/>
        <w:rPr>
          <w:rtl/>
        </w:rPr>
      </w:pPr>
      <w:r>
        <w:rPr>
          <w:rtl/>
        </w:rPr>
        <w:t>٢٢٢ - عرض كردم : آيا بدون امام و حاكم عادل مى توان جامعه شايسته اى داشت يا حتما بايد مسلمانان تلاش كنند حاكم عادلى داشته باشند؟</w:t>
      </w:r>
    </w:p>
    <w:p w:rsidR="00827620" w:rsidRDefault="00827620" w:rsidP="00827620">
      <w:pPr>
        <w:pStyle w:val="libNormal"/>
        <w:rPr>
          <w:rtl/>
        </w:rPr>
      </w:pPr>
      <w:r>
        <w:rPr>
          <w:rFonts w:hint="eastAsia"/>
          <w:rtl/>
        </w:rPr>
        <w:t>فقال</w:t>
      </w:r>
      <w:r>
        <w:rPr>
          <w:rtl/>
        </w:rPr>
        <w:t xml:space="preserve"> </w:t>
      </w:r>
      <w:r w:rsidR="00196907" w:rsidRPr="00196907">
        <w:rPr>
          <w:rStyle w:val="libAlaemChar"/>
          <w:rtl/>
        </w:rPr>
        <w:t xml:space="preserve">عليه‌السلام </w:t>
      </w:r>
      <w:r>
        <w:rPr>
          <w:rtl/>
        </w:rPr>
        <w:t xml:space="preserve">الواجب فى حكم الله و حكم الاسلام على المسلمين ... ان لا يعملوا عملا و لا يقدموا يدا و لارجلا قبل ان يختار و الانفسهم اماما عفيفا ورعا عارفا بالقضاء و السنته ... يجببى فيئهم و يقيم حجهم و جمعتهم و يحببى صدقاتهم . </w:t>
      </w:r>
      <w:r w:rsidRPr="00187C2E">
        <w:rPr>
          <w:rStyle w:val="libFootnotenumChar"/>
          <w:rtl/>
        </w:rPr>
        <w:t>(٢٤٤)</w:t>
      </w:r>
    </w:p>
    <w:p w:rsidR="00827620" w:rsidRDefault="00827620" w:rsidP="00827620">
      <w:pPr>
        <w:pStyle w:val="libNormal"/>
        <w:rPr>
          <w:rtl/>
        </w:rPr>
      </w:pPr>
      <w:r>
        <w:rPr>
          <w:rFonts w:hint="eastAsia"/>
          <w:rtl/>
        </w:rPr>
        <w:t>فرمودند</w:t>
      </w:r>
      <w:r>
        <w:rPr>
          <w:rtl/>
        </w:rPr>
        <w:t>: تعيين و داشتن حاكم عادل از هر كارى بر مسلمين واجب تر است ، حكم خدا و حكم اسلام اين است كه مسلمانان (اگر امام خود را از دست دادند) قدمى برندارند، و دستى به حركت در نياورند و هيچ كارى نكنند مگر اينكه قبل از آن يك حاكم با عفت ، با تقوا و عالم به احكا</w:t>
      </w:r>
      <w:r>
        <w:rPr>
          <w:rFonts w:hint="eastAsia"/>
          <w:rtl/>
        </w:rPr>
        <w:t>م</w:t>
      </w:r>
      <w:r>
        <w:rPr>
          <w:rtl/>
        </w:rPr>
        <w:t xml:space="preserve"> اسلام انتخاب نمايند تا (كشور را حفظ كند و دشمن را نااميد سازد و اساس ‍ حكومت از هم نپاشد) و اموال عمومى را از حيف و ميل حفظ كند.</w:t>
      </w:r>
    </w:p>
    <w:p w:rsidR="00827620" w:rsidRDefault="00827620" w:rsidP="00827620">
      <w:pPr>
        <w:pStyle w:val="libNormal"/>
        <w:rPr>
          <w:rtl/>
        </w:rPr>
      </w:pPr>
      <w:r>
        <w:rPr>
          <w:rFonts w:hint="eastAsia"/>
          <w:rtl/>
        </w:rPr>
        <w:lastRenderedPageBreak/>
        <w:t>حج</w:t>
      </w:r>
      <w:r>
        <w:rPr>
          <w:rtl/>
        </w:rPr>
        <w:t xml:space="preserve"> را اقامه كند، نماز جمعه را برپا دارد و بالاخره درآمدهاى عمومى را جمع آورى و صرف كشور اسلامى نمايد. ...</w:t>
      </w:r>
    </w:p>
    <w:p w:rsidR="00827620" w:rsidRDefault="00187C2E" w:rsidP="00827620">
      <w:pPr>
        <w:pStyle w:val="libNormal"/>
        <w:rPr>
          <w:rtl/>
        </w:rPr>
      </w:pPr>
      <w:r>
        <w:rPr>
          <w:rtl/>
        </w:rPr>
        <w:br w:type="page"/>
      </w:r>
    </w:p>
    <w:p w:rsidR="00827620" w:rsidRDefault="00827620" w:rsidP="00187C2E">
      <w:pPr>
        <w:pStyle w:val="Heading1"/>
        <w:rPr>
          <w:rtl/>
        </w:rPr>
      </w:pPr>
      <w:bookmarkStart w:id="127" w:name="_Toc479592358"/>
      <w:bookmarkStart w:id="128" w:name="_Toc479592478"/>
      <w:r>
        <w:rPr>
          <w:rFonts w:hint="eastAsia"/>
          <w:rtl/>
        </w:rPr>
        <w:t>شرابخوارى</w:t>
      </w:r>
      <w:bookmarkEnd w:id="127"/>
      <w:bookmarkEnd w:id="128"/>
    </w:p>
    <w:p w:rsidR="00827620" w:rsidRDefault="00827620" w:rsidP="00827620">
      <w:pPr>
        <w:pStyle w:val="libNormal"/>
        <w:rPr>
          <w:rtl/>
        </w:rPr>
      </w:pPr>
      <w:r>
        <w:rPr>
          <w:rtl/>
        </w:rPr>
        <w:t>٢٢٣ - عرض كردم سيد و مولاى من گفته اند شما معتقديد شرابخوارى از زناكارى و دزدى بدتر است آيا چنين است ؟</w:t>
      </w:r>
    </w:p>
    <w:p w:rsidR="00827620" w:rsidRDefault="00827620" w:rsidP="00827620">
      <w:pPr>
        <w:pStyle w:val="libNormal"/>
        <w:rPr>
          <w:rtl/>
        </w:rPr>
      </w:pPr>
      <w:r>
        <w:rPr>
          <w:rFonts w:hint="eastAsia"/>
          <w:rtl/>
        </w:rPr>
        <w:t>فرمودند</w:t>
      </w:r>
      <w:r>
        <w:rPr>
          <w:rtl/>
        </w:rPr>
        <w:t>: بله زيرا كه شارب الخمر وقتى شراب مى نوشد و مست مى شود هم زنا مى كند و هم دست به سرقت مى زند، آدم مى كشد، و فريضه نماز را ترك مى نمايد.</w:t>
      </w:r>
    </w:p>
    <w:p w:rsidR="00827620" w:rsidRDefault="00827620" w:rsidP="00827620">
      <w:pPr>
        <w:pStyle w:val="libNormal"/>
        <w:rPr>
          <w:rtl/>
        </w:rPr>
      </w:pPr>
      <w:r>
        <w:rPr>
          <w:rFonts w:hint="eastAsia"/>
          <w:rtl/>
        </w:rPr>
        <w:t>ان</w:t>
      </w:r>
      <w:r>
        <w:rPr>
          <w:rtl/>
        </w:rPr>
        <w:t xml:space="preserve"> شارب الخمر اذا شرب زنى و سرق و قتل النفس التى حرم الله عزوجل و ترك الصلواه .</w:t>
      </w:r>
    </w:p>
    <w:p w:rsidR="00827620" w:rsidRDefault="00827620" w:rsidP="00827620">
      <w:pPr>
        <w:pStyle w:val="libNormal"/>
        <w:rPr>
          <w:rtl/>
        </w:rPr>
      </w:pPr>
      <w:r>
        <w:rPr>
          <w:rFonts w:hint="eastAsia"/>
          <w:rtl/>
        </w:rPr>
        <w:t>آرى</w:t>
      </w:r>
      <w:r>
        <w:rPr>
          <w:rtl/>
        </w:rPr>
        <w:t xml:space="preserve"> ، آدم مست چون عقل خود را از دست مى دهد ممكن است دست به هر گناهى بزند و هر گناهى را مرتكب شود. رسول خدا </w:t>
      </w:r>
      <w:r w:rsidR="00196907" w:rsidRPr="00196907">
        <w:rPr>
          <w:rStyle w:val="libAlaemChar"/>
          <w:rtl/>
        </w:rPr>
        <w:t>صلى‌الله‌عليه‌وآله</w:t>
      </w:r>
      <w:r>
        <w:rPr>
          <w:rtl/>
        </w:rPr>
        <w:t xml:space="preserve"> فرمودند: الخمر ام الخبائث . شراب ، مادر تمام پليدى ها و ناپاكى ها است .</w:t>
      </w:r>
    </w:p>
    <w:p w:rsidR="00827620" w:rsidRDefault="00827620" w:rsidP="00187C2E">
      <w:pPr>
        <w:pStyle w:val="libFootnotenum"/>
        <w:rPr>
          <w:rtl/>
        </w:rPr>
      </w:pPr>
      <w:r>
        <w:rPr>
          <w:rtl/>
        </w:rPr>
        <w:t>(٢٤٥)</w:t>
      </w:r>
    </w:p>
    <w:p w:rsidR="00827620" w:rsidRDefault="00187C2E" w:rsidP="00827620">
      <w:pPr>
        <w:pStyle w:val="libNormal"/>
        <w:rPr>
          <w:rtl/>
        </w:rPr>
      </w:pPr>
      <w:r>
        <w:rPr>
          <w:rtl/>
          <w:lang w:bidi="fa-IR"/>
        </w:rPr>
        <w:br w:type="page"/>
      </w:r>
    </w:p>
    <w:p w:rsidR="00827620" w:rsidRDefault="00827620" w:rsidP="00187C2E">
      <w:pPr>
        <w:pStyle w:val="Heading1"/>
        <w:rPr>
          <w:rtl/>
        </w:rPr>
      </w:pPr>
      <w:bookmarkStart w:id="129" w:name="_Toc479592359"/>
      <w:bookmarkStart w:id="130" w:name="_Toc479592479"/>
      <w:r>
        <w:rPr>
          <w:rFonts w:hint="eastAsia"/>
          <w:rtl/>
        </w:rPr>
        <w:t>بدترين</w:t>
      </w:r>
      <w:r>
        <w:rPr>
          <w:rtl/>
        </w:rPr>
        <w:t xml:space="preserve"> مردم</w:t>
      </w:r>
      <w:bookmarkEnd w:id="129"/>
      <w:bookmarkEnd w:id="130"/>
    </w:p>
    <w:p w:rsidR="00827620" w:rsidRDefault="00827620" w:rsidP="00827620">
      <w:pPr>
        <w:pStyle w:val="libNormal"/>
        <w:rPr>
          <w:rtl/>
        </w:rPr>
      </w:pPr>
      <w:r>
        <w:rPr>
          <w:rtl/>
        </w:rPr>
        <w:t>٢٢٤ - پرسيدم بعضى از انسانها، مغرور و خشن و خودخواه هستند و مردم از روى ترس ، آنها را احترام مى كنند كه مبادا شرى از ناحيه آنان به ايشان برسد، اينان چگونه آدمى هستند؟</w:t>
      </w:r>
    </w:p>
    <w:p w:rsidR="00827620" w:rsidRDefault="00827620" w:rsidP="00827620">
      <w:pPr>
        <w:pStyle w:val="libNormal"/>
        <w:rPr>
          <w:rtl/>
        </w:rPr>
      </w:pPr>
      <w:r>
        <w:rPr>
          <w:rFonts w:hint="eastAsia"/>
          <w:rtl/>
        </w:rPr>
        <w:t>فرمودند</w:t>
      </w:r>
      <w:r>
        <w:rPr>
          <w:rtl/>
        </w:rPr>
        <w:t xml:space="preserve">: (بدترين آدمها زيرا) شر الناس من يتقيه الناس مخافه شره . </w:t>
      </w:r>
      <w:r w:rsidRPr="00187C2E">
        <w:rPr>
          <w:rStyle w:val="libFootnotenumChar"/>
          <w:rtl/>
        </w:rPr>
        <w:t>(٢٤٦)</w:t>
      </w:r>
    </w:p>
    <w:p w:rsidR="00827620" w:rsidRDefault="00827620" w:rsidP="00827620">
      <w:pPr>
        <w:pStyle w:val="libNormal"/>
        <w:rPr>
          <w:rtl/>
        </w:rPr>
      </w:pPr>
      <w:r>
        <w:rPr>
          <w:rFonts w:hint="eastAsia"/>
          <w:rtl/>
        </w:rPr>
        <w:t>بدترين</w:t>
      </w:r>
      <w:r>
        <w:rPr>
          <w:rtl/>
        </w:rPr>
        <w:t xml:space="preserve"> مردم كسانى هستند كه (ديگران از ترس شرشان از آنان پرهيز كنند.)</w:t>
      </w:r>
    </w:p>
    <w:p w:rsidR="00827620" w:rsidRDefault="00827620" w:rsidP="00827620">
      <w:pPr>
        <w:pStyle w:val="libNormal"/>
        <w:rPr>
          <w:rtl/>
        </w:rPr>
      </w:pPr>
      <w:r>
        <w:rPr>
          <w:rFonts w:hint="eastAsia"/>
          <w:rtl/>
        </w:rPr>
        <w:t>در</w:t>
      </w:r>
      <w:r>
        <w:rPr>
          <w:rtl/>
        </w:rPr>
        <w:t xml:space="preserve"> بعضى احاديث از امامان ديگر نقل شده است كه فرموده اند:</w:t>
      </w:r>
    </w:p>
    <w:p w:rsidR="00827620" w:rsidRDefault="00827620" w:rsidP="00827620">
      <w:pPr>
        <w:pStyle w:val="libNormal"/>
        <w:rPr>
          <w:rtl/>
        </w:rPr>
      </w:pPr>
      <w:r>
        <w:rPr>
          <w:rFonts w:hint="eastAsia"/>
          <w:rtl/>
        </w:rPr>
        <w:t>بدترين</w:t>
      </w:r>
      <w:r>
        <w:rPr>
          <w:rtl/>
        </w:rPr>
        <w:t xml:space="preserve"> مردم كسى است كه ديگران از روى ترس آنان را احترام و اطاعت نمايند. شر الناس من اكرمه الناس اتقاء شره .</w:t>
      </w:r>
    </w:p>
    <w:p w:rsidR="00827620" w:rsidRDefault="00827620" w:rsidP="00827620">
      <w:pPr>
        <w:pStyle w:val="libNormal"/>
        <w:rPr>
          <w:rtl/>
        </w:rPr>
      </w:pPr>
      <w:r>
        <w:rPr>
          <w:rFonts w:hint="eastAsia"/>
          <w:rtl/>
        </w:rPr>
        <w:t>و</w:t>
      </w:r>
      <w:r>
        <w:rPr>
          <w:rtl/>
        </w:rPr>
        <w:t xml:space="preserve"> رسول خدا </w:t>
      </w:r>
      <w:r w:rsidR="00196907" w:rsidRPr="00196907">
        <w:rPr>
          <w:rStyle w:val="libAlaemChar"/>
          <w:rtl/>
        </w:rPr>
        <w:t>صلى‌الله‌عليه‌وآله</w:t>
      </w:r>
      <w:r>
        <w:rPr>
          <w:rtl/>
        </w:rPr>
        <w:t xml:space="preserve"> نيز فرمود: آگاه باشيد كه بدترين مردم كسى است كه ديگران از ترس شرشان ، آنها را مورد تكريم و احترام قرار دهند. الا ان شرار امتى الذين يكرمون مخافه شرهم . </w:t>
      </w:r>
      <w:r w:rsidRPr="00187C2E">
        <w:rPr>
          <w:rStyle w:val="libFootnotenumChar"/>
          <w:rtl/>
        </w:rPr>
        <w:t>(٢٤٧)</w:t>
      </w:r>
    </w:p>
    <w:p w:rsidR="00827620" w:rsidRDefault="00827620" w:rsidP="00827620">
      <w:pPr>
        <w:pStyle w:val="libNormal"/>
        <w:rPr>
          <w:rtl/>
        </w:rPr>
      </w:pPr>
      <w:r>
        <w:rPr>
          <w:rtl/>
        </w:rPr>
        <w:t>٢٢٥ - مولاى من با مردم چگونه رفتار كنم كه انصاف رعايت شده باشد؟</w:t>
      </w:r>
    </w:p>
    <w:p w:rsidR="00827620" w:rsidRDefault="00827620" w:rsidP="00827620">
      <w:pPr>
        <w:pStyle w:val="libNormal"/>
        <w:rPr>
          <w:rtl/>
        </w:rPr>
      </w:pPr>
      <w:r>
        <w:rPr>
          <w:rFonts w:hint="eastAsia"/>
          <w:rtl/>
        </w:rPr>
        <w:t>فقال</w:t>
      </w:r>
      <w:r>
        <w:rPr>
          <w:rtl/>
        </w:rPr>
        <w:t xml:space="preserve"> : يا شيخ ارص للناس ما ترضى لنفسك وات الى الناس ما تحب ان يوتى اليك . </w:t>
      </w:r>
      <w:r w:rsidRPr="00187C2E">
        <w:rPr>
          <w:rStyle w:val="libFootnotenumChar"/>
          <w:rtl/>
        </w:rPr>
        <w:t>(٢٤٨)</w:t>
      </w:r>
    </w:p>
    <w:p w:rsidR="00827620" w:rsidRDefault="00827620" w:rsidP="00827620">
      <w:pPr>
        <w:pStyle w:val="libNormal"/>
        <w:rPr>
          <w:rtl/>
        </w:rPr>
      </w:pPr>
      <w:r>
        <w:rPr>
          <w:rFonts w:hint="eastAsia"/>
          <w:rtl/>
        </w:rPr>
        <w:t>فرمودند</w:t>
      </w:r>
      <w:r>
        <w:rPr>
          <w:rtl/>
        </w:rPr>
        <w:t>: اى شيخ (پيرمرد شامى) براى مردم آن را بخواه كه براى خود مى خواهى و با ديگران آن طور رفتار كن كه مايلى درباره ات آن چنان كنند.</w:t>
      </w:r>
    </w:p>
    <w:p w:rsidR="00827620" w:rsidRDefault="00827620" w:rsidP="00827620">
      <w:pPr>
        <w:pStyle w:val="libNormal"/>
        <w:rPr>
          <w:rtl/>
        </w:rPr>
      </w:pPr>
      <w:r>
        <w:rPr>
          <w:rtl/>
        </w:rPr>
        <w:t>٢٢٦ - نظر شما در مورد فال بدزدن چيست آيا حقيقت دارد؟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الطيره ليست بحق . </w:t>
      </w:r>
      <w:r w:rsidRPr="00187C2E">
        <w:rPr>
          <w:rStyle w:val="libFootnotenumChar"/>
          <w:rtl/>
        </w:rPr>
        <w:t>(٢٤٩)</w:t>
      </w:r>
    </w:p>
    <w:p w:rsidR="00827620" w:rsidRDefault="00827620" w:rsidP="00827620">
      <w:pPr>
        <w:pStyle w:val="libNormal"/>
        <w:rPr>
          <w:rtl/>
        </w:rPr>
      </w:pPr>
      <w:r>
        <w:rPr>
          <w:rFonts w:hint="eastAsia"/>
          <w:rtl/>
        </w:rPr>
        <w:t>فرمودند</w:t>
      </w:r>
      <w:r>
        <w:rPr>
          <w:rtl/>
        </w:rPr>
        <w:t>: (خير حقيقت ندارد) فال بد يك امر واقعى و حقيقى نيست .</w:t>
      </w:r>
    </w:p>
    <w:p w:rsidR="00827620" w:rsidRDefault="00827620" w:rsidP="00827620">
      <w:pPr>
        <w:pStyle w:val="libNormal"/>
        <w:rPr>
          <w:rtl/>
        </w:rPr>
      </w:pPr>
      <w:r>
        <w:rPr>
          <w:rtl/>
        </w:rPr>
        <w:lastRenderedPageBreak/>
        <w:t>٢٢٧ - ستاره بينى چطور، اينكه برخى نگاه به ستاره ها مى كنند و معتقدند ستاره فلانى نحس يا خير مى باشد آيا درست است ؟</w:t>
      </w:r>
    </w:p>
    <w:p w:rsidR="00827620" w:rsidRDefault="00827620" w:rsidP="00827620">
      <w:pPr>
        <w:pStyle w:val="libNormal"/>
        <w:rPr>
          <w:rtl/>
        </w:rPr>
      </w:pPr>
      <w:r>
        <w:rPr>
          <w:rFonts w:hint="eastAsia"/>
          <w:rtl/>
        </w:rPr>
        <w:t>خير،</w:t>
      </w:r>
      <w:r>
        <w:rPr>
          <w:rtl/>
        </w:rPr>
        <w:t xml:space="preserve"> هرگز درست نيست . آيا ستاره بين گمان مى كند كه مردم را هدايت مى كند به ساعتى كه ، هر كس در آن ساعت حركت كند و كارى انجام دهد به مقصد مى رسد، و مى ترساند از ساعتى كه هر كس در آن حركت كند دچار ضرر و خطر مى شود هر كس او را در اين كار تاييد كند و تصديق نما</w:t>
      </w:r>
      <w:r>
        <w:rPr>
          <w:rFonts w:hint="eastAsia"/>
          <w:rtl/>
        </w:rPr>
        <w:t>يد</w:t>
      </w:r>
      <w:r>
        <w:rPr>
          <w:rtl/>
        </w:rPr>
        <w:t xml:space="preserve"> خدا را تكذيب كرده ... </w:t>
      </w:r>
      <w:r w:rsidRPr="00187C2E">
        <w:rPr>
          <w:rStyle w:val="libFootnotenumChar"/>
          <w:rtl/>
        </w:rPr>
        <w:t>(٢٥٠)</w:t>
      </w:r>
    </w:p>
    <w:p w:rsidR="00827620" w:rsidRDefault="00187C2E" w:rsidP="00827620">
      <w:pPr>
        <w:pStyle w:val="libNormal"/>
        <w:rPr>
          <w:rtl/>
        </w:rPr>
      </w:pPr>
      <w:r>
        <w:rPr>
          <w:rtl/>
        </w:rPr>
        <w:br w:type="page"/>
      </w:r>
    </w:p>
    <w:p w:rsidR="00827620" w:rsidRDefault="00827620" w:rsidP="00187C2E">
      <w:pPr>
        <w:pStyle w:val="Heading1"/>
        <w:rPr>
          <w:rtl/>
        </w:rPr>
      </w:pPr>
      <w:bookmarkStart w:id="131" w:name="_Toc479592360"/>
      <w:bookmarkStart w:id="132" w:name="_Toc479592480"/>
      <w:r>
        <w:rPr>
          <w:rFonts w:hint="eastAsia"/>
          <w:rtl/>
        </w:rPr>
        <w:t>علت</w:t>
      </w:r>
      <w:r>
        <w:rPr>
          <w:rtl/>
        </w:rPr>
        <w:t xml:space="preserve"> نفاق</w:t>
      </w:r>
      <w:bookmarkEnd w:id="131"/>
      <w:bookmarkEnd w:id="132"/>
    </w:p>
    <w:p w:rsidR="00827620" w:rsidRDefault="00827620" w:rsidP="00827620">
      <w:pPr>
        <w:pStyle w:val="libNormal"/>
        <w:rPr>
          <w:rtl/>
        </w:rPr>
      </w:pPr>
      <w:r>
        <w:rPr>
          <w:rtl/>
        </w:rPr>
        <w:t>٢٢٨ - علت دورويى و نفاق بعضى از افراد چيست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نفاق المرء من ذل يجده فى نفسه . </w:t>
      </w:r>
      <w:r w:rsidRPr="00187C2E">
        <w:rPr>
          <w:rStyle w:val="libFootnotenumChar"/>
          <w:rtl/>
        </w:rPr>
        <w:t>(٢٥١)</w:t>
      </w:r>
    </w:p>
    <w:p w:rsidR="00827620" w:rsidRDefault="00827620" w:rsidP="00827620">
      <w:pPr>
        <w:pStyle w:val="libNormal"/>
        <w:rPr>
          <w:rtl/>
        </w:rPr>
      </w:pPr>
      <w:r>
        <w:rPr>
          <w:rFonts w:hint="eastAsia"/>
          <w:rtl/>
        </w:rPr>
        <w:t>فرمود</w:t>
      </w:r>
      <w:r>
        <w:rPr>
          <w:rtl/>
        </w:rPr>
        <w:t>: دوروئى و نفاق آدمى ناشى از حقارت و ذلتى است كه در ضمير خود احساس مى كند.</w:t>
      </w:r>
    </w:p>
    <w:p w:rsidR="00827620" w:rsidRDefault="00827620" w:rsidP="00827620">
      <w:pPr>
        <w:pStyle w:val="libNormal"/>
        <w:rPr>
          <w:rtl/>
        </w:rPr>
      </w:pPr>
      <w:r>
        <w:rPr>
          <w:rtl/>
        </w:rPr>
        <w:t>٢٢٩ - آيا منافق مى تواند تا آخر نفاق خود را پنهان كند؟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ما اضمر احد شيئا الا ظهر فى فلتات لسانه و صفحات وجهه . </w:t>
      </w:r>
      <w:r w:rsidRPr="00187C2E">
        <w:rPr>
          <w:rStyle w:val="libFootnotenumChar"/>
          <w:rtl/>
        </w:rPr>
        <w:t>(٢٥٢)</w:t>
      </w:r>
    </w:p>
    <w:p w:rsidR="00827620" w:rsidRDefault="00827620" w:rsidP="00827620">
      <w:pPr>
        <w:pStyle w:val="libNormal"/>
        <w:rPr>
          <w:rtl/>
        </w:rPr>
      </w:pPr>
      <w:r>
        <w:rPr>
          <w:rFonts w:hint="eastAsia"/>
          <w:rtl/>
        </w:rPr>
        <w:t>فرمودند</w:t>
      </w:r>
      <w:r>
        <w:rPr>
          <w:rtl/>
        </w:rPr>
        <w:t>: خير، زيرا هيچكس در ضمير باطن خود رازى را پنهان نمى كند مگر اينكه از حرفهاى بى خودى او و رنگ چهره اش آشكار مى شود.</w:t>
      </w:r>
    </w:p>
    <w:p w:rsidR="00827620" w:rsidRDefault="00187C2E" w:rsidP="00827620">
      <w:pPr>
        <w:pStyle w:val="libNormal"/>
        <w:rPr>
          <w:rtl/>
        </w:rPr>
      </w:pPr>
      <w:r>
        <w:rPr>
          <w:rtl/>
        </w:rPr>
        <w:br w:type="page"/>
      </w:r>
    </w:p>
    <w:p w:rsidR="00827620" w:rsidRDefault="00827620" w:rsidP="00187C2E">
      <w:pPr>
        <w:pStyle w:val="Heading1"/>
        <w:rPr>
          <w:rtl/>
        </w:rPr>
      </w:pPr>
      <w:bookmarkStart w:id="133" w:name="_Toc479592361"/>
      <w:bookmarkStart w:id="134" w:name="_Toc479592481"/>
      <w:r>
        <w:rPr>
          <w:rFonts w:hint="eastAsia"/>
          <w:rtl/>
        </w:rPr>
        <w:t>عامل</w:t>
      </w:r>
      <w:r>
        <w:rPr>
          <w:rtl/>
        </w:rPr>
        <w:t xml:space="preserve"> مصونيت</w:t>
      </w:r>
      <w:bookmarkEnd w:id="133"/>
      <w:bookmarkEnd w:id="134"/>
    </w:p>
    <w:p w:rsidR="00827620" w:rsidRDefault="00827620" w:rsidP="00827620">
      <w:pPr>
        <w:pStyle w:val="libNormal"/>
        <w:rPr>
          <w:rtl/>
        </w:rPr>
      </w:pPr>
      <w:r>
        <w:rPr>
          <w:rtl/>
        </w:rPr>
        <w:t>٢٣٠ - چه كنم كه كمتر اشتباه كنم و لغزشهايم نيز پنهان بماند؟</w:t>
      </w:r>
    </w:p>
    <w:p w:rsidR="00827620" w:rsidRDefault="00827620" w:rsidP="00827620">
      <w:pPr>
        <w:pStyle w:val="libNormal"/>
        <w:rPr>
          <w:rtl/>
        </w:rPr>
      </w:pPr>
      <w:r>
        <w:rPr>
          <w:rFonts w:hint="eastAsia"/>
          <w:rtl/>
        </w:rPr>
        <w:t>اگر</w:t>
      </w:r>
      <w:r>
        <w:rPr>
          <w:rtl/>
        </w:rPr>
        <w:t xml:space="preserve"> مى خواهى سالم باشى و عيوب تو مستور بماند، كم حرف بزن و بيشتر ساكت باش .</w:t>
      </w:r>
    </w:p>
    <w:p w:rsidR="00827620" w:rsidRDefault="00827620" w:rsidP="00827620">
      <w:pPr>
        <w:pStyle w:val="libNormal"/>
        <w:rPr>
          <w:rtl/>
        </w:rPr>
      </w:pPr>
      <w:r>
        <w:rPr>
          <w:rFonts w:hint="eastAsia"/>
          <w:rtl/>
        </w:rPr>
        <w:t>ان</w:t>
      </w:r>
      <w:r>
        <w:rPr>
          <w:rtl/>
        </w:rPr>
        <w:t xml:space="preserve"> احببت سلامه نفسك وستر معايبك فاقلل كلامك و اكثر صمنك . </w:t>
      </w:r>
      <w:r w:rsidRPr="00187C2E">
        <w:rPr>
          <w:rStyle w:val="libFootnotenumChar"/>
          <w:rtl/>
        </w:rPr>
        <w:t>(٢٥٣)</w:t>
      </w:r>
    </w:p>
    <w:p w:rsidR="00827620" w:rsidRDefault="00827620" w:rsidP="00827620">
      <w:pPr>
        <w:pStyle w:val="libNormal"/>
        <w:rPr>
          <w:rtl/>
        </w:rPr>
      </w:pPr>
      <w:r>
        <w:rPr>
          <w:rtl/>
        </w:rPr>
        <w:t>٢٣١ - يعنى كم حرف زدن عيوب آدمى را مى پوشاند؟</w:t>
      </w:r>
    </w:p>
    <w:p w:rsidR="00827620" w:rsidRDefault="00827620" w:rsidP="00827620">
      <w:pPr>
        <w:pStyle w:val="libNormal"/>
        <w:rPr>
          <w:rtl/>
        </w:rPr>
      </w:pPr>
      <w:r>
        <w:rPr>
          <w:rtl/>
        </w:rPr>
        <w:t>(بله) كم سخن گفتن ننگ ها را مى پوشاند و آدمى را از لغزش حفظ كند.</w:t>
      </w:r>
    </w:p>
    <w:p w:rsidR="00827620" w:rsidRDefault="00827620" w:rsidP="00827620">
      <w:pPr>
        <w:pStyle w:val="libNormal"/>
        <w:rPr>
          <w:rtl/>
        </w:rPr>
      </w:pPr>
      <w:r>
        <w:rPr>
          <w:rFonts w:hint="eastAsia"/>
          <w:rtl/>
        </w:rPr>
        <w:t>قله</w:t>
      </w:r>
      <w:r>
        <w:rPr>
          <w:rtl/>
        </w:rPr>
        <w:t xml:space="preserve"> الكلام تستر العوار و تومن العثار.</w:t>
      </w:r>
    </w:p>
    <w:p w:rsidR="00827620" w:rsidRDefault="00827620" w:rsidP="00827620">
      <w:pPr>
        <w:pStyle w:val="libNormal"/>
        <w:rPr>
          <w:rtl/>
        </w:rPr>
      </w:pPr>
      <w:r>
        <w:rPr>
          <w:rtl/>
        </w:rPr>
        <w:t>٢٣٢ - نصيحت ديگرى در اين موضوع هست كه ما را ارشاد نمائيد؟</w:t>
      </w:r>
    </w:p>
    <w:p w:rsidR="00827620" w:rsidRDefault="00827620" w:rsidP="00827620">
      <w:pPr>
        <w:pStyle w:val="libNormal"/>
        <w:rPr>
          <w:rtl/>
        </w:rPr>
      </w:pPr>
      <w:r>
        <w:rPr>
          <w:rtl/>
        </w:rPr>
        <w:t>(بله گفتارهاى غيرضرورى پرهيز كن زيرا آن سخنان عيوب باطنى تو را آشكار و دشمنان آرام تو را بر ضد تو تهييج مى نمايد.</w:t>
      </w:r>
    </w:p>
    <w:p w:rsidR="00827620" w:rsidRDefault="00827620" w:rsidP="00827620">
      <w:pPr>
        <w:pStyle w:val="libNormal"/>
        <w:rPr>
          <w:rtl/>
        </w:rPr>
      </w:pPr>
      <w:r>
        <w:rPr>
          <w:rFonts w:hint="eastAsia"/>
          <w:rtl/>
        </w:rPr>
        <w:t>اياك</w:t>
      </w:r>
      <w:r>
        <w:rPr>
          <w:rtl/>
        </w:rPr>
        <w:t xml:space="preserve"> و فضول الكلام فانه يظهر من عيوبك ما بطن و يحرك عليك من اعدائك ما سكن .</w:t>
      </w:r>
    </w:p>
    <w:p w:rsidR="00827620" w:rsidRDefault="00827620" w:rsidP="00827620">
      <w:pPr>
        <w:pStyle w:val="libNormal"/>
        <w:rPr>
          <w:rtl/>
        </w:rPr>
      </w:pPr>
      <w:r>
        <w:rPr>
          <w:rFonts w:hint="eastAsia"/>
          <w:rtl/>
        </w:rPr>
        <w:t>آدمى</w:t>
      </w:r>
      <w:r>
        <w:rPr>
          <w:rtl/>
        </w:rPr>
        <w:t xml:space="preserve"> هرگز از روى اراده و اختيار عيوب باطنى خود را آشكار نمى كند ولى وقتى زياد سخن بگويد از حرفهاى بيهوده ، و غير ضرورى ، راز درونيش ‍ فاش و عيوبش آشكار مى گردد. گذشته از اينكه بار گناهش نيز سنگين مى شود. در اين باب صدها حديث و روايت از امامان </w:t>
      </w:r>
      <w:r w:rsidR="00196907" w:rsidRPr="00196907">
        <w:rPr>
          <w:rStyle w:val="libAlaemChar"/>
          <w:rtl/>
        </w:rPr>
        <w:t xml:space="preserve">عليه‌السلام </w:t>
      </w:r>
      <w:r>
        <w:rPr>
          <w:rtl/>
        </w:rPr>
        <w:t>ن</w:t>
      </w:r>
      <w:r>
        <w:rPr>
          <w:rFonts w:hint="eastAsia"/>
          <w:rtl/>
        </w:rPr>
        <w:t>قل</w:t>
      </w:r>
      <w:r>
        <w:rPr>
          <w:rtl/>
        </w:rPr>
        <w:t xml:space="preserve"> شده و مردم را از زياده گويى و بى ربطى گويى برحذر داشته اند كه آنچه بيان شد نمونه اندكى از آنهاست .</w:t>
      </w:r>
    </w:p>
    <w:p w:rsidR="00827620" w:rsidRDefault="00187C2E" w:rsidP="00827620">
      <w:pPr>
        <w:pStyle w:val="libNormal"/>
        <w:rPr>
          <w:rtl/>
        </w:rPr>
      </w:pPr>
      <w:r>
        <w:rPr>
          <w:rtl/>
        </w:rPr>
        <w:br w:type="page"/>
      </w:r>
    </w:p>
    <w:p w:rsidR="00827620" w:rsidRDefault="00827620" w:rsidP="00187C2E">
      <w:pPr>
        <w:pStyle w:val="Heading1"/>
        <w:rPr>
          <w:rtl/>
        </w:rPr>
      </w:pPr>
      <w:bookmarkStart w:id="135" w:name="_Toc479592362"/>
      <w:bookmarkStart w:id="136" w:name="_Toc479592482"/>
      <w:r>
        <w:rPr>
          <w:rFonts w:hint="eastAsia"/>
          <w:rtl/>
        </w:rPr>
        <w:t>بهداشت</w:t>
      </w:r>
      <w:r>
        <w:rPr>
          <w:rtl/>
        </w:rPr>
        <w:t xml:space="preserve"> و تن سالم</w:t>
      </w:r>
      <w:bookmarkEnd w:id="135"/>
      <w:bookmarkEnd w:id="136"/>
    </w:p>
    <w:p w:rsidR="00827620" w:rsidRDefault="00827620" w:rsidP="00827620">
      <w:pPr>
        <w:pStyle w:val="libNormal"/>
        <w:rPr>
          <w:rtl/>
        </w:rPr>
      </w:pPr>
      <w:r>
        <w:rPr>
          <w:rtl/>
        </w:rPr>
        <w:t>٢٣٣ - پرسيدم : چه كارى كنيم كه كمتر بيمار شويم ؟</w:t>
      </w:r>
    </w:p>
    <w:p w:rsidR="00827620" w:rsidRDefault="00827620" w:rsidP="00827620">
      <w:pPr>
        <w:pStyle w:val="libNormal"/>
        <w:rPr>
          <w:rtl/>
        </w:rPr>
      </w:pPr>
      <w:r>
        <w:rPr>
          <w:rFonts w:hint="eastAsia"/>
          <w:rtl/>
        </w:rPr>
        <w:t>فرمودند</w:t>
      </w:r>
      <w:r>
        <w:rPr>
          <w:rtl/>
        </w:rPr>
        <w:t>: (رعايت بهداشت غذايى موثرترين عامل در سلامتى انسان است .)</w:t>
      </w:r>
    </w:p>
    <w:p w:rsidR="00827620" w:rsidRDefault="00827620" w:rsidP="00827620">
      <w:pPr>
        <w:pStyle w:val="libNormal"/>
        <w:rPr>
          <w:rtl/>
        </w:rPr>
      </w:pPr>
      <w:r>
        <w:rPr>
          <w:rFonts w:hint="eastAsia"/>
          <w:rtl/>
        </w:rPr>
        <w:t>من</w:t>
      </w:r>
      <w:r>
        <w:rPr>
          <w:rtl/>
        </w:rPr>
        <w:t xml:space="preserve"> اكل الطعام على النقاء و اجاد الطعام تمضعا و ترك الطعام و هو يشتهيه و لم يحبس الغائط اذا اتى لم يمرض الا مرض الموت . </w:t>
      </w:r>
      <w:r w:rsidRPr="00187C2E">
        <w:rPr>
          <w:rStyle w:val="libFootnotenumChar"/>
          <w:rtl/>
        </w:rPr>
        <w:t>(٢٥٤)</w:t>
      </w:r>
    </w:p>
    <w:p w:rsidR="00827620" w:rsidRDefault="00827620" w:rsidP="00827620">
      <w:pPr>
        <w:pStyle w:val="libNormal"/>
        <w:rPr>
          <w:rtl/>
        </w:rPr>
      </w:pPr>
      <w:r>
        <w:rPr>
          <w:rFonts w:hint="eastAsia"/>
          <w:rtl/>
        </w:rPr>
        <w:t>كسى</w:t>
      </w:r>
      <w:r>
        <w:rPr>
          <w:rtl/>
        </w:rPr>
        <w:t xml:space="preserve"> كه در خوردن غذا پاكيزگى را مراعات كند، غذا را بخوبى بجود، با داشتن اشتها دست از طعام بكشد، و تخليه روده را موقعى كه آماده مى شود به تعويق نياندازد (شايسته است هميشه سالم باشد) و جز به مرض موت به بيمارى ديگرى گرفتار نشود.</w:t>
      </w:r>
    </w:p>
    <w:p w:rsidR="00827620" w:rsidRDefault="00827620" w:rsidP="00827620">
      <w:pPr>
        <w:pStyle w:val="libNormal"/>
        <w:rPr>
          <w:rtl/>
        </w:rPr>
      </w:pPr>
      <w:r>
        <w:rPr>
          <w:rtl/>
        </w:rPr>
        <w:t>٢٣٤ - يعنى اين قدر نقش غذا و بهداشت مهم است ؟</w:t>
      </w:r>
    </w:p>
    <w:p w:rsidR="00827620" w:rsidRDefault="00827620" w:rsidP="00827620">
      <w:pPr>
        <w:pStyle w:val="libNormal"/>
        <w:rPr>
          <w:rtl/>
        </w:rPr>
      </w:pPr>
      <w:r>
        <w:rPr>
          <w:rFonts w:hint="eastAsia"/>
          <w:rtl/>
        </w:rPr>
        <w:t>بله</w:t>
      </w:r>
      <w:r>
        <w:rPr>
          <w:rtl/>
        </w:rPr>
        <w:t xml:space="preserve"> ، آن كس كه محبت انواع مختلف غذاها را در دل مى نشاند (شكمو باشد) ميوه هاى گوناگون بيماريها را، از آن (درخت شكم) مى چيند.</w:t>
      </w:r>
    </w:p>
    <w:p w:rsidR="00827620" w:rsidRDefault="00827620" w:rsidP="00827620">
      <w:pPr>
        <w:pStyle w:val="libNormal"/>
        <w:rPr>
          <w:rtl/>
        </w:rPr>
      </w:pPr>
      <w:r>
        <w:rPr>
          <w:rFonts w:hint="eastAsia"/>
          <w:rtl/>
        </w:rPr>
        <w:t>من</w:t>
      </w:r>
      <w:r>
        <w:rPr>
          <w:rtl/>
        </w:rPr>
        <w:t xml:space="preserve"> غرس فى نفسه محبه انواع الطعام اجتنى ثمار فنون الاسقام . </w:t>
      </w:r>
      <w:r w:rsidRPr="00187C2E">
        <w:rPr>
          <w:rStyle w:val="libFootnotenumChar"/>
          <w:rtl/>
        </w:rPr>
        <w:t>(٢٥٥)</w:t>
      </w:r>
    </w:p>
    <w:p w:rsidR="00827620" w:rsidRDefault="00827620" w:rsidP="00827620">
      <w:pPr>
        <w:pStyle w:val="libNormal"/>
        <w:rPr>
          <w:rtl/>
        </w:rPr>
      </w:pPr>
      <w:r>
        <w:rPr>
          <w:rtl/>
        </w:rPr>
        <w:t>٢٣٥ - بنابر فرمايش شما همان طور كه پرخورى عامل بسيارى از بيمارى ها است . كم خوردن هم به سلامتى كمك خواهد كرد، اين طور نيست ؟</w:t>
      </w:r>
    </w:p>
    <w:p w:rsidR="00827620" w:rsidRDefault="00827620" w:rsidP="00827620">
      <w:pPr>
        <w:pStyle w:val="libNormal"/>
        <w:rPr>
          <w:rtl/>
        </w:rPr>
      </w:pPr>
      <w:r>
        <w:rPr>
          <w:rtl/>
        </w:rPr>
        <w:t>(چرا) كم خوردن مانع بسيارى از بيماريهاى جسم مى شود.</w:t>
      </w:r>
    </w:p>
    <w:p w:rsidR="00827620" w:rsidRDefault="00827620" w:rsidP="00827620">
      <w:pPr>
        <w:pStyle w:val="libNormal"/>
        <w:rPr>
          <w:rtl/>
        </w:rPr>
      </w:pPr>
      <w:r>
        <w:rPr>
          <w:rFonts w:hint="eastAsia"/>
          <w:rtl/>
        </w:rPr>
        <w:t>قله</w:t>
      </w:r>
      <w:r>
        <w:rPr>
          <w:rtl/>
        </w:rPr>
        <w:t xml:space="preserve"> الا كل يمنع كثيرا من اعلال الجسم . </w:t>
      </w:r>
      <w:r w:rsidRPr="00187C2E">
        <w:rPr>
          <w:rStyle w:val="libFootnotenumChar"/>
          <w:rtl/>
        </w:rPr>
        <w:t>(٢٥٦)</w:t>
      </w:r>
    </w:p>
    <w:p w:rsidR="00827620" w:rsidRDefault="00827620" w:rsidP="00827620">
      <w:pPr>
        <w:pStyle w:val="libNormal"/>
        <w:rPr>
          <w:rtl/>
        </w:rPr>
      </w:pPr>
      <w:r>
        <w:rPr>
          <w:rtl/>
        </w:rPr>
        <w:t>٢٣٦ - امام عزيز اين گونه دستورالعمل هاى اخلاقى براى همه خوب است هر چند ايمان نداشته باشند، آيا نبايد همه به آن عمل كنند؟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لو كنا لا نرجو جنه و لا نارا و لا ثوابا و لا عقابا لكان ينبغى لنا ان نطالب بمكارم الا خلاق فانها مما تدل على سبيل النجاح . </w:t>
      </w:r>
      <w:r w:rsidRPr="00187C2E">
        <w:rPr>
          <w:rStyle w:val="libFootnotenumChar"/>
          <w:rtl/>
        </w:rPr>
        <w:t>(٢٥٧)</w:t>
      </w:r>
    </w:p>
    <w:p w:rsidR="00827620" w:rsidRDefault="00827620" w:rsidP="00827620">
      <w:pPr>
        <w:pStyle w:val="libNormal"/>
        <w:rPr>
          <w:rtl/>
        </w:rPr>
      </w:pPr>
      <w:r>
        <w:rPr>
          <w:rtl/>
        </w:rPr>
        <w:lastRenderedPageBreak/>
        <w:t xml:space="preserve">(آرى مسائل اخلاقى ، اجتماعى براى تمام اقشار خوب است كه بدان پاى بند باشند و) اگر به فرض ، ما به بهشت و دوزخ اميدى نمى داشتيم باز شايسته ما بود كه در طلب مكارم اخلاق باشيم ، چه آنكه سجاياى اخلاقى از وسائل دلالت ما به راههاى كاميابى و پيروزى است . (و عمل به </w:t>
      </w:r>
      <w:r>
        <w:rPr>
          <w:rFonts w:hint="eastAsia"/>
          <w:rtl/>
        </w:rPr>
        <w:t>آن</w:t>
      </w:r>
      <w:r>
        <w:rPr>
          <w:rtl/>
        </w:rPr>
        <w:t xml:space="preserve"> مفيد است .)</w:t>
      </w:r>
    </w:p>
    <w:p w:rsidR="00827620" w:rsidRDefault="00187C2E" w:rsidP="00827620">
      <w:pPr>
        <w:pStyle w:val="libNormal"/>
        <w:rPr>
          <w:rtl/>
        </w:rPr>
      </w:pPr>
      <w:r>
        <w:rPr>
          <w:rtl/>
        </w:rPr>
        <w:br w:type="page"/>
      </w:r>
    </w:p>
    <w:p w:rsidR="00827620" w:rsidRDefault="00827620" w:rsidP="00187C2E">
      <w:pPr>
        <w:pStyle w:val="Heading1"/>
        <w:rPr>
          <w:rtl/>
        </w:rPr>
      </w:pPr>
      <w:bookmarkStart w:id="137" w:name="_Toc479592363"/>
      <w:bookmarkStart w:id="138" w:name="_Toc479592483"/>
      <w:r>
        <w:rPr>
          <w:rFonts w:hint="eastAsia"/>
          <w:rtl/>
        </w:rPr>
        <w:t>دوستان</w:t>
      </w:r>
      <w:r>
        <w:rPr>
          <w:rtl/>
        </w:rPr>
        <w:t xml:space="preserve"> با تجربه</w:t>
      </w:r>
      <w:bookmarkEnd w:id="137"/>
      <w:bookmarkEnd w:id="138"/>
    </w:p>
    <w:p w:rsidR="00827620" w:rsidRDefault="00827620" w:rsidP="00827620">
      <w:pPr>
        <w:pStyle w:val="libNormal"/>
        <w:rPr>
          <w:rtl/>
        </w:rPr>
      </w:pPr>
      <w:r>
        <w:rPr>
          <w:rtl/>
        </w:rPr>
        <w:t>٢٣٧ - آيا استفاده از محضر آدم هاى با تجربه و آزموده مى تواند در پيشرفت ما مفيد باشد؟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عليك بمجالسه اصحاب التجارب فانها تقوم عليهم باغلى الغلاء و تاخذها منهم بارخص الرخص . </w:t>
      </w:r>
      <w:r w:rsidRPr="00187C2E">
        <w:rPr>
          <w:rStyle w:val="libFootnotenumChar"/>
          <w:rtl/>
        </w:rPr>
        <w:t>(٢٥٨)</w:t>
      </w:r>
    </w:p>
    <w:p w:rsidR="00827620" w:rsidRDefault="00827620" w:rsidP="00827620">
      <w:pPr>
        <w:pStyle w:val="libNormal"/>
        <w:rPr>
          <w:rtl/>
        </w:rPr>
      </w:pPr>
      <w:r>
        <w:rPr>
          <w:rFonts w:hint="eastAsia"/>
          <w:rtl/>
        </w:rPr>
        <w:t>حضرت</w:t>
      </w:r>
      <w:r>
        <w:rPr>
          <w:rtl/>
        </w:rPr>
        <w:t xml:space="preserve"> فرمودند: البته كه مفيد است ، بر تو باد هم نشينى با افراد آزموده و صاحب تجارب ، چه اينان متاع پر ارج تجربه هاى خود را به گرانترين بها (يعنى فدا كردن عمر خود) تهيه كرده اند و تو آن متاع گرانقدر را با ارزانترين قيمت (يعنى با صرف چند دقيقه وقت) بدست مى آو</w:t>
      </w:r>
      <w:r>
        <w:rPr>
          <w:rFonts w:hint="eastAsia"/>
          <w:rtl/>
        </w:rPr>
        <w:t>رى</w:t>
      </w:r>
      <w:r>
        <w:rPr>
          <w:rtl/>
        </w:rPr>
        <w:t xml:space="preserve"> .</w:t>
      </w:r>
    </w:p>
    <w:p w:rsidR="00827620" w:rsidRDefault="00827620" w:rsidP="00827620">
      <w:pPr>
        <w:pStyle w:val="libNormal"/>
        <w:rPr>
          <w:rtl/>
        </w:rPr>
      </w:pPr>
      <w:r>
        <w:rPr>
          <w:rtl/>
        </w:rPr>
        <w:t>٢٣٨ - ناتوانترين مردم چه كسى است ؟</w:t>
      </w:r>
    </w:p>
    <w:p w:rsidR="00827620" w:rsidRDefault="00827620" w:rsidP="00827620">
      <w:pPr>
        <w:pStyle w:val="libNormal"/>
        <w:rPr>
          <w:rtl/>
        </w:rPr>
      </w:pPr>
      <w:r>
        <w:rPr>
          <w:rFonts w:hint="eastAsia"/>
          <w:rtl/>
        </w:rPr>
        <w:t>اعجز</w:t>
      </w:r>
      <w:r>
        <w:rPr>
          <w:rtl/>
        </w:rPr>
        <w:t xml:space="preserve"> الناس من عجز من اكتساب الاخوان و اعجز منه من ضيع من ظفر به منهم . </w:t>
      </w:r>
      <w:r w:rsidRPr="00187C2E">
        <w:rPr>
          <w:rStyle w:val="libFootnotenumChar"/>
          <w:rtl/>
        </w:rPr>
        <w:t>(٢٥٩)</w:t>
      </w:r>
    </w:p>
    <w:p w:rsidR="00827620" w:rsidRDefault="00827620" w:rsidP="00827620">
      <w:pPr>
        <w:pStyle w:val="libNormal"/>
        <w:rPr>
          <w:rtl/>
        </w:rPr>
      </w:pPr>
      <w:r>
        <w:rPr>
          <w:rFonts w:hint="eastAsia"/>
          <w:rtl/>
        </w:rPr>
        <w:t>ناتوان</w:t>
      </w:r>
      <w:r>
        <w:rPr>
          <w:rtl/>
        </w:rPr>
        <w:t xml:space="preserve"> ترين مردم كسى است كه از دوست يابى (دوستان درستكار و سالم) عاجز باشد و از او ناتوان</w:t>
      </w:r>
      <w:r w:rsidR="00187C2E">
        <w:rPr>
          <w:rFonts w:hint="cs"/>
          <w:rtl/>
        </w:rPr>
        <w:t xml:space="preserve"> </w:t>
      </w:r>
      <w:r>
        <w:rPr>
          <w:rtl/>
        </w:rPr>
        <w:t>تر كسى است كه دوست به كف آورده خود را در اثر بى توجهى از دست بدهد.</w:t>
      </w:r>
    </w:p>
    <w:p w:rsidR="00827620" w:rsidRDefault="00187C2E" w:rsidP="00827620">
      <w:pPr>
        <w:pStyle w:val="libNormal"/>
        <w:rPr>
          <w:rtl/>
        </w:rPr>
      </w:pPr>
      <w:r>
        <w:rPr>
          <w:rtl/>
        </w:rPr>
        <w:br w:type="page"/>
      </w:r>
    </w:p>
    <w:p w:rsidR="00827620" w:rsidRDefault="00827620" w:rsidP="00187C2E">
      <w:pPr>
        <w:pStyle w:val="Heading1"/>
        <w:rPr>
          <w:rtl/>
        </w:rPr>
      </w:pPr>
      <w:bookmarkStart w:id="139" w:name="_Toc479592364"/>
      <w:bookmarkStart w:id="140" w:name="_Toc479592484"/>
      <w:r>
        <w:rPr>
          <w:rFonts w:hint="eastAsia"/>
          <w:rtl/>
        </w:rPr>
        <w:t>هدف</w:t>
      </w:r>
      <w:r>
        <w:rPr>
          <w:rtl/>
        </w:rPr>
        <w:t xml:space="preserve"> وسيله را توجيه نمى كند</w:t>
      </w:r>
      <w:bookmarkEnd w:id="139"/>
      <w:bookmarkEnd w:id="140"/>
    </w:p>
    <w:p w:rsidR="00827620" w:rsidRDefault="00827620" w:rsidP="00827620">
      <w:pPr>
        <w:pStyle w:val="libNormal"/>
        <w:rPr>
          <w:rtl/>
        </w:rPr>
      </w:pPr>
      <w:r>
        <w:rPr>
          <w:rtl/>
        </w:rPr>
        <w:t>٢٣٩ - آيا هدف وسيله را توجيه مى كند و براى رسيدن به مقصود مى توان از وسائل نامشروع و تضييع حق ديگران بهره جست ؟</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ما ظفر فى بالاثم و الغالب بالشر مغلوب . </w:t>
      </w:r>
      <w:r w:rsidRPr="00187C2E">
        <w:rPr>
          <w:rStyle w:val="libFootnotenumChar"/>
          <w:rtl/>
        </w:rPr>
        <w:t>(٢٦٠)</w:t>
      </w:r>
    </w:p>
    <w:p w:rsidR="00827620" w:rsidRDefault="00827620" w:rsidP="00827620">
      <w:pPr>
        <w:pStyle w:val="libNormal"/>
        <w:rPr>
          <w:rtl/>
        </w:rPr>
      </w:pPr>
      <w:r>
        <w:rPr>
          <w:rFonts w:hint="eastAsia"/>
          <w:rtl/>
        </w:rPr>
        <w:t>فرمود</w:t>
      </w:r>
      <w:r>
        <w:rPr>
          <w:rtl/>
        </w:rPr>
        <w:t>: (هرگز چنين كارى پسنديده و مشروع نيست و) پيروزى نيافته آن كس كه به گناه و تجاوز پيروز شده است و كسى كه با شر و بدكارى قدرت بدست آورد و غلبه كند در حقيقت مغلوب و شكست خورده است (او بزودى نتايج كار خود را خواهد ديد).</w:t>
      </w:r>
    </w:p>
    <w:p w:rsidR="00827620" w:rsidRDefault="00827620" w:rsidP="00827620">
      <w:pPr>
        <w:pStyle w:val="libNormal"/>
        <w:rPr>
          <w:rtl/>
        </w:rPr>
      </w:pPr>
      <w:r>
        <w:rPr>
          <w:rtl/>
        </w:rPr>
        <w:t>٢٤٠ - يعنى تن به شكست بدهيم و دست از غلبه برداريم ؟</w:t>
      </w:r>
    </w:p>
    <w:p w:rsidR="00827620" w:rsidRDefault="00827620" w:rsidP="00827620">
      <w:pPr>
        <w:pStyle w:val="libNormal"/>
        <w:rPr>
          <w:rtl/>
        </w:rPr>
      </w:pPr>
      <w:r>
        <w:rPr>
          <w:rFonts w:hint="eastAsia"/>
          <w:rtl/>
        </w:rPr>
        <w:t>اختر</w:t>
      </w:r>
      <w:r>
        <w:rPr>
          <w:rtl/>
        </w:rPr>
        <w:t xml:space="preserve"> ان تكون مغلوبا و انت منصف و لا تختر ان تكون غالبا و انت ظالم . </w:t>
      </w:r>
      <w:r w:rsidRPr="00187C2E">
        <w:rPr>
          <w:rStyle w:val="libFootnotenumChar"/>
          <w:rtl/>
        </w:rPr>
        <w:t>(٢٦١)</w:t>
      </w:r>
    </w:p>
    <w:p w:rsidR="00827620" w:rsidRDefault="00827620" w:rsidP="00827620">
      <w:pPr>
        <w:pStyle w:val="libNormal"/>
        <w:rPr>
          <w:rtl/>
        </w:rPr>
      </w:pPr>
      <w:r>
        <w:rPr>
          <w:rtl/>
        </w:rPr>
        <w:t>(بله) به شكست و مغلوبيتى كه از روى انصاف و عدالت است تن داده و آنرا برگزين و از پيروزى و غلبه اى كه دامنت را به ظلم و ستم لكه دار مى كند اجتناب كن و خواهان آن مباش (و در هر حال حق و انصاف برايت مهم باشد و نه پيروزى و غلبه به هر قيمتى كه باشد.)</w:t>
      </w:r>
    </w:p>
    <w:p w:rsidR="00827620" w:rsidRDefault="00827620" w:rsidP="00827620">
      <w:pPr>
        <w:pStyle w:val="libNormal"/>
        <w:rPr>
          <w:rtl/>
        </w:rPr>
      </w:pPr>
      <w:r>
        <w:rPr>
          <w:rFonts w:hint="eastAsia"/>
          <w:rtl/>
        </w:rPr>
        <w:t>امام</w:t>
      </w:r>
      <w:r>
        <w:rPr>
          <w:rtl/>
        </w:rPr>
        <w:t xml:space="preserve"> صادق </w:t>
      </w:r>
      <w:r w:rsidR="00196907" w:rsidRPr="00196907">
        <w:rPr>
          <w:rStyle w:val="libAlaemChar"/>
          <w:rtl/>
        </w:rPr>
        <w:t xml:space="preserve">عليه‌السلام </w:t>
      </w:r>
      <w:r>
        <w:rPr>
          <w:rtl/>
        </w:rPr>
        <w:t>به دو نفر كه حضورش به مخامصه پرداختند و هر يك براى غلبه بر ديگرى تلاش مى كرد فرمود:</w:t>
      </w:r>
    </w:p>
    <w:p w:rsidR="00827620" w:rsidRDefault="00827620" w:rsidP="00827620">
      <w:pPr>
        <w:pStyle w:val="libNormal"/>
        <w:rPr>
          <w:rtl/>
        </w:rPr>
      </w:pPr>
      <w:r>
        <w:rPr>
          <w:rFonts w:hint="eastAsia"/>
          <w:rtl/>
        </w:rPr>
        <w:t>اما</w:t>
      </w:r>
      <w:r>
        <w:rPr>
          <w:rtl/>
        </w:rPr>
        <w:t xml:space="preserve"> انه لم يظفر بخير من ظفر بالظلم </w:t>
      </w:r>
      <w:r w:rsidRPr="00187C2E">
        <w:rPr>
          <w:rStyle w:val="libFootnotenumChar"/>
          <w:rtl/>
        </w:rPr>
        <w:t>. (٢٦٢)</w:t>
      </w:r>
    </w:p>
    <w:p w:rsidR="00827620" w:rsidRDefault="00827620" w:rsidP="00827620">
      <w:pPr>
        <w:pStyle w:val="libNormal"/>
        <w:rPr>
          <w:rtl/>
        </w:rPr>
      </w:pPr>
      <w:r>
        <w:rPr>
          <w:rFonts w:hint="eastAsia"/>
          <w:rtl/>
        </w:rPr>
        <w:t>يعنى</w:t>
      </w:r>
      <w:r>
        <w:rPr>
          <w:rtl/>
        </w:rPr>
        <w:t xml:space="preserve"> آن كس كه با ظلم و ستم بر خصم خود غلبه كند بايد بداند كه پيروزى خوب و شرافتمندانه بدست نياورده است .</w:t>
      </w:r>
    </w:p>
    <w:p w:rsidR="00827620" w:rsidRDefault="00A46020" w:rsidP="00827620">
      <w:pPr>
        <w:pStyle w:val="libNormal"/>
        <w:rPr>
          <w:rtl/>
        </w:rPr>
      </w:pPr>
      <w:r>
        <w:rPr>
          <w:rtl/>
        </w:rPr>
        <w:br w:type="page"/>
      </w:r>
    </w:p>
    <w:p w:rsidR="00827620" w:rsidRDefault="00827620" w:rsidP="00A46020">
      <w:pPr>
        <w:pStyle w:val="Heading1"/>
        <w:rPr>
          <w:rtl/>
        </w:rPr>
      </w:pPr>
      <w:bookmarkStart w:id="141" w:name="_Toc479592365"/>
      <w:bookmarkStart w:id="142" w:name="_Toc479592485"/>
      <w:r>
        <w:rPr>
          <w:rFonts w:hint="eastAsia"/>
          <w:rtl/>
        </w:rPr>
        <w:t>عادت</w:t>
      </w:r>
      <w:r>
        <w:rPr>
          <w:rtl/>
        </w:rPr>
        <w:t xml:space="preserve"> بد و خوب</w:t>
      </w:r>
      <w:bookmarkEnd w:id="141"/>
      <w:bookmarkEnd w:id="142"/>
    </w:p>
    <w:p w:rsidR="00827620" w:rsidRDefault="00827620" w:rsidP="00827620">
      <w:pPr>
        <w:pStyle w:val="libNormal"/>
        <w:rPr>
          <w:rtl/>
        </w:rPr>
      </w:pPr>
      <w:r>
        <w:rPr>
          <w:rtl/>
        </w:rPr>
        <w:t>٢٤١ - چه كنيم كه عادات بد را ترك كنيم و تن به تهذيب نفس ‍ دهيم ؟</w:t>
      </w:r>
    </w:p>
    <w:p w:rsidR="00827620" w:rsidRDefault="00827620" w:rsidP="00827620">
      <w:pPr>
        <w:pStyle w:val="libNormal"/>
        <w:rPr>
          <w:rtl/>
        </w:rPr>
      </w:pPr>
      <w:r>
        <w:rPr>
          <w:rtl/>
        </w:rPr>
        <w:t>(ترك عادت را به نفس تحميل كنيد و) نفس متجاوز و سركش خويش را با ترك عادات ناپسند خوار نمائيد و به انجام او امر الهى وادارش سازيد، بار غرامت هاى تخلفش را بر وى تحميل نمائيد. با ارتكاب مكارم اخلاق زينتش دهيد، و از پليدى هاى گناه مصونش داريد (تا راه كمال را طى كند و شما را به گرداب فساد و گناه نكشاند.)</w:t>
      </w:r>
    </w:p>
    <w:p w:rsidR="00827620" w:rsidRDefault="00827620" w:rsidP="00827620">
      <w:pPr>
        <w:pStyle w:val="libNormal"/>
        <w:rPr>
          <w:rtl/>
        </w:rPr>
      </w:pPr>
      <w:r>
        <w:rPr>
          <w:rFonts w:hint="eastAsia"/>
          <w:rtl/>
        </w:rPr>
        <w:t>ذللوا</w:t>
      </w:r>
      <w:r>
        <w:rPr>
          <w:rtl/>
        </w:rPr>
        <w:t xml:space="preserve"> انفسكم بترك العادات و قودوها الى فعل الطاعات ، و حملو بها اعباء المكارم و حلوها بفعل المكارم وصونواها عن دنس الماثم . </w:t>
      </w:r>
      <w:r w:rsidRPr="00A46020">
        <w:rPr>
          <w:rStyle w:val="libFootnotenumChar"/>
          <w:rtl/>
        </w:rPr>
        <w:t>(٢٦٣)</w:t>
      </w:r>
    </w:p>
    <w:p w:rsidR="00827620" w:rsidRDefault="00827620" w:rsidP="00827620">
      <w:pPr>
        <w:pStyle w:val="libNormal"/>
        <w:rPr>
          <w:rtl/>
        </w:rPr>
      </w:pPr>
      <w:r>
        <w:rPr>
          <w:rtl/>
        </w:rPr>
        <w:t>٢٤٢ - عادت بد تا چه اندازه مى تواند خطرناك باشد؟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العاده عدو متملك . </w:t>
      </w:r>
      <w:r w:rsidRPr="00A46020">
        <w:rPr>
          <w:rStyle w:val="libFootnotenumChar"/>
          <w:rtl/>
        </w:rPr>
        <w:t>(٢٦٤)</w:t>
      </w:r>
    </w:p>
    <w:p w:rsidR="00827620" w:rsidRDefault="00827620" w:rsidP="00827620">
      <w:pPr>
        <w:pStyle w:val="libNormal"/>
        <w:rPr>
          <w:rtl/>
        </w:rPr>
      </w:pPr>
      <w:r>
        <w:rPr>
          <w:rFonts w:hint="eastAsia"/>
          <w:rtl/>
        </w:rPr>
        <w:t>عادت</w:t>
      </w:r>
      <w:r>
        <w:rPr>
          <w:rtl/>
        </w:rPr>
        <w:t xml:space="preserve"> بد، دشمنى است كه با قدرت بر صاحبش حكومت مى كند كه اگر ميدان يابد و زود چاره انديشى نشود سرانجام بدى خواهد داشت ، امام حسن </w:t>
      </w:r>
      <w:r w:rsidR="00196907" w:rsidRPr="00196907">
        <w:rPr>
          <w:rStyle w:val="libAlaemChar"/>
          <w:rtl/>
        </w:rPr>
        <w:t xml:space="preserve">عليه‌السلام </w:t>
      </w:r>
      <w:r>
        <w:rPr>
          <w:rtl/>
        </w:rPr>
        <w:t xml:space="preserve">فرمود: العادات قاهرات فمن اعتاد شيئا فى سره و خلواته ، فضحه علانيه و عند الملاء . </w:t>
      </w:r>
      <w:r w:rsidRPr="00A46020">
        <w:rPr>
          <w:rStyle w:val="libFootnotenumChar"/>
          <w:rtl/>
        </w:rPr>
        <w:t>(٢٦٥)</w:t>
      </w:r>
    </w:p>
    <w:p w:rsidR="00827620" w:rsidRDefault="00827620" w:rsidP="00827620">
      <w:pPr>
        <w:pStyle w:val="libNormal"/>
        <w:rPr>
          <w:rtl/>
        </w:rPr>
      </w:pPr>
      <w:r>
        <w:rPr>
          <w:rFonts w:hint="eastAsia"/>
          <w:rtl/>
        </w:rPr>
        <w:t>يعنى</w:t>
      </w:r>
      <w:r>
        <w:rPr>
          <w:rtl/>
        </w:rPr>
        <w:t xml:space="preserve"> عادت ها در وجود آدمى با قهر و غلبه حكومت مى كنند؛ كسى كه در پنهانى به چيزى عادت كند، آشكارا و در محضر مردم مفتضحش خواهد ساخت .</w:t>
      </w:r>
    </w:p>
    <w:p w:rsidR="00827620" w:rsidRDefault="00827620" w:rsidP="00827620">
      <w:pPr>
        <w:pStyle w:val="libNormal"/>
        <w:rPr>
          <w:rtl/>
        </w:rPr>
      </w:pPr>
      <w:r>
        <w:rPr>
          <w:rFonts w:hint="eastAsia"/>
          <w:rtl/>
        </w:rPr>
        <w:t>البته</w:t>
      </w:r>
      <w:r>
        <w:rPr>
          <w:rtl/>
        </w:rPr>
        <w:t xml:space="preserve"> ترك اعتياد كار آسانى نيست امام حسن عسكرى </w:t>
      </w:r>
      <w:r w:rsidR="00196907" w:rsidRPr="00196907">
        <w:rPr>
          <w:rStyle w:val="libAlaemChar"/>
          <w:rtl/>
        </w:rPr>
        <w:t xml:space="preserve">عليه‌السلام </w:t>
      </w:r>
      <w:r>
        <w:rPr>
          <w:rtl/>
        </w:rPr>
        <w:t>فرمود:</w:t>
      </w:r>
    </w:p>
    <w:p w:rsidR="00827620" w:rsidRDefault="00827620" w:rsidP="00827620">
      <w:pPr>
        <w:pStyle w:val="libNormal"/>
        <w:rPr>
          <w:rtl/>
        </w:rPr>
      </w:pPr>
      <w:r>
        <w:rPr>
          <w:rFonts w:hint="eastAsia"/>
          <w:rtl/>
        </w:rPr>
        <w:t>رد</w:t>
      </w:r>
      <w:r>
        <w:rPr>
          <w:rtl/>
        </w:rPr>
        <w:t xml:space="preserve"> المعتاد عن عادته كالمعجز. </w:t>
      </w:r>
      <w:r w:rsidRPr="00A46020">
        <w:rPr>
          <w:rStyle w:val="libFootnotenumChar"/>
          <w:rtl/>
        </w:rPr>
        <w:t>(٢٦٦)</w:t>
      </w:r>
    </w:p>
    <w:p w:rsidR="00827620" w:rsidRDefault="00827620" w:rsidP="00827620">
      <w:pPr>
        <w:pStyle w:val="libNormal"/>
        <w:rPr>
          <w:rtl/>
        </w:rPr>
      </w:pPr>
      <w:r>
        <w:rPr>
          <w:rtl/>
        </w:rPr>
        <w:t>(يعنى برگرداندن معتاد از عادتش مانند خرق عادت در طبيعت است .)</w:t>
      </w:r>
    </w:p>
    <w:p w:rsidR="00827620" w:rsidRDefault="00827620" w:rsidP="00827620">
      <w:pPr>
        <w:pStyle w:val="libNormal"/>
        <w:rPr>
          <w:rtl/>
        </w:rPr>
      </w:pPr>
      <w:r>
        <w:rPr>
          <w:rtl/>
        </w:rPr>
        <w:lastRenderedPageBreak/>
        <w:t>٢٤٣ - يعنى مى فرمائيد عادات و معتاد شدن به چيزى ، چه بد و چه خوب مانند صفات و غرائز باطنى است كه تغييرش دشوار است ؟</w:t>
      </w:r>
    </w:p>
    <w:p w:rsidR="00827620" w:rsidRDefault="00827620" w:rsidP="00827620">
      <w:pPr>
        <w:pStyle w:val="libNormal"/>
        <w:rPr>
          <w:rtl/>
        </w:rPr>
      </w:pPr>
      <w:r>
        <w:rPr>
          <w:rFonts w:hint="eastAsia"/>
          <w:rtl/>
        </w:rPr>
        <w:t>بله</w:t>
      </w:r>
      <w:r>
        <w:rPr>
          <w:rtl/>
        </w:rPr>
        <w:t xml:space="preserve"> ، العاذه طبع ثان . </w:t>
      </w:r>
      <w:r w:rsidRPr="00A46020">
        <w:rPr>
          <w:rStyle w:val="libFootnotenumChar"/>
          <w:rtl/>
        </w:rPr>
        <w:t>(٢٦٧)</w:t>
      </w:r>
    </w:p>
    <w:p w:rsidR="00827620" w:rsidRDefault="00827620" w:rsidP="00827620">
      <w:pPr>
        <w:pStyle w:val="libNormal"/>
        <w:rPr>
          <w:rtl/>
        </w:rPr>
      </w:pPr>
      <w:r>
        <w:rPr>
          <w:rFonts w:hint="eastAsia"/>
          <w:rtl/>
        </w:rPr>
        <w:t>عادات</w:t>
      </w:r>
      <w:r>
        <w:rPr>
          <w:rtl/>
        </w:rPr>
        <w:t xml:space="preserve"> اكتسابى ، طبيعت دوم انسان است .</w:t>
      </w:r>
    </w:p>
    <w:p w:rsidR="00827620" w:rsidRDefault="00827620" w:rsidP="00827620">
      <w:pPr>
        <w:pStyle w:val="libNormal"/>
        <w:rPr>
          <w:rtl/>
        </w:rPr>
      </w:pPr>
      <w:r>
        <w:rPr>
          <w:rtl/>
        </w:rPr>
        <w:t>(و چه نيكو است كه انسان خود را به صفات خوب و كمالات انسانى عادت دهد و به انجام آن عادت كند.)</w:t>
      </w:r>
    </w:p>
    <w:p w:rsidR="00827620" w:rsidRDefault="00827620" w:rsidP="00827620">
      <w:pPr>
        <w:pStyle w:val="libNormal"/>
        <w:rPr>
          <w:rtl/>
        </w:rPr>
      </w:pPr>
      <w:r>
        <w:rPr>
          <w:rtl/>
        </w:rPr>
        <w:t>٢٤٤ - مثلا به چه چيزى خود را عادت بدهد؟</w:t>
      </w:r>
    </w:p>
    <w:p w:rsidR="00827620" w:rsidRDefault="00827620" w:rsidP="00827620">
      <w:pPr>
        <w:pStyle w:val="libNormal"/>
        <w:rPr>
          <w:rtl/>
        </w:rPr>
      </w:pPr>
      <w:r>
        <w:rPr>
          <w:rFonts w:hint="eastAsia"/>
          <w:rtl/>
        </w:rPr>
        <w:t>به</w:t>
      </w:r>
      <w:r>
        <w:rPr>
          <w:rtl/>
        </w:rPr>
        <w:t xml:space="preserve"> همه خوبى ها از جمله به صبر و مقاومت در برابر سختى ها و دشوارى ها.</w:t>
      </w:r>
    </w:p>
    <w:p w:rsidR="00827620" w:rsidRDefault="00827620" w:rsidP="00827620">
      <w:pPr>
        <w:pStyle w:val="libNormal"/>
        <w:rPr>
          <w:rtl/>
        </w:rPr>
      </w:pPr>
      <w:r>
        <w:rPr>
          <w:rFonts w:hint="eastAsia"/>
          <w:rtl/>
        </w:rPr>
        <w:t>عود</w:t>
      </w:r>
      <w:r>
        <w:rPr>
          <w:rtl/>
        </w:rPr>
        <w:t xml:space="preserve"> نفسك التصبر على المكروه . </w:t>
      </w:r>
      <w:r w:rsidRPr="00A46020">
        <w:rPr>
          <w:rStyle w:val="libFootnotenumChar"/>
          <w:rtl/>
        </w:rPr>
        <w:t>(٢٦٨)</w:t>
      </w:r>
    </w:p>
    <w:p w:rsidR="00827620" w:rsidRDefault="00827620" w:rsidP="00827620">
      <w:pPr>
        <w:pStyle w:val="libNormal"/>
        <w:rPr>
          <w:rtl/>
        </w:rPr>
      </w:pPr>
      <w:r>
        <w:rPr>
          <w:rFonts w:hint="eastAsia"/>
          <w:rtl/>
        </w:rPr>
        <w:t>نفس</w:t>
      </w:r>
      <w:r>
        <w:rPr>
          <w:rtl/>
        </w:rPr>
        <w:t xml:space="preserve"> خويش را به بردبارى در مقابل ناملايمات عادت ده .</w:t>
      </w:r>
    </w:p>
    <w:p w:rsidR="00827620" w:rsidRDefault="00827620" w:rsidP="00827620">
      <w:pPr>
        <w:pStyle w:val="libNormal"/>
        <w:rPr>
          <w:rtl/>
        </w:rPr>
      </w:pPr>
      <w:r>
        <w:rPr>
          <w:rtl/>
        </w:rPr>
        <w:t>٢٤٥ - آيا تاديب نفس و تلاش در ترك عادت بد لازم است ؟</w:t>
      </w:r>
    </w:p>
    <w:p w:rsidR="00827620" w:rsidRDefault="00827620" w:rsidP="00827620">
      <w:pPr>
        <w:pStyle w:val="libNormal"/>
        <w:rPr>
          <w:rtl/>
        </w:rPr>
      </w:pPr>
      <w:r>
        <w:rPr>
          <w:rtl/>
        </w:rPr>
        <w:t>(بله و در اين راه خودتان اقدام كنيد و براى خودتان دلسوزى نمائيد، منتظر كس ديگر ننشينيد.)</w:t>
      </w:r>
    </w:p>
    <w:p w:rsidR="00827620" w:rsidRDefault="00827620" w:rsidP="00827620">
      <w:pPr>
        <w:pStyle w:val="libNormal"/>
        <w:rPr>
          <w:rtl/>
        </w:rPr>
      </w:pPr>
      <w:r>
        <w:rPr>
          <w:rFonts w:hint="eastAsia"/>
          <w:rtl/>
        </w:rPr>
        <w:t>ايها</w:t>
      </w:r>
      <w:r>
        <w:rPr>
          <w:rtl/>
        </w:rPr>
        <w:t xml:space="preserve"> الناس تولو من انفسكم واعدلوا بها عن ضراوه عاداتها . </w:t>
      </w:r>
      <w:r w:rsidRPr="00A46020">
        <w:rPr>
          <w:rStyle w:val="libFootnotenumChar"/>
          <w:rtl/>
        </w:rPr>
        <w:t>(٢٦٩)</w:t>
      </w:r>
    </w:p>
    <w:p w:rsidR="00827620" w:rsidRDefault="00827620" w:rsidP="00827620">
      <w:pPr>
        <w:pStyle w:val="libNormal"/>
        <w:rPr>
          <w:rtl/>
        </w:rPr>
      </w:pPr>
      <w:r>
        <w:rPr>
          <w:rFonts w:hint="eastAsia"/>
          <w:rtl/>
        </w:rPr>
        <w:t>اى</w:t>
      </w:r>
      <w:r>
        <w:rPr>
          <w:rtl/>
        </w:rPr>
        <w:t xml:space="preserve"> مردم خودتان تاديب نفس خويش را عهده دار شويد و آن را از عادات ناپسند باز گردانيد.</w:t>
      </w:r>
    </w:p>
    <w:p w:rsidR="00827620" w:rsidRDefault="00A46020" w:rsidP="00827620">
      <w:pPr>
        <w:pStyle w:val="libNormal"/>
        <w:rPr>
          <w:rtl/>
        </w:rPr>
      </w:pPr>
      <w:r>
        <w:rPr>
          <w:rtl/>
        </w:rPr>
        <w:br w:type="page"/>
      </w:r>
    </w:p>
    <w:p w:rsidR="00827620" w:rsidRDefault="00827620" w:rsidP="00A46020">
      <w:pPr>
        <w:pStyle w:val="Heading1"/>
        <w:rPr>
          <w:rtl/>
        </w:rPr>
      </w:pPr>
      <w:bookmarkStart w:id="143" w:name="_Toc479592366"/>
      <w:bookmarkStart w:id="144" w:name="_Toc479592486"/>
      <w:r>
        <w:rPr>
          <w:rFonts w:hint="eastAsia"/>
          <w:rtl/>
        </w:rPr>
        <w:t>عبادت</w:t>
      </w:r>
      <w:r>
        <w:rPr>
          <w:rtl/>
        </w:rPr>
        <w:t xml:space="preserve"> مقبول</w:t>
      </w:r>
      <w:bookmarkEnd w:id="143"/>
      <w:bookmarkEnd w:id="144"/>
    </w:p>
    <w:p w:rsidR="00827620" w:rsidRDefault="00827620" w:rsidP="00827620">
      <w:pPr>
        <w:pStyle w:val="libNormal"/>
        <w:rPr>
          <w:rtl/>
        </w:rPr>
      </w:pPr>
      <w:r>
        <w:rPr>
          <w:rtl/>
        </w:rPr>
        <w:t>٢٤٦ - براى قبولى عمل چه چيز شرط است ؟</w:t>
      </w:r>
    </w:p>
    <w:p w:rsidR="00827620" w:rsidRDefault="00827620" w:rsidP="00827620">
      <w:pPr>
        <w:pStyle w:val="libNormal"/>
        <w:rPr>
          <w:rtl/>
        </w:rPr>
      </w:pPr>
      <w:r>
        <w:rPr>
          <w:rFonts w:hint="eastAsia"/>
          <w:rtl/>
        </w:rPr>
        <w:t>در</w:t>
      </w:r>
      <w:r>
        <w:rPr>
          <w:rtl/>
        </w:rPr>
        <w:t xml:space="preserve"> صورتيكه با اخلاص همراه باشد.</w:t>
      </w:r>
    </w:p>
    <w:p w:rsidR="00827620" w:rsidRDefault="00827620" w:rsidP="00827620">
      <w:pPr>
        <w:pStyle w:val="libNormal"/>
        <w:rPr>
          <w:rtl/>
        </w:rPr>
      </w:pPr>
      <w:r>
        <w:rPr>
          <w:rFonts w:hint="eastAsia"/>
          <w:rtl/>
        </w:rPr>
        <w:t>الاخلاص</w:t>
      </w:r>
      <w:r>
        <w:rPr>
          <w:rtl/>
        </w:rPr>
        <w:t xml:space="preserve"> ملاك العباده . </w:t>
      </w:r>
      <w:r w:rsidRPr="00A46020">
        <w:rPr>
          <w:rStyle w:val="libFootnotenumChar"/>
          <w:rtl/>
        </w:rPr>
        <w:t>(٢٧٠)</w:t>
      </w:r>
    </w:p>
    <w:p w:rsidR="00827620" w:rsidRDefault="00827620" w:rsidP="00827620">
      <w:pPr>
        <w:pStyle w:val="libNormal"/>
        <w:rPr>
          <w:rtl/>
        </w:rPr>
      </w:pPr>
      <w:r>
        <w:rPr>
          <w:rFonts w:hint="eastAsia"/>
          <w:rtl/>
        </w:rPr>
        <w:t>قوام</w:t>
      </w:r>
      <w:r>
        <w:rPr>
          <w:rtl/>
        </w:rPr>
        <w:t xml:space="preserve"> عبادت به خلوص نيت است .</w:t>
      </w:r>
    </w:p>
    <w:p w:rsidR="00827620" w:rsidRDefault="00827620" w:rsidP="00827620">
      <w:pPr>
        <w:pStyle w:val="libNormal"/>
        <w:rPr>
          <w:rtl/>
        </w:rPr>
      </w:pPr>
      <w:r>
        <w:rPr>
          <w:rtl/>
        </w:rPr>
        <w:t>٢٤٧ - بدون اخلاص قبول نمى شود؟</w:t>
      </w:r>
    </w:p>
    <w:p w:rsidR="00827620" w:rsidRDefault="00827620" w:rsidP="00827620">
      <w:pPr>
        <w:pStyle w:val="libNormal"/>
        <w:rPr>
          <w:rtl/>
        </w:rPr>
      </w:pPr>
      <w:r>
        <w:rPr>
          <w:rtl/>
        </w:rPr>
        <w:t>(خير) از اعمال تو پذيرفته نمى شود مگر آنچه كه در آن اخلاص داشته باشى .</w:t>
      </w:r>
    </w:p>
    <w:p w:rsidR="00827620" w:rsidRDefault="00827620" w:rsidP="00827620">
      <w:pPr>
        <w:pStyle w:val="libNormal"/>
        <w:rPr>
          <w:rtl/>
        </w:rPr>
      </w:pPr>
      <w:r>
        <w:rPr>
          <w:rFonts w:hint="eastAsia"/>
          <w:rtl/>
        </w:rPr>
        <w:t>انك</w:t>
      </w:r>
      <w:r>
        <w:rPr>
          <w:rtl/>
        </w:rPr>
        <w:t xml:space="preserve"> لست يتقبل من عملك الا ما اخلصت فيه . </w:t>
      </w:r>
      <w:r w:rsidRPr="00A46020">
        <w:rPr>
          <w:rStyle w:val="libFootnotenumChar"/>
          <w:rtl/>
        </w:rPr>
        <w:t>(٢٧١)</w:t>
      </w:r>
    </w:p>
    <w:p w:rsidR="00827620" w:rsidRDefault="00A46020" w:rsidP="00827620">
      <w:pPr>
        <w:pStyle w:val="libNormal"/>
        <w:rPr>
          <w:rtl/>
        </w:rPr>
      </w:pPr>
      <w:r>
        <w:rPr>
          <w:rtl/>
        </w:rPr>
        <w:br w:type="page"/>
      </w:r>
    </w:p>
    <w:p w:rsidR="00827620" w:rsidRDefault="00827620" w:rsidP="00A46020">
      <w:pPr>
        <w:pStyle w:val="Heading1"/>
        <w:rPr>
          <w:rtl/>
        </w:rPr>
      </w:pPr>
      <w:bookmarkStart w:id="145" w:name="_Toc479592367"/>
      <w:bookmarkStart w:id="146" w:name="_Toc479592487"/>
      <w:r>
        <w:rPr>
          <w:rFonts w:hint="eastAsia"/>
          <w:rtl/>
        </w:rPr>
        <w:t>تفكر</w:t>
      </w:r>
      <w:bookmarkEnd w:id="145"/>
      <w:bookmarkEnd w:id="146"/>
    </w:p>
    <w:p w:rsidR="00827620" w:rsidRDefault="00827620" w:rsidP="00827620">
      <w:pPr>
        <w:pStyle w:val="libNormal"/>
        <w:rPr>
          <w:rtl/>
        </w:rPr>
      </w:pPr>
      <w:r>
        <w:rPr>
          <w:rtl/>
        </w:rPr>
        <w:t>٢٤٨ - چه عبادتى از همه بالاتر و ارزشمندتر است ؟</w:t>
      </w:r>
    </w:p>
    <w:p w:rsidR="00827620" w:rsidRPr="00A46020" w:rsidRDefault="00827620" w:rsidP="00827620">
      <w:pPr>
        <w:pStyle w:val="libNormal"/>
        <w:rPr>
          <w:rStyle w:val="libFootnotenumChar"/>
          <w:rtl/>
        </w:rPr>
      </w:pPr>
      <w:r>
        <w:rPr>
          <w:rFonts w:hint="eastAsia"/>
          <w:rtl/>
        </w:rPr>
        <w:t>تفكر</w:t>
      </w:r>
      <w:r>
        <w:rPr>
          <w:rtl/>
        </w:rPr>
        <w:t xml:space="preserve"> و مطالعه در جهان خلقت ، لا عباده كالتفكر فى صنعه الله عزوجل . </w:t>
      </w:r>
      <w:r w:rsidRPr="00A46020">
        <w:rPr>
          <w:rStyle w:val="libFootnotenumChar"/>
          <w:rtl/>
        </w:rPr>
        <w:t>(٢٧٢)</w:t>
      </w:r>
    </w:p>
    <w:p w:rsidR="00827620" w:rsidRDefault="00827620" w:rsidP="00827620">
      <w:pPr>
        <w:pStyle w:val="libNormal"/>
        <w:rPr>
          <w:rtl/>
        </w:rPr>
      </w:pPr>
      <w:r>
        <w:rPr>
          <w:rFonts w:hint="eastAsia"/>
          <w:rtl/>
        </w:rPr>
        <w:t>هيچ</w:t>
      </w:r>
      <w:r>
        <w:rPr>
          <w:rtl/>
        </w:rPr>
        <w:t xml:space="preserve"> عبادتى همانند تفكر و مطالعه در مصنوعات الهى نيست (كه ايمان را قوى و فكر و عقل را روشن و خداشناسى را تقويت مى نمايد كه اساس همه امور دنيا و آخرت است .)</w:t>
      </w:r>
    </w:p>
    <w:p w:rsidR="00827620" w:rsidRDefault="00827620" w:rsidP="00827620">
      <w:pPr>
        <w:pStyle w:val="libNormal"/>
        <w:rPr>
          <w:rtl/>
        </w:rPr>
      </w:pPr>
      <w:r>
        <w:rPr>
          <w:rFonts w:hint="eastAsia"/>
          <w:rtl/>
        </w:rPr>
        <w:t>افضل</w:t>
      </w:r>
      <w:r>
        <w:rPr>
          <w:rtl/>
        </w:rPr>
        <w:t xml:space="preserve"> العباده الفكر. </w:t>
      </w:r>
      <w:r w:rsidRPr="00A46020">
        <w:rPr>
          <w:rStyle w:val="libFootnotenumChar"/>
          <w:rtl/>
        </w:rPr>
        <w:t>(٢٧٣)</w:t>
      </w:r>
    </w:p>
    <w:p w:rsidR="00827620" w:rsidRDefault="00827620" w:rsidP="00A46020">
      <w:pPr>
        <w:pStyle w:val="libNormal"/>
        <w:rPr>
          <w:rtl/>
        </w:rPr>
      </w:pPr>
      <w:r>
        <w:rPr>
          <w:rFonts w:hint="eastAsia"/>
          <w:rtl/>
        </w:rPr>
        <w:t>بالاتر</w:t>
      </w:r>
      <w:r>
        <w:rPr>
          <w:rtl/>
        </w:rPr>
        <w:t xml:space="preserve"> از هر عبادتى به كار انداختن نيروى تفكر و تعقل است .</w:t>
      </w:r>
      <w:r w:rsidR="00A46020">
        <w:rPr>
          <w:rFonts w:hint="eastAsia"/>
          <w:rtl/>
        </w:rPr>
        <w:t xml:space="preserve"> </w:t>
      </w:r>
      <w:r>
        <w:rPr>
          <w:rFonts w:hint="eastAsia"/>
          <w:rtl/>
        </w:rPr>
        <w:t>و</w:t>
      </w:r>
      <w:r>
        <w:rPr>
          <w:rtl/>
        </w:rPr>
        <w:t xml:space="preserve"> امام عسكرى </w:t>
      </w:r>
      <w:r w:rsidR="00196907" w:rsidRPr="00196907">
        <w:rPr>
          <w:rStyle w:val="libAlaemChar"/>
          <w:rtl/>
        </w:rPr>
        <w:t xml:space="preserve">عليه‌السلام </w:t>
      </w:r>
      <w:r>
        <w:rPr>
          <w:rtl/>
        </w:rPr>
        <w:t xml:space="preserve">نيز فرمود: ليست العباده كثره الصيام و الصلواه و انما العباده كثره التفكر فى امر الله . </w:t>
      </w:r>
      <w:r w:rsidRPr="00A46020">
        <w:rPr>
          <w:rStyle w:val="libFootnotenumChar"/>
          <w:rtl/>
        </w:rPr>
        <w:t>(٢٧٤)</w:t>
      </w:r>
      <w:r>
        <w:rPr>
          <w:rFonts w:hint="eastAsia"/>
          <w:rtl/>
        </w:rPr>
        <w:t>معيار</w:t>
      </w:r>
      <w:r>
        <w:rPr>
          <w:rtl/>
        </w:rPr>
        <w:t xml:space="preserve"> بندگى و عبادت ، بسيارى روزه و نماز صوم و صلواه نيست بلكه عبادت ، بسيار تفكر نمودن در آفريده خداوند و تعقل در آيات حكيمانه پروردگار جهان است .</w:t>
      </w:r>
    </w:p>
    <w:p w:rsidR="00827620" w:rsidRDefault="00827620" w:rsidP="00827620">
      <w:pPr>
        <w:pStyle w:val="libNormal"/>
        <w:rPr>
          <w:rtl/>
        </w:rPr>
      </w:pPr>
      <w:r>
        <w:rPr>
          <w:rtl/>
        </w:rPr>
        <w:t>٢٤٩ - آيا فكر گناه كردن ، گناه است ؟</w:t>
      </w:r>
    </w:p>
    <w:p w:rsidR="00827620" w:rsidRDefault="00827620" w:rsidP="00A46020">
      <w:pPr>
        <w:pStyle w:val="libNormal"/>
        <w:rPr>
          <w:rtl/>
        </w:rPr>
      </w:pPr>
      <w:r>
        <w:rPr>
          <w:rFonts w:hint="eastAsia"/>
          <w:rtl/>
        </w:rPr>
        <w:t>كار</w:t>
      </w:r>
      <w:r>
        <w:rPr>
          <w:rtl/>
        </w:rPr>
        <w:t xml:space="preserve"> بدى است و همان طور كه شكم بايد روزه باشد قلب نيز بايد روزه باشد و به فكر گناه نيفتد بلكه اين بهتر است .</w:t>
      </w:r>
      <w:r w:rsidR="00A46020">
        <w:rPr>
          <w:rFonts w:hint="eastAsia"/>
          <w:rtl/>
        </w:rPr>
        <w:t xml:space="preserve"> </w:t>
      </w:r>
      <w:r>
        <w:rPr>
          <w:rFonts w:hint="eastAsia"/>
          <w:rtl/>
        </w:rPr>
        <w:t>صيام</w:t>
      </w:r>
      <w:r>
        <w:rPr>
          <w:rtl/>
        </w:rPr>
        <w:t xml:space="preserve"> القلب عن الفكر فى الاثام افضل من صيام المرء عن الطعام . </w:t>
      </w:r>
      <w:r w:rsidRPr="00A46020">
        <w:rPr>
          <w:rStyle w:val="libFootnotenumChar"/>
          <w:rtl/>
        </w:rPr>
        <w:t>(٢٧٥)</w:t>
      </w:r>
    </w:p>
    <w:p w:rsidR="00827620" w:rsidRDefault="00827620" w:rsidP="00827620">
      <w:pPr>
        <w:pStyle w:val="libNormal"/>
        <w:rPr>
          <w:rtl/>
        </w:rPr>
      </w:pPr>
      <w:r>
        <w:rPr>
          <w:rFonts w:hint="eastAsia"/>
          <w:rtl/>
        </w:rPr>
        <w:t>امساك</w:t>
      </w:r>
      <w:r>
        <w:rPr>
          <w:rtl/>
        </w:rPr>
        <w:t xml:space="preserve"> قلب از تفكر در گناه بهتر است از اين كه مرد از غذا امساك نمايد و روزه باشد.</w:t>
      </w:r>
    </w:p>
    <w:p w:rsidR="00827620" w:rsidRDefault="00827620" w:rsidP="00827620">
      <w:pPr>
        <w:pStyle w:val="libNormal"/>
        <w:rPr>
          <w:rtl/>
        </w:rPr>
      </w:pPr>
      <w:r>
        <w:rPr>
          <w:rtl/>
        </w:rPr>
        <w:t>٢٥٠ - بهترين هديه چيست ؟</w:t>
      </w:r>
    </w:p>
    <w:p w:rsidR="00827620" w:rsidRDefault="00827620" w:rsidP="00A460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نعم الهديه الموعظه . </w:t>
      </w:r>
      <w:r w:rsidRPr="00A46020">
        <w:rPr>
          <w:rStyle w:val="libFootnotenumChar"/>
          <w:rtl/>
        </w:rPr>
        <w:t>(٢٧٦)</w:t>
      </w:r>
      <w:r>
        <w:rPr>
          <w:rFonts w:hint="eastAsia"/>
          <w:rtl/>
        </w:rPr>
        <w:t>موعظه</w:t>
      </w:r>
      <w:r>
        <w:rPr>
          <w:rtl/>
        </w:rPr>
        <w:t xml:space="preserve"> و پند دادن هديه خوبى است .</w:t>
      </w:r>
    </w:p>
    <w:p w:rsidR="00827620" w:rsidRDefault="00A46020" w:rsidP="00827620">
      <w:pPr>
        <w:pStyle w:val="libNormal"/>
        <w:rPr>
          <w:rtl/>
        </w:rPr>
      </w:pPr>
      <w:r>
        <w:rPr>
          <w:rtl/>
        </w:rPr>
        <w:br w:type="page"/>
      </w:r>
    </w:p>
    <w:p w:rsidR="00827620" w:rsidRDefault="00827620" w:rsidP="00A46020">
      <w:pPr>
        <w:pStyle w:val="Heading1"/>
        <w:rPr>
          <w:rtl/>
        </w:rPr>
      </w:pPr>
      <w:bookmarkStart w:id="147" w:name="_Toc479592368"/>
      <w:bookmarkStart w:id="148" w:name="_Toc479592488"/>
      <w:r>
        <w:rPr>
          <w:rFonts w:hint="eastAsia"/>
          <w:rtl/>
        </w:rPr>
        <w:t>غصه</w:t>
      </w:r>
      <w:r>
        <w:rPr>
          <w:rtl/>
        </w:rPr>
        <w:t xml:space="preserve"> ها</w:t>
      </w:r>
      <w:bookmarkEnd w:id="147"/>
      <w:bookmarkEnd w:id="148"/>
    </w:p>
    <w:p w:rsidR="00827620" w:rsidRDefault="00827620" w:rsidP="00827620">
      <w:pPr>
        <w:pStyle w:val="libNormal"/>
        <w:rPr>
          <w:rtl/>
        </w:rPr>
      </w:pPr>
      <w:r>
        <w:rPr>
          <w:rtl/>
        </w:rPr>
        <w:t>٢٥١ - پيرى زودرس را در چه مى بينيد؟</w:t>
      </w:r>
    </w:p>
    <w:p w:rsidR="00827620" w:rsidRDefault="00827620" w:rsidP="00827620">
      <w:pPr>
        <w:pStyle w:val="libNormal"/>
        <w:rPr>
          <w:rtl/>
        </w:rPr>
      </w:pPr>
      <w:r>
        <w:rPr>
          <w:rtl/>
        </w:rPr>
        <w:t>(در غصه و اندوه فراوان زيرا)</w:t>
      </w:r>
    </w:p>
    <w:p w:rsidR="00827620" w:rsidRDefault="00827620" w:rsidP="00827620">
      <w:pPr>
        <w:pStyle w:val="libNormal"/>
        <w:rPr>
          <w:rtl/>
        </w:rPr>
      </w:pPr>
      <w:r>
        <w:rPr>
          <w:rFonts w:hint="eastAsia"/>
          <w:rtl/>
        </w:rPr>
        <w:t>الهم</w:t>
      </w:r>
      <w:r>
        <w:rPr>
          <w:rtl/>
        </w:rPr>
        <w:t xml:space="preserve"> نصف الهرم . </w:t>
      </w:r>
      <w:r w:rsidRPr="00A46020">
        <w:rPr>
          <w:rStyle w:val="libFootnotenumChar"/>
          <w:rtl/>
        </w:rPr>
        <w:t>(٢٧٧)</w:t>
      </w:r>
    </w:p>
    <w:p w:rsidR="00827620" w:rsidRDefault="00827620" w:rsidP="00A46020">
      <w:pPr>
        <w:pStyle w:val="libNormal"/>
        <w:rPr>
          <w:rtl/>
        </w:rPr>
      </w:pPr>
      <w:r>
        <w:rPr>
          <w:rFonts w:hint="eastAsia"/>
          <w:rtl/>
        </w:rPr>
        <w:t>اثر</w:t>
      </w:r>
      <w:r>
        <w:rPr>
          <w:rtl/>
        </w:rPr>
        <w:t xml:space="preserve"> غصه و غم انسان نيرومند را ناتوان مى سازد و خود، نيمى از پيرى است .</w:t>
      </w:r>
      <w:r w:rsidR="00A46020">
        <w:rPr>
          <w:rtl/>
        </w:rPr>
        <w:t xml:space="preserve"> </w:t>
      </w:r>
      <w:r>
        <w:rPr>
          <w:rtl/>
        </w:rPr>
        <w:t>٢٥٢ - يعنى غصه ، روى بدن انسان هم اثر مى گذارد؟</w:t>
      </w:r>
    </w:p>
    <w:p w:rsidR="00827620" w:rsidRDefault="00827620" w:rsidP="00827620">
      <w:pPr>
        <w:pStyle w:val="libNormal"/>
        <w:rPr>
          <w:rtl/>
        </w:rPr>
      </w:pPr>
      <w:r>
        <w:rPr>
          <w:rFonts w:hint="eastAsia"/>
          <w:rtl/>
        </w:rPr>
        <w:t>بله</w:t>
      </w:r>
      <w:r>
        <w:rPr>
          <w:rtl/>
        </w:rPr>
        <w:t xml:space="preserve"> آتش غم ، جسم آدمى را مانند فلز مذاب آب مى كند.</w:t>
      </w:r>
    </w:p>
    <w:p w:rsidR="00827620" w:rsidRDefault="00827620" w:rsidP="00827620">
      <w:pPr>
        <w:pStyle w:val="libNormal"/>
        <w:rPr>
          <w:rtl/>
        </w:rPr>
      </w:pPr>
      <w:r>
        <w:rPr>
          <w:rFonts w:hint="eastAsia"/>
          <w:rtl/>
        </w:rPr>
        <w:t>الهم</w:t>
      </w:r>
      <w:r>
        <w:rPr>
          <w:rtl/>
        </w:rPr>
        <w:t xml:space="preserve"> يذيب الجسد. </w:t>
      </w:r>
      <w:r w:rsidRPr="00A46020">
        <w:rPr>
          <w:rStyle w:val="libFootnotenumChar"/>
          <w:rtl/>
        </w:rPr>
        <w:t>(٢٧٨)</w:t>
      </w:r>
    </w:p>
    <w:p w:rsidR="00827620" w:rsidRDefault="00827620" w:rsidP="00827620">
      <w:pPr>
        <w:pStyle w:val="libNormal"/>
        <w:rPr>
          <w:rtl/>
        </w:rPr>
      </w:pPr>
      <w:r>
        <w:rPr>
          <w:rFonts w:hint="eastAsia"/>
          <w:rtl/>
        </w:rPr>
        <w:t>الحزن</w:t>
      </w:r>
      <w:r>
        <w:rPr>
          <w:rtl/>
        </w:rPr>
        <w:t xml:space="preserve"> يهدم الجسد. </w:t>
      </w:r>
      <w:r w:rsidRPr="00A46020">
        <w:rPr>
          <w:rStyle w:val="libFootnotenumChar"/>
          <w:rtl/>
        </w:rPr>
        <w:t>(٢٧٩)</w:t>
      </w:r>
    </w:p>
    <w:p w:rsidR="00827620" w:rsidRDefault="00827620" w:rsidP="00827620">
      <w:pPr>
        <w:pStyle w:val="libNormal"/>
        <w:rPr>
          <w:rtl/>
        </w:rPr>
      </w:pPr>
      <w:r>
        <w:rPr>
          <w:rFonts w:hint="eastAsia"/>
          <w:rtl/>
        </w:rPr>
        <w:t>غم</w:t>
      </w:r>
      <w:r>
        <w:rPr>
          <w:rtl/>
        </w:rPr>
        <w:t xml:space="preserve"> و اندوه تعادل جسم را به هم مى زند و بدن آدمى را ويران مى سازد.</w:t>
      </w:r>
    </w:p>
    <w:p w:rsidR="00827620" w:rsidRDefault="00827620" w:rsidP="00827620">
      <w:pPr>
        <w:pStyle w:val="libNormal"/>
        <w:rPr>
          <w:rtl/>
        </w:rPr>
      </w:pPr>
      <w:r>
        <w:rPr>
          <w:rtl/>
        </w:rPr>
        <w:t>٢٥٣ - ديگر چه چيز روى جسم انسان اثر مى گذارد و او را بيمار مى كند؟</w:t>
      </w:r>
    </w:p>
    <w:p w:rsidR="00827620" w:rsidRDefault="00827620" w:rsidP="00827620">
      <w:pPr>
        <w:pStyle w:val="libNormal"/>
        <w:rPr>
          <w:rtl/>
        </w:rPr>
      </w:pPr>
      <w:r>
        <w:rPr>
          <w:rFonts w:hint="eastAsia"/>
          <w:rtl/>
        </w:rPr>
        <w:t>قال</w:t>
      </w:r>
      <w:r>
        <w:rPr>
          <w:rtl/>
        </w:rPr>
        <w:t xml:space="preserve"> </w:t>
      </w:r>
      <w:r w:rsidR="00196907" w:rsidRPr="00196907">
        <w:rPr>
          <w:rStyle w:val="libAlaemChar"/>
          <w:rtl/>
        </w:rPr>
        <w:t xml:space="preserve">عليه‌السلام </w:t>
      </w:r>
      <w:r>
        <w:rPr>
          <w:rtl/>
        </w:rPr>
        <w:t xml:space="preserve">: المريب ابدا عليل . </w:t>
      </w:r>
      <w:r w:rsidRPr="00A46020">
        <w:rPr>
          <w:rStyle w:val="libFootnotenumChar"/>
          <w:rtl/>
        </w:rPr>
        <w:t>(٢٨٠)</w:t>
      </w:r>
    </w:p>
    <w:p w:rsidR="00827620" w:rsidRDefault="00827620" w:rsidP="00827620">
      <w:pPr>
        <w:pStyle w:val="libNormal"/>
        <w:rPr>
          <w:rtl/>
        </w:rPr>
      </w:pPr>
      <w:r>
        <w:rPr>
          <w:rtl/>
        </w:rPr>
        <w:t>(بدگمانى) كسانى كه همه چيز و همه كسى را به چشم ترديد و بدگمانى نگاه مى كنند همواره ، عليل و بيمارند.</w:t>
      </w:r>
    </w:p>
    <w:p w:rsidR="00827620" w:rsidRDefault="00A46020" w:rsidP="00827620">
      <w:pPr>
        <w:pStyle w:val="libNormal"/>
        <w:rPr>
          <w:rtl/>
        </w:rPr>
      </w:pPr>
      <w:r>
        <w:rPr>
          <w:rtl/>
        </w:rPr>
        <w:br w:type="page"/>
      </w:r>
    </w:p>
    <w:p w:rsidR="00827620" w:rsidRDefault="00827620" w:rsidP="00A46020">
      <w:pPr>
        <w:pStyle w:val="Heading1"/>
        <w:rPr>
          <w:rtl/>
        </w:rPr>
      </w:pPr>
      <w:bookmarkStart w:id="149" w:name="_Toc479592369"/>
      <w:bookmarkStart w:id="150" w:name="_Toc479592489"/>
      <w:r>
        <w:rPr>
          <w:rFonts w:hint="eastAsia"/>
          <w:rtl/>
        </w:rPr>
        <w:t>خودراضى</w:t>
      </w:r>
      <w:r>
        <w:rPr>
          <w:rtl/>
        </w:rPr>
        <w:t xml:space="preserve"> بودن</w:t>
      </w:r>
      <w:bookmarkEnd w:id="149"/>
      <w:bookmarkEnd w:id="150"/>
    </w:p>
    <w:p w:rsidR="00827620" w:rsidRDefault="00827620" w:rsidP="00827620">
      <w:pPr>
        <w:pStyle w:val="libNormal"/>
        <w:rPr>
          <w:rtl/>
        </w:rPr>
      </w:pPr>
      <w:r>
        <w:rPr>
          <w:rtl/>
        </w:rPr>
        <w:t>٢٥٤ - در مورد صفات ناپسند اخلاقى كدام يك را زيانبارترين و بدترين مى دانيد؟</w:t>
      </w:r>
    </w:p>
    <w:p w:rsidR="00827620" w:rsidRDefault="00827620" w:rsidP="00827620">
      <w:pPr>
        <w:pStyle w:val="libNormal"/>
        <w:rPr>
          <w:rtl/>
        </w:rPr>
      </w:pPr>
      <w:r>
        <w:rPr>
          <w:rFonts w:hint="eastAsia"/>
          <w:rtl/>
        </w:rPr>
        <w:t>از</w:t>
      </w:r>
      <w:r>
        <w:rPr>
          <w:rtl/>
        </w:rPr>
        <w:t xml:space="preserve"> خود راضى بودن .</w:t>
      </w:r>
    </w:p>
    <w:p w:rsidR="00827620" w:rsidRDefault="00827620" w:rsidP="00827620">
      <w:pPr>
        <w:pStyle w:val="libNormal"/>
        <w:rPr>
          <w:rtl/>
        </w:rPr>
      </w:pPr>
      <w:r>
        <w:rPr>
          <w:rFonts w:hint="eastAsia"/>
          <w:rtl/>
        </w:rPr>
        <w:t>شر</w:t>
      </w:r>
      <w:r>
        <w:rPr>
          <w:rtl/>
        </w:rPr>
        <w:t xml:space="preserve"> الامور الرضا عن النفس . </w:t>
      </w:r>
      <w:r w:rsidRPr="00A46020">
        <w:rPr>
          <w:rStyle w:val="libFootnotenumChar"/>
          <w:rtl/>
        </w:rPr>
        <w:t>(٢٨١)</w:t>
      </w:r>
    </w:p>
    <w:p w:rsidR="00827620" w:rsidRDefault="00827620" w:rsidP="00827620">
      <w:pPr>
        <w:pStyle w:val="libNormal"/>
        <w:rPr>
          <w:rtl/>
        </w:rPr>
      </w:pPr>
      <w:r>
        <w:rPr>
          <w:rFonts w:hint="eastAsia"/>
          <w:rtl/>
        </w:rPr>
        <w:t>خودپسندى</w:t>
      </w:r>
      <w:r>
        <w:rPr>
          <w:rtl/>
        </w:rPr>
        <w:t xml:space="preserve"> و از خود راضى بودن بدترين حالت روانى و اخلاقى است .</w:t>
      </w:r>
    </w:p>
    <w:p w:rsidR="00827620" w:rsidRDefault="00827620" w:rsidP="00827620">
      <w:pPr>
        <w:pStyle w:val="libNormal"/>
        <w:rPr>
          <w:rtl/>
        </w:rPr>
      </w:pPr>
      <w:r>
        <w:rPr>
          <w:rtl/>
        </w:rPr>
        <w:t>٢٥٥ - آيا از خود راضى بودن ، زيان اجتماعى هم دارد؟</w:t>
      </w:r>
    </w:p>
    <w:p w:rsidR="00827620" w:rsidRDefault="00827620" w:rsidP="00827620">
      <w:pPr>
        <w:pStyle w:val="libNormal"/>
        <w:rPr>
          <w:rtl/>
        </w:rPr>
      </w:pPr>
      <w:r>
        <w:rPr>
          <w:rtl/>
        </w:rPr>
        <w:t>(آرى) آن كسى كه از خود راضى است دشمنان زياد پيدا خواهد كرد.</w:t>
      </w:r>
    </w:p>
    <w:p w:rsidR="00827620" w:rsidRDefault="00827620" w:rsidP="00827620">
      <w:pPr>
        <w:pStyle w:val="libNormal"/>
        <w:rPr>
          <w:rtl/>
        </w:rPr>
      </w:pPr>
      <w:r>
        <w:rPr>
          <w:rFonts w:hint="eastAsia"/>
          <w:rtl/>
        </w:rPr>
        <w:t>من</w:t>
      </w:r>
      <w:r>
        <w:rPr>
          <w:rtl/>
        </w:rPr>
        <w:t xml:space="preserve"> رضى عن نفسه كثر الساخط عليه . </w:t>
      </w:r>
      <w:r w:rsidRPr="00A46020">
        <w:rPr>
          <w:rStyle w:val="libFootnotenumChar"/>
          <w:rtl/>
        </w:rPr>
        <w:t>(٢٨٢)</w:t>
      </w:r>
    </w:p>
    <w:p w:rsidR="00827620" w:rsidRDefault="00827620" w:rsidP="00827620">
      <w:pPr>
        <w:pStyle w:val="libNormal"/>
        <w:rPr>
          <w:rtl/>
        </w:rPr>
      </w:pPr>
      <w:r>
        <w:rPr>
          <w:rtl/>
        </w:rPr>
        <w:t>٢٥٦ - آيا صفت از خود راضى بودن ، زيانهاى ديگرى هم دارد؟</w:t>
      </w:r>
    </w:p>
    <w:p w:rsidR="00827620" w:rsidRDefault="00827620" w:rsidP="00827620">
      <w:pPr>
        <w:pStyle w:val="libNormal"/>
        <w:rPr>
          <w:rtl/>
        </w:rPr>
      </w:pPr>
      <w:r>
        <w:rPr>
          <w:rFonts w:hint="eastAsia"/>
          <w:rtl/>
        </w:rPr>
        <w:t>بله</w:t>
      </w:r>
      <w:r>
        <w:rPr>
          <w:rtl/>
        </w:rPr>
        <w:t xml:space="preserve"> ، آدم را بى اعتبار و رسوا مى سازد.</w:t>
      </w:r>
    </w:p>
    <w:p w:rsidR="00827620" w:rsidRDefault="00827620" w:rsidP="00827620">
      <w:pPr>
        <w:pStyle w:val="libNormal"/>
        <w:rPr>
          <w:rtl/>
        </w:rPr>
      </w:pPr>
      <w:r>
        <w:rPr>
          <w:rFonts w:hint="eastAsia"/>
          <w:rtl/>
        </w:rPr>
        <w:t>من</w:t>
      </w:r>
      <w:r>
        <w:rPr>
          <w:rtl/>
        </w:rPr>
        <w:t xml:space="preserve"> رضى عن نفسه ظهرت عليه المعايب . </w:t>
      </w:r>
      <w:r w:rsidRPr="00A46020">
        <w:rPr>
          <w:rStyle w:val="libFootnotenumChar"/>
          <w:rtl/>
        </w:rPr>
        <w:t>(٢٨٣)</w:t>
      </w:r>
    </w:p>
    <w:p w:rsidR="00827620" w:rsidRDefault="00827620" w:rsidP="00827620">
      <w:pPr>
        <w:pStyle w:val="libNormal"/>
        <w:rPr>
          <w:rtl/>
        </w:rPr>
      </w:pPr>
      <w:r>
        <w:rPr>
          <w:rFonts w:hint="eastAsia"/>
          <w:rtl/>
        </w:rPr>
        <w:t>آن</w:t>
      </w:r>
      <w:r>
        <w:rPr>
          <w:rtl/>
        </w:rPr>
        <w:t xml:space="preserve"> كس كه گرفتار بيمارى از خود راضى بودن است زشتيهاى درونى روح او آشكار مى گردد.</w:t>
      </w:r>
    </w:p>
    <w:p w:rsidR="00827620" w:rsidRDefault="00827620" w:rsidP="00827620">
      <w:pPr>
        <w:pStyle w:val="libNormal"/>
        <w:rPr>
          <w:rtl/>
        </w:rPr>
      </w:pPr>
      <w:r>
        <w:rPr>
          <w:rFonts w:hint="eastAsia"/>
          <w:rtl/>
        </w:rPr>
        <w:t>بالرضا</w:t>
      </w:r>
      <w:r>
        <w:rPr>
          <w:rtl/>
        </w:rPr>
        <w:t xml:space="preserve"> عن النفس تظهر السوات و العيوب . </w:t>
      </w:r>
      <w:r w:rsidRPr="00A46020">
        <w:rPr>
          <w:rStyle w:val="libFootnotenumChar"/>
          <w:rtl/>
        </w:rPr>
        <w:t>(٢٨٤)</w:t>
      </w:r>
    </w:p>
    <w:p w:rsidR="00827620" w:rsidRDefault="00827620" w:rsidP="00827620">
      <w:pPr>
        <w:pStyle w:val="libNormal"/>
        <w:rPr>
          <w:rtl/>
        </w:rPr>
      </w:pPr>
      <w:r>
        <w:rPr>
          <w:rFonts w:hint="eastAsia"/>
          <w:rtl/>
        </w:rPr>
        <w:t>صفت</w:t>
      </w:r>
      <w:r>
        <w:rPr>
          <w:rtl/>
        </w:rPr>
        <w:t xml:space="preserve"> ناپسند از خود راضى بودن ، وسيله آشكار شدن زشتى ها و عيوب آدمى است .</w:t>
      </w:r>
    </w:p>
    <w:p w:rsidR="00827620" w:rsidRDefault="00A46020" w:rsidP="00827620">
      <w:pPr>
        <w:pStyle w:val="libNormal"/>
        <w:rPr>
          <w:rtl/>
        </w:rPr>
      </w:pPr>
      <w:r>
        <w:rPr>
          <w:rtl/>
        </w:rPr>
        <w:br w:type="page"/>
      </w:r>
    </w:p>
    <w:p w:rsidR="00827620" w:rsidRDefault="00827620" w:rsidP="00A46020">
      <w:pPr>
        <w:pStyle w:val="Heading1"/>
        <w:rPr>
          <w:rtl/>
        </w:rPr>
      </w:pPr>
      <w:bookmarkStart w:id="151" w:name="_Toc479592370"/>
      <w:bookmarkStart w:id="152" w:name="_Toc479592490"/>
      <w:r>
        <w:rPr>
          <w:rFonts w:hint="eastAsia"/>
          <w:rtl/>
        </w:rPr>
        <w:t>چاپلوسى</w:t>
      </w:r>
      <w:bookmarkEnd w:id="151"/>
      <w:bookmarkEnd w:id="152"/>
    </w:p>
    <w:p w:rsidR="00827620" w:rsidRDefault="00827620" w:rsidP="00827620">
      <w:pPr>
        <w:pStyle w:val="libNormal"/>
        <w:rPr>
          <w:rtl/>
        </w:rPr>
      </w:pPr>
      <w:r>
        <w:rPr>
          <w:rtl/>
        </w:rPr>
        <w:t>@@ - كسى كه علاقه دارد از او تعريف كنند چگونه آدمى است ؟</w:t>
      </w:r>
    </w:p>
    <w:p w:rsidR="00827620" w:rsidRDefault="00827620" w:rsidP="00827620">
      <w:pPr>
        <w:pStyle w:val="libNormal"/>
        <w:rPr>
          <w:rtl/>
        </w:rPr>
      </w:pPr>
      <w:r>
        <w:rPr>
          <w:rFonts w:hint="eastAsia"/>
          <w:rtl/>
        </w:rPr>
        <w:t>طلب</w:t>
      </w:r>
      <w:r>
        <w:rPr>
          <w:rtl/>
        </w:rPr>
        <w:t xml:space="preserve"> الثناء لغير استحقاق خرق . </w:t>
      </w:r>
      <w:r w:rsidRPr="00A46020">
        <w:rPr>
          <w:rStyle w:val="libFootnotenumChar"/>
          <w:rtl/>
        </w:rPr>
        <w:t>(٢٨٥)</w:t>
      </w:r>
    </w:p>
    <w:p w:rsidR="00827620" w:rsidRDefault="00827620" w:rsidP="00827620">
      <w:pPr>
        <w:pStyle w:val="libNormal"/>
        <w:rPr>
          <w:rtl/>
        </w:rPr>
      </w:pPr>
      <w:r>
        <w:rPr>
          <w:rFonts w:hint="eastAsia"/>
          <w:rtl/>
        </w:rPr>
        <w:t>تمناى</w:t>
      </w:r>
      <w:r>
        <w:rPr>
          <w:rtl/>
        </w:rPr>
        <w:t xml:space="preserve"> تمجيد و تعريف نابجا از مردم داشتن ، ابلهى و حماقت است .</w:t>
      </w:r>
    </w:p>
    <w:p w:rsidR="00827620" w:rsidRDefault="00827620" w:rsidP="00A46020">
      <w:pPr>
        <w:pStyle w:val="libNormal"/>
        <w:rPr>
          <w:rtl/>
        </w:rPr>
      </w:pPr>
      <w:r>
        <w:rPr>
          <w:rtl/>
        </w:rPr>
        <w:t>٢٥٨ - آيا هرگونه تعريفى از شخص نادرست است ؟</w:t>
      </w:r>
      <w:r w:rsidR="00A46020">
        <w:rPr>
          <w:rtl/>
        </w:rPr>
        <w:t xml:space="preserve"> </w:t>
      </w:r>
      <w:r>
        <w:rPr>
          <w:rtl/>
        </w:rPr>
        <w:t>(خير بعضى جاها بايد شخصى را كه مردم نمى شناسند و اگر بشناسند به صلاح دين و دنياى آنان است معرفى شود و صفات نيك او گفته شود ولى در همه جا، آن حدود بايد رعايت شود.)</w:t>
      </w:r>
      <w:r w:rsidR="00A46020">
        <w:rPr>
          <w:rFonts w:hint="eastAsia"/>
          <w:rtl/>
        </w:rPr>
        <w:t xml:space="preserve"> </w:t>
      </w:r>
      <w:r>
        <w:rPr>
          <w:rFonts w:hint="eastAsia"/>
          <w:rtl/>
        </w:rPr>
        <w:t>ثنا</w:t>
      </w:r>
      <w:r>
        <w:rPr>
          <w:rtl/>
        </w:rPr>
        <w:t xml:space="preserve"> گفتن و تمجيد ديگران (اگر) بيشتر از حد شايستگى و لياقت باشد.</w:t>
      </w:r>
      <w:r w:rsidR="00A46020">
        <w:rPr>
          <w:rFonts w:hint="eastAsia"/>
          <w:rtl/>
        </w:rPr>
        <w:t xml:space="preserve"> </w:t>
      </w:r>
      <w:r>
        <w:rPr>
          <w:rFonts w:hint="eastAsia"/>
          <w:rtl/>
        </w:rPr>
        <w:t>تملق</w:t>
      </w:r>
      <w:r>
        <w:rPr>
          <w:rtl/>
        </w:rPr>
        <w:t xml:space="preserve"> و چاپلوسى است و (اگر) كمتر از آنچه سزاوارند گفته شود و يا خوبى هاى كسى را پنهان دارند ناشى از ناتوانى و عجز تمجيد كننده است يا از روى حسادت و غرض ورزى است .</w:t>
      </w:r>
      <w:r w:rsidR="00A46020">
        <w:rPr>
          <w:rtl/>
        </w:rPr>
        <w:t xml:space="preserve"> </w:t>
      </w:r>
      <w:r>
        <w:rPr>
          <w:rtl/>
        </w:rPr>
        <w:t>٢٥٩ - آيا چاپلوسان ممكن است روزى بجاى تملق و بيان خوبيها سخن به مذمت گويند؟</w:t>
      </w:r>
      <w:r>
        <w:rPr>
          <w:rFonts w:hint="eastAsia"/>
          <w:rtl/>
        </w:rPr>
        <w:t>البته</w:t>
      </w:r>
      <w:r>
        <w:rPr>
          <w:rtl/>
        </w:rPr>
        <w:t xml:space="preserve"> كه چنين است . كسى كه روزى ، براى فضيلتى كه در تو نيست ، به دروغ مدحت گويد سزاوار است كه روز ديگر براى صفت بدى كه تو از آن منزه هستى ، مذمتت كند.</w:t>
      </w:r>
      <w:r w:rsidR="00A46020">
        <w:rPr>
          <w:rFonts w:hint="eastAsia"/>
          <w:rtl/>
        </w:rPr>
        <w:t xml:space="preserve"> </w:t>
      </w:r>
      <w:r>
        <w:rPr>
          <w:rFonts w:hint="eastAsia"/>
          <w:rtl/>
        </w:rPr>
        <w:t>من</w:t>
      </w:r>
      <w:r>
        <w:rPr>
          <w:rtl/>
        </w:rPr>
        <w:t xml:space="preserve"> مدحك بما ليس فيك فهو خليق ان يذمك بما ليس فيك . </w:t>
      </w:r>
      <w:r w:rsidRPr="00A46020">
        <w:rPr>
          <w:rStyle w:val="libFootnotenumChar"/>
          <w:rtl/>
        </w:rPr>
        <w:t>(٢٨٦)</w:t>
      </w:r>
    </w:p>
    <w:p w:rsidR="00827620" w:rsidRDefault="00827620" w:rsidP="00827620">
      <w:pPr>
        <w:pStyle w:val="libNormal"/>
        <w:rPr>
          <w:rtl/>
        </w:rPr>
      </w:pPr>
      <w:r>
        <w:rPr>
          <w:rtl/>
        </w:rPr>
        <w:t>٢٦٠ - چه چيز آدمى را بى اعتبار مى سازد؟</w:t>
      </w:r>
    </w:p>
    <w:p w:rsidR="00827620" w:rsidRDefault="00827620" w:rsidP="00827620">
      <w:pPr>
        <w:pStyle w:val="libNormal"/>
        <w:rPr>
          <w:rtl/>
        </w:rPr>
      </w:pPr>
      <w:r>
        <w:rPr>
          <w:rtl/>
        </w:rPr>
        <w:t>(خيلى چيزها از جمله) خلف وعده ، زيرا خلف وعده و پيمان شكنى موجب خشم خداوند و مردم مى شود.</w:t>
      </w:r>
    </w:p>
    <w:p w:rsidR="00827620" w:rsidRDefault="00827620" w:rsidP="00827620">
      <w:pPr>
        <w:pStyle w:val="libNormal"/>
        <w:rPr>
          <w:rtl/>
        </w:rPr>
      </w:pPr>
      <w:r>
        <w:rPr>
          <w:rFonts w:hint="eastAsia"/>
          <w:rtl/>
        </w:rPr>
        <w:t>و</w:t>
      </w:r>
      <w:r>
        <w:rPr>
          <w:rtl/>
        </w:rPr>
        <w:t xml:space="preserve"> الخلف يوجب المقت عندالله و عند الناس . </w:t>
      </w:r>
      <w:r w:rsidRPr="00A46020">
        <w:rPr>
          <w:rStyle w:val="libFootnotenumChar"/>
          <w:rtl/>
        </w:rPr>
        <w:t>(٢٨٧)</w:t>
      </w:r>
    </w:p>
    <w:p w:rsidR="00827620" w:rsidRDefault="00A46020" w:rsidP="00827620">
      <w:pPr>
        <w:pStyle w:val="libNormal"/>
        <w:rPr>
          <w:rtl/>
        </w:rPr>
      </w:pPr>
      <w:r>
        <w:rPr>
          <w:rtl/>
        </w:rPr>
        <w:br w:type="page"/>
      </w:r>
    </w:p>
    <w:p w:rsidR="00827620" w:rsidRDefault="00827620" w:rsidP="00A46020">
      <w:pPr>
        <w:pStyle w:val="Heading1"/>
        <w:rPr>
          <w:rtl/>
        </w:rPr>
      </w:pPr>
      <w:bookmarkStart w:id="153" w:name="_Toc479592371"/>
      <w:bookmarkStart w:id="154" w:name="_Toc479592491"/>
      <w:r>
        <w:rPr>
          <w:rFonts w:hint="eastAsia"/>
          <w:rtl/>
        </w:rPr>
        <w:t>صفاى</w:t>
      </w:r>
      <w:r>
        <w:rPr>
          <w:rtl/>
        </w:rPr>
        <w:t xml:space="preserve"> دل</w:t>
      </w:r>
      <w:bookmarkEnd w:id="153"/>
      <w:bookmarkEnd w:id="154"/>
    </w:p>
    <w:p w:rsidR="00827620" w:rsidRDefault="00827620" w:rsidP="00827620">
      <w:pPr>
        <w:pStyle w:val="libNormal"/>
        <w:rPr>
          <w:rtl/>
        </w:rPr>
      </w:pPr>
      <w:r>
        <w:rPr>
          <w:rtl/>
        </w:rPr>
        <w:t>٢٦١ - آيا آدم هاى كينه توز و عقده اى مى توانند زندگى خوبى داشته باشند؟</w:t>
      </w:r>
    </w:p>
    <w:p w:rsidR="00827620" w:rsidRDefault="00827620" w:rsidP="00827620">
      <w:pPr>
        <w:pStyle w:val="libNormal"/>
        <w:rPr>
          <w:rtl/>
        </w:rPr>
      </w:pPr>
      <w:r>
        <w:rPr>
          <w:rtl/>
        </w:rPr>
        <w:t>(خير تا مى توانيد) قلب هاى خود را از كينه هاى نهانى پاك كنيد چه آن كه كينه بيمارى مهلكى مانند وبا است .</w:t>
      </w:r>
    </w:p>
    <w:p w:rsidR="00827620" w:rsidRDefault="00827620" w:rsidP="00827620">
      <w:pPr>
        <w:pStyle w:val="libNormal"/>
        <w:rPr>
          <w:rtl/>
        </w:rPr>
      </w:pPr>
      <w:r>
        <w:rPr>
          <w:rFonts w:hint="eastAsia"/>
          <w:rtl/>
        </w:rPr>
        <w:t>طهروا</w:t>
      </w:r>
      <w:r>
        <w:rPr>
          <w:rtl/>
        </w:rPr>
        <w:t xml:space="preserve"> قلوبكم من الجقد فانه داء موبى ء . </w:t>
      </w:r>
      <w:r w:rsidRPr="00A46020">
        <w:rPr>
          <w:rStyle w:val="libFootnotenumChar"/>
          <w:rtl/>
        </w:rPr>
        <w:t>(٢٨٨)</w:t>
      </w:r>
    </w:p>
    <w:p w:rsidR="00827620" w:rsidRDefault="00827620" w:rsidP="00827620">
      <w:pPr>
        <w:pStyle w:val="libNormal"/>
        <w:rPr>
          <w:rtl/>
        </w:rPr>
      </w:pPr>
      <w:r>
        <w:rPr>
          <w:rtl/>
        </w:rPr>
        <w:t>٢٦٢ - پس در مورد مردم چگونه بايد بود؟</w:t>
      </w:r>
    </w:p>
    <w:p w:rsidR="00827620" w:rsidRDefault="00827620" w:rsidP="00827620">
      <w:pPr>
        <w:pStyle w:val="libNormal"/>
        <w:rPr>
          <w:rtl/>
        </w:rPr>
      </w:pPr>
      <w:r>
        <w:rPr>
          <w:rFonts w:hint="eastAsia"/>
          <w:rtl/>
        </w:rPr>
        <w:t>اطلق</w:t>
      </w:r>
      <w:r>
        <w:rPr>
          <w:rtl/>
        </w:rPr>
        <w:t xml:space="preserve"> عن الناس عقده كل حقد. </w:t>
      </w:r>
      <w:r w:rsidRPr="00A46020">
        <w:rPr>
          <w:rStyle w:val="libFootnotenumChar"/>
          <w:rtl/>
        </w:rPr>
        <w:t>(٢٨٩)</w:t>
      </w:r>
    </w:p>
    <w:p w:rsidR="00827620" w:rsidRDefault="00827620" w:rsidP="00827620">
      <w:pPr>
        <w:pStyle w:val="libNormal"/>
        <w:rPr>
          <w:rtl/>
        </w:rPr>
      </w:pPr>
      <w:r>
        <w:rPr>
          <w:rFonts w:hint="eastAsia"/>
          <w:rtl/>
        </w:rPr>
        <w:t>تمام</w:t>
      </w:r>
      <w:r>
        <w:rPr>
          <w:rtl/>
        </w:rPr>
        <w:t xml:space="preserve"> عقده هاى كينه و عداوت را نسبت به مردم بگشاى و دلت را از بدخواهى ديگران تزكيه و تطهير كن . (از سفارشات حضرت به مالك اشتر)</w:t>
      </w:r>
    </w:p>
    <w:p w:rsidR="00827620" w:rsidRDefault="00827620" w:rsidP="00827620">
      <w:pPr>
        <w:pStyle w:val="libNormal"/>
        <w:rPr>
          <w:rtl/>
        </w:rPr>
      </w:pPr>
      <w:r>
        <w:rPr>
          <w:rtl/>
        </w:rPr>
        <w:t>٢٦٣ - يعنى مى فرمائيد دلمان نسبت به همه ، پاك و صاف باشد؟</w:t>
      </w:r>
    </w:p>
    <w:p w:rsidR="00827620" w:rsidRDefault="00827620" w:rsidP="00827620">
      <w:pPr>
        <w:pStyle w:val="libNormal"/>
        <w:rPr>
          <w:rtl/>
        </w:rPr>
      </w:pPr>
      <w:r>
        <w:rPr>
          <w:rtl/>
        </w:rPr>
        <w:t>(بله) خداوند دوست دارد كه تمام مردم عالم نسبت به همه افراد بشر به پاكى و نيكى فكر كنند و خيرخواه يكديگر باشند.</w:t>
      </w:r>
    </w:p>
    <w:p w:rsidR="00827620" w:rsidRDefault="00827620" w:rsidP="00827620">
      <w:pPr>
        <w:pStyle w:val="libNormal"/>
        <w:rPr>
          <w:rtl/>
        </w:rPr>
      </w:pPr>
      <w:r>
        <w:rPr>
          <w:rFonts w:hint="eastAsia"/>
          <w:rtl/>
        </w:rPr>
        <w:t>ان</w:t>
      </w:r>
      <w:r>
        <w:rPr>
          <w:rtl/>
        </w:rPr>
        <w:t xml:space="preserve"> الله يحب ان تكون نيه الانسان للناس جميله . </w:t>
      </w:r>
      <w:r w:rsidRPr="00A46020">
        <w:rPr>
          <w:rStyle w:val="libFootnotenumChar"/>
          <w:rtl/>
        </w:rPr>
        <w:t>(٢٩٠)</w:t>
      </w:r>
    </w:p>
    <w:p w:rsidR="00827620" w:rsidRDefault="00827620" w:rsidP="00827620">
      <w:pPr>
        <w:pStyle w:val="libNormal"/>
        <w:rPr>
          <w:rtl/>
        </w:rPr>
      </w:pPr>
      <w:r>
        <w:rPr>
          <w:rtl/>
        </w:rPr>
        <w:t>٢٦٤ - كاظم (فروبرنده خشم) به چه كسى گفته مى شود؟</w:t>
      </w:r>
    </w:p>
    <w:p w:rsidR="00827620" w:rsidRDefault="00827620" w:rsidP="00827620">
      <w:pPr>
        <w:pStyle w:val="libNormal"/>
        <w:rPr>
          <w:rtl/>
        </w:rPr>
      </w:pPr>
      <w:r>
        <w:rPr>
          <w:rFonts w:hint="eastAsia"/>
          <w:rtl/>
        </w:rPr>
        <w:t>الكاظم</w:t>
      </w:r>
      <w:r>
        <w:rPr>
          <w:rtl/>
        </w:rPr>
        <w:t xml:space="preserve"> من امات اضغانه . </w:t>
      </w:r>
      <w:r w:rsidRPr="00A46020">
        <w:rPr>
          <w:rStyle w:val="libFootnotenumChar"/>
          <w:rtl/>
        </w:rPr>
        <w:t>(٢٩١)</w:t>
      </w:r>
    </w:p>
    <w:p w:rsidR="00827620" w:rsidRDefault="00827620" w:rsidP="00827620">
      <w:pPr>
        <w:pStyle w:val="libNormal"/>
        <w:rPr>
          <w:rtl/>
        </w:rPr>
      </w:pPr>
      <w:r>
        <w:rPr>
          <w:rFonts w:hint="eastAsia"/>
          <w:rtl/>
        </w:rPr>
        <w:t>فروبردن</w:t>
      </w:r>
      <w:r>
        <w:rPr>
          <w:rtl/>
        </w:rPr>
        <w:t xml:space="preserve"> خشم و خاموش كردن آتش غضب براى كسى ميسر است كه دشمنى هاى درونى را در دل بميراند و ضمير خود را از كينه و بدخواهى ديگران پاك كند.</w:t>
      </w:r>
    </w:p>
    <w:p w:rsidR="00827620" w:rsidRDefault="00827620" w:rsidP="00827620">
      <w:pPr>
        <w:pStyle w:val="libNormal"/>
        <w:rPr>
          <w:rtl/>
        </w:rPr>
      </w:pPr>
      <w:r>
        <w:rPr>
          <w:rtl/>
        </w:rPr>
        <w:t>٢٦٥ - در زندگى مادى چگونه بايد بود؟</w:t>
      </w:r>
    </w:p>
    <w:p w:rsidR="00827620" w:rsidRDefault="00827620" w:rsidP="00827620">
      <w:pPr>
        <w:pStyle w:val="libNormal"/>
        <w:rPr>
          <w:rtl/>
        </w:rPr>
      </w:pPr>
      <w:r>
        <w:rPr>
          <w:rFonts w:hint="eastAsia"/>
          <w:rtl/>
        </w:rPr>
        <w:t>اكثر</w:t>
      </w:r>
      <w:r>
        <w:rPr>
          <w:rtl/>
        </w:rPr>
        <w:t xml:space="preserve"> النظر الى من فضلت عليه فان ذلك من ابواب الشكر . </w:t>
      </w:r>
      <w:r w:rsidRPr="00A46020">
        <w:rPr>
          <w:rStyle w:val="libFootnotenumChar"/>
          <w:rtl/>
        </w:rPr>
        <w:t>(٢٩٢)</w:t>
      </w:r>
    </w:p>
    <w:p w:rsidR="00827620" w:rsidRDefault="00827620" w:rsidP="00827620">
      <w:pPr>
        <w:pStyle w:val="libNormal"/>
        <w:rPr>
          <w:rtl/>
        </w:rPr>
      </w:pPr>
      <w:r>
        <w:rPr>
          <w:rFonts w:hint="eastAsia"/>
          <w:rtl/>
        </w:rPr>
        <w:lastRenderedPageBreak/>
        <w:t>بيشتر</w:t>
      </w:r>
      <w:r>
        <w:rPr>
          <w:rtl/>
        </w:rPr>
        <w:t xml:space="preserve"> توجه ات به كسانى باشد كه تو بر آنها برترى دارى (نگاه به زيردستان و كسى كه از تو وضع بدترى دارد) بيفكن چه اين خود يكى از درهاى شكرگزارى و استفاده از نعمتهاى الهى است .</w:t>
      </w:r>
    </w:p>
    <w:p w:rsidR="00827620" w:rsidRDefault="00992A94" w:rsidP="00827620">
      <w:pPr>
        <w:pStyle w:val="libNormal"/>
        <w:rPr>
          <w:rtl/>
        </w:rPr>
      </w:pPr>
      <w:r>
        <w:rPr>
          <w:rtl/>
        </w:rPr>
        <w:br w:type="page"/>
      </w:r>
    </w:p>
    <w:p w:rsidR="00827620" w:rsidRDefault="00827620" w:rsidP="00992A94">
      <w:pPr>
        <w:pStyle w:val="Heading1"/>
        <w:rPr>
          <w:rtl/>
        </w:rPr>
      </w:pPr>
      <w:bookmarkStart w:id="155" w:name="_Toc479592372"/>
      <w:bookmarkStart w:id="156" w:name="_Toc479592492"/>
      <w:r>
        <w:rPr>
          <w:rFonts w:hint="eastAsia"/>
          <w:rtl/>
        </w:rPr>
        <w:t>عقل</w:t>
      </w:r>
      <w:r>
        <w:rPr>
          <w:rtl/>
        </w:rPr>
        <w:t xml:space="preserve"> و خرد</w:t>
      </w:r>
      <w:bookmarkEnd w:id="155"/>
      <w:bookmarkEnd w:id="156"/>
    </w:p>
    <w:p w:rsidR="00827620" w:rsidRDefault="00827620" w:rsidP="00827620">
      <w:pPr>
        <w:pStyle w:val="libNormal"/>
        <w:rPr>
          <w:rtl/>
        </w:rPr>
      </w:pPr>
      <w:r>
        <w:rPr>
          <w:rtl/>
        </w:rPr>
        <w:t>٢٦٦ - ممكن است براى ما شخص عاقل و خردمند را براى ما توصيف نمائيد؟ صف لما العاقل ؟</w:t>
      </w:r>
    </w:p>
    <w:p w:rsidR="00827620" w:rsidRDefault="00827620" w:rsidP="00827620">
      <w:pPr>
        <w:pStyle w:val="libNormal"/>
        <w:rPr>
          <w:rtl/>
        </w:rPr>
      </w:pPr>
      <w:r>
        <w:rPr>
          <w:rFonts w:hint="eastAsia"/>
          <w:rtl/>
        </w:rPr>
        <w:t>العاقل</w:t>
      </w:r>
      <w:r>
        <w:rPr>
          <w:rtl/>
        </w:rPr>
        <w:t xml:space="preserve"> هو الذى يضع الشى ء مواضعه .</w:t>
      </w:r>
    </w:p>
    <w:p w:rsidR="00827620" w:rsidRDefault="00827620" w:rsidP="00827620">
      <w:pPr>
        <w:pStyle w:val="libNormal"/>
        <w:rPr>
          <w:rtl/>
        </w:rPr>
      </w:pPr>
      <w:r>
        <w:rPr>
          <w:rFonts w:hint="eastAsia"/>
          <w:rtl/>
        </w:rPr>
        <w:t>عاقل</w:t>
      </w:r>
      <w:r>
        <w:rPr>
          <w:rtl/>
        </w:rPr>
        <w:t xml:space="preserve"> كسى است كه هر چيزى را در جاى خود قرار دهد.</w:t>
      </w:r>
    </w:p>
    <w:p w:rsidR="00827620" w:rsidRDefault="00827620" w:rsidP="00827620">
      <w:pPr>
        <w:pStyle w:val="libNormal"/>
        <w:rPr>
          <w:rtl/>
        </w:rPr>
      </w:pPr>
      <w:r>
        <w:rPr>
          <w:rtl/>
        </w:rPr>
        <w:t>٢٦٧ - آيا عقل قابل افزايش است ؟</w:t>
      </w:r>
    </w:p>
    <w:p w:rsidR="00827620" w:rsidRDefault="00827620" w:rsidP="00827620">
      <w:pPr>
        <w:pStyle w:val="libNormal"/>
        <w:rPr>
          <w:rtl/>
        </w:rPr>
      </w:pPr>
      <w:r>
        <w:rPr>
          <w:rFonts w:hint="eastAsia"/>
          <w:rtl/>
        </w:rPr>
        <w:t>بله</w:t>
      </w:r>
      <w:r>
        <w:rPr>
          <w:rtl/>
        </w:rPr>
        <w:t xml:space="preserve"> عقل از سرمايه هاى فطرى بشر است كه با علم آموزى و تجربه اندوزى افزايش مى يابد.</w:t>
      </w:r>
    </w:p>
    <w:p w:rsidR="00827620" w:rsidRDefault="00827620" w:rsidP="00827620">
      <w:pPr>
        <w:pStyle w:val="libNormal"/>
        <w:rPr>
          <w:rtl/>
        </w:rPr>
      </w:pPr>
      <w:r>
        <w:rPr>
          <w:rFonts w:hint="eastAsia"/>
          <w:rtl/>
        </w:rPr>
        <w:t>العاقل</w:t>
      </w:r>
      <w:r>
        <w:rPr>
          <w:rtl/>
        </w:rPr>
        <w:t xml:space="preserve"> غريزه تزيد بالعلم و التجارب . </w:t>
      </w:r>
      <w:r w:rsidRPr="00992A94">
        <w:rPr>
          <w:rStyle w:val="libFootnotenumChar"/>
          <w:rtl/>
        </w:rPr>
        <w:t>(٢٩٣)</w:t>
      </w:r>
    </w:p>
    <w:p w:rsidR="00827620" w:rsidRDefault="00827620" w:rsidP="00827620">
      <w:pPr>
        <w:pStyle w:val="libNormal"/>
        <w:rPr>
          <w:rtl/>
        </w:rPr>
      </w:pPr>
      <w:r>
        <w:rPr>
          <w:rtl/>
        </w:rPr>
        <w:t>٢٦٨ - عقل با شرع چه تناسبى با هم دارند؟</w:t>
      </w:r>
    </w:p>
    <w:p w:rsidR="00827620" w:rsidRDefault="00827620" w:rsidP="00827620">
      <w:pPr>
        <w:pStyle w:val="libNormal"/>
        <w:rPr>
          <w:rtl/>
        </w:rPr>
      </w:pPr>
      <w:r>
        <w:rPr>
          <w:rFonts w:hint="eastAsia"/>
          <w:rtl/>
        </w:rPr>
        <w:t>العقل</w:t>
      </w:r>
      <w:r>
        <w:rPr>
          <w:rtl/>
        </w:rPr>
        <w:t xml:space="preserve"> شرع من داخل و الشرع عقل من خارج . </w:t>
      </w:r>
      <w:r w:rsidRPr="00992A94">
        <w:rPr>
          <w:rStyle w:val="libFootnotenumChar"/>
          <w:rtl/>
        </w:rPr>
        <w:t>(٢٩٤)</w:t>
      </w:r>
    </w:p>
    <w:p w:rsidR="00827620" w:rsidRDefault="00827620" w:rsidP="00827620">
      <w:pPr>
        <w:pStyle w:val="libNormal"/>
        <w:rPr>
          <w:rtl/>
        </w:rPr>
      </w:pPr>
      <w:r>
        <w:rPr>
          <w:rFonts w:hint="eastAsia"/>
          <w:rtl/>
        </w:rPr>
        <w:t>عقل</w:t>
      </w:r>
      <w:r>
        <w:rPr>
          <w:rtl/>
        </w:rPr>
        <w:t xml:space="preserve"> براى بشر دين داخلى است ، همچنان كه دين براى او عقل خارجى است . والعقل رسول الحق </w:t>
      </w:r>
      <w:r w:rsidRPr="00992A94">
        <w:rPr>
          <w:rStyle w:val="libFootnotenumChar"/>
          <w:rtl/>
        </w:rPr>
        <w:t>(٢٩٥)</w:t>
      </w:r>
      <w:r>
        <w:rPr>
          <w:rtl/>
        </w:rPr>
        <w:t xml:space="preserve"> عقل رسول صفات حق است .</w:t>
      </w:r>
    </w:p>
    <w:p w:rsidR="00827620" w:rsidRDefault="00827620" w:rsidP="00827620">
      <w:pPr>
        <w:pStyle w:val="libNormal"/>
        <w:rPr>
          <w:rtl/>
        </w:rPr>
      </w:pPr>
      <w:r>
        <w:rPr>
          <w:rtl/>
        </w:rPr>
        <w:t>٢٦٩ - آيا مى توان گفت آدم هاى با تجربه از عقل قويترى برخوردارند؟</w:t>
      </w:r>
    </w:p>
    <w:p w:rsidR="00827620" w:rsidRDefault="00827620" w:rsidP="00827620">
      <w:pPr>
        <w:pStyle w:val="libNormal"/>
        <w:rPr>
          <w:rtl/>
        </w:rPr>
      </w:pPr>
      <w:r>
        <w:rPr>
          <w:rFonts w:hint="eastAsia"/>
          <w:rtl/>
        </w:rPr>
        <w:t>البته</w:t>
      </w:r>
      <w:r>
        <w:rPr>
          <w:rtl/>
        </w:rPr>
        <w:t xml:space="preserve"> زيرا العقل حفظ التجارب </w:t>
      </w:r>
      <w:r w:rsidRPr="00992A94">
        <w:rPr>
          <w:rStyle w:val="libFootnotenumChar"/>
          <w:rtl/>
        </w:rPr>
        <w:t>(٢٩٦)</w:t>
      </w:r>
      <w:r>
        <w:rPr>
          <w:rtl/>
        </w:rPr>
        <w:t xml:space="preserve"> عقل حفظ تجربيات زندگى است .</w:t>
      </w:r>
    </w:p>
    <w:p w:rsidR="00827620" w:rsidRDefault="00827620" w:rsidP="00827620">
      <w:pPr>
        <w:pStyle w:val="libNormal"/>
        <w:rPr>
          <w:rtl/>
        </w:rPr>
      </w:pPr>
      <w:r>
        <w:rPr>
          <w:rFonts w:hint="eastAsia"/>
          <w:rtl/>
        </w:rPr>
        <w:t>و</w:t>
      </w:r>
      <w:r>
        <w:rPr>
          <w:rtl/>
        </w:rPr>
        <w:t xml:space="preserve"> العقل عقلان عقل الطبع و عقل التجربه و كلاهما يودى الى منفعه . </w:t>
      </w:r>
      <w:r w:rsidRPr="00992A94">
        <w:rPr>
          <w:rStyle w:val="libFootnotenumChar"/>
          <w:rtl/>
        </w:rPr>
        <w:t>(٢٩٧)</w:t>
      </w:r>
    </w:p>
    <w:p w:rsidR="00827620" w:rsidRDefault="00827620" w:rsidP="00827620">
      <w:pPr>
        <w:pStyle w:val="libNormal"/>
        <w:rPr>
          <w:rtl/>
        </w:rPr>
      </w:pPr>
      <w:r>
        <w:rPr>
          <w:rFonts w:hint="eastAsia"/>
          <w:rtl/>
        </w:rPr>
        <w:t>عقل</w:t>
      </w:r>
      <w:r>
        <w:rPr>
          <w:rtl/>
        </w:rPr>
        <w:t xml:space="preserve"> بر دو قسم است يكى طبيعى و ديگرى تجربى و نتيجه هر دو عقل ، بر سود آدميان است .</w:t>
      </w:r>
    </w:p>
    <w:p w:rsidR="00827620" w:rsidRDefault="00827620" w:rsidP="00827620">
      <w:pPr>
        <w:pStyle w:val="libNormal"/>
        <w:rPr>
          <w:rtl/>
        </w:rPr>
      </w:pPr>
      <w:r>
        <w:rPr>
          <w:rtl/>
        </w:rPr>
        <w:t>٢٧٠ - آيا عقل مى تواند هدايتگر انسان باشد؟</w:t>
      </w:r>
    </w:p>
    <w:p w:rsidR="00827620" w:rsidRDefault="00827620" w:rsidP="00827620">
      <w:pPr>
        <w:pStyle w:val="libNormal"/>
        <w:rPr>
          <w:rtl/>
        </w:rPr>
      </w:pPr>
      <w:r>
        <w:rPr>
          <w:rFonts w:hint="eastAsia"/>
          <w:rtl/>
        </w:rPr>
        <w:t>آرى</w:t>
      </w:r>
      <w:r>
        <w:rPr>
          <w:rtl/>
        </w:rPr>
        <w:t xml:space="preserve"> ، العقل يهدى و ينجى و الجهل يغوى و يردى . </w:t>
      </w:r>
      <w:r w:rsidRPr="00992A94">
        <w:rPr>
          <w:rStyle w:val="libFootnotenumChar"/>
          <w:rtl/>
        </w:rPr>
        <w:t>(٢٩٨)</w:t>
      </w:r>
    </w:p>
    <w:p w:rsidR="00827620" w:rsidRDefault="00827620" w:rsidP="00827620">
      <w:pPr>
        <w:pStyle w:val="libNormal"/>
        <w:rPr>
          <w:rtl/>
        </w:rPr>
      </w:pPr>
      <w:r>
        <w:rPr>
          <w:rFonts w:hint="eastAsia"/>
          <w:rtl/>
        </w:rPr>
        <w:t>به</w:t>
      </w:r>
      <w:r>
        <w:rPr>
          <w:rtl/>
        </w:rPr>
        <w:t xml:space="preserve"> كار بستن عقل مايه نجات و هدايت انسان هاست .</w:t>
      </w:r>
    </w:p>
    <w:p w:rsidR="00827620" w:rsidRDefault="00827620" w:rsidP="00827620">
      <w:pPr>
        <w:pStyle w:val="libNormal"/>
        <w:rPr>
          <w:rtl/>
        </w:rPr>
      </w:pPr>
      <w:r>
        <w:rPr>
          <w:rFonts w:hint="eastAsia"/>
          <w:rtl/>
        </w:rPr>
        <w:lastRenderedPageBreak/>
        <w:t>و</w:t>
      </w:r>
      <w:r>
        <w:rPr>
          <w:rtl/>
        </w:rPr>
        <w:t xml:space="preserve"> سركوب كردن آن باعث گمراهى و سقوط آدميان است .</w:t>
      </w:r>
    </w:p>
    <w:p w:rsidR="00827620" w:rsidRDefault="00827620" w:rsidP="00827620">
      <w:pPr>
        <w:pStyle w:val="libNormal"/>
        <w:rPr>
          <w:rtl/>
        </w:rPr>
      </w:pPr>
      <w:r>
        <w:rPr>
          <w:rFonts w:hint="eastAsia"/>
          <w:rtl/>
        </w:rPr>
        <w:t>امام</w:t>
      </w:r>
      <w:r>
        <w:rPr>
          <w:rtl/>
        </w:rPr>
        <w:t xml:space="preserve"> صادق </w:t>
      </w:r>
      <w:r w:rsidR="00196907" w:rsidRPr="00196907">
        <w:rPr>
          <w:rStyle w:val="libAlaemChar"/>
          <w:rtl/>
        </w:rPr>
        <w:t xml:space="preserve">عليه‌السلام </w:t>
      </w:r>
      <w:r>
        <w:rPr>
          <w:rtl/>
        </w:rPr>
        <w:t xml:space="preserve">نيز فرمود: العقل دليل المومن . </w:t>
      </w:r>
      <w:r w:rsidRPr="00992A94">
        <w:rPr>
          <w:rStyle w:val="libFootnotenumChar"/>
          <w:rtl/>
        </w:rPr>
        <w:t>(٢٩٩)</w:t>
      </w:r>
      <w:r>
        <w:rPr>
          <w:rtl/>
        </w:rPr>
        <w:t xml:space="preserve"> خرد راهنما و دليل مردان با ايمان است .</w:t>
      </w:r>
    </w:p>
    <w:p w:rsidR="00827620" w:rsidRDefault="00827620" w:rsidP="00827620">
      <w:pPr>
        <w:pStyle w:val="libNormal"/>
        <w:rPr>
          <w:rtl/>
        </w:rPr>
      </w:pPr>
      <w:r>
        <w:rPr>
          <w:rFonts w:hint="eastAsia"/>
          <w:rtl/>
        </w:rPr>
        <w:t>و</w:t>
      </w:r>
      <w:r>
        <w:rPr>
          <w:rtl/>
        </w:rPr>
        <w:t xml:space="preserve"> رسول خدا </w:t>
      </w:r>
      <w:r w:rsidR="00196907" w:rsidRPr="00196907">
        <w:rPr>
          <w:rStyle w:val="libAlaemChar"/>
          <w:rtl/>
        </w:rPr>
        <w:t>صلى‌الله‌عليه‌وآله</w:t>
      </w:r>
      <w:r>
        <w:rPr>
          <w:rtl/>
        </w:rPr>
        <w:t xml:space="preserve"> فرمود: انما يدرك الخير كله بالعقل . </w:t>
      </w:r>
      <w:r w:rsidRPr="00992A94">
        <w:rPr>
          <w:rStyle w:val="libFootnotenumChar"/>
          <w:rtl/>
        </w:rPr>
        <w:t>(٣٠٠)</w:t>
      </w:r>
    </w:p>
    <w:p w:rsidR="00827620" w:rsidRDefault="00827620" w:rsidP="00827620">
      <w:pPr>
        <w:pStyle w:val="libNormal"/>
        <w:rPr>
          <w:rtl/>
        </w:rPr>
      </w:pPr>
      <w:r>
        <w:rPr>
          <w:rFonts w:hint="eastAsia"/>
          <w:rtl/>
        </w:rPr>
        <w:t>همه</w:t>
      </w:r>
      <w:r>
        <w:rPr>
          <w:rtl/>
        </w:rPr>
        <w:t xml:space="preserve"> خوبى ها و نيكى ها، بوسيله عقل نصيب بشر مى شود.</w:t>
      </w:r>
    </w:p>
    <w:p w:rsidR="00827620" w:rsidRDefault="00827620" w:rsidP="00827620">
      <w:pPr>
        <w:pStyle w:val="libNormal"/>
        <w:rPr>
          <w:rtl/>
        </w:rPr>
      </w:pPr>
      <w:r>
        <w:rPr>
          <w:rtl/>
        </w:rPr>
        <w:t>٢٧١ - آيا در برابر هواهاى نفسانى و غرائزى كه همچون تندباد، آدمى را مى لغزاند از دست عقل كارى ساخته است ؟</w:t>
      </w:r>
    </w:p>
    <w:p w:rsidR="00827620" w:rsidRDefault="00827620" w:rsidP="00827620">
      <w:pPr>
        <w:pStyle w:val="libNormal"/>
        <w:rPr>
          <w:rtl/>
        </w:rPr>
      </w:pPr>
      <w:r>
        <w:rPr>
          <w:rFonts w:hint="eastAsia"/>
          <w:rtl/>
        </w:rPr>
        <w:t>آرى</w:t>
      </w:r>
      <w:r>
        <w:rPr>
          <w:rtl/>
        </w:rPr>
        <w:t xml:space="preserve"> عقلى كه به مرتبه كمال و نيرومندى رسيده است ، مى تواند طبيعت و غرائز تند را مقهور و سركوب نمايد.</w:t>
      </w:r>
    </w:p>
    <w:p w:rsidR="00827620" w:rsidRDefault="00827620" w:rsidP="00827620">
      <w:pPr>
        <w:pStyle w:val="libNormal"/>
        <w:rPr>
          <w:rtl/>
        </w:rPr>
      </w:pPr>
      <w:r>
        <w:rPr>
          <w:rFonts w:hint="eastAsia"/>
          <w:rtl/>
        </w:rPr>
        <w:t>العقل</w:t>
      </w:r>
      <w:r>
        <w:rPr>
          <w:rtl/>
        </w:rPr>
        <w:t xml:space="preserve"> الكامل قاهر للطبع السوء. </w:t>
      </w:r>
      <w:r w:rsidRPr="00992A94">
        <w:rPr>
          <w:rStyle w:val="libFootnotenumChar"/>
          <w:rtl/>
        </w:rPr>
        <w:t>(٣٠١)</w:t>
      </w:r>
    </w:p>
    <w:p w:rsidR="00827620" w:rsidRDefault="00827620" w:rsidP="00827620">
      <w:pPr>
        <w:pStyle w:val="libNormal"/>
        <w:rPr>
          <w:rtl/>
        </w:rPr>
      </w:pPr>
      <w:r>
        <w:rPr>
          <w:rtl/>
        </w:rPr>
        <w:t>٢٧٢ - آيا شده كه از عقل انسان نيز كارى ساخته نباشد؟</w:t>
      </w:r>
    </w:p>
    <w:p w:rsidR="00827620" w:rsidRDefault="00827620" w:rsidP="00827620">
      <w:pPr>
        <w:pStyle w:val="libNormal"/>
        <w:rPr>
          <w:rtl/>
        </w:rPr>
      </w:pPr>
      <w:r>
        <w:rPr>
          <w:rFonts w:hint="eastAsia"/>
          <w:rtl/>
        </w:rPr>
        <w:t>بله</w:t>
      </w:r>
      <w:r>
        <w:rPr>
          <w:rtl/>
        </w:rPr>
        <w:t xml:space="preserve"> ، بسيار پيش مى آيد كه عقل در اسارت صفات ناپسند و هواهاى نفسانى قرار مى گيرد و در آن صورت ديگر نقشى نمى تواند داشته باشد.</w:t>
      </w:r>
    </w:p>
    <w:p w:rsidR="00827620" w:rsidRDefault="00827620" w:rsidP="00827620">
      <w:pPr>
        <w:pStyle w:val="libNormal"/>
        <w:rPr>
          <w:rtl/>
        </w:rPr>
      </w:pPr>
      <w:r>
        <w:rPr>
          <w:rFonts w:hint="eastAsia"/>
          <w:rtl/>
        </w:rPr>
        <w:t>كم</w:t>
      </w:r>
      <w:r>
        <w:rPr>
          <w:rtl/>
        </w:rPr>
        <w:t xml:space="preserve"> من عقل اسير عند هوى امير. </w:t>
      </w:r>
      <w:r w:rsidRPr="00992A94">
        <w:rPr>
          <w:rStyle w:val="libFootnotenumChar"/>
          <w:rtl/>
        </w:rPr>
        <w:t>(٣٠٢)</w:t>
      </w:r>
    </w:p>
    <w:p w:rsidR="00827620" w:rsidRDefault="00827620" w:rsidP="00827620">
      <w:pPr>
        <w:pStyle w:val="libNormal"/>
        <w:rPr>
          <w:rtl/>
        </w:rPr>
      </w:pPr>
      <w:r>
        <w:rPr>
          <w:rFonts w:hint="eastAsia"/>
          <w:rtl/>
        </w:rPr>
        <w:t>چه</w:t>
      </w:r>
      <w:r>
        <w:rPr>
          <w:rtl/>
        </w:rPr>
        <w:t xml:space="preserve"> بسيار عقلى كه در برابر فرمانروايى هوى و خواهش هاى نفسانى اسير و گرفتار است .</w:t>
      </w:r>
    </w:p>
    <w:p w:rsidR="00827620" w:rsidRDefault="00992A94" w:rsidP="00827620">
      <w:pPr>
        <w:pStyle w:val="libNormal"/>
        <w:rPr>
          <w:rtl/>
        </w:rPr>
      </w:pPr>
      <w:r>
        <w:rPr>
          <w:rtl/>
        </w:rPr>
        <w:br w:type="page"/>
      </w:r>
    </w:p>
    <w:p w:rsidR="00827620" w:rsidRDefault="00827620" w:rsidP="00992A94">
      <w:pPr>
        <w:pStyle w:val="Heading1"/>
        <w:rPr>
          <w:rtl/>
        </w:rPr>
      </w:pPr>
      <w:bookmarkStart w:id="157" w:name="_Toc479592373"/>
      <w:bookmarkStart w:id="158" w:name="_Toc479592493"/>
      <w:r>
        <w:rPr>
          <w:rFonts w:hint="eastAsia"/>
          <w:rtl/>
        </w:rPr>
        <w:t>عمر</w:t>
      </w:r>
      <w:r>
        <w:rPr>
          <w:rtl/>
        </w:rPr>
        <w:t xml:space="preserve"> آدمى</w:t>
      </w:r>
      <w:bookmarkEnd w:id="157"/>
      <w:bookmarkEnd w:id="158"/>
    </w:p>
    <w:p w:rsidR="00827620" w:rsidRDefault="00827620" w:rsidP="00827620">
      <w:pPr>
        <w:pStyle w:val="libNormal"/>
        <w:rPr>
          <w:rtl/>
        </w:rPr>
      </w:pPr>
      <w:r>
        <w:rPr>
          <w:rtl/>
        </w:rPr>
        <w:t>٢٧٣ - گرانبهاترين سرمايه آدمى چيست ؟</w:t>
      </w:r>
    </w:p>
    <w:p w:rsidR="00827620" w:rsidRDefault="00827620" w:rsidP="00827620">
      <w:pPr>
        <w:pStyle w:val="libNormal"/>
        <w:rPr>
          <w:rtl/>
        </w:rPr>
      </w:pPr>
      <w:r>
        <w:rPr>
          <w:rFonts w:hint="eastAsia"/>
          <w:rtl/>
        </w:rPr>
        <w:t>باقيمانده</w:t>
      </w:r>
      <w:r>
        <w:rPr>
          <w:rtl/>
        </w:rPr>
        <w:t xml:space="preserve"> عمر آدمى ، آنقدر پرارزش و گرانبهاست كه به ارزيابى نمى آيد. چه انسان مى تواند با تتمه عمر خود خوبى هاى فوت شده را جبران كند و فضائلى را كه در وجود خود سركوب كرده و ميرانده ، زنده نمايد.</w:t>
      </w:r>
    </w:p>
    <w:p w:rsidR="00827620" w:rsidRDefault="00827620" w:rsidP="00827620">
      <w:pPr>
        <w:pStyle w:val="libNormal"/>
        <w:rPr>
          <w:rtl/>
        </w:rPr>
      </w:pPr>
      <w:r>
        <w:rPr>
          <w:rFonts w:hint="eastAsia"/>
          <w:rtl/>
        </w:rPr>
        <w:t>بقيه</w:t>
      </w:r>
      <w:r>
        <w:rPr>
          <w:rtl/>
        </w:rPr>
        <w:t xml:space="preserve"> عمر المرء لا ثمن لها، يدرك بها مافات و يحيى بها ما امات .</w:t>
      </w:r>
    </w:p>
    <w:p w:rsidR="00827620" w:rsidRDefault="00827620" w:rsidP="00827620">
      <w:pPr>
        <w:pStyle w:val="libNormal"/>
        <w:rPr>
          <w:rtl/>
        </w:rPr>
      </w:pPr>
      <w:r>
        <w:rPr>
          <w:rtl/>
        </w:rPr>
        <w:t>٢٧٤ - چه امورى انسان را آراسته و زيبا مى سازد؟</w:t>
      </w:r>
    </w:p>
    <w:p w:rsidR="00827620" w:rsidRDefault="00827620" w:rsidP="00827620">
      <w:pPr>
        <w:pStyle w:val="libNormal"/>
        <w:rPr>
          <w:rtl/>
        </w:rPr>
      </w:pPr>
      <w:r>
        <w:rPr>
          <w:rFonts w:hint="eastAsia"/>
          <w:rtl/>
        </w:rPr>
        <w:t>تحللوا</w:t>
      </w:r>
      <w:r>
        <w:rPr>
          <w:rtl/>
        </w:rPr>
        <w:t xml:space="preserve"> بالاخذ بالفضل و الكف عن البغى و العمل بالحق و الانصاف من النفس . </w:t>
      </w:r>
      <w:r w:rsidRPr="00992A94">
        <w:rPr>
          <w:rStyle w:val="libFootnotenumChar"/>
          <w:rtl/>
        </w:rPr>
        <w:t>(٣٠٣)</w:t>
      </w:r>
    </w:p>
    <w:p w:rsidR="00827620" w:rsidRDefault="00827620" w:rsidP="00827620">
      <w:pPr>
        <w:pStyle w:val="libNormal"/>
        <w:rPr>
          <w:rtl/>
        </w:rPr>
      </w:pPr>
      <w:r>
        <w:rPr>
          <w:rFonts w:hint="eastAsia"/>
          <w:rtl/>
        </w:rPr>
        <w:t>خويشتن</w:t>
      </w:r>
      <w:r>
        <w:rPr>
          <w:rtl/>
        </w:rPr>
        <w:t xml:space="preserve"> را با فضايل اخلاقى ، و ملكات انسانى بياراييد (براى نمونه) از ستم خوددارى كنيد.</w:t>
      </w:r>
    </w:p>
    <w:p w:rsidR="00827620" w:rsidRDefault="00827620" w:rsidP="00827620">
      <w:pPr>
        <w:pStyle w:val="libNormal"/>
        <w:rPr>
          <w:rtl/>
        </w:rPr>
      </w:pPr>
      <w:r>
        <w:rPr>
          <w:rFonts w:hint="eastAsia"/>
          <w:rtl/>
        </w:rPr>
        <w:t>به</w:t>
      </w:r>
      <w:r>
        <w:rPr>
          <w:rtl/>
        </w:rPr>
        <w:t xml:space="preserve"> حق و درستى رفتار نمائيد و با قضاوت و جدائى خود نسبت به مردم منصف باشيد.</w:t>
      </w:r>
    </w:p>
    <w:p w:rsidR="00827620" w:rsidRDefault="00827620" w:rsidP="00827620">
      <w:pPr>
        <w:pStyle w:val="libNormal"/>
        <w:rPr>
          <w:rtl/>
        </w:rPr>
      </w:pPr>
      <w:r>
        <w:rPr>
          <w:rtl/>
        </w:rPr>
        <w:t>٢٧٥ - كدام يك از حقوق اجتماعى را مهم تر مى دانيد؟</w:t>
      </w:r>
    </w:p>
    <w:p w:rsidR="00827620" w:rsidRDefault="00827620" w:rsidP="00827620">
      <w:pPr>
        <w:pStyle w:val="libNormal"/>
        <w:rPr>
          <w:rtl/>
        </w:rPr>
      </w:pPr>
      <w:r>
        <w:rPr>
          <w:rFonts w:hint="eastAsia"/>
          <w:rtl/>
        </w:rPr>
        <w:t>عيادت</w:t>
      </w:r>
      <w:r>
        <w:rPr>
          <w:rtl/>
        </w:rPr>
        <w:t xml:space="preserve"> بيمار، زيرا: من احسن الحسنات عياده المريض . </w:t>
      </w:r>
      <w:r w:rsidRPr="00992A94">
        <w:rPr>
          <w:rStyle w:val="libFootnotenumChar"/>
          <w:rtl/>
        </w:rPr>
        <w:t>(٣٠٤)</w:t>
      </w:r>
    </w:p>
    <w:p w:rsidR="00827620" w:rsidRDefault="00827620" w:rsidP="00827620">
      <w:pPr>
        <w:pStyle w:val="libNormal"/>
        <w:rPr>
          <w:rtl/>
        </w:rPr>
      </w:pPr>
      <w:r>
        <w:rPr>
          <w:rFonts w:hint="eastAsia"/>
          <w:rtl/>
        </w:rPr>
        <w:t>يكى</w:t>
      </w:r>
      <w:r>
        <w:rPr>
          <w:rtl/>
        </w:rPr>
        <w:t xml:space="preserve"> از بهترين حسنات عيادت مرض است .</w:t>
      </w:r>
    </w:p>
    <w:p w:rsidR="00827620" w:rsidRDefault="00827620" w:rsidP="00827620">
      <w:pPr>
        <w:pStyle w:val="libNormal"/>
        <w:rPr>
          <w:rtl/>
        </w:rPr>
      </w:pPr>
      <w:r>
        <w:rPr>
          <w:rFonts w:hint="eastAsia"/>
          <w:rtl/>
        </w:rPr>
        <w:t>و</w:t>
      </w:r>
      <w:r>
        <w:rPr>
          <w:rtl/>
        </w:rPr>
        <w:t xml:space="preserve"> ان النبى عاد يهوديا فى مرضه .</w:t>
      </w:r>
    </w:p>
    <w:p w:rsidR="00827620" w:rsidRDefault="00827620" w:rsidP="00827620">
      <w:pPr>
        <w:pStyle w:val="libNormal"/>
        <w:rPr>
          <w:rtl/>
        </w:rPr>
      </w:pPr>
      <w:r>
        <w:rPr>
          <w:rFonts w:hint="eastAsia"/>
          <w:rtl/>
        </w:rPr>
        <w:t>پيامبر</w:t>
      </w:r>
      <w:r>
        <w:rPr>
          <w:rtl/>
        </w:rPr>
        <w:t xml:space="preserve"> از يك يهودى بيمار، عيادت نمود. </w:t>
      </w:r>
      <w:r w:rsidRPr="00992A94">
        <w:rPr>
          <w:rStyle w:val="libFootnotenumChar"/>
          <w:rtl/>
        </w:rPr>
        <w:t>(٣٠٥)</w:t>
      </w:r>
    </w:p>
    <w:p w:rsidR="00827620" w:rsidRDefault="00827620" w:rsidP="00827620">
      <w:pPr>
        <w:pStyle w:val="libNormal"/>
        <w:rPr>
          <w:rtl/>
        </w:rPr>
      </w:pPr>
      <w:r>
        <w:rPr>
          <w:rtl/>
        </w:rPr>
        <w:t>٢٧٦ - با آدم هاى پرتوقع چگونه برخورد كنيم ؟</w:t>
      </w:r>
    </w:p>
    <w:p w:rsidR="00827620" w:rsidRDefault="00827620" w:rsidP="00827620">
      <w:pPr>
        <w:pStyle w:val="libNormal"/>
        <w:rPr>
          <w:rtl/>
        </w:rPr>
      </w:pPr>
      <w:r>
        <w:rPr>
          <w:rFonts w:hint="eastAsia"/>
          <w:rtl/>
        </w:rPr>
        <w:t>من</w:t>
      </w:r>
      <w:r>
        <w:rPr>
          <w:rtl/>
        </w:rPr>
        <w:t xml:space="preserve"> سئل فوق قدره استحق الحرمان . </w:t>
      </w:r>
      <w:r w:rsidRPr="00992A94">
        <w:rPr>
          <w:rStyle w:val="libFootnotenumChar"/>
          <w:rtl/>
        </w:rPr>
        <w:t>(٣٠٦)</w:t>
      </w:r>
    </w:p>
    <w:p w:rsidR="00827620" w:rsidRDefault="00827620" w:rsidP="00827620">
      <w:pPr>
        <w:pStyle w:val="libNormal"/>
        <w:rPr>
          <w:rtl/>
        </w:rPr>
      </w:pPr>
      <w:r>
        <w:rPr>
          <w:rFonts w:hint="eastAsia"/>
          <w:rtl/>
        </w:rPr>
        <w:lastRenderedPageBreak/>
        <w:t>آن</w:t>
      </w:r>
      <w:r>
        <w:rPr>
          <w:rtl/>
        </w:rPr>
        <w:t xml:space="preserve"> كس كه بيش از حد خود، از مردم تمنا كند، سزاوار محروميت و ناكامى است (و بايد اينگونه آدمها را ناكام گذاشت !)</w:t>
      </w:r>
    </w:p>
    <w:p w:rsidR="00827620" w:rsidRDefault="00992A94" w:rsidP="00827620">
      <w:pPr>
        <w:pStyle w:val="libNormal"/>
        <w:rPr>
          <w:rtl/>
        </w:rPr>
      </w:pPr>
      <w:r>
        <w:rPr>
          <w:rtl/>
        </w:rPr>
        <w:br w:type="page"/>
      </w:r>
    </w:p>
    <w:p w:rsidR="00827620" w:rsidRDefault="00827620" w:rsidP="00992A94">
      <w:pPr>
        <w:pStyle w:val="Heading1"/>
        <w:rPr>
          <w:rtl/>
        </w:rPr>
      </w:pPr>
      <w:bookmarkStart w:id="159" w:name="_Toc479592374"/>
      <w:bookmarkStart w:id="160" w:name="_Toc479592494"/>
      <w:r>
        <w:rPr>
          <w:rFonts w:hint="eastAsia"/>
          <w:rtl/>
        </w:rPr>
        <w:t>فرصتهاى</w:t>
      </w:r>
      <w:r>
        <w:rPr>
          <w:rtl/>
        </w:rPr>
        <w:t xml:space="preserve"> زندگى</w:t>
      </w:r>
      <w:bookmarkEnd w:id="159"/>
      <w:bookmarkEnd w:id="160"/>
    </w:p>
    <w:p w:rsidR="00827620" w:rsidRDefault="00827620" w:rsidP="00827620">
      <w:pPr>
        <w:pStyle w:val="libNormal"/>
        <w:rPr>
          <w:rtl/>
        </w:rPr>
      </w:pPr>
      <w:r>
        <w:rPr>
          <w:rtl/>
        </w:rPr>
        <w:t>٢٧٧ - آدم ها معمولا از فرصت هاى مناسب ، بهره صحيح نمى برند؛ تا آن را از دست بدهند، شما چه سفارشى به اين گونه افراد داريد؟</w:t>
      </w:r>
    </w:p>
    <w:p w:rsidR="00827620" w:rsidRDefault="00827620" w:rsidP="00827620">
      <w:pPr>
        <w:pStyle w:val="libNormal"/>
        <w:rPr>
          <w:rtl/>
        </w:rPr>
      </w:pPr>
      <w:r>
        <w:rPr>
          <w:rFonts w:hint="eastAsia"/>
          <w:rtl/>
        </w:rPr>
        <w:t>الفرصه</w:t>
      </w:r>
      <w:r>
        <w:rPr>
          <w:rtl/>
        </w:rPr>
        <w:t xml:space="preserve"> تمر مر السحاب فانتهزوا فرض الخير . </w:t>
      </w:r>
      <w:r w:rsidRPr="00992A94">
        <w:rPr>
          <w:rStyle w:val="libFootnotenumChar"/>
          <w:rtl/>
        </w:rPr>
        <w:t>(٣٠٧)</w:t>
      </w:r>
    </w:p>
    <w:p w:rsidR="00827620" w:rsidRDefault="00827620" w:rsidP="00827620">
      <w:pPr>
        <w:pStyle w:val="libNormal"/>
        <w:rPr>
          <w:rtl/>
        </w:rPr>
      </w:pPr>
      <w:r>
        <w:rPr>
          <w:rFonts w:hint="eastAsia"/>
          <w:rtl/>
        </w:rPr>
        <w:t>فرصت</w:t>
      </w:r>
      <w:r>
        <w:rPr>
          <w:rtl/>
        </w:rPr>
        <w:t xml:space="preserve"> مانند افق زندگى مى گذرد. موقعى كه فرصت هاى خيرى پيش آيد غنيمت بشماريد و از آنها استفاده كنيد.</w:t>
      </w:r>
    </w:p>
    <w:p w:rsidR="00827620" w:rsidRDefault="00827620" w:rsidP="00827620">
      <w:pPr>
        <w:pStyle w:val="libNormal"/>
        <w:rPr>
          <w:rtl/>
        </w:rPr>
      </w:pPr>
      <w:r>
        <w:rPr>
          <w:rtl/>
        </w:rPr>
        <w:t>٢٧٨ - آيا فرصت از دست رفته بر مى گردد؟</w:t>
      </w:r>
    </w:p>
    <w:p w:rsidR="00827620" w:rsidRDefault="00827620" w:rsidP="00827620">
      <w:pPr>
        <w:pStyle w:val="libNormal"/>
        <w:rPr>
          <w:rtl/>
        </w:rPr>
      </w:pPr>
      <w:r>
        <w:rPr>
          <w:rFonts w:hint="eastAsia"/>
          <w:rtl/>
        </w:rPr>
        <w:t>خيلى</w:t>
      </w:r>
      <w:r>
        <w:rPr>
          <w:rtl/>
        </w:rPr>
        <w:t xml:space="preserve"> دير، زيرا فرصت خيلى زود مى گذرد و خيلى دير بر مى گردد.</w:t>
      </w:r>
    </w:p>
    <w:p w:rsidR="00827620" w:rsidRDefault="00827620" w:rsidP="00827620">
      <w:pPr>
        <w:pStyle w:val="libNormal"/>
        <w:rPr>
          <w:rtl/>
        </w:rPr>
      </w:pPr>
      <w:r>
        <w:rPr>
          <w:rFonts w:hint="eastAsia"/>
          <w:rtl/>
        </w:rPr>
        <w:t>الفرصه</w:t>
      </w:r>
      <w:r>
        <w:rPr>
          <w:rtl/>
        </w:rPr>
        <w:t xml:space="preserve"> سريعه الفوت و بطيئه العود. </w:t>
      </w:r>
      <w:r w:rsidRPr="00992A94">
        <w:rPr>
          <w:rStyle w:val="libFootnotenumChar"/>
          <w:rtl/>
        </w:rPr>
        <w:t>(٣٠٨)</w:t>
      </w:r>
    </w:p>
    <w:p w:rsidR="00827620" w:rsidRDefault="00827620" w:rsidP="00827620">
      <w:pPr>
        <w:pStyle w:val="libNormal"/>
        <w:rPr>
          <w:rtl/>
        </w:rPr>
      </w:pPr>
      <w:r>
        <w:rPr>
          <w:rtl/>
        </w:rPr>
        <w:t>٢٧٩ - بيشتر به چه چيزهايى بايد اهميت داد و آنها را غنيمت شمرد؟</w:t>
      </w:r>
    </w:p>
    <w:p w:rsidR="00827620" w:rsidRDefault="00827620" w:rsidP="00827620">
      <w:pPr>
        <w:pStyle w:val="libNormal"/>
        <w:rPr>
          <w:rtl/>
        </w:rPr>
      </w:pPr>
      <w:r>
        <w:rPr>
          <w:rFonts w:hint="eastAsia"/>
          <w:rtl/>
        </w:rPr>
        <w:t>جوانى</w:t>
      </w:r>
      <w:r>
        <w:rPr>
          <w:rtl/>
        </w:rPr>
        <w:t xml:space="preserve"> و سلامتى .</w:t>
      </w:r>
    </w:p>
    <w:p w:rsidR="00827620" w:rsidRDefault="00827620" w:rsidP="00827620">
      <w:pPr>
        <w:pStyle w:val="libNormal"/>
        <w:rPr>
          <w:rtl/>
        </w:rPr>
      </w:pPr>
      <w:r>
        <w:rPr>
          <w:rFonts w:hint="eastAsia"/>
          <w:rtl/>
        </w:rPr>
        <w:t>بادر</w:t>
      </w:r>
      <w:r>
        <w:rPr>
          <w:rtl/>
        </w:rPr>
        <w:t xml:space="preserve"> شبابك قبل هرمك و صحتك قبل سقمك . </w:t>
      </w:r>
      <w:r w:rsidRPr="00992A94">
        <w:rPr>
          <w:rStyle w:val="libFootnotenumChar"/>
          <w:rtl/>
        </w:rPr>
        <w:t>(٣٠٩)</w:t>
      </w:r>
    </w:p>
    <w:p w:rsidR="00827620" w:rsidRDefault="00827620" w:rsidP="00827620">
      <w:pPr>
        <w:pStyle w:val="libNormal"/>
        <w:rPr>
          <w:rtl/>
        </w:rPr>
      </w:pPr>
      <w:r>
        <w:rPr>
          <w:rFonts w:hint="eastAsia"/>
          <w:rtl/>
        </w:rPr>
        <w:t>درياب</w:t>
      </w:r>
      <w:r>
        <w:rPr>
          <w:rtl/>
        </w:rPr>
        <w:t xml:space="preserve"> جوانيت را قبل از پيرى و سلامت خود را قبل از بيمارى .</w:t>
      </w:r>
    </w:p>
    <w:p w:rsidR="00827620" w:rsidRDefault="00827620" w:rsidP="00827620">
      <w:pPr>
        <w:pStyle w:val="libNormal"/>
        <w:rPr>
          <w:rtl/>
        </w:rPr>
      </w:pPr>
      <w:r>
        <w:rPr>
          <w:rtl/>
        </w:rPr>
        <w:t>٢٨٠ - شكست حكومت ها به چيست ؟</w:t>
      </w:r>
    </w:p>
    <w:p w:rsidR="00827620" w:rsidRDefault="00827620" w:rsidP="00827620">
      <w:pPr>
        <w:pStyle w:val="libNormal"/>
        <w:rPr>
          <w:rtl/>
        </w:rPr>
      </w:pPr>
      <w:r>
        <w:rPr>
          <w:rFonts w:hint="eastAsia"/>
          <w:rtl/>
        </w:rPr>
        <w:t>زوال</w:t>
      </w:r>
      <w:r>
        <w:rPr>
          <w:rtl/>
        </w:rPr>
        <w:t xml:space="preserve"> الدول باصطناء السفل . </w:t>
      </w:r>
      <w:r w:rsidRPr="00992A94">
        <w:rPr>
          <w:rStyle w:val="libFootnotenumChar"/>
          <w:rtl/>
        </w:rPr>
        <w:t>(٣١٠)</w:t>
      </w:r>
    </w:p>
    <w:p w:rsidR="00827620" w:rsidRDefault="00827620" w:rsidP="00827620">
      <w:pPr>
        <w:pStyle w:val="libNormal"/>
        <w:rPr>
          <w:rtl/>
        </w:rPr>
      </w:pPr>
      <w:r>
        <w:rPr>
          <w:rFonts w:hint="eastAsia"/>
          <w:rtl/>
        </w:rPr>
        <w:t>سپردن</w:t>
      </w:r>
      <w:r>
        <w:rPr>
          <w:rtl/>
        </w:rPr>
        <w:t xml:space="preserve"> كارهاى بزرگ و پست هاى مهم به مردم پست و فرومايه باعث زوال دولت ها است .</w:t>
      </w:r>
    </w:p>
    <w:p w:rsidR="00827620" w:rsidRDefault="00827620" w:rsidP="00827620">
      <w:pPr>
        <w:pStyle w:val="libNormal"/>
        <w:rPr>
          <w:rtl/>
        </w:rPr>
      </w:pPr>
      <w:r>
        <w:rPr>
          <w:rtl/>
        </w:rPr>
        <w:t>٢٨١ - در چه صورتى اميد به خوشبختى از بين مى رود؟</w:t>
      </w:r>
    </w:p>
    <w:p w:rsidR="00827620" w:rsidRDefault="00827620" w:rsidP="00827620">
      <w:pPr>
        <w:pStyle w:val="libNormal"/>
        <w:rPr>
          <w:rtl/>
        </w:rPr>
      </w:pPr>
      <w:r>
        <w:rPr>
          <w:rFonts w:hint="eastAsia"/>
          <w:rtl/>
        </w:rPr>
        <w:t>اذا</w:t>
      </w:r>
      <w:r>
        <w:rPr>
          <w:rtl/>
        </w:rPr>
        <w:t xml:space="preserve"> ساد الشفل خاب الامل . </w:t>
      </w:r>
      <w:r w:rsidRPr="00992A94">
        <w:rPr>
          <w:rStyle w:val="libFootnotenumChar"/>
          <w:rtl/>
        </w:rPr>
        <w:t>(٣١١)</w:t>
      </w:r>
    </w:p>
    <w:p w:rsidR="00992A94" w:rsidRDefault="00827620" w:rsidP="00827620">
      <w:pPr>
        <w:pStyle w:val="libNormal"/>
        <w:rPr>
          <w:rtl/>
        </w:rPr>
      </w:pPr>
      <w:r>
        <w:rPr>
          <w:rFonts w:hint="eastAsia"/>
          <w:rtl/>
        </w:rPr>
        <w:t>هنگامى</w:t>
      </w:r>
      <w:r>
        <w:rPr>
          <w:rtl/>
        </w:rPr>
        <w:t xml:space="preserve"> كه فرومايگان در ميان مردم سرورى كنند، آرزوى خوشبختى و سعادت آن جامعه از ميان برود و درهاى ترقى و تكامل بر آنان بسته مى شود.</w:t>
      </w:r>
    </w:p>
    <w:p w:rsidR="00827620" w:rsidRDefault="00992A94" w:rsidP="00992A94">
      <w:pPr>
        <w:pStyle w:val="libNormal"/>
        <w:rPr>
          <w:rtl/>
        </w:rPr>
      </w:pPr>
      <w:r>
        <w:rPr>
          <w:rtl/>
        </w:rPr>
        <w:br w:type="page"/>
      </w:r>
    </w:p>
    <w:p w:rsidR="00827620" w:rsidRDefault="00827620" w:rsidP="00992A94">
      <w:pPr>
        <w:pStyle w:val="Heading1"/>
        <w:rPr>
          <w:rtl/>
        </w:rPr>
      </w:pPr>
      <w:bookmarkStart w:id="161" w:name="_Toc479592375"/>
      <w:bookmarkStart w:id="162" w:name="_Toc479592495"/>
      <w:r>
        <w:rPr>
          <w:rFonts w:hint="eastAsia"/>
          <w:rtl/>
        </w:rPr>
        <w:t>فقر</w:t>
      </w:r>
      <w:r>
        <w:rPr>
          <w:rtl/>
        </w:rPr>
        <w:t xml:space="preserve"> و ندارى</w:t>
      </w:r>
      <w:bookmarkEnd w:id="161"/>
      <w:bookmarkEnd w:id="162"/>
    </w:p>
    <w:p w:rsidR="00827620" w:rsidRDefault="00827620" w:rsidP="00827620">
      <w:pPr>
        <w:pStyle w:val="libNormal"/>
        <w:rPr>
          <w:rtl/>
        </w:rPr>
      </w:pPr>
      <w:r>
        <w:rPr>
          <w:rtl/>
        </w:rPr>
        <w:t>٢٨٢ - در مورد گدايى نظر شما چيست ؟</w:t>
      </w:r>
    </w:p>
    <w:p w:rsidR="00827620" w:rsidRDefault="00827620" w:rsidP="00827620">
      <w:pPr>
        <w:pStyle w:val="libNormal"/>
        <w:rPr>
          <w:rtl/>
        </w:rPr>
      </w:pPr>
      <w:r>
        <w:rPr>
          <w:rFonts w:hint="eastAsia"/>
          <w:rtl/>
        </w:rPr>
        <w:t>گدايى</w:t>
      </w:r>
      <w:r>
        <w:rPr>
          <w:rtl/>
        </w:rPr>
        <w:t xml:space="preserve"> ، طوق مذلتى است كه عزت را از عزيزان و شرافت خانوادگى را از شريفان سلب مى نمايد.</w:t>
      </w:r>
    </w:p>
    <w:p w:rsidR="00827620" w:rsidRDefault="00827620" w:rsidP="00827620">
      <w:pPr>
        <w:pStyle w:val="libNormal"/>
        <w:rPr>
          <w:rtl/>
        </w:rPr>
      </w:pPr>
      <w:r>
        <w:rPr>
          <w:rFonts w:hint="eastAsia"/>
          <w:rtl/>
        </w:rPr>
        <w:t>المسئله</w:t>
      </w:r>
      <w:r>
        <w:rPr>
          <w:rtl/>
        </w:rPr>
        <w:t xml:space="preserve"> طوق العذله تسلب العزيز عزه و الحسيب حسبه . </w:t>
      </w:r>
      <w:r w:rsidRPr="00992A94">
        <w:rPr>
          <w:rStyle w:val="libFootnotenumChar"/>
          <w:rtl/>
        </w:rPr>
        <w:t>(٣١٢)</w:t>
      </w:r>
    </w:p>
    <w:p w:rsidR="00827620" w:rsidRDefault="00827620" w:rsidP="00827620">
      <w:pPr>
        <w:pStyle w:val="libNormal"/>
        <w:rPr>
          <w:rtl/>
        </w:rPr>
      </w:pPr>
      <w:r>
        <w:rPr>
          <w:rtl/>
        </w:rPr>
        <w:t>٢٨٣ - آيا اسلام با فقر سازگار است ؟ آيا حتما مسلمانان بايد فقير و ندار باشند و آيا فقر يك فضيلت است ؟</w:t>
      </w:r>
    </w:p>
    <w:p w:rsidR="00827620" w:rsidRDefault="00827620" w:rsidP="00827620">
      <w:pPr>
        <w:pStyle w:val="libNormal"/>
        <w:rPr>
          <w:rtl/>
        </w:rPr>
      </w:pPr>
      <w:r>
        <w:rPr>
          <w:rFonts w:hint="eastAsia"/>
          <w:rtl/>
        </w:rPr>
        <w:t>خير</w:t>
      </w:r>
      <w:r>
        <w:rPr>
          <w:rtl/>
        </w:rPr>
        <w:t xml:space="preserve"> مسلمانان بايد از ذخاير خدادادى در جهت توسعه و پيشرفت استفاده كنند و نگذارند غير مسلمانان از امكانات مسلمين بهره گيرند و بر مسلمين آقايى كنند. فقر بخودى خود امتياز كه نيست بلكه ضد آن است .</w:t>
      </w:r>
    </w:p>
    <w:p w:rsidR="00827620" w:rsidRDefault="00827620" w:rsidP="00827620">
      <w:pPr>
        <w:pStyle w:val="libNormal"/>
        <w:rPr>
          <w:rtl/>
        </w:rPr>
      </w:pPr>
      <w:r>
        <w:rPr>
          <w:rFonts w:hint="eastAsia"/>
          <w:rtl/>
        </w:rPr>
        <w:t>يا</w:t>
      </w:r>
      <w:r>
        <w:rPr>
          <w:rtl/>
        </w:rPr>
        <w:t xml:space="preserve"> بنى اخاف عليك الفقر فاستعذ بالله منه ان الفقر منقصه للدين ، مدهشته للعقل ، داعيه للمقت . </w:t>
      </w:r>
      <w:r w:rsidRPr="00992A94">
        <w:rPr>
          <w:rStyle w:val="libFootnotenumChar"/>
          <w:rtl/>
        </w:rPr>
        <w:t>(٣١٣)</w:t>
      </w:r>
    </w:p>
    <w:p w:rsidR="00827620" w:rsidRDefault="00827620" w:rsidP="00827620">
      <w:pPr>
        <w:pStyle w:val="libNormal"/>
        <w:rPr>
          <w:rtl/>
        </w:rPr>
      </w:pPr>
      <w:r>
        <w:rPr>
          <w:rtl/>
        </w:rPr>
        <w:t>(به فرزندش محمد بن حنيفه فرمود: فرزندم بر تو از فقر و تنگدستى مى ترسم ، از آن به خدا پناه ببر زيرا) فقر باعث نقصان دين ، و پريشانى فكر و مايه دشمنى و عداوت است .</w:t>
      </w:r>
    </w:p>
    <w:p w:rsidR="00827620" w:rsidRDefault="00992A94" w:rsidP="00827620">
      <w:pPr>
        <w:pStyle w:val="libNormal"/>
        <w:rPr>
          <w:rtl/>
        </w:rPr>
      </w:pPr>
      <w:r>
        <w:rPr>
          <w:rtl/>
        </w:rPr>
        <w:br w:type="page"/>
      </w:r>
    </w:p>
    <w:p w:rsidR="00827620" w:rsidRDefault="00827620" w:rsidP="00992A94">
      <w:pPr>
        <w:pStyle w:val="Heading1"/>
        <w:rPr>
          <w:rtl/>
        </w:rPr>
      </w:pPr>
      <w:bookmarkStart w:id="163" w:name="_Toc479592376"/>
      <w:bookmarkStart w:id="164" w:name="_Toc479592496"/>
      <w:r>
        <w:rPr>
          <w:rFonts w:hint="eastAsia"/>
          <w:rtl/>
        </w:rPr>
        <w:t>ناتوانى</w:t>
      </w:r>
      <w:r>
        <w:rPr>
          <w:rtl/>
        </w:rPr>
        <w:t xml:space="preserve"> بشر</w:t>
      </w:r>
      <w:bookmarkEnd w:id="163"/>
      <w:bookmarkEnd w:id="164"/>
    </w:p>
    <w:p w:rsidR="00827620" w:rsidRDefault="00827620" w:rsidP="00827620">
      <w:pPr>
        <w:pStyle w:val="libNormal"/>
        <w:rPr>
          <w:rtl/>
        </w:rPr>
      </w:pPr>
      <w:r>
        <w:rPr>
          <w:rtl/>
        </w:rPr>
        <w:t>٢٨٤ - راستى كه انسان چقدر ضعيف و ناتوان است كه طاقت هيچ چيز را ندارد نه فقر و نه چيز ديگر؟</w:t>
      </w:r>
    </w:p>
    <w:p w:rsidR="00827620" w:rsidRDefault="00827620" w:rsidP="00827620">
      <w:pPr>
        <w:pStyle w:val="libNormal"/>
        <w:rPr>
          <w:rtl/>
        </w:rPr>
      </w:pPr>
      <w:r>
        <w:rPr>
          <w:rFonts w:hint="eastAsia"/>
          <w:rtl/>
        </w:rPr>
        <w:t>بله</w:t>
      </w:r>
      <w:r>
        <w:rPr>
          <w:rtl/>
        </w:rPr>
        <w:t xml:space="preserve"> ، بى نوا آدميزاد كه : اجلش پنهان ، بيمارى هايش ناگهان ، اعمالش در ديد و مراقبت ماموران الهى ، پشه اى او را مى آزارد، عرقى او را بدبو مى سازد و جرعه آبى او را گلوگير (و خفه) مى كند! (و با اين همه عجز و ناتوانى باز هم گردنكشى و ياغى گرى مى كند!)</w:t>
      </w:r>
    </w:p>
    <w:p w:rsidR="00827620" w:rsidRDefault="00827620" w:rsidP="00827620">
      <w:pPr>
        <w:pStyle w:val="libNormal"/>
        <w:rPr>
          <w:rtl/>
        </w:rPr>
      </w:pPr>
      <w:r>
        <w:rPr>
          <w:rFonts w:hint="eastAsia"/>
          <w:rtl/>
        </w:rPr>
        <w:t>مسكين</w:t>
      </w:r>
      <w:r>
        <w:rPr>
          <w:rtl/>
        </w:rPr>
        <w:t xml:space="preserve"> ابن آدم ، مكتوم الاجل ، مكنون العلل ، محفوظ العمل ، تولمه البقه و تنتنه العرقه ، و تقتله الشرقه . </w:t>
      </w:r>
      <w:r w:rsidRPr="00992A94">
        <w:rPr>
          <w:rStyle w:val="libFootnotenumChar"/>
          <w:rtl/>
        </w:rPr>
        <w:t>(٣١٤)</w:t>
      </w:r>
    </w:p>
    <w:p w:rsidR="00827620" w:rsidRDefault="00827620" w:rsidP="00827620">
      <w:pPr>
        <w:pStyle w:val="libNormal"/>
        <w:rPr>
          <w:rtl/>
        </w:rPr>
      </w:pPr>
      <w:r>
        <w:rPr>
          <w:rtl/>
        </w:rPr>
        <w:t>٢٨٥ - در كجا مى توان عظمت و بزرگى كريمان را شناخت ؟</w:t>
      </w:r>
    </w:p>
    <w:p w:rsidR="00827620" w:rsidRDefault="00827620" w:rsidP="00827620">
      <w:pPr>
        <w:pStyle w:val="libNormal"/>
        <w:rPr>
          <w:rtl/>
        </w:rPr>
      </w:pPr>
      <w:r>
        <w:rPr>
          <w:rFonts w:hint="eastAsia"/>
          <w:rtl/>
        </w:rPr>
        <w:t>با</w:t>
      </w:r>
      <w:r>
        <w:rPr>
          <w:rtl/>
        </w:rPr>
        <w:t xml:space="preserve"> ايثار - عند الايثار على النفس تتبين جواهر الكرماء . </w:t>
      </w:r>
      <w:r w:rsidRPr="00992A94">
        <w:rPr>
          <w:rStyle w:val="libFootnotenumChar"/>
          <w:rtl/>
        </w:rPr>
        <w:t>(٣١٥)</w:t>
      </w:r>
    </w:p>
    <w:p w:rsidR="00827620" w:rsidRDefault="00827620" w:rsidP="00827620">
      <w:pPr>
        <w:pStyle w:val="libNormal"/>
        <w:rPr>
          <w:rtl/>
        </w:rPr>
      </w:pPr>
      <w:r>
        <w:rPr>
          <w:rFonts w:hint="eastAsia"/>
          <w:rtl/>
        </w:rPr>
        <w:t>به</w:t>
      </w:r>
      <w:r>
        <w:rPr>
          <w:rtl/>
        </w:rPr>
        <w:t xml:space="preserve"> هنگام ايثار و مقدم داشتن ديگران بر خود قدر و منزلت انسان هاى با كرامت بروز مى كند.</w:t>
      </w:r>
    </w:p>
    <w:p w:rsidR="00827620" w:rsidRDefault="00827620" w:rsidP="00827620">
      <w:pPr>
        <w:pStyle w:val="libNormal"/>
        <w:rPr>
          <w:rtl/>
        </w:rPr>
      </w:pPr>
      <w:r>
        <w:rPr>
          <w:rtl/>
        </w:rPr>
        <w:t>٢٨٦ - نزديك ترين چيز به انسان چيست ؟</w:t>
      </w:r>
    </w:p>
    <w:p w:rsidR="00827620" w:rsidRDefault="00827620" w:rsidP="00827620">
      <w:pPr>
        <w:pStyle w:val="libNormal"/>
        <w:rPr>
          <w:rtl/>
        </w:rPr>
      </w:pPr>
      <w:r>
        <w:rPr>
          <w:rFonts w:hint="eastAsia"/>
          <w:rtl/>
        </w:rPr>
        <w:t>اقرب</w:t>
      </w:r>
      <w:r>
        <w:rPr>
          <w:rtl/>
        </w:rPr>
        <w:t xml:space="preserve"> الشى ء الاجل . </w:t>
      </w:r>
      <w:r w:rsidRPr="00992A94">
        <w:rPr>
          <w:rStyle w:val="libFootnotenumChar"/>
          <w:rtl/>
        </w:rPr>
        <w:t>(٣١٦)</w:t>
      </w:r>
    </w:p>
    <w:p w:rsidR="00827620" w:rsidRDefault="00827620" w:rsidP="00827620">
      <w:pPr>
        <w:pStyle w:val="libNormal"/>
        <w:rPr>
          <w:rtl/>
        </w:rPr>
      </w:pPr>
      <w:r>
        <w:rPr>
          <w:rFonts w:hint="eastAsia"/>
          <w:rtl/>
        </w:rPr>
        <w:t>نزديكترين</w:t>
      </w:r>
      <w:r>
        <w:rPr>
          <w:rtl/>
        </w:rPr>
        <w:t xml:space="preserve"> چيز به انسان مرگ است .</w:t>
      </w:r>
    </w:p>
    <w:p w:rsidR="00827620" w:rsidRDefault="00827620" w:rsidP="00827620">
      <w:pPr>
        <w:pStyle w:val="libNormal"/>
        <w:rPr>
          <w:rtl/>
        </w:rPr>
      </w:pPr>
      <w:r>
        <w:rPr>
          <w:rtl/>
        </w:rPr>
        <w:t>٢٨٧ - چه كنيم كه در دام آرزوها و غفلت ها نيفتيم ؟</w:t>
      </w:r>
    </w:p>
    <w:p w:rsidR="00827620" w:rsidRDefault="00827620" w:rsidP="00827620">
      <w:pPr>
        <w:pStyle w:val="libNormal"/>
        <w:rPr>
          <w:rtl/>
        </w:rPr>
      </w:pPr>
      <w:r>
        <w:rPr>
          <w:rFonts w:hint="eastAsia"/>
          <w:rtl/>
        </w:rPr>
        <w:t>من</w:t>
      </w:r>
      <w:r>
        <w:rPr>
          <w:rtl/>
        </w:rPr>
        <w:t xml:space="preserve"> راقب اجله قصر امله . </w:t>
      </w:r>
      <w:r w:rsidRPr="00992A94">
        <w:rPr>
          <w:rStyle w:val="libFootnotenumChar"/>
          <w:rtl/>
        </w:rPr>
        <w:t>(٣١٧)</w:t>
      </w:r>
    </w:p>
    <w:p w:rsidR="00827620" w:rsidRDefault="00827620" w:rsidP="00827620">
      <w:pPr>
        <w:pStyle w:val="libNormal"/>
        <w:rPr>
          <w:rtl/>
        </w:rPr>
      </w:pPr>
      <w:r>
        <w:rPr>
          <w:rFonts w:hint="eastAsia"/>
          <w:rtl/>
        </w:rPr>
        <w:t>كسى</w:t>
      </w:r>
      <w:r>
        <w:rPr>
          <w:rtl/>
        </w:rPr>
        <w:t xml:space="preserve"> كه مراقب اجل و در فكر مرگ خود باشد آرزوهايش را كوتاه گرداند (و در خواب غفلت فرو نرود.)</w:t>
      </w:r>
    </w:p>
    <w:p w:rsidR="00827620" w:rsidRDefault="00992A94" w:rsidP="00827620">
      <w:pPr>
        <w:pStyle w:val="libNormal"/>
        <w:rPr>
          <w:rtl/>
        </w:rPr>
      </w:pPr>
      <w:r>
        <w:rPr>
          <w:rtl/>
        </w:rPr>
        <w:br w:type="page"/>
      </w:r>
    </w:p>
    <w:p w:rsidR="00827620" w:rsidRDefault="00827620" w:rsidP="00992A94">
      <w:pPr>
        <w:pStyle w:val="Heading1"/>
        <w:rPr>
          <w:rtl/>
        </w:rPr>
      </w:pPr>
      <w:bookmarkStart w:id="165" w:name="_Toc479592377"/>
      <w:bookmarkStart w:id="166" w:name="_Toc479592497"/>
      <w:r>
        <w:rPr>
          <w:rFonts w:hint="eastAsia"/>
          <w:rtl/>
        </w:rPr>
        <w:t>دنيا</w:t>
      </w:r>
      <w:r>
        <w:rPr>
          <w:rtl/>
        </w:rPr>
        <w:t xml:space="preserve"> و آخرت</w:t>
      </w:r>
      <w:bookmarkEnd w:id="165"/>
      <w:bookmarkEnd w:id="166"/>
    </w:p>
    <w:p w:rsidR="00827620" w:rsidRDefault="00827620" w:rsidP="00827620">
      <w:pPr>
        <w:pStyle w:val="libNormal"/>
        <w:rPr>
          <w:rtl/>
        </w:rPr>
      </w:pPr>
      <w:r>
        <w:rPr>
          <w:rtl/>
        </w:rPr>
        <w:t>٢٨٨ - براى گريز از حرص در دنيا چه بايد كرد؟</w:t>
      </w:r>
    </w:p>
    <w:p w:rsidR="00827620" w:rsidRDefault="00827620" w:rsidP="00827620">
      <w:pPr>
        <w:pStyle w:val="libNormal"/>
        <w:rPr>
          <w:rtl/>
        </w:rPr>
      </w:pPr>
      <w:r>
        <w:rPr>
          <w:rFonts w:hint="eastAsia"/>
          <w:rtl/>
        </w:rPr>
        <w:t>من</w:t>
      </w:r>
      <w:r>
        <w:rPr>
          <w:rtl/>
        </w:rPr>
        <w:t xml:space="preserve"> ايقن بالاخره لم يحرص على الدنيا. </w:t>
      </w:r>
      <w:r w:rsidRPr="00992A94">
        <w:rPr>
          <w:rStyle w:val="libFootnotenumChar"/>
          <w:rtl/>
        </w:rPr>
        <w:t>(٣١٨)</w:t>
      </w:r>
    </w:p>
    <w:p w:rsidR="00827620" w:rsidRDefault="00827620" w:rsidP="00827620">
      <w:pPr>
        <w:pStyle w:val="libNormal"/>
        <w:rPr>
          <w:rtl/>
        </w:rPr>
      </w:pPr>
      <w:r>
        <w:rPr>
          <w:rtl/>
        </w:rPr>
        <w:t>(بايد ايمان به آخرت را قوى كرد زيرا:) كسى كه يقين به عالم آخرت داشته باشد ديگر بر دنيا حرص نورزد.</w:t>
      </w:r>
    </w:p>
    <w:p w:rsidR="00827620" w:rsidRDefault="00827620" w:rsidP="00827620">
      <w:pPr>
        <w:pStyle w:val="libNormal"/>
        <w:rPr>
          <w:rtl/>
        </w:rPr>
      </w:pPr>
      <w:r>
        <w:rPr>
          <w:rtl/>
        </w:rPr>
        <w:t>٢٨٩ - براى شيرين شدن تلخى هاى دنيا، چه سفارشى داريد؟</w:t>
      </w:r>
    </w:p>
    <w:p w:rsidR="00827620" w:rsidRDefault="00827620" w:rsidP="00827620">
      <w:pPr>
        <w:pStyle w:val="libNormal"/>
        <w:rPr>
          <w:rtl/>
        </w:rPr>
      </w:pPr>
      <w:r>
        <w:rPr>
          <w:rFonts w:hint="eastAsia"/>
          <w:rtl/>
        </w:rPr>
        <w:t>حلاوه</w:t>
      </w:r>
      <w:r>
        <w:rPr>
          <w:rtl/>
        </w:rPr>
        <w:t xml:space="preserve"> الاجره تذهب مضاضه شقاء الدنيا. </w:t>
      </w:r>
      <w:r w:rsidRPr="00992A94">
        <w:rPr>
          <w:rStyle w:val="libFootnotenumChar"/>
          <w:rtl/>
        </w:rPr>
        <w:t>(٣١٩)</w:t>
      </w:r>
    </w:p>
    <w:p w:rsidR="00827620" w:rsidRDefault="00827620" w:rsidP="00827620">
      <w:pPr>
        <w:pStyle w:val="libNormal"/>
        <w:rPr>
          <w:rtl/>
        </w:rPr>
      </w:pPr>
      <w:r>
        <w:rPr>
          <w:rtl/>
        </w:rPr>
        <w:t>(توجه مومن به سعادت ابدى مى تواند همه چيز را آسان كند چون شيرينى (خوشبختى) آخرت تلخى و سختى و بدبختى هاى دنيا را از بين مى برد.</w:t>
      </w:r>
    </w:p>
    <w:p w:rsidR="00827620" w:rsidRDefault="00827620" w:rsidP="00827620">
      <w:pPr>
        <w:pStyle w:val="libNormal"/>
        <w:rPr>
          <w:rtl/>
        </w:rPr>
      </w:pPr>
      <w:r>
        <w:rPr>
          <w:rtl/>
        </w:rPr>
        <w:t>٢٩٠ - آيا در جهان آخرت عمل و تكليف وجود دارد؟</w:t>
      </w:r>
    </w:p>
    <w:p w:rsidR="00827620" w:rsidRDefault="00827620" w:rsidP="00827620">
      <w:pPr>
        <w:pStyle w:val="libNormal"/>
        <w:rPr>
          <w:rtl/>
        </w:rPr>
      </w:pPr>
      <w:r>
        <w:rPr>
          <w:rFonts w:hint="eastAsia"/>
          <w:rtl/>
        </w:rPr>
        <w:t>خير،</w:t>
      </w:r>
      <w:r>
        <w:rPr>
          <w:rtl/>
        </w:rPr>
        <w:t xml:space="preserve"> در آخرت فقط حساب و پاداش و جزاست و از عمل و تكليف خبرى نيست .</w:t>
      </w:r>
    </w:p>
    <w:p w:rsidR="00827620" w:rsidRDefault="00827620" w:rsidP="00827620">
      <w:pPr>
        <w:pStyle w:val="libNormal"/>
        <w:rPr>
          <w:rtl/>
        </w:rPr>
      </w:pPr>
      <w:r>
        <w:rPr>
          <w:rFonts w:hint="eastAsia"/>
          <w:rtl/>
        </w:rPr>
        <w:t>فى</w:t>
      </w:r>
      <w:r>
        <w:rPr>
          <w:rtl/>
        </w:rPr>
        <w:t xml:space="preserve"> الاخره حساب و لا عمل . </w:t>
      </w:r>
      <w:r w:rsidRPr="00992A94">
        <w:rPr>
          <w:rStyle w:val="libFootnotenumChar"/>
          <w:rtl/>
        </w:rPr>
        <w:t>(٣٢٠)</w:t>
      </w:r>
    </w:p>
    <w:p w:rsidR="00827620" w:rsidRDefault="00827620" w:rsidP="00827620">
      <w:pPr>
        <w:pStyle w:val="libNormal"/>
        <w:rPr>
          <w:rtl/>
        </w:rPr>
      </w:pPr>
      <w:r>
        <w:rPr>
          <w:rtl/>
        </w:rPr>
        <w:t>٢٩١ - چه كنيم كه كمتر گناه كنيم ؟</w:t>
      </w:r>
    </w:p>
    <w:p w:rsidR="00827620" w:rsidRDefault="00827620" w:rsidP="00827620">
      <w:pPr>
        <w:pStyle w:val="libNormal"/>
        <w:rPr>
          <w:rtl/>
        </w:rPr>
      </w:pPr>
      <w:r>
        <w:rPr>
          <w:rFonts w:hint="eastAsia"/>
          <w:rtl/>
        </w:rPr>
        <w:t>من</w:t>
      </w:r>
      <w:r>
        <w:rPr>
          <w:rtl/>
        </w:rPr>
        <w:t xml:space="preserve"> اكثر من ذكر الاخره قلت معصيته . </w:t>
      </w:r>
      <w:r w:rsidRPr="00992A94">
        <w:rPr>
          <w:rStyle w:val="libFootnotenumChar"/>
          <w:rtl/>
        </w:rPr>
        <w:t>(٣٢١)</w:t>
      </w:r>
    </w:p>
    <w:p w:rsidR="00827620" w:rsidRDefault="00827620" w:rsidP="00827620">
      <w:pPr>
        <w:pStyle w:val="libNormal"/>
        <w:rPr>
          <w:rtl/>
        </w:rPr>
      </w:pPr>
      <w:r>
        <w:rPr>
          <w:rtl/>
        </w:rPr>
        <w:t>(هرچه بيشتر به ياد مرگ و آخرت باشيد زيرا) هر كه بسيار ياد كند امور آخرتى را، گناهش اندك شود.</w:t>
      </w:r>
    </w:p>
    <w:p w:rsidR="00827620" w:rsidRDefault="00827620" w:rsidP="00827620">
      <w:pPr>
        <w:pStyle w:val="libNormal"/>
        <w:rPr>
          <w:rtl/>
        </w:rPr>
      </w:pPr>
      <w:r>
        <w:rPr>
          <w:rtl/>
        </w:rPr>
        <w:t>٢٩٢ - اگر بخواهيم به امور آخرت برسيم چه وقت به كار دنيا توجه كنيم ؟</w:t>
      </w:r>
    </w:p>
    <w:p w:rsidR="00827620" w:rsidRDefault="00827620" w:rsidP="00827620">
      <w:pPr>
        <w:pStyle w:val="libNormal"/>
        <w:rPr>
          <w:rtl/>
        </w:rPr>
      </w:pPr>
      <w:r>
        <w:rPr>
          <w:rFonts w:hint="eastAsia"/>
          <w:rtl/>
        </w:rPr>
        <w:t>من</w:t>
      </w:r>
      <w:r>
        <w:rPr>
          <w:rtl/>
        </w:rPr>
        <w:t xml:space="preserve"> اصلح امر آخرته ، اصلح الله امر دنياه . </w:t>
      </w:r>
      <w:r w:rsidRPr="00992A94">
        <w:rPr>
          <w:rStyle w:val="libFootnotenumChar"/>
          <w:rtl/>
        </w:rPr>
        <w:t>(٣٢٢)</w:t>
      </w:r>
    </w:p>
    <w:p w:rsidR="00827620" w:rsidRDefault="00827620" w:rsidP="00827620">
      <w:pPr>
        <w:pStyle w:val="libNormal"/>
        <w:rPr>
          <w:rtl/>
        </w:rPr>
      </w:pPr>
      <w:r>
        <w:rPr>
          <w:rtl/>
        </w:rPr>
        <w:lastRenderedPageBreak/>
        <w:t>(نگران نباشيد) هر كسى به كار آخرت و اصلاح آن همت گمارد خداوند امور دنيايش را اصلاح نمايد (و البته اين به معناى ترك دنيا نيست بلكه به معناى توجه به امور آخرت است كه امور دنيايش نيز با توفيق الهى اصلاح مى گردد.)</w:t>
      </w:r>
    </w:p>
    <w:p w:rsidR="00827620" w:rsidRDefault="00827620" w:rsidP="00827620">
      <w:pPr>
        <w:pStyle w:val="libNormal"/>
        <w:rPr>
          <w:rtl/>
        </w:rPr>
      </w:pPr>
      <w:r>
        <w:rPr>
          <w:rtl/>
        </w:rPr>
        <w:t>٢٩٣ - در مواردى كه دنيا و آخرت قابل جمع نيست ، كدام را مقدم بدارم ؟</w:t>
      </w:r>
    </w:p>
    <w:p w:rsidR="00827620" w:rsidRDefault="00827620" w:rsidP="00827620">
      <w:pPr>
        <w:pStyle w:val="libNormal"/>
        <w:rPr>
          <w:rtl/>
        </w:rPr>
      </w:pPr>
      <w:r>
        <w:rPr>
          <w:rFonts w:hint="eastAsia"/>
          <w:rtl/>
        </w:rPr>
        <w:t>اگر</w:t>
      </w:r>
      <w:r>
        <w:rPr>
          <w:rtl/>
        </w:rPr>
        <w:t xml:space="preserve"> آخرت را مقدم بدارى دنيايت نيز آباد مى شود، لا يترك الناس شيئا من دنيا هم لاصلاح آخرتهم الا عوضهم الله سبحانه خيرا منه . </w:t>
      </w:r>
      <w:r w:rsidRPr="007F2728">
        <w:rPr>
          <w:rStyle w:val="libFootnotenumChar"/>
          <w:rtl/>
        </w:rPr>
        <w:t>(٣٢٣)</w:t>
      </w:r>
    </w:p>
    <w:p w:rsidR="00827620" w:rsidRDefault="00827620" w:rsidP="00827620">
      <w:pPr>
        <w:pStyle w:val="libNormal"/>
        <w:rPr>
          <w:rtl/>
        </w:rPr>
      </w:pPr>
      <w:r>
        <w:rPr>
          <w:rFonts w:hint="eastAsia"/>
          <w:rtl/>
        </w:rPr>
        <w:t>مردم</w:t>
      </w:r>
      <w:r>
        <w:rPr>
          <w:rtl/>
        </w:rPr>
        <w:t xml:space="preserve"> چيزى را از دنيايشان براى اصلاح امور آخرتشان ترك نمى كنند مگر اين كه خداوند سبحان بيشتر از آن را به آنها عوض نخواهد داد.</w:t>
      </w:r>
    </w:p>
    <w:p w:rsidR="00827620" w:rsidRDefault="00827620" w:rsidP="00827620">
      <w:pPr>
        <w:pStyle w:val="libNormal"/>
        <w:rPr>
          <w:rtl/>
        </w:rPr>
      </w:pPr>
      <w:r>
        <w:rPr>
          <w:rtl/>
        </w:rPr>
        <w:t>٢٩٤ - براى بدست آوردن خوشبختى عالم آخرت چه بايد بكنيم ؟</w:t>
      </w:r>
    </w:p>
    <w:p w:rsidR="00827620" w:rsidRDefault="00827620" w:rsidP="00827620">
      <w:pPr>
        <w:pStyle w:val="libNormal"/>
        <w:rPr>
          <w:rtl/>
        </w:rPr>
      </w:pPr>
      <w:r>
        <w:rPr>
          <w:rFonts w:hint="eastAsia"/>
          <w:rtl/>
        </w:rPr>
        <w:t>عمل</w:t>
      </w:r>
      <w:r>
        <w:rPr>
          <w:rtl/>
        </w:rPr>
        <w:t xml:space="preserve"> ، سزاوار است ، كسى كه به آخرت و نعمت هاى جاويد آن يقين دارد براى رسيدن به آن تلاش و عمل مى كند.</w:t>
      </w:r>
    </w:p>
    <w:p w:rsidR="00827620" w:rsidRDefault="00827620" w:rsidP="00827620">
      <w:pPr>
        <w:pStyle w:val="libNormal"/>
        <w:rPr>
          <w:rtl/>
        </w:rPr>
      </w:pPr>
      <w:r>
        <w:rPr>
          <w:rFonts w:hint="eastAsia"/>
          <w:rtl/>
        </w:rPr>
        <w:t>ينبغى</w:t>
      </w:r>
      <w:r>
        <w:rPr>
          <w:rtl/>
        </w:rPr>
        <w:t xml:space="preserve"> لمن ايقن يبقاء الاخره و دوامها ان يعمل لها . </w:t>
      </w:r>
      <w:r w:rsidRPr="007F2728">
        <w:rPr>
          <w:rStyle w:val="libFootnotenumChar"/>
          <w:rtl/>
        </w:rPr>
        <w:t>(٣٢٤)</w:t>
      </w:r>
    </w:p>
    <w:p w:rsidR="00827620" w:rsidRDefault="00827620" w:rsidP="00827620">
      <w:pPr>
        <w:pStyle w:val="libNormal"/>
        <w:rPr>
          <w:rtl/>
        </w:rPr>
      </w:pPr>
      <w:r>
        <w:rPr>
          <w:rtl/>
        </w:rPr>
        <w:t>٢٩٥ - تكليف كسانى كه فقط در فكر دنيايشان هستند و از معاد خود بى خبرند چيست ؟</w:t>
      </w:r>
    </w:p>
    <w:p w:rsidR="00827620" w:rsidRDefault="00827620" w:rsidP="00827620">
      <w:pPr>
        <w:pStyle w:val="libNormal"/>
        <w:rPr>
          <w:rtl/>
        </w:rPr>
      </w:pPr>
      <w:r>
        <w:rPr>
          <w:rFonts w:hint="eastAsia"/>
          <w:rtl/>
        </w:rPr>
        <w:t>اينان</w:t>
      </w:r>
      <w:r>
        <w:rPr>
          <w:rtl/>
        </w:rPr>
        <w:t xml:space="preserve"> مومن نيستند. ليس بمومن من لم يهتم باصلاح معاده . </w:t>
      </w:r>
      <w:r w:rsidRPr="007F2728">
        <w:rPr>
          <w:rStyle w:val="libFootnotenumChar"/>
          <w:rtl/>
        </w:rPr>
        <w:t>(٣٢٥)</w:t>
      </w:r>
    </w:p>
    <w:p w:rsidR="00827620" w:rsidRDefault="00827620" w:rsidP="00827620">
      <w:pPr>
        <w:pStyle w:val="libNormal"/>
        <w:rPr>
          <w:rtl/>
        </w:rPr>
      </w:pPr>
      <w:r>
        <w:rPr>
          <w:rFonts w:hint="eastAsia"/>
          <w:rtl/>
        </w:rPr>
        <w:t>كسى</w:t>
      </w:r>
      <w:r>
        <w:rPr>
          <w:rtl/>
        </w:rPr>
        <w:t xml:space="preserve"> كه اهميت به اصلاح امور معاد خود ندهد مومن نيست .</w:t>
      </w:r>
    </w:p>
    <w:p w:rsidR="00827620" w:rsidRDefault="00827620" w:rsidP="00827620">
      <w:pPr>
        <w:pStyle w:val="libNormal"/>
        <w:rPr>
          <w:rtl/>
        </w:rPr>
      </w:pPr>
      <w:r>
        <w:rPr>
          <w:rtl/>
        </w:rPr>
        <w:t>٢٩٦ - اگر بخواهيم دنيا و آخرتمان آباد شود چه كنيم ؟</w:t>
      </w:r>
    </w:p>
    <w:p w:rsidR="00827620" w:rsidRDefault="00827620" w:rsidP="00827620">
      <w:pPr>
        <w:pStyle w:val="libNormal"/>
        <w:rPr>
          <w:rtl/>
        </w:rPr>
      </w:pPr>
      <w:r>
        <w:rPr>
          <w:rFonts w:hint="eastAsia"/>
          <w:rtl/>
        </w:rPr>
        <w:t>من</w:t>
      </w:r>
      <w:r>
        <w:rPr>
          <w:rtl/>
        </w:rPr>
        <w:t xml:space="preserve"> كان فيه ثلاث سلمت له الدنيا و الاخره : يامر بالمعروف و ياتمر به ، و ينهى عن المنكر و ينتهى عنه ، و يحافظ على حدود الله عزو علا . </w:t>
      </w:r>
      <w:r w:rsidRPr="007F2728">
        <w:rPr>
          <w:rStyle w:val="libFootnotenumChar"/>
          <w:rtl/>
        </w:rPr>
        <w:t>(٣٢٦)</w:t>
      </w:r>
    </w:p>
    <w:p w:rsidR="00827620" w:rsidRDefault="00827620" w:rsidP="00827620">
      <w:pPr>
        <w:pStyle w:val="libNormal"/>
        <w:rPr>
          <w:rtl/>
        </w:rPr>
      </w:pPr>
      <w:r>
        <w:rPr>
          <w:rFonts w:hint="eastAsia"/>
          <w:rtl/>
        </w:rPr>
        <w:t>هر</w:t>
      </w:r>
      <w:r>
        <w:rPr>
          <w:rtl/>
        </w:rPr>
        <w:t xml:space="preserve"> كس سه خصلت در او باشد دنيا و آخرتش سالم خواهد ماند. امر به معروف كند و خود امرپذير باشد. نهى از منكر نمايد خود نيز باز ايستد و بر حدود و مقررات خداوند متعال محافظت نمايد.</w:t>
      </w:r>
    </w:p>
    <w:p w:rsidR="00827620" w:rsidRDefault="00827620" w:rsidP="00827620">
      <w:pPr>
        <w:pStyle w:val="libNormal"/>
        <w:rPr>
          <w:rtl/>
        </w:rPr>
      </w:pPr>
      <w:r>
        <w:rPr>
          <w:rtl/>
        </w:rPr>
        <w:lastRenderedPageBreak/>
        <w:t>٢٩٧ - آيا در آخرت و بهشت كسى به ياد سختى هاى دنيا هست ؟</w:t>
      </w:r>
    </w:p>
    <w:p w:rsidR="00827620" w:rsidRDefault="00827620" w:rsidP="00827620">
      <w:pPr>
        <w:pStyle w:val="libNormal"/>
        <w:rPr>
          <w:rtl/>
        </w:rPr>
      </w:pPr>
      <w:r>
        <w:rPr>
          <w:rFonts w:hint="eastAsia"/>
          <w:rtl/>
        </w:rPr>
        <w:t>ثواب</w:t>
      </w:r>
      <w:r>
        <w:rPr>
          <w:rtl/>
        </w:rPr>
        <w:t xml:space="preserve"> الاخره ينسى مشقه الدنيا. </w:t>
      </w:r>
      <w:r w:rsidRPr="007F2728">
        <w:rPr>
          <w:rStyle w:val="libFootnotenumChar"/>
          <w:rtl/>
        </w:rPr>
        <w:t>(٣٢٧)</w:t>
      </w:r>
    </w:p>
    <w:p w:rsidR="00827620" w:rsidRDefault="00827620" w:rsidP="00827620">
      <w:pPr>
        <w:pStyle w:val="libNormal"/>
        <w:rPr>
          <w:rtl/>
        </w:rPr>
      </w:pPr>
      <w:r>
        <w:rPr>
          <w:rFonts w:hint="eastAsia"/>
          <w:rtl/>
        </w:rPr>
        <w:t>خير،</w:t>
      </w:r>
      <w:r>
        <w:rPr>
          <w:rtl/>
        </w:rPr>
        <w:t xml:space="preserve"> ثواب و پاداش آن دنيا چنان گوارا است كه تمام سختى هاى دنيا را فراموش مى كند.</w:t>
      </w:r>
    </w:p>
    <w:p w:rsidR="00827620" w:rsidRDefault="00827620" w:rsidP="00827620">
      <w:pPr>
        <w:pStyle w:val="libNormal"/>
        <w:rPr>
          <w:rtl/>
        </w:rPr>
      </w:pPr>
      <w:r>
        <w:rPr>
          <w:rtl/>
        </w:rPr>
        <w:t>٢٩٨ - بيمارهاى روحى را چگونه مداوا كنيم ؟</w:t>
      </w:r>
    </w:p>
    <w:p w:rsidR="00827620" w:rsidRDefault="00827620" w:rsidP="00827620">
      <w:pPr>
        <w:pStyle w:val="libNormal"/>
        <w:rPr>
          <w:rtl/>
        </w:rPr>
      </w:pPr>
      <w:r>
        <w:rPr>
          <w:rFonts w:hint="eastAsia"/>
          <w:rtl/>
        </w:rPr>
        <w:t>ذكر</w:t>
      </w:r>
      <w:r>
        <w:rPr>
          <w:rtl/>
        </w:rPr>
        <w:t xml:space="preserve"> الاخره دواء و شفاء. </w:t>
      </w:r>
      <w:r w:rsidRPr="007F2728">
        <w:rPr>
          <w:rStyle w:val="libFootnotenumChar"/>
          <w:rtl/>
        </w:rPr>
        <w:t>(٣٢٨)</w:t>
      </w:r>
    </w:p>
    <w:p w:rsidR="00827620" w:rsidRDefault="00827620" w:rsidP="00827620">
      <w:pPr>
        <w:pStyle w:val="libNormal"/>
        <w:rPr>
          <w:rtl/>
        </w:rPr>
      </w:pPr>
      <w:r>
        <w:rPr>
          <w:rFonts w:hint="eastAsia"/>
          <w:rtl/>
        </w:rPr>
        <w:t>بياد</w:t>
      </w:r>
      <w:r>
        <w:rPr>
          <w:rtl/>
        </w:rPr>
        <w:t xml:space="preserve"> آخرت باش كه ياد آن داروى و شفاى بيمارى هاى معنوى و صفات ناپسند انسانى است .</w:t>
      </w:r>
    </w:p>
    <w:p w:rsidR="00827620" w:rsidRDefault="00827620" w:rsidP="00827620">
      <w:pPr>
        <w:pStyle w:val="libNormal"/>
        <w:rPr>
          <w:rtl/>
        </w:rPr>
      </w:pPr>
      <w:r>
        <w:rPr>
          <w:rtl/>
        </w:rPr>
        <w:t>٢٩٩ - چگونه مى توان از لذت هاى دنيا دست كشيد؟</w:t>
      </w:r>
    </w:p>
    <w:p w:rsidR="00827620" w:rsidRDefault="00827620" w:rsidP="00827620">
      <w:pPr>
        <w:pStyle w:val="libNormal"/>
        <w:rPr>
          <w:rtl/>
        </w:rPr>
      </w:pPr>
      <w:r>
        <w:rPr>
          <w:rFonts w:hint="eastAsia"/>
          <w:rtl/>
        </w:rPr>
        <w:t>من</w:t>
      </w:r>
      <w:r>
        <w:rPr>
          <w:rtl/>
        </w:rPr>
        <w:t xml:space="preserve"> احب الدار الباقيه لهى عن اللذات . </w:t>
      </w:r>
      <w:r w:rsidRPr="007F2728">
        <w:rPr>
          <w:rStyle w:val="libFootnotenumChar"/>
          <w:rtl/>
        </w:rPr>
        <w:t>(٣٢٩)</w:t>
      </w:r>
    </w:p>
    <w:p w:rsidR="00827620" w:rsidRDefault="00827620" w:rsidP="00827620">
      <w:pPr>
        <w:pStyle w:val="libNormal"/>
        <w:rPr>
          <w:rtl/>
        </w:rPr>
      </w:pPr>
      <w:r>
        <w:rPr>
          <w:rFonts w:hint="eastAsia"/>
          <w:rtl/>
        </w:rPr>
        <w:t>هر</w:t>
      </w:r>
      <w:r>
        <w:rPr>
          <w:rtl/>
        </w:rPr>
        <w:t xml:space="preserve"> كه علاقه به جهان آخرت و نعمت هاى با دوامش داشته باشد، از لذت هاى (حرام) دست خواهد كشيد.</w:t>
      </w:r>
    </w:p>
    <w:p w:rsidR="00827620" w:rsidRDefault="00827620" w:rsidP="00827620">
      <w:pPr>
        <w:pStyle w:val="libNormal"/>
        <w:rPr>
          <w:rtl/>
        </w:rPr>
      </w:pPr>
      <w:r>
        <w:rPr>
          <w:rtl/>
        </w:rPr>
        <w:t>٣٠٠ - مقام و منزلت آن جهان را چگونه تحصيل نمائيم ؟</w:t>
      </w:r>
    </w:p>
    <w:p w:rsidR="00827620" w:rsidRDefault="00827620" w:rsidP="00827620">
      <w:pPr>
        <w:pStyle w:val="libNormal"/>
        <w:rPr>
          <w:rtl/>
        </w:rPr>
      </w:pPr>
      <w:r>
        <w:rPr>
          <w:rFonts w:hint="eastAsia"/>
          <w:rtl/>
        </w:rPr>
        <w:t>لا</w:t>
      </w:r>
      <w:r>
        <w:rPr>
          <w:rtl/>
        </w:rPr>
        <w:t xml:space="preserve"> يدرك احد رفعه الاخره الا باخلاص العمل و تقصير الامل و لزوم التقوا . </w:t>
      </w:r>
      <w:r w:rsidRPr="007F2728">
        <w:rPr>
          <w:rStyle w:val="libFootnotenumChar"/>
          <w:rtl/>
        </w:rPr>
        <w:t>(٣٣٠)</w:t>
      </w:r>
    </w:p>
    <w:p w:rsidR="00827620" w:rsidRDefault="00827620" w:rsidP="00827620">
      <w:pPr>
        <w:pStyle w:val="libNormal"/>
        <w:rPr>
          <w:rtl/>
        </w:rPr>
      </w:pPr>
      <w:r>
        <w:rPr>
          <w:rFonts w:hint="eastAsia"/>
          <w:rtl/>
        </w:rPr>
        <w:t>هيچ</w:t>
      </w:r>
      <w:r>
        <w:rPr>
          <w:rtl/>
        </w:rPr>
        <w:t xml:space="preserve"> كس به منزلت رفيع جهان آخرت دست نيابد مگر با اخلاص در عمل و كوتاه كردن آرزوها و پيوسته ملازم تقوا بودن .</w:t>
      </w:r>
    </w:p>
    <w:p w:rsidR="00827620" w:rsidRDefault="007F2728" w:rsidP="00827620">
      <w:pPr>
        <w:pStyle w:val="libNormal"/>
        <w:rPr>
          <w:rtl/>
        </w:rPr>
      </w:pPr>
      <w:r>
        <w:rPr>
          <w:rtl/>
        </w:rPr>
        <w:br w:type="page"/>
      </w:r>
    </w:p>
    <w:p w:rsidR="00827620" w:rsidRDefault="00827620" w:rsidP="007F2728">
      <w:pPr>
        <w:pStyle w:val="Heading1"/>
        <w:rPr>
          <w:rtl/>
        </w:rPr>
      </w:pPr>
      <w:bookmarkStart w:id="167" w:name="_Toc479592378"/>
      <w:bookmarkStart w:id="168" w:name="_Toc479592498"/>
      <w:r>
        <w:rPr>
          <w:rFonts w:hint="eastAsia"/>
          <w:rtl/>
        </w:rPr>
        <w:t>جهاد</w:t>
      </w:r>
      <w:r>
        <w:rPr>
          <w:rtl/>
        </w:rPr>
        <w:t xml:space="preserve"> در راه خدا و شهادت</w:t>
      </w:r>
      <w:bookmarkEnd w:id="167"/>
      <w:bookmarkEnd w:id="168"/>
    </w:p>
    <w:p w:rsidR="00827620" w:rsidRDefault="00827620" w:rsidP="00827620">
      <w:pPr>
        <w:pStyle w:val="libNormal"/>
        <w:rPr>
          <w:rtl/>
        </w:rPr>
      </w:pPr>
      <w:r>
        <w:rPr>
          <w:rtl/>
        </w:rPr>
        <w:t>٣٠١ - عرض كردم زيباترين مرگ چگونه مرگى است ؟</w:t>
      </w:r>
    </w:p>
    <w:p w:rsidR="00827620" w:rsidRDefault="00827620" w:rsidP="00827620">
      <w:pPr>
        <w:pStyle w:val="libNormal"/>
        <w:rPr>
          <w:rtl/>
        </w:rPr>
      </w:pPr>
      <w:r>
        <w:rPr>
          <w:rFonts w:hint="eastAsia"/>
          <w:rtl/>
        </w:rPr>
        <w:t>ان</w:t>
      </w:r>
      <w:r>
        <w:rPr>
          <w:rtl/>
        </w:rPr>
        <w:t xml:space="preserve"> افضل الموت القتل و الذى نفسى بيده لالف ضربه بالسيف اهون على من ميته على فراش . </w:t>
      </w:r>
      <w:r w:rsidRPr="007F2728">
        <w:rPr>
          <w:rStyle w:val="libFootnotenumChar"/>
          <w:rtl/>
        </w:rPr>
        <w:t>(٣٣١)</w:t>
      </w:r>
    </w:p>
    <w:p w:rsidR="00827620" w:rsidRDefault="00827620" w:rsidP="00827620">
      <w:pPr>
        <w:pStyle w:val="libNormal"/>
        <w:rPr>
          <w:rtl/>
        </w:rPr>
      </w:pPr>
      <w:r>
        <w:rPr>
          <w:rFonts w:hint="eastAsia"/>
          <w:rtl/>
        </w:rPr>
        <w:t>برترين</w:t>
      </w:r>
      <w:r>
        <w:rPr>
          <w:rtl/>
        </w:rPr>
        <w:t xml:space="preserve"> مرگ كشته شدن (در راه خدا) است ، قسم به خدايى كه جانم به دست او است هزار ضربت شمشير به بدنم بخورد (و شهيد شوم) از مرگ در بستر برايم بهتر است .</w:t>
      </w:r>
    </w:p>
    <w:p w:rsidR="00827620" w:rsidRDefault="00827620" w:rsidP="00827620">
      <w:pPr>
        <w:pStyle w:val="libNormal"/>
        <w:rPr>
          <w:rtl/>
        </w:rPr>
      </w:pPr>
      <w:r>
        <w:rPr>
          <w:rtl/>
        </w:rPr>
        <w:t>٣٠٢ - نظر شما درباره جهاد در راه خدا چيست ؟</w:t>
      </w:r>
    </w:p>
    <w:p w:rsidR="00827620" w:rsidRDefault="00827620" w:rsidP="00827620">
      <w:pPr>
        <w:pStyle w:val="libNormal"/>
        <w:rPr>
          <w:rtl/>
        </w:rPr>
      </w:pPr>
      <w:r>
        <w:rPr>
          <w:rFonts w:hint="eastAsia"/>
          <w:rtl/>
        </w:rPr>
        <w:t>الجهاد</w:t>
      </w:r>
      <w:r>
        <w:rPr>
          <w:rtl/>
        </w:rPr>
        <w:t xml:space="preserve"> باب من ابواب الجنه فتحه لخاصه اوليائه ... هو لباس التقوا و درع الله الحصينه و جنته الوثيقه . </w:t>
      </w:r>
      <w:r w:rsidRPr="007F2728">
        <w:rPr>
          <w:rStyle w:val="libFootnotenumChar"/>
          <w:rtl/>
        </w:rPr>
        <w:t>(٣٣٢)</w:t>
      </w:r>
    </w:p>
    <w:p w:rsidR="00827620" w:rsidRDefault="00827620" w:rsidP="00827620">
      <w:pPr>
        <w:pStyle w:val="libNormal"/>
        <w:rPr>
          <w:rtl/>
        </w:rPr>
      </w:pPr>
      <w:r>
        <w:rPr>
          <w:rFonts w:hint="eastAsia"/>
          <w:rtl/>
        </w:rPr>
        <w:t>جهاد</w:t>
      </w:r>
      <w:r>
        <w:rPr>
          <w:rtl/>
        </w:rPr>
        <w:t xml:space="preserve"> يكى از درهاى بهشت است كه خداوند فقط آنرا به روى بندگان خاص ‍ خود گشوده است . جهاد لباس تقوى و زره نگهدارنده خدا و سپر محكم اوست . (يعنى با جهاد ملت اسلام و كشورهاى اسلامى مصونيت مى يابد و مايه عزت و اقتدار آنان مى شود)</w:t>
      </w:r>
    </w:p>
    <w:p w:rsidR="00827620" w:rsidRDefault="00827620" w:rsidP="00827620">
      <w:pPr>
        <w:pStyle w:val="libNormal"/>
        <w:rPr>
          <w:rtl/>
        </w:rPr>
      </w:pPr>
      <w:r>
        <w:rPr>
          <w:rtl/>
        </w:rPr>
        <w:t>٣٠٣ - پرسيدم : اگر كسانى تن به جهاد ندهند و تن پرورى و بى تفاوتى را ترجيح دهند چه خواهد شد؟</w:t>
      </w:r>
    </w:p>
    <w:p w:rsidR="00827620" w:rsidRDefault="00827620" w:rsidP="00827620">
      <w:pPr>
        <w:pStyle w:val="libNormal"/>
        <w:rPr>
          <w:rtl/>
        </w:rPr>
      </w:pPr>
      <w:r>
        <w:rPr>
          <w:rFonts w:hint="eastAsia"/>
          <w:rtl/>
        </w:rPr>
        <w:t>من</w:t>
      </w:r>
      <w:r>
        <w:rPr>
          <w:rtl/>
        </w:rPr>
        <w:t xml:space="preserve"> تركه البسه الله لباس الذل و شمله البلاء ... . </w:t>
      </w:r>
      <w:r w:rsidRPr="007F2728">
        <w:rPr>
          <w:rStyle w:val="libFootnotenumChar"/>
          <w:rtl/>
        </w:rPr>
        <w:t>(٣٣٣)</w:t>
      </w:r>
    </w:p>
    <w:p w:rsidR="00827620" w:rsidRDefault="00827620" w:rsidP="00827620">
      <w:pPr>
        <w:pStyle w:val="libNormal"/>
        <w:rPr>
          <w:rtl/>
        </w:rPr>
      </w:pPr>
      <w:r>
        <w:rPr>
          <w:rFonts w:hint="eastAsia"/>
          <w:rtl/>
        </w:rPr>
        <w:t>هر</w:t>
      </w:r>
      <w:r>
        <w:rPr>
          <w:rtl/>
        </w:rPr>
        <w:t xml:space="preserve"> كه جهاد را ترك كند (و در دفاع از دين و كشور بى تفاوت باشد)</w:t>
      </w:r>
    </w:p>
    <w:p w:rsidR="00827620" w:rsidRDefault="00827620" w:rsidP="00827620">
      <w:pPr>
        <w:pStyle w:val="libNormal"/>
        <w:rPr>
          <w:rtl/>
        </w:rPr>
      </w:pPr>
      <w:r>
        <w:rPr>
          <w:rFonts w:hint="eastAsia"/>
          <w:rtl/>
        </w:rPr>
        <w:t>خداوند</w:t>
      </w:r>
      <w:r>
        <w:rPr>
          <w:rtl/>
        </w:rPr>
        <w:t xml:space="preserve"> لباس ذلت و خوارى بر تن او بپوشد و بلاء و گرفتارى ، شامل حالشان شود.</w:t>
      </w:r>
    </w:p>
    <w:p w:rsidR="00827620" w:rsidRDefault="00827620" w:rsidP="00827620">
      <w:pPr>
        <w:pStyle w:val="libNormal"/>
        <w:rPr>
          <w:rtl/>
        </w:rPr>
      </w:pPr>
      <w:r>
        <w:rPr>
          <w:rtl/>
        </w:rPr>
        <w:t>٣٠٤ - مولاى من ، باز هم از جهاد برايمان بگو؟</w:t>
      </w:r>
    </w:p>
    <w:p w:rsidR="00827620" w:rsidRDefault="00827620" w:rsidP="00827620">
      <w:pPr>
        <w:pStyle w:val="libNormal"/>
        <w:rPr>
          <w:rtl/>
        </w:rPr>
      </w:pPr>
      <w:r>
        <w:rPr>
          <w:rFonts w:hint="eastAsia"/>
          <w:rtl/>
        </w:rPr>
        <w:lastRenderedPageBreak/>
        <w:t>ان</w:t>
      </w:r>
      <w:r>
        <w:rPr>
          <w:rtl/>
        </w:rPr>
        <w:t xml:space="preserve"> الله فرض الجهاد و عظمه و جعله نصره و ناصره و الله ما صلحت دنيا و لا دين الابه . </w:t>
      </w:r>
      <w:r w:rsidRPr="007F2728">
        <w:rPr>
          <w:rStyle w:val="libFootnotenumChar"/>
          <w:rtl/>
        </w:rPr>
        <w:t>(٣٣٤)</w:t>
      </w:r>
    </w:p>
    <w:p w:rsidR="00827620" w:rsidRDefault="00827620" w:rsidP="00827620">
      <w:pPr>
        <w:pStyle w:val="libNormal"/>
        <w:rPr>
          <w:rtl/>
        </w:rPr>
      </w:pPr>
      <w:r>
        <w:rPr>
          <w:rFonts w:hint="eastAsia"/>
          <w:rtl/>
        </w:rPr>
        <w:t>خداوند</w:t>
      </w:r>
      <w:r>
        <w:rPr>
          <w:rtl/>
        </w:rPr>
        <w:t xml:space="preserve"> جهاد را بر مردم واجب گردانيده و آنرا وسيله نصرت دين خود قرار داده . سوگند به خدا كه دين و دنياى مردم اصلاح نشود مگر با جهاد. (و دفاع از حيثيت و شرف).</w:t>
      </w:r>
    </w:p>
    <w:p w:rsidR="00827620" w:rsidRDefault="00827620" w:rsidP="00827620">
      <w:pPr>
        <w:pStyle w:val="libNormal"/>
        <w:rPr>
          <w:rtl/>
        </w:rPr>
      </w:pPr>
      <w:r>
        <w:rPr>
          <w:rtl/>
        </w:rPr>
        <w:t>٣٠٥ - اى پدر، و اى پير طريق هدايت ، در امورى كه انجامش برايمان روشن نيست و عاقبت آن را نمى دانيم چه بايد بكنيم ؟</w:t>
      </w:r>
    </w:p>
    <w:p w:rsidR="00827620" w:rsidRDefault="00827620" w:rsidP="00827620">
      <w:pPr>
        <w:pStyle w:val="libNormal"/>
        <w:rPr>
          <w:rtl/>
        </w:rPr>
      </w:pPr>
      <w:r>
        <w:rPr>
          <w:rFonts w:hint="eastAsia"/>
          <w:rtl/>
        </w:rPr>
        <w:t>اقدام</w:t>
      </w:r>
      <w:r>
        <w:rPr>
          <w:rtl/>
        </w:rPr>
        <w:t xml:space="preserve"> مكن و در آن داخل مشو امسك عن طريق اذا خفت ضلالته .... </w:t>
      </w:r>
      <w:r w:rsidRPr="007F2728">
        <w:rPr>
          <w:rStyle w:val="libFootnotenumChar"/>
          <w:rtl/>
        </w:rPr>
        <w:t>(٣٣٥)</w:t>
      </w:r>
    </w:p>
    <w:p w:rsidR="00827620" w:rsidRDefault="00827620" w:rsidP="00827620">
      <w:pPr>
        <w:pStyle w:val="libNormal"/>
        <w:rPr>
          <w:rtl/>
        </w:rPr>
      </w:pPr>
      <w:r>
        <w:rPr>
          <w:rFonts w:hint="eastAsia"/>
          <w:rtl/>
        </w:rPr>
        <w:t>در</w:t>
      </w:r>
      <w:r>
        <w:rPr>
          <w:rtl/>
        </w:rPr>
        <w:t xml:space="preserve"> راهى كه خوف گم شدن و ضلالت وجود دارد، قدم مگذار.</w:t>
      </w:r>
    </w:p>
    <w:p w:rsidR="00827620" w:rsidRDefault="00827620" w:rsidP="00827620">
      <w:pPr>
        <w:pStyle w:val="libNormal"/>
        <w:rPr>
          <w:rtl/>
        </w:rPr>
      </w:pPr>
      <w:r>
        <w:rPr>
          <w:rtl/>
        </w:rPr>
        <w:t>٣٠٦ - در برخورد با اهل گناه چه عكس العملى داشته باشيم ؟</w:t>
      </w:r>
    </w:p>
    <w:p w:rsidR="00827620" w:rsidRDefault="00827620" w:rsidP="00827620">
      <w:pPr>
        <w:pStyle w:val="libNormal"/>
        <w:rPr>
          <w:rtl/>
        </w:rPr>
      </w:pPr>
      <w:r>
        <w:rPr>
          <w:rFonts w:hint="eastAsia"/>
          <w:rtl/>
        </w:rPr>
        <w:t>انكر</w:t>
      </w:r>
      <w:r>
        <w:rPr>
          <w:rtl/>
        </w:rPr>
        <w:t xml:space="preserve"> المنكر بيدك و لسانك و باين من فعله بجهدك . </w:t>
      </w:r>
      <w:r w:rsidRPr="007F2728">
        <w:rPr>
          <w:rStyle w:val="libFootnotenumChar"/>
          <w:rtl/>
        </w:rPr>
        <w:t>(٣٣٦)</w:t>
      </w:r>
    </w:p>
    <w:p w:rsidR="00827620" w:rsidRDefault="00827620" w:rsidP="00827620">
      <w:pPr>
        <w:pStyle w:val="libNormal"/>
        <w:rPr>
          <w:rtl/>
        </w:rPr>
      </w:pPr>
      <w:r>
        <w:rPr>
          <w:rFonts w:hint="eastAsia"/>
          <w:rtl/>
        </w:rPr>
        <w:t>جلو</w:t>
      </w:r>
      <w:r>
        <w:rPr>
          <w:rtl/>
        </w:rPr>
        <w:t xml:space="preserve"> زشتى ها را با دست و زبان خود بگير و از اهل گناه ، كناره گيرى كن و از آنها جدا شو.</w:t>
      </w:r>
    </w:p>
    <w:p w:rsidR="00827620" w:rsidRDefault="00827620" w:rsidP="00827620">
      <w:pPr>
        <w:pStyle w:val="libNormal"/>
        <w:rPr>
          <w:rtl/>
        </w:rPr>
      </w:pPr>
      <w:r>
        <w:rPr>
          <w:rtl/>
        </w:rPr>
        <w:t>٣٠٧ - در برخورد با منكرات و اهل گناه مشكلاتى پيش مى آيد و دردسر درست مى شود، آيا باز هم تكليف داريم برخورد كنيم ؟</w:t>
      </w:r>
    </w:p>
    <w:p w:rsidR="00827620" w:rsidRDefault="00827620" w:rsidP="00827620">
      <w:pPr>
        <w:pStyle w:val="libNormal"/>
        <w:rPr>
          <w:rtl/>
        </w:rPr>
      </w:pPr>
      <w:r>
        <w:rPr>
          <w:rFonts w:hint="eastAsia"/>
          <w:rtl/>
        </w:rPr>
        <w:t>جاهد</w:t>
      </w:r>
      <w:r>
        <w:rPr>
          <w:rtl/>
        </w:rPr>
        <w:t xml:space="preserve"> فى الله حق جهاده و لا تاخذك فى الله لومه لائم . </w:t>
      </w:r>
      <w:r w:rsidRPr="007F2728">
        <w:rPr>
          <w:rStyle w:val="libFootnotenumChar"/>
          <w:rtl/>
        </w:rPr>
        <w:t>(٣٣٧)</w:t>
      </w:r>
    </w:p>
    <w:p w:rsidR="00827620" w:rsidRDefault="00827620" w:rsidP="00827620">
      <w:pPr>
        <w:pStyle w:val="libNormal"/>
        <w:rPr>
          <w:rtl/>
        </w:rPr>
      </w:pPr>
      <w:r>
        <w:rPr>
          <w:rFonts w:hint="eastAsia"/>
          <w:rtl/>
        </w:rPr>
        <w:t>البته</w:t>
      </w:r>
      <w:r>
        <w:rPr>
          <w:rtl/>
        </w:rPr>
        <w:t xml:space="preserve"> كه تكليف داريد، بايد در راه خدا با بدى پيكار كنيد و در اين راه سخن بدگويان ، شما را در انجام وظيفه ، سست نكند.</w:t>
      </w:r>
    </w:p>
    <w:p w:rsidR="00827620" w:rsidRDefault="007F2728" w:rsidP="00827620">
      <w:pPr>
        <w:pStyle w:val="libNormal"/>
        <w:rPr>
          <w:rtl/>
        </w:rPr>
      </w:pPr>
      <w:r>
        <w:rPr>
          <w:rtl/>
        </w:rPr>
        <w:br w:type="page"/>
      </w:r>
    </w:p>
    <w:p w:rsidR="00827620" w:rsidRDefault="00827620" w:rsidP="007F2728">
      <w:pPr>
        <w:pStyle w:val="Heading1"/>
        <w:rPr>
          <w:rtl/>
        </w:rPr>
      </w:pPr>
      <w:bookmarkStart w:id="169" w:name="_Toc479592379"/>
      <w:bookmarkStart w:id="170" w:name="_Toc479592499"/>
      <w:r>
        <w:rPr>
          <w:rFonts w:hint="eastAsia"/>
          <w:rtl/>
        </w:rPr>
        <w:t>برخورد</w:t>
      </w:r>
      <w:r>
        <w:rPr>
          <w:rtl/>
        </w:rPr>
        <w:t xml:space="preserve"> با مشكلات</w:t>
      </w:r>
      <w:bookmarkEnd w:id="169"/>
      <w:bookmarkEnd w:id="170"/>
    </w:p>
    <w:p w:rsidR="00827620" w:rsidRDefault="00827620" w:rsidP="00827620">
      <w:pPr>
        <w:pStyle w:val="libNormal"/>
        <w:rPr>
          <w:rtl/>
        </w:rPr>
      </w:pPr>
      <w:r>
        <w:rPr>
          <w:rtl/>
        </w:rPr>
        <w:t>٣٠٨ - در سختى ها و مشكلاتى كه بدخواهان بر سر راهمان ايجاد مى نمايند، چه كنيم ؟</w:t>
      </w:r>
    </w:p>
    <w:p w:rsidR="00827620" w:rsidRDefault="00827620" w:rsidP="00827620">
      <w:pPr>
        <w:pStyle w:val="libNormal"/>
        <w:rPr>
          <w:rtl/>
        </w:rPr>
      </w:pPr>
      <w:r>
        <w:rPr>
          <w:rFonts w:hint="eastAsia"/>
          <w:rtl/>
        </w:rPr>
        <w:t>عود</w:t>
      </w:r>
      <w:r>
        <w:rPr>
          <w:rtl/>
        </w:rPr>
        <w:t xml:space="preserve"> نفسك التصبر على المكروه و نعم الخلق التصبر فى الحق . </w:t>
      </w:r>
      <w:r w:rsidRPr="007F2728">
        <w:rPr>
          <w:rStyle w:val="libFootnotenumChar"/>
          <w:rtl/>
        </w:rPr>
        <w:t>(٣٣٨)</w:t>
      </w:r>
    </w:p>
    <w:p w:rsidR="00827620" w:rsidRDefault="00827620" w:rsidP="00827620">
      <w:pPr>
        <w:pStyle w:val="libNormal"/>
        <w:rPr>
          <w:rtl/>
        </w:rPr>
      </w:pPr>
      <w:r>
        <w:rPr>
          <w:rFonts w:hint="eastAsia"/>
          <w:rtl/>
        </w:rPr>
        <w:t>مقاومت</w:t>
      </w:r>
      <w:r>
        <w:rPr>
          <w:rtl/>
        </w:rPr>
        <w:t xml:space="preserve"> و صبر: خود را به مقاومت بر سختى ها عادت ده و چه گوارا است در راه حق صبور بودن !</w:t>
      </w:r>
    </w:p>
    <w:p w:rsidR="00827620" w:rsidRDefault="00827620" w:rsidP="00827620">
      <w:pPr>
        <w:pStyle w:val="libNormal"/>
        <w:rPr>
          <w:rtl/>
        </w:rPr>
      </w:pPr>
      <w:r>
        <w:rPr>
          <w:rtl/>
        </w:rPr>
        <w:t>٣٠٩ - پدر، اى مراد ما، در برخورد با مردم چگونه باشيم كه حق كسى را ضايع نكنيم و بتوانيم عدالت اجتماعى را پياده نمائيم و حقوق اجتماعى را ادا نمائيم ؟</w:t>
      </w:r>
    </w:p>
    <w:p w:rsidR="00827620" w:rsidRDefault="00827620" w:rsidP="00827620">
      <w:pPr>
        <w:pStyle w:val="libNormal"/>
        <w:rPr>
          <w:rtl/>
        </w:rPr>
      </w:pPr>
      <w:r>
        <w:rPr>
          <w:rFonts w:hint="eastAsia"/>
          <w:rtl/>
        </w:rPr>
        <w:t>با</w:t>
      </w:r>
      <w:r>
        <w:rPr>
          <w:rtl/>
        </w:rPr>
        <w:t xml:space="preserve"> ينى اجعل نفسك ميزانا بينك و بين غيرك . </w:t>
      </w:r>
      <w:r w:rsidRPr="007F2728">
        <w:rPr>
          <w:rStyle w:val="libFootnotenumChar"/>
          <w:rtl/>
        </w:rPr>
        <w:t>(٣٣٩)</w:t>
      </w:r>
    </w:p>
    <w:p w:rsidR="00827620" w:rsidRDefault="00827620" w:rsidP="00827620">
      <w:pPr>
        <w:pStyle w:val="libNormal"/>
        <w:rPr>
          <w:rtl/>
        </w:rPr>
      </w:pPr>
      <w:r>
        <w:rPr>
          <w:rFonts w:hint="eastAsia"/>
          <w:rtl/>
        </w:rPr>
        <w:t>فرزندم</w:t>
      </w:r>
      <w:r>
        <w:rPr>
          <w:rtl/>
        </w:rPr>
        <w:t xml:space="preserve"> خود را ميزان و معيار و قاضى بين خود و مردم قرار ده ، ببين دوست دارى مردم با تو چگونه باشند تو نيز با آنان آن گونه باش .</w:t>
      </w:r>
    </w:p>
    <w:p w:rsidR="00827620" w:rsidRDefault="00827620" w:rsidP="00827620">
      <w:pPr>
        <w:pStyle w:val="libNormal"/>
        <w:rPr>
          <w:rtl/>
        </w:rPr>
      </w:pPr>
      <w:r>
        <w:rPr>
          <w:rtl/>
        </w:rPr>
        <w:t>٣١٠ - بيشتر توضيح دهيد تا مطلب برايمان بهتر روشن شود؟</w:t>
      </w:r>
    </w:p>
    <w:p w:rsidR="00827620" w:rsidRDefault="00827620" w:rsidP="00827620">
      <w:pPr>
        <w:pStyle w:val="libNormal"/>
        <w:rPr>
          <w:rtl/>
        </w:rPr>
      </w:pPr>
      <w:r>
        <w:rPr>
          <w:rFonts w:hint="eastAsia"/>
          <w:rtl/>
        </w:rPr>
        <w:t>فاحبت</w:t>
      </w:r>
      <w:r>
        <w:rPr>
          <w:rtl/>
        </w:rPr>
        <w:t xml:space="preserve"> لغيرك ما تحب لنفسك و اكره له ما تكره لها . </w:t>
      </w:r>
      <w:r w:rsidRPr="007F2728">
        <w:rPr>
          <w:rStyle w:val="libFootnotenumChar"/>
          <w:rtl/>
        </w:rPr>
        <w:t>(٣٤٠)</w:t>
      </w:r>
    </w:p>
    <w:p w:rsidR="00827620" w:rsidRDefault="00827620" w:rsidP="00827620">
      <w:pPr>
        <w:pStyle w:val="libNormal"/>
        <w:rPr>
          <w:rtl/>
        </w:rPr>
      </w:pPr>
      <w:r>
        <w:rPr>
          <w:rFonts w:hint="eastAsia"/>
          <w:rtl/>
        </w:rPr>
        <w:t>هر</w:t>
      </w:r>
      <w:r>
        <w:rPr>
          <w:rtl/>
        </w:rPr>
        <w:t xml:space="preserve"> چه را براى خود دوست مى دارى براى ديگران نيز دوست بدار و آنچه را براى خود نمى پسندى براى غير خود نيز، مپسند.</w:t>
      </w:r>
    </w:p>
    <w:p w:rsidR="00827620" w:rsidRDefault="00827620" w:rsidP="00827620">
      <w:pPr>
        <w:pStyle w:val="libNormal"/>
        <w:rPr>
          <w:rtl/>
        </w:rPr>
      </w:pPr>
      <w:r>
        <w:rPr>
          <w:rtl/>
        </w:rPr>
        <w:t>٣١١ - از حضرت پرسيدم : چگونه هر چه را براى خود نمى پسنديم براى غير نيز نپسنديم ، مگر مى شود؟</w:t>
      </w:r>
    </w:p>
    <w:p w:rsidR="00827620" w:rsidRDefault="00827620" w:rsidP="00827620">
      <w:pPr>
        <w:pStyle w:val="libNormal"/>
        <w:rPr>
          <w:rtl/>
        </w:rPr>
      </w:pPr>
      <w:r>
        <w:rPr>
          <w:rFonts w:hint="eastAsia"/>
          <w:rtl/>
        </w:rPr>
        <w:t>فرمودند</w:t>
      </w:r>
      <w:r>
        <w:rPr>
          <w:rtl/>
        </w:rPr>
        <w:t>: بله كه مى شود. مثلا در حق كسى ستم مكن چنان كه دوست ندارى كسى به تو ستم كند، و به ديگران احسان و خوبى كن چنان كه ميل دارى به تو خوبى كنند، و هر چه را از ديگران زشت مى شمارى ، مرتكب مشو.</w:t>
      </w:r>
    </w:p>
    <w:p w:rsidR="00827620" w:rsidRDefault="00827620" w:rsidP="00827620">
      <w:pPr>
        <w:pStyle w:val="libNormal"/>
        <w:rPr>
          <w:rtl/>
        </w:rPr>
      </w:pPr>
      <w:r>
        <w:rPr>
          <w:rFonts w:hint="eastAsia"/>
          <w:rtl/>
        </w:rPr>
        <w:lastRenderedPageBreak/>
        <w:t>لا</w:t>
      </w:r>
      <w:r>
        <w:rPr>
          <w:rtl/>
        </w:rPr>
        <w:t xml:space="preserve"> تظلم كما لا تحب ان تظلم و احسن كما. تحب ان يحسن اليك و اشتقبح من نفسك ما تستقبح من غيرك .</w:t>
      </w:r>
    </w:p>
    <w:p w:rsidR="00827620" w:rsidRDefault="00827620" w:rsidP="00827620">
      <w:pPr>
        <w:pStyle w:val="libNormal"/>
        <w:rPr>
          <w:rtl/>
        </w:rPr>
      </w:pPr>
      <w:r>
        <w:rPr>
          <w:rtl/>
        </w:rPr>
        <w:t>٣١٢ - اگر ممكن است نمونه ديگرى برايمان بيان فرمائيد؟</w:t>
      </w:r>
    </w:p>
    <w:p w:rsidR="00827620" w:rsidRDefault="00827620" w:rsidP="00827620">
      <w:pPr>
        <w:pStyle w:val="libNormal"/>
        <w:rPr>
          <w:rtl/>
        </w:rPr>
      </w:pPr>
      <w:r>
        <w:rPr>
          <w:rFonts w:hint="eastAsia"/>
          <w:rtl/>
        </w:rPr>
        <w:t>و</w:t>
      </w:r>
      <w:r>
        <w:rPr>
          <w:rtl/>
        </w:rPr>
        <w:t xml:space="preserve"> ارض من الناس بما ترضاه لهم من نفسك و لا تقل ما لا تحب ان يقال لك . </w:t>
      </w:r>
      <w:r w:rsidRPr="007F2728">
        <w:rPr>
          <w:rStyle w:val="libFootnotenumChar"/>
          <w:rtl/>
        </w:rPr>
        <w:t>(٣٤١)</w:t>
      </w:r>
    </w:p>
    <w:p w:rsidR="00827620" w:rsidRDefault="00827620" w:rsidP="00827620">
      <w:pPr>
        <w:pStyle w:val="libNormal"/>
        <w:rPr>
          <w:rtl/>
        </w:rPr>
      </w:pPr>
      <w:r>
        <w:rPr>
          <w:rFonts w:hint="eastAsia"/>
          <w:rtl/>
        </w:rPr>
        <w:t>بله</w:t>
      </w:r>
      <w:r>
        <w:rPr>
          <w:rtl/>
        </w:rPr>
        <w:t xml:space="preserve"> ، انتظار و توقع تو از ديگران به همان حدى باشد كه خودت براى آنان قائل هستى (توقع بى جا هرگز نداشته باشى) و سخنى را كه دوست ندارى درباره ات بگويند، درباره ديگران مگو.</w:t>
      </w:r>
    </w:p>
    <w:p w:rsidR="00827620" w:rsidRDefault="007F2728" w:rsidP="00827620">
      <w:pPr>
        <w:pStyle w:val="libNormal"/>
        <w:rPr>
          <w:rtl/>
        </w:rPr>
      </w:pPr>
      <w:r>
        <w:rPr>
          <w:rtl/>
        </w:rPr>
        <w:br w:type="page"/>
      </w:r>
    </w:p>
    <w:p w:rsidR="00827620" w:rsidRDefault="00827620" w:rsidP="007F2728">
      <w:pPr>
        <w:pStyle w:val="Heading1"/>
        <w:rPr>
          <w:rtl/>
        </w:rPr>
      </w:pPr>
      <w:bookmarkStart w:id="171" w:name="_Toc479592380"/>
      <w:bookmarkStart w:id="172" w:name="_Toc479592500"/>
      <w:r>
        <w:rPr>
          <w:rFonts w:hint="eastAsia"/>
          <w:rtl/>
        </w:rPr>
        <w:t>جنگ</w:t>
      </w:r>
      <w:r>
        <w:rPr>
          <w:rtl/>
        </w:rPr>
        <w:t xml:space="preserve"> بر سر دنيا</w:t>
      </w:r>
      <w:bookmarkEnd w:id="171"/>
      <w:bookmarkEnd w:id="172"/>
    </w:p>
    <w:p w:rsidR="00827620" w:rsidRDefault="00827620" w:rsidP="00827620">
      <w:pPr>
        <w:pStyle w:val="libNormal"/>
        <w:rPr>
          <w:rtl/>
        </w:rPr>
      </w:pPr>
      <w:r>
        <w:rPr>
          <w:rtl/>
        </w:rPr>
        <w:t>٣١٣ - اينان كه براى متاع دنيا حقوق يكديگر را ضايع مى كنند، دشمنى و حتى خونريزى مى كنند، هتك حيثيت و آبروريزى و دعوا و نزاع مى كنند به چه مى مانند؟</w:t>
      </w:r>
    </w:p>
    <w:p w:rsidR="00827620" w:rsidRDefault="00827620" w:rsidP="007F2728">
      <w:pPr>
        <w:pStyle w:val="libNormal"/>
        <w:rPr>
          <w:rtl/>
        </w:rPr>
      </w:pPr>
      <w:r>
        <w:rPr>
          <w:rFonts w:hint="eastAsia"/>
          <w:rtl/>
        </w:rPr>
        <w:t>اينان</w:t>
      </w:r>
      <w:r>
        <w:rPr>
          <w:rtl/>
        </w:rPr>
        <w:t xml:space="preserve"> به سگ هايى مى مانند كه بر سر مردارى به يكديگر مى پرند و همديگر را مى درند و زو</w:t>
      </w:r>
      <w:r w:rsidR="007F2728">
        <w:rPr>
          <w:rFonts w:hint="cs"/>
          <w:rtl/>
        </w:rPr>
        <w:t>ز</w:t>
      </w:r>
      <w:r>
        <w:rPr>
          <w:rtl/>
        </w:rPr>
        <w:t>ه مى كشند، و ضعيف ترها، طعمه قوى ترها و كوچك ها خوراك بزرگترها مى شوند.</w:t>
      </w:r>
    </w:p>
    <w:p w:rsidR="00827620" w:rsidRDefault="00827620" w:rsidP="00827620">
      <w:pPr>
        <w:pStyle w:val="libNormal"/>
        <w:rPr>
          <w:rtl/>
        </w:rPr>
      </w:pPr>
      <w:r>
        <w:rPr>
          <w:rFonts w:hint="eastAsia"/>
          <w:rtl/>
        </w:rPr>
        <w:t>فانما</w:t>
      </w:r>
      <w:r>
        <w:rPr>
          <w:rtl/>
        </w:rPr>
        <w:t xml:space="preserve"> اهلها كلاب عاويه و سباع ضاريه يهر بعضها و ياكل عزيزها ذليلها و يقهر كبيرها صغيرها . </w:t>
      </w:r>
      <w:r w:rsidRPr="007F2728">
        <w:rPr>
          <w:rStyle w:val="libFootnotenumChar"/>
          <w:rtl/>
        </w:rPr>
        <w:t>(٣٤٢)</w:t>
      </w:r>
    </w:p>
    <w:p w:rsidR="00827620" w:rsidRDefault="00827620" w:rsidP="00827620">
      <w:pPr>
        <w:pStyle w:val="libNormal"/>
        <w:rPr>
          <w:rtl/>
        </w:rPr>
      </w:pPr>
      <w:r>
        <w:rPr>
          <w:rtl/>
        </w:rPr>
        <w:t>٣١٤ - مولاى من همانطور كه مستحضريد مردم همه يك نوع نيستند بعضى ها آدم درستى اند، ولى گروهى شرور و فتنه گرند، در برخورد با اين گونه افراد چگونه بايد بود؟</w:t>
      </w:r>
    </w:p>
    <w:p w:rsidR="00827620" w:rsidRDefault="00827620" w:rsidP="00827620">
      <w:pPr>
        <w:pStyle w:val="libNormal"/>
        <w:rPr>
          <w:rtl/>
        </w:rPr>
      </w:pPr>
      <w:r>
        <w:rPr>
          <w:rFonts w:hint="eastAsia"/>
          <w:rtl/>
        </w:rPr>
        <w:t>قارن</w:t>
      </w:r>
      <w:r>
        <w:rPr>
          <w:rtl/>
        </w:rPr>
        <w:t xml:space="preserve"> اهل الخير تكن منهم و باين اهل الشر تبن عنهم . </w:t>
      </w:r>
      <w:r w:rsidRPr="007F2728">
        <w:rPr>
          <w:rStyle w:val="libFootnotenumChar"/>
          <w:rtl/>
        </w:rPr>
        <w:t>(٣٤٣)</w:t>
      </w:r>
    </w:p>
    <w:p w:rsidR="00827620" w:rsidRDefault="00827620" w:rsidP="00827620">
      <w:pPr>
        <w:pStyle w:val="libNormal"/>
        <w:rPr>
          <w:rtl/>
        </w:rPr>
      </w:pPr>
      <w:r>
        <w:rPr>
          <w:rFonts w:hint="eastAsia"/>
          <w:rtl/>
        </w:rPr>
        <w:t>به</w:t>
      </w:r>
      <w:r>
        <w:rPr>
          <w:rtl/>
        </w:rPr>
        <w:t xml:space="preserve"> خوبان و اهل خير نزديك شو تا در زمره خوبان محسوب شوى ، و از بدان و اهل شر فاصله بگير تا جزء گروه آنان به حساب نيايى .</w:t>
      </w:r>
    </w:p>
    <w:p w:rsidR="00827620" w:rsidRDefault="00827620" w:rsidP="00827620">
      <w:pPr>
        <w:pStyle w:val="libNormal"/>
        <w:rPr>
          <w:rtl/>
        </w:rPr>
      </w:pPr>
      <w:r>
        <w:rPr>
          <w:rtl/>
        </w:rPr>
        <w:t>٣١٥ - چه رابطه اى بين حكومت و جامعه و صلاح و فساد آن مى بيند؟</w:t>
      </w:r>
    </w:p>
    <w:p w:rsidR="00827620" w:rsidRDefault="00827620" w:rsidP="00827620">
      <w:pPr>
        <w:pStyle w:val="libNormal"/>
        <w:rPr>
          <w:rtl/>
        </w:rPr>
      </w:pPr>
      <w:r>
        <w:rPr>
          <w:rFonts w:hint="eastAsia"/>
          <w:rtl/>
        </w:rPr>
        <w:t>اذا</w:t>
      </w:r>
      <w:r>
        <w:rPr>
          <w:rtl/>
        </w:rPr>
        <w:t xml:space="preserve"> تغير السلطان تغير الزمان . </w:t>
      </w:r>
      <w:r w:rsidRPr="007F2728">
        <w:rPr>
          <w:rStyle w:val="libFootnotenumChar"/>
          <w:rtl/>
        </w:rPr>
        <w:t>(٣٤٤)</w:t>
      </w:r>
    </w:p>
    <w:p w:rsidR="00827620" w:rsidRDefault="00827620" w:rsidP="00827620">
      <w:pPr>
        <w:pStyle w:val="libNormal"/>
        <w:rPr>
          <w:rtl/>
        </w:rPr>
      </w:pPr>
      <w:r>
        <w:rPr>
          <w:rFonts w:hint="eastAsia"/>
          <w:rtl/>
        </w:rPr>
        <w:t>زمانه</w:t>
      </w:r>
      <w:r>
        <w:rPr>
          <w:rtl/>
        </w:rPr>
        <w:t xml:space="preserve"> و صلاح و فساد آن ، و حال مردم ، بستگى به حكومت و صلاح و فساد او دارد. تغيير حكومت ، زمانه را نيز دگرگون مى كند.</w:t>
      </w:r>
    </w:p>
    <w:p w:rsidR="00827620" w:rsidRDefault="00827620" w:rsidP="00827620">
      <w:pPr>
        <w:pStyle w:val="libNormal"/>
        <w:rPr>
          <w:rtl/>
        </w:rPr>
      </w:pPr>
      <w:r>
        <w:rPr>
          <w:rtl/>
        </w:rPr>
        <w:t>٣١٦ - براى خانه خريدن چه توصيه اى مى فرماييد؟</w:t>
      </w:r>
    </w:p>
    <w:p w:rsidR="00827620" w:rsidRDefault="00827620" w:rsidP="00827620">
      <w:pPr>
        <w:pStyle w:val="libNormal"/>
        <w:rPr>
          <w:rtl/>
        </w:rPr>
      </w:pPr>
      <w:r>
        <w:rPr>
          <w:rFonts w:hint="eastAsia"/>
          <w:rtl/>
        </w:rPr>
        <w:t>سل</w:t>
      </w:r>
      <w:r>
        <w:rPr>
          <w:rtl/>
        </w:rPr>
        <w:t xml:space="preserve"> عن الرفيق قبل الطريق و عن الجار قبل الدار . </w:t>
      </w:r>
      <w:r w:rsidRPr="007F2728">
        <w:rPr>
          <w:rStyle w:val="libFootnotenumChar"/>
          <w:rtl/>
        </w:rPr>
        <w:t>(٣٤٥)</w:t>
      </w:r>
    </w:p>
    <w:p w:rsidR="00827620" w:rsidRDefault="00827620" w:rsidP="00827620">
      <w:pPr>
        <w:pStyle w:val="libNormal"/>
        <w:rPr>
          <w:rtl/>
        </w:rPr>
      </w:pPr>
      <w:r>
        <w:rPr>
          <w:rFonts w:hint="eastAsia"/>
          <w:rtl/>
        </w:rPr>
        <w:lastRenderedPageBreak/>
        <w:t>براى</w:t>
      </w:r>
      <w:r>
        <w:rPr>
          <w:rtl/>
        </w:rPr>
        <w:t xml:space="preserve"> مسافرت قبل از آنكه به فكر راه و چگونگى آن باشى درباره همسفرت تحقيق كن . چون خواستى خانه بخرى پيش از آنكه درباره خود خانه تحقيق كنى از حال همسايه هايش بپرس . (كه چگونه اند).</w:t>
      </w:r>
    </w:p>
    <w:p w:rsidR="00827620" w:rsidRDefault="00827620" w:rsidP="00827620">
      <w:pPr>
        <w:pStyle w:val="libNormal"/>
        <w:rPr>
          <w:rtl/>
        </w:rPr>
      </w:pPr>
      <w:r>
        <w:rPr>
          <w:rtl/>
        </w:rPr>
        <w:t>٣١٧ - در مورد كار بانوان نظر شما چيست ؟</w:t>
      </w:r>
    </w:p>
    <w:p w:rsidR="00827620" w:rsidRDefault="00827620" w:rsidP="00827620">
      <w:pPr>
        <w:pStyle w:val="libNormal"/>
        <w:rPr>
          <w:rtl/>
        </w:rPr>
      </w:pPr>
      <w:r>
        <w:rPr>
          <w:rFonts w:hint="eastAsia"/>
          <w:rtl/>
        </w:rPr>
        <w:t>هرگز</w:t>
      </w:r>
      <w:r>
        <w:rPr>
          <w:rtl/>
        </w:rPr>
        <w:t xml:space="preserve"> بر او كار سنگين كه با ضعف جسمانى او هماهنگ نباشد او تحميل مكن ، زيرا زن مانند گل است . (كه زود رنجور و پژمرده مى شود) و نه قهرمان كارزار.</w:t>
      </w:r>
    </w:p>
    <w:p w:rsidR="00827620" w:rsidRDefault="00827620" w:rsidP="00827620">
      <w:pPr>
        <w:pStyle w:val="libNormal"/>
        <w:rPr>
          <w:rtl/>
        </w:rPr>
      </w:pPr>
      <w:r>
        <w:rPr>
          <w:rFonts w:hint="eastAsia"/>
          <w:rtl/>
        </w:rPr>
        <w:t>لا</w:t>
      </w:r>
      <w:r>
        <w:rPr>
          <w:rtl/>
        </w:rPr>
        <w:t xml:space="preserve"> تملك المرئه من امرها ما جاوز نفسها فان المرئه ريحانه و ليست بقهرمانه . </w:t>
      </w:r>
      <w:r w:rsidRPr="007F2728">
        <w:rPr>
          <w:rStyle w:val="libFootnotenumChar"/>
          <w:rtl/>
        </w:rPr>
        <w:t>(٣٤٦)</w:t>
      </w:r>
    </w:p>
    <w:p w:rsidR="00827620" w:rsidRDefault="00827620" w:rsidP="00827620">
      <w:pPr>
        <w:pStyle w:val="libNormal"/>
        <w:rPr>
          <w:rtl/>
        </w:rPr>
      </w:pPr>
      <w:r>
        <w:rPr>
          <w:rtl/>
        </w:rPr>
        <w:t>٣١٨ - چه كنيم كه اعضاء خانواده ، بهتر در كارها مشاركت نمايند؟</w:t>
      </w:r>
    </w:p>
    <w:p w:rsidR="00827620" w:rsidRDefault="00827620" w:rsidP="00827620">
      <w:pPr>
        <w:pStyle w:val="libNormal"/>
        <w:rPr>
          <w:rtl/>
        </w:rPr>
      </w:pPr>
      <w:r>
        <w:rPr>
          <w:rFonts w:hint="eastAsia"/>
          <w:rtl/>
        </w:rPr>
        <w:t>وظيفه</w:t>
      </w:r>
      <w:r>
        <w:rPr>
          <w:rtl/>
        </w:rPr>
        <w:t xml:space="preserve"> هر كدام را مشخص كن و از هر كدام وظيفه مخصوص خود را طلب كن . تا كارها به تكاء به يكديگر تعطيل نگردد.</w:t>
      </w:r>
    </w:p>
    <w:p w:rsidR="00827620" w:rsidRDefault="00827620" w:rsidP="00827620">
      <w:pPr>
        <w:pStyle w:val="libNormal"/>
        <w:rPr>
          <w:rtl/>
        </w:rPr>
      </w:pPr>
      <w:r>
        <w:rPr>
          <w:rFonts w:hint="eastAsia"/>
          <w:rtl/>
        </w:rPr>
        <w:t>اجعل</w:t>
      </w:r>
      <w:r>
        <w:rPr>
          <w:rtl/>
        </w:rPr>
        <w:t xml:space="preserve"> لكل انسان من خدمك عملا تاخذه به فانه احرا ان لا يتواكلوا فى خدمتك . </w:t>
      </w:r>
      <w:r w:rsidRPr="007F2728">
        <w:rPr>
          <w:rStyle w:val="libFootnotenumChar"/>
          <w:rtl/>
        </w:rPr>
        <w:t>(٣٤٧)</w:t>
      </w:r>
    </w:p>
    <w:p w:rsidR="00827620" w:rsidRDefault="00827620" w:rsidP="00827620">
      <w:pPr>
        <w:pStyle w:val="libNormal"/>
        <w:rPr>
          <w:rtl/>
        </w:rPr>
      </w:pPr>
      <w:r>
        <w:rPr>
          <w:rtl/>
        </w:rPr>
        <w:t>٣١٩ - با فاميل هاى خانواده ، چه برخوردى داشته باشيم ؟</w:t>
      </w:r>
    </w:p>
    <w:p w:rsidR="00827620" w:rsidRDefault="00827620" w:rsidP="00827620">
      <w:pPr>
        <w:pStyle w:val="libNormal"/>
        <w:rPr>
          <w:rtl/>
        </w:rPr>
      </w:pPr>
      <w:r>
        <w:rPr>
          <w:rFonts w:hint="eastAsia"/>
          <w:rtl/>
        </w:rPr>
        <w:t>و</w:t>
      </w:r>
      <w:r>
        <w:rPr>
          <w:rtl/>
        </w:rPr>
        <w:t xml:space="preserve"> اكرم عشيرتك فانهم جناحك الذى به تطير ... . </w:t>
      </w:r>
      <w:r w:rsidRPr="007F2728">
        <w:rPr>
          <w:rStyle w:val="libFootnotenumChar"/>
          <w:rtl/>
        </w:rPr>
        <w:t>(٣٤٨)</w:t>
      </w:r>
    </w:p>
    <w:p w:rsidR="00827620" w:rsidRDefault="00827620" w:rsidP="00827620">
      <w:pPr>
        <w:pStyle w:val="libNormal"/>
        <w:rPr>
          <w:rtl/>
        </w:rPr>
      </w:pPr>
      <w:r>
        <w:rPr>
          <w:rFonts w:hint="eastAsia"/>
          <w:rtl/>
        </w:rPr>
        <w:t>فاميل</w:t>
      </w:r>
      <w:r>
        <w:rPr>
          <w:rtl/>
        </w:rPr>
        <w:t xml:space="preserve"> ها و خانواده را احترام كن و حرمت آنان را پاسدار كه آنان همچون بال و پر تواند و دست توانمند تو و اصل و ريشه خودت هستند.</w:t>
      </w:r>
    </w:p>
    <w:p w:rsidR="00827620" w:rsidRDefault="00827620" w:rsidP="00827620">
      <w:pPr>
        <w:pStyle w:val="libNormal"/>
        <w:rPr>
          <w:rtl/>
        </w:rPr>
      </w:pPr>
      <w:r>
        <w:rPr>
          <w:rtl/>
        </w:rPr>
        <w:t>٣٢٠ - بلندپروازى بعضى ها را چگونه مى بينيد، آيا به سودشان است ؟</w:t>
      </w:r>
    </w:p>
    <w:p w:rsidR="00827620" w:rsidRDefault="00827620" w:rsidP="00827620">
      <w:pPr>
        <w:pStyle w:val="libNormal"/>
        <w:rPr>
          <w:rtl/>
        </w:rPr>
      </w:pPr>
      <w:r>
        <w:rPr>
          <w:rFonts w:hint="eastAsia"/>
          <w:rtl/>
        </w:rPr>
        <w:t>خير،</w:t>
      </w:r>
      <w:r>
        <w:rPr>
          <w:rtl/>
        </w:rPr>
        <w:t xml:space="preserve"> اين گونه افراد سرانجام به بن بست مى رسند.</w:t>
      </w:r>
    </w:p>
    <w:p w:rsidR="00827620" w:rsidRDefault="00827620" w:rsidP="00827620">
      <w:pPr>
        <w:pStyle w:val="libNormal"/>
        <w:rPr>
          <w:rtl/>
        </w:rPr>
      </w:pPr>
      <w:r>
        <w:rPr>
          <w:rFonts w:hint="eastAsia"/>
          <w:rtl/>
        </w:rPr>
        <w:t>من</w:t>
      </w:r>
      <w:r>
        <w:rPr>
          <w:rtl/>
        </w:rPr>
        <w:t xml:space="preserve"> تعدى الحق ضاق مذهبه . </w:t>
      </w:r>
      <w:r w:rsidRPr="007F2728">
        <w:rPr>
          <w:rStyle w:val="libFootnotenumChar"/>
          <w:rtl/>
        </w:rPr>
        <w:t>(٣٤٩)</w:t>
      </w:r>
    </w:p>
    <w:p w:rsidR="00827620" w:rsidRDefault="00827620" w:rsidP="00827620">
      <w:pPr>
        <w:pStyle w:val="libNormal"/>
        <w:rPr>
          <w:rtl/>
        </w:rPr>
      </w:pPr>
      <w:r>
        <w:rPr>
          <w:rFonts w:hint="eastAsia"/>
          <w:rtl/>
        </w:rPr>
        <w:t>هر</w:t>
      </w:r>
      <w:r>
        <w:rPr>
          <w:rtl/>
        </w:rPr>
        <w:t xml:space="preserve"> كه از حق خود تجاوز كند در تنگنا قرار خواهد گرفت .</w:t>
      </w:r>
    </w:p>
    <w:p w:rsidR="00827620" w:rsidRDefault="00827620" w:rsidP="00827620">
      <w:pPr>
        <w:pStyle w:val="libNormal"/>
        <w:rPr>
          <w:rtl/>
        </w:rPr>
      </w:pPr>
      <w:r>
        <w:rPr>
          <w:rtl/>
        </w:rPr>
        <w:t>٣٢١ - موثرترين عامل در زوال نعمت ها چيست ؟</w:t>
      </w:r>
    </w:p>
    <w:p w:rsidR="00827620" w:rsidRDefault="00827620" w:rsidP="00827620">
      <w:pPr>
        <w:pStyle w:val="libNormal"/>
        <w:rPr>
          <w:rtl/>
        </w:rPr>
      </w:pPr>
      <w:r>
        <w:rPr>
          <w:rFonts w:hint="eastAsia"/>
          <w:rtl/>
        </w:rPr>
        <w:lastRenderedPageBreak/>
        <w:t>ظلم</w:t>
      </w:r>
      <w:r>
        <w:rPr>
          <w:rtl/>
        </w:rPr>
        <w:t xml:space="preserve"> و ستم در حق مردم ليس شيى ادعى الى تغيير نعمه الله و تعجيل نقمته من اقامه على ظلم .</w:t>
      </w:r>
    </w:p>
    <w:p w:rsidR="00827620" w:rsidRDefault="00827620" w:rsidP="007F2728">
      <w:pPr>
        <w:pStyle w:val="libNormal"/>
        <w:rPr>
          <w:rtl/>
        </w:rPr>
      </w:pPr>
      <w:r>
        <w:rPr>
          <w:rFonts w:hint="eastAsia"/>
          <w:rtl/>
        </w:rPr>
        <w:t>چيزى</w:t>
      </w:r>
      <w:r>
        <w:rPr>
          <w:rtl/>
        </w:rPr>
        <w:t xml:space="preserve"> نيست كه تغيير نعمت هاى الهى را سرعت بخشد و عقوبت او را شتاب دهد مگر</w:t>
      </w:r>
      <w:r w:rsidR="007F2728">
        <w:rPr>
          <w:rFonts w:hint="cs"/>
          <w:rtl/>
        </w:rPr>
        <w:t xml:space="preserve"> </w:t>
      </w:r>
      <w:r>
        <w:rPr>
          <w:rFonts w:hint="eastAsia"/>
          <w:rtl/>
        </w:rPr>
        <w:t>ادامه</w:t>
      </w:r>
      <w:r>
        <w:rPr>
          <w:rtl/>
        </w:rPr>
        <w:t xml:space="preserve"> ستم كارى و ظلم (كه آن به سرعت نعمتها را گرفته و مجازات الهى را در پى آورد.</w:t>
      </w:r>
    </w:p>
    <w:p w:rsidR="00827620" w:rsidRDefault="00D4233C" w:rsidP="00827620">
      <w:pPr>
        <w:pStyle w:val="libNormal"/>
        <w:rPr>
          <w:rtl/>
        </w:rPr>
      </w:pPr>
      <w:r>
        <w:rPr>
          <w:rtl/>
        </w:rPr>
        <w:br w:type="page"/>
      </w:r>
    </w:p>
    <w:p w:rsidR="00827620" w:rsidRDefault="00827620" w:rsidP="00D4233C">
      <w:pPr>
        <w:pStyle w:val="Heading1"/>
        <w:rPr>
          <w:rtl/>
        </w:rPr>
      </w:pPr>
      <w:bookmarkStart w:id="173" w:name="_Toc479592381"/>
      <w:bookmarkStart w:id="174" w:name="_Toc479592501"/>
      <w:r>
        <w:rPr>
          <w:rFonts w:hint="eastAsia"/>
          <w:rtl/>
        </w:rPr>
        <w:t>قابل</w:t>
      </w:r>
      <w:r>
        <w:rPr>
          <w:rtl/>
        </w:rPr>
        <w:t xml:space="preserve"> توجه حاكمان</w:t>
      </w:r>
      <w:bookmarkEnd w:id="173"/>
      <w:bookmarkEnd w:id="174"/>
    </w:p>
    <w:p w:rsidR="00827620" w:rsidRDefault="00827620" w:rsidP="00D4233C">
      <w:pPr>
        <w:pStyle w:val="libNormal"/>
        <w:rPr>
          <w:rtl/>
        </w:rPr>
      </w:pPr>
      <w:r w:rsidRPr="00D4233C">
        <w:rPr>
          <w:rStyle w:val="libFootnotenumChar"/>
          <w:rtl/>
        </w:rPr>
        <w:t>(٣٥٠)</w:t>
      </w:r>
      <w:r>
        <w:rPr>
          <w:rtl/>
        </w:rPr>
        <w:t>٣٢٢ - اى امير مومنان و اى زمامدار نامدار، چه مساله اى بايد بيشتر مورد توجه و علاقه كارگزاران و دست اندركاران حكومت باشد؟</w:t>
      </w:r>
    </w:p>
    <w:p w:rsidR="00827620" w:rsidRDefault="00827620" w:rsidP="00827620">
      <w:pPr>
        <w:pStyle w:val="libNormal"/>
        <w:rPr>
          <w:rtl/>
        </w:rPr>
      </w:pPr>
      <w:r>
        <w:rPr>
          <w:rFonts w:hint="eastAsia"/>
          <w:rtl/>
        </w:rPr>
        <w:t>وليكن</w:t>
      </w:r>
      <w:r>
        <w:rPr>
          <w:rtl/>
        </w:rPr>
        <w:t xml:space="preserve"> احب الامور اليك ، اوسطها فى الحق و اعمها فى العدل و اجمعها لرضا الرعيه ... . </w:t>
      </w:r>
      <w:r w:rsidRPr="00D4233C">
        <w:rPr>
          <w:rStyle w:val="libFootnotenumChar"/>
          <w:rtl/>
        </w:rPr>
        <w:t>(٣٥١)</w:t>
      </w:r>
    </w:p>
    <w:p w:rsidR="00827620" w:rsidRDefault="00827620" w:rsidP="00827620">
      <w:pPr>
        <w:pStyle w:val="libNormal"/>
        <w:rPr>
          <w:rtl/>
        </w:rPr>
      </w:pPr>
      <w:r>
        <w:rPr>
          <w:rFonts w:hint="eastAsia"/>
          <w:rtl/>
        </w:rPr>
        <w:t>بيشترين</w:t>
      </w:r>
      <w:r>
        <w:rPr>
          <w:rtl/>
        </w:rPr>
        <w:t xml:space="preserve"> چيزى كه بايد مورد توجه و علاقه كارگزاران باشد كارهايى است كه به حق نزديكتر، از عدالت برخوردارتر و بيشتر جلب رضايت عامه مردم را بكند.</w:t>
      </w:r>
    </w:p>
    <w:p w:rsidR="00827620" w:rsidRDefault="00827620" w:rsidP="00827620">
      <w:pPr>
        <w:pStyle w:val="libNormal"/>
        <w:rPr>
          <w:rtl/>
        </w:rPr>
      </w:pPr>
      <w:r>
        <w:rPr>
          <w:rtl/>
        </w:rPr>
        <w:t>٣٢٣ - توجه به مصالح عامه مردم را از وظايف حكومت مى دانيد؟</w:t>
      </w:r>
    </w:p>
    <w:p w:rsidR="00827620" w:rsidRDefault="00827620" w:rsidP="00827620">
      <w:pPr>
        <w:pStyle w:val="libNormal"/>
        <w:rPr>
          <w:rtl/>
        </w:rPr>
      </w:pPr>
      <w:r>
        <w:rPr>
          <w:rFonts w:hint="eastAsia"/>
          <w:rtl/>
        </w:rPr>
        <w:t>بله</w:t>
      </w:r>
      <w:r>
        <w:rPr>
          <w:rtl/>
        </w:rPr>
        <w:t xml:space="preserve"> ، زيرا عامه مردم پشتيبان و ستون دين هستند، و جامعه اسلامى را آنان تشكيل مى دهند و بالاخره عامه مردم هستند كه به هنگام تهديد دشمنان به يارى حكومت مى شتابند، پس تمام سعى تو براى آنان و توجهت به آنها باشد.</w:t>
      </w:r>
    </w:p>
    <w:p w:rsidR="00827620" w:rsidRDefault="00827620" w:rsidP="00827620">
      <w:pPr>
        <w:pStyle w:val="libNormal"/>
        <w:rPr>
          <w:rtl/>
        </w:rPr>
      </w:pPr>
      <w:r>
        <w:rPr>
          <w:rFonts w:hint="eastAsia"/>
          <w:rtl/>
        </w:rPr>
        <w:t>انما</w:t>
      </w:r>
      <w:r>
        <w:rPr>
          <w:rtl/>
        </w:rPr>
        <w:t xml:space="preserve"> عمود الدين و جماع المسلمين و العده للاعداء العامه من الامه فليكن صغوك لهم و ميلك معهم . </w:t>
      </w:r>
      <w:r w:rsidRPr="00D4233C">
        <w:rPr>
          <w:rStyle w:val="libFootnotenumChar"/>
          <w:rtl/>
        </w:rPr>
        <w:t>(٣٥٢)</w:t>
      </w:r>
    </w:p>
    <w:p w:rsidR="00827620" w:rsidRDefault="00827620" w:rsidP="00827620">
      <w:pPr>
        <w:pStyle w:val="libNormal"/>
        <w:rPr>
          <w:rtl/>
        </w:rPr>
      </w:pPr>
      <w:r>
        <w:rPr>
          <w:rtl/>
        </w:rPr>
        <w:t>٣٢٤ - اصل تشويق نيكوكار و توبيخ بدكار را شما تاييد مى فرماييد؟</w:t>
      </w:r>
    </w:p>
    <w:p w:rsidR="00827620" w:rsidRDefault="00827620" w:rsidP="00827620">
      <w:pPr>
        <w:pStyle w:val="libNormal"/>
        <w:rPr>
          <w:rtl/>
        </w:rPr>
      </w:pPr>
      <w:r>
        <w:rPr>
          <w:rFonts w:hint="eastAsia"/>
          <w:rtl/>
        </w:rPr>
        <w:t>البته</w:t>
      </w:r>
      <w:r>
        <w:rPr>
          <w:rtl/>
        </w:rPr>
        <w:t xml:space="preserve"> ، تشويق آدم هاى خوب و نيكوكار، آنها را به كار خوب تشويق و دلگرم خواهد كرد.</w:t>
      </w:r>
    </w:p>
    <w:p w:rsidR="00827620" w:rsidRDefault="00827620" w:rsidP="00827620">
      <w:pPr>
        <w:pStyle w:val="libNormal"/>
        <w:rPr>
          <w:rtl/>
        </w:rPr>
      </w:pPr>
      <w:r>
        <w:rPr>
          <w:rFonts w:hint="eastAsia"/>
          <w:rtl/>
        </w:rPr>
        <w:t>لا</w:t>
      </w:r>
      <w:r>
        <w:rPr>
          <w:rtl/>
        </w:rPr>
        <w:t xml:space="preserve"> يكونن المحسن و المسيى ء عندك سواء فان فى ذلك تزهيدا لاهل الاحسان فى الاحسان و تدريبا لاهل الاسائه على الاسائه و الزم كلا منهم ما الزم نفسه . </w:t>
      </w:r>
      <w:r w:rsidRPr="00D4233C">
        <w:rPr>
          <w:rStyle w:val="libFootnotenumChar"/>
          <w:rtl/>
        </w:rPr>
        <w:t>(٣٥٣)</w:t>
      </w:r>
    </w:p>
    <w:p w:rsidR="00827620" w:rsidRDefault="00827620" w:rsidP="00827620">
      <w:pPr>
        <w:pStyle w:val="libNormal"/>
        <w:rPr>
          <w:rtl/>
        </w:rPr>
      </w:pPr>
      <w:r>
        <w:rPr>
          <w:rFonts w:hint="eastAsia"/>
          <w:rtl/>
        </w:rPr>
        <w:lastRenderedPageBreak/>
        <w:t>هرگز</w:t>
      </w:r>
      <w:r>
        <w:rPr>
          <w:rtl/>
        </w:rPr>
        <w:t xml:space="preserve"> آدم نيكوكار و بدكار در نزد تو يكسان نباشد، زيرا اين بى تفاوتى خوبان را در انجام كار نيك بى ميل و بدكاران را در انجام كار بد تشويق ميكند، پس ‍ برخورد تو با هر كدام متناسب با كردار خودش باشد.</w:t>
      </w:r>
    </w:p>
    <w:p w:rsidR="00827620" w:rsidRDefault="00827620" w:rsidP="00827620">
      <w:pPr>
        <w:pStyle w:val="libNormal"/>
        <w:rPr>
          <w:rtl/>
        </w:rPr>
      </w:pPr>
      <w:r>
        <w:rPr>
          <w:rtl/>
        </w:rPr>
        <w:t>(كارمندان نمونه را تشويق و افراد خاطى را توبيخ بنما.)</w:t>
      </w:r>
    </w:p>
    <w:p w:rsidR="00827620" w:rsidRDefault="00827620" w:rsidP="00827620">
      <w:pPr>
        <w:pStyle w:val="libNormal"/>
        <w:rPr>
          <w:rtl/>
        </w:rPr>
      </w:pPr>
      <w:r>
        <w:rPr>
          <w:rtl/>
        </w:rPr>
        <w:t>٣٢٥ - بعضى ، به كسب درآمد، توجه زيادى دارند و گاه فشار زيادى بر مردم وارد مى شود. در اين زمينه چه مى فرمائيد آيا كارگزاران بايد به درآمد بينديشند يا به عمران و آبادى ؟</w:t>
      </w:r>
    </w:p>
    <w:p w:rsidR="00827620" w:rsidRDefault="00827620" w:rsidP="00827620">
      <w:pPr>
        <w:pStyle w:val="libNormal"/>
        <w:rPr>
          <w:rtl/>
        </w:rPr>
      </w:pPr>
      <w:r>
        <w:rPr>
          <w:rFonts w:hint="eastAsia"/>
          <w:rtl/>
        </w:rPr>
        <w:t>و</w:t>
      </w:r>
      <w:r>
        <w:rPr>
          <w:rtl/>
        </w:rPr>
        <w:t xml:space="preserve"> اليكن نظرك فى عماره الارض ابلغ من نظرك فى استجلاب الخراج لان ذلك لا يدرك الا بالعماره و من طلب الخراج بغير عماره اخرب البلاد و اهلك العباد و لم يستقم امره الا قليلا . </w:t>
      </w:r>
      <w:r w:rsidRPr="00D4233C">
        <w:rPr>
          <w:rStyle w:val="libFootnotenumChar"/>
          <w:rtl/>
        </w:rPr>
        <w:t>(٣٥٤)</w:t>
      </w:r>
    </w:p>
    <w:p w:rsidR="00827620" w:rsidRDefault="00827620" w:rsidP="00827620">
      <w:pPr>
        <w:pStyle w:val="libNormal"/>
        <w:rPr>
          <w:rtl/>
        </w:rPr>
      </w:pPr>
      <w:r>
        <w:rPr>
          <w:rFonts w:hint="eastAsia"/>
          <w:rtl/>
        </w:rPr>
        <w:t>پيش</w:t>
      </w:r>
      <w:r>
        <w:rPr>
          <w:rtl/>
        </w:rPr>
        <w:t xml:space="preserve"> از آنكه به فكر درآمد و گرفتن وجهى از مردم باشى به فكر آبادى و عمران و ايجاد منبع درآمد براى مردم باش مردم بايد درآمد داشته باشند تا بتوانند به حكومت كمك كنند. زيرا بدون آبادانى و ايجاد اشتغال براى مردم ، هرگز نمى توان از مردم كمك گرفت و اگر كسى فقط به </w:t>
      </w:r>
      <w:r>
        <w:rPr>
          <w:rFonts w:hint="eastAsia"/>
          <w:rtl/>
        </w:rPr>
        <w:t>فكر</w:t>
      </w:r>
      <w:r>
        <w:rPr>
          <w:rtl/>
        </w:rPr>
        <w:t xml:space="preserve"> گرفتن ماليات و عوارض باشد بدون رسيدگى به وضع درآمدى و اشتغال براى جامعه ، شهرها را به ويرانى تبديل خواهد كرد، و مردم را (در اثر گرانى و ندارى) نابود خواهد ساخت ، و سرانجام حكومت ، پايگاه مردمى خود را نيز از دست خواهد داد.</w:t>
      </w:r>
    </w:p>
    <w:p w:rsidR="00827620" w:rsidRDefault="00827620" w:rsidP="00827620">
      <w:pPr>
        <w:pStyle w:val="libNormal"/>
        <w:rPr>
          <w:rtl/>
        </w:rPr>
      </w:pPr>
      <w:r>
        <w:rPr>
          <w:rtl/>
        </w:rPr>
        <w:t>٣٢٦ - آيا نظارت روى كارمندان و مجريان ، لازم است يا بايد آنها را به حال خود گذاشت ؟</w:t>
      </w:r>
    </w:p>
    <w:p w:rsidR="00827620" w:rsidRDefault="00827620" w:rsidP="00827620">
      <w:pPr>
        <w:pStyle w:val="libNormal"/>
        <w:rPr>
          <w:rtl/>
        </w:rPr>
      </w:pPr>
      <w:r>
        <w:rPr>
          <w:rFonts w:hint="eastAsia"/>
          <w:rtl/>
        </w:rPr>
        <w:t>قطعا</w:t>
      </w:r>
      <w:r>
        <w:rPr>
          <w:rtl/>
        </w:rPr>
        <w:t xml:space="preserve"> لازم است نظارت باشد. تفقد اعمالهم و ابعث العيون من اهل الصدق و الوفاء عليهم .</w:t>
      </w:r>
    </w:p>
    <w:p w:rsidR="00827620" w:rsidRDefault="00827620" w:rsidP="00827620">
      <w:pPr>
        <w:pStyle w:val="libNormal"/>
        <w:rPr>
          <w:rtl/>
        </w:rPr>
      </w:pPr>
      <w:r>
        <w:rPr>
          <w:rFonts w:hint="eastAsia"/>
          <w:rtl/>
        </w:rPr>
        <w:lastRenderedPageBreak/>
        <w:t>كارهايشان</w:t>
      </w:r>
      <w:r>
        <w:rPr>
          <w:rtl/>
        </w:rPr>
        <w:t xml:space="preserve"> را زير نظر بگير و چشم هائى (ماموران مخفى) از انسان هاى با صداقت و با وفا (به حكومت) در بين آنان داشته باش تا تو را از نقاط ضعف و قوت آنها مطلع سازد، تا آنان فكر نكنند كه به حال خود رها شده اند و كسى به كسى نيست و ...</w:t>
      </w:r>
    </w:p>
    <w:p w:rsidR="00827620" w:rsidRDefault="00827620" w:rsidP="00827620">
      <w:pPr>
        <w:pStyle w:val="libNormal"/>
        <w:rPr>
          <w:rtl/>
        </w:rPr>
      </w:pPr>
      <w:r>
        <w:rPr>
          <w:rtl/>
        </w:rPr>
        <w:t>٣٢٧ - آيا دولت اسلامى حق دارد روى اجناس قيمت بگذارد و از گرانفروشى جلوگيرى كند؟</w:t>
      </w:r>
    </w:p>
    <w:p w:rsidR="00827620" w:rsidRDefault="00827620" w:rsidP="00827620">
      <w:pPr>
        <w:pStyle w:val="libNormal"/>
        <w:rPr>
          <w:rtl/>
        </w:rPr>
      </w:pPr>
      <w:r>
        <w:rPr>
          <w:rFonts w:hint="eastAsia"/>
          <w:rtl/>
        </w:rPr>
        <w:t>البته</w:t>
      </w:r>
      <w:r>
        <w:rPr>
          <w:rtl/>
        </w:rPr>
        <w:t xml:space="preserve"> كه مى تواند، بلكه وظيفه و حق قانونى اوست كه از حقوق مردم دفاع كند ولى به گونه اى بايد باشد كه در تعيين قيمت به هيچ يك از فروشنده و خريدار اجحاف نشود.</w:t>
      </w:r>
    </w:p>
    <w:p w:rsidR="00827620" w:rsidRDefault="00827620" w:rsidP="00827620">
      <w:pPr>
        <w:pStyle w:val="libNormal"/>
        <w:rPr>
          <w:rtl/>
        </w:rPr>
      </w:pPr>
      <w:r>
        <w:rPr>
          <w:rFonts w:hint="eastAsia"/>
          <w:rtl/>
        </w:rPr>
        <w:t>وليكن</w:t>
      </w:r>
      <w:r>
        <w:rPr>
          <w:rtl/>
        </w:rPr>
        <w:t xml:space="preserve"> البيع بيعا سمحا بموازين عدل و اسعار لا تجحف بالفريقين ... . </w:t>
      </w:r>
      <w:r w:rsidRPr="00D4233C">
        <w:rPr>
          <w:rStyle w:val="libFootnotenumChar"/>
          <w:rtl/>
        </w:rPr>
        <w:t>(٣٥٥)</w:t>
      </w:r>
    </w:p>
    <w:p w:rsidR="00827620" w:rsidRDefault="00827620" w:rsidP="00827620">
      <w:pPr>
        <w:pStyle w:val="libNormal"/>
        <w:rPr>
          <w:rtl/>
        </w:rPr>
      </w:pPr>
      <w:r>
        <w:rPr>
          <w:rFonts w:hint="eastAsia"/>
          <w:rtl/>
        </w:rPr>
        <w:t>حقوق</w:t>
      </w:r>
      <w:r>
        <w:rPr>
          <w:rtl/>
        </w:rPr>
        <w:t xml:space="preserve"> خدا را و دستورات او را در حق آنان رعايت كند و بايد در فكر افتادگان جامعه و درمانده ها و بيچارگان باشند و به امور آنها رسيدگى نمايند. (زنهار كه از حال آنان غافل نشويد)</w:t>
      </w:r>
    </w:p>
    <w:p w:rsidR="00827620" w:rsidRDefault="00D4233C" w:rsidP="00827620">
      <w:pPr>
        <w:pStyle w:val="libNormal"/>
        <w:rPr>
          <w:rtl/>
        </w:rPr>
      </w:pPr>
      <w:r>
        <w:rPr>
          <w:rtl/>
        </w:rPr>
        <w:br w:type="page"/>
      </w:r>
    </w:p>
    <w:p w:rsidR="00827620" w:rsidRDefault="00827620" w:rsidP="00D4233C">
      <w:pPr>
        <w:pStyle w:val="Heading1"/>
        <w:rPr>
          <w:rtl/>
        </w:rPr>
      </w:pPr>
      <w:bookmarkStart w:id="175" w:name="_Toc479592382"/>
      <w:bookmarkStart w:id="176" w:name="_Toc479592502"/>
      <w:r>
        <w:rPr>
          <w:rFonts w:hint="eastAsia"/>
          <w:rtl/>
        </w:rPr>
        <w:t>امر</w:t>
      </w:r>
      <w:r>
        <w:rPr>
          <w:rtl/>
        </w:rPr>
        <w:t xml:space="preserve"> به معروف و نهى از منكر</w:t>
      </w:r>
      <w:bookmarkEnd w:id="175"/>
      <w:bookmarkEnd w:id="176"/>
    </w:p>
    <w:p w:rsidR="00827620" w:rsidRDefault="00827620" w:rsidP="00827620">
      <w:pPr>
        <w:pStyle w:val="libNormal"/>
        <w:rPr>
          <w:rtl/>
        </w:rPr>
      </w:pPr>
      <w:r>
        <w:rPr>
          <w:rtl/>
        </w:rPr>
        <w:t>٣٢٩ - بعضى از مسلمانان از انجام وظيفه مهم امر به معروف و نهى از منكر از روى ترس ، شانه خالى مى كنند آيا كسى كه امر به معروف و نهى از منكر كند، ممكن است چيزى را از دست بدهد مثلا جانش را يا نانش ‍ را؟</w:t>
      </w:r>
    </w:p>
    <w:p w:rsidR="00827620" w:rsidRDefault="00827620" w:rsidP="00827620">
      <w:pPr>
        <w:pStyle w:val="libNormal"/>
        <w:rPr>
          <w:rtl/>
        </w:rPr>
      </w:pPr>
      <w:r>
        <w:rPr>
          <w:rFonts w:hint="eastAsia"/>
          <w:rtl/>
        </w:rPr>
        <w:t>ان</w:t>
      </w:r>
      <w:r>
        <w:rPr>
          <w:rtl/>
        </w:rPr>
        <w:t xml:space="preserve"> الامر بالمعروف و النهى عن المنكر لا يقربان من اجل و لا ينقصان من رزق . </w:t>
      </w:r>
      <w:r w:rsidRPr="00D4233C">
        <w:rPr>
          <w:rStyle w:val="libFootnotenumChar"/>
          <w:rtl/>
        </w:rPr>
        <w:t>(٣٥٦)</w:t>
      </w:r>
    </w:p>
    <w:p w:rsidR="00827620" w:rsidRDefault="00827620" w:rsidP="00827620">
      <w:pPr>
        <w:pStyle w:val="libNormal"/>
        <w:rPr>
          <w:rtl/>
        </w:rPr>
      </w:pPr>
      <w:r>
        <w:rPr>
          <w:rFonts w:hint="eastAsia"/>
          <w:rtl/>
        </w:rPr>
        <w:t>هرگز،</w:t>
      </w:r>
      <w:r>
        <w:rPr>
          <w:rtl/>
        </w:rPr>
        <w:t xml:space="preserve"> امر به معروف و نهى از منكر هيچ گاه نه از روزى مقدر مى كاهد و نه اجل انسان را نزديك مى كند (ترس او بى جا است كه ناشى از ضعف ايمان است)</w:t>
      </w:r>
    </w:p>
    <w:p w:rsidR="00827620" w:rsidRDefault="00827620" w:rsidP="00827620">
      <w:pPr>
        <w:pStyle w:val="libNormal"/>
        <w:rPr>
          <w:rtl/>
        </w:rPr>
      </w:pPr>
      <w:r>
        <w:rPr>
          <w:rtl/>
        </w:rPr>
        <w:t>٣٣٠ - موقعيت امر به معروف و نهى از منكر نسبت به ساير احكام دين چگونه است ؟</w:t>
      </w:r>
    </w:p>
    <w:p w:rsidR="00827620" w:rsidRDefault="00827620" w:rsidP="00827620">
      <w:pPr>
        <w:pStyle w:val="libNormal"/>
        <w:rPr>
          <w:rtl/>
        </w:rPr>
      </w:pPr>
      <w:r>
        <w:rPr>
          <w:rFonts w:hint="eastAsia"/>
          <w:rtl/>
        </w:rPr>
        <w:t>غايه</w:t>
      </w:r>
      <w:r>
        <w:rPr>
          <w:rtl/>
        </w:rPr>
        <w:t xml:space="preserve"> الدين الامر بالمعروف و النهى عن المنكر و اقامه الحدود .</w:t>
      </w:r>
    </w:p>
    <w:p w:rsidR="00827620" w:rsidRDefault="00827620" w:rsidP="00827620">
      <w:pPr>
        <w:pStyle w:val="libNormal"/>
        <w:rPr>
          <w:rtl/>
        </w:rPr>
      </w:pPr>
      <w:r>
        <w:rPr>
          <w:rFonts w:hint="eastAsia"/>
          <w:rtl/>
        </w:rPr>
        <w:t>هدف</w:t>
      </w:r>
      <w:r>
        <w:rPr>
          <w:rtl/>
        </w:rPr>
        <w:t xml:space="preserve"> اصلى دين امر به معروف (سوق جامعه به سمت صلاح) و نهى از منكر و انجام حدود الهى است (كه هر سه براى خير و صلاح مردم است)</w:t>
      </w:r>
    </w:p>
    <w:p w:rsidR="00D4233C" w:rsidRDefault="00D4233C" w:rsidP="00827620">
      <w:pPr>
        <w:pStyle w:val="libNormal"/>
        <w:rPr>
          <w:rtl/>
        </w:rPr>
      </w:pPr>
      <w:r>
        <w:rPr>
          <w:rtl/>
        </w:rPr>
        <w:br w:type="page"/>
      </w:r>
    </w:p>
    <w:p w:rsidR="00827620" w:rsidRDefault="00827620" w:rsidP="00D4233C">
      <w:pPr>
        <w:pStyle w:val="Heading1"/>
        <w:rPr>
          <w:rtl/>
        </w:rPr>
      </w:pPr>
      <w:bookmarkStart w:id="177" w:name="_Toc479592383"/>
      <w:bookmarkStart w:id="178" w:name="_Toc479592503"/>
      <w:r>
        <w:rPr>
          <w:rFonts w:hint="eastAsia"/>
          <w:rtl/>
        </w:rPr>
        <w:t>موسيقى</w:t>
      </w:r>
      <w:r>
        <w:rPr>
          <w:rtl/>
        </w:rPr>
        <w:t xml:space="preserve"> ، رشوه</w:t>
      </w:r>
      <w:bookmarkEnd w:id="177"/>
      <w:bookmarkEnd w:id="178"/>
    </w:p>
    <w:p w:rsidR="00827620" w:rsidRDefault="00827620" w:rsidP="00827620">
      <w:pPr>
        <w:pStyle w:val="libNormal"/>
        <w:rPr>
          <w:rtl/>
        </w:rPr>
      </w:pPr>
      <w:r>
        <w:rPr>
          <w:rtl/>
        </w:rPr>
        <w:t>٣٣١ - نظر شما در مورد موسيقى و استعمال آلات لهو چيست ؟</w:t>
      </w:r>
    </w:p>
    <w:p w:rsidR="00827620" w:rsidRDefault="00827620" w:rsidP="00827620">
      <w:pPr>
        <w:pStyle w:val="libNormal"/>
        <w:rPr>
          <w:rtl/>
        </w:rPr>
      </w:pPr>
      <w:r>
        <w:rPr>
          <w:rFonts w:hint="eastAsia"/>
          <w:rtl/>
        </w:rPr>
        <w:t>لا</w:t>
      </w:r>
      <w:r>
        <w:rPr>
          <w:rtl/>
        </w:rPr>
        <w:t xml:space="preserve"> تدخل الملائكه بيتا فيه خمر او دف او طنبور او نرد و لا تستجاب دعائهم و ترفع البركه .</w:t>
      </w:r>
    </w:p>
    <w:p w:rsidR="00827620" w:rsidRDefault="00827620" w:rsidP="00827620">
      <w:pPr>
        <w:pStyle w:val="libNormal"/>
        <w:rPr>
          <w:rtl/>
        </w:rPr>
      </w:pPr>
      <w:r>
        <w:rPr>
          <w:rFonts w:hint="eastAsia"/>
          <w:rtl/>
        </w:rPr>
        <w:t>خانه</w:t>
      </w:r>
      <w:r>
        <w:rPr>
          <w:rtl/>
        </w:rPr>
        <w:t xml:space="preserve"> اى كه در آن شراب ، آلات موسيقى يا آلات قمار باشد ملائكه وارد آن نمى شوند و دعاء اهل آن خانه اجابت نمى شود و بركت از آن خانه رخت مى بندد.</w:t>
      </w:r>
    </w:p>
    <w:p w:rsidR="00827620" w:rsidRDefault="00827620" w:rsidP="00827620">
      <w:pPr>
        <w:pStyle w:val="libNormal"/>
        <w:rPr>
          <w:rtl/>
        </w:rPr>
      </w:pPr>
      <w:r>
        <w:rPr>
          <w:rFonts w:hint="eastAsia"/>
          <w:rtl/>
        </w:rPr>
        <w:t>و</w:t>
      </w:r>
      <w:r>
        <w:rPr>
          <w:rtl/>
        </w:rPr>
        <w:t xml:space="preserve"> به گفته امام صادق </w:t>
      </w:r>
      <w:r w:rsidR="00196907" w:rsidRPr="00196907">
        <w:rPr>
          <w:rStyle w:val="libAlaemChar"/>
          <w:rtl/>
        </w:rPr>
        <w:t xml:space="preserve">عليه‌السلام </w:t>
      </w:r>
      <w:r>
        <w:rPr>
          <w:rtl/>
        </w:rPr>
        <w:t>بيت الغناء لا تومن الفجيعه و لا تجاب فيه الدعوه الغناء يورث النفاق و يعقب الفقر ...</w:t>
      </w:r>
    </w:p>
    <w:p w:rsidR="00827620" w:rsidRDefault="00827620" w:rsidP="00827620">
      <w:pPr>
        <w:pStyle w:val="libNormal"/>
        <w:rPr>
          <w:rtl/>
        </w:rPr>
      </w:pPr>
      <w:r>
        <w:rPr>
          <w:rFonts w:hint="eastAsia"/>
          <w:rtl/>
        </w:rPr>
        <w:t>خانه</w:t>
      </w:r>
      <w:r>
        <w:rPr>
          <w:rtl/>
        </w:rPr>
        <w:t xml:space="preserve"> اى كه در آن موسيقى باشد از مرگ ناگهانى در امان نيست و دعا آن مستجاب نيست و باعث نفاق و فقر صاحب آن مى شود.</w:t>
      </w:r>
    </w:p>
    <w:p w:rsidR="00827620" w:rsidRDefault="00827620" w:rsidP="00827620">
      <w:pPr>
        <w:pStyle w:val="libNormal"/>
        <w:rPr>
          <w:rtl/>
        </w:rPr>
      </w:pPr>
      <w:r>
        <w:rPr>
          <w:rtl/>
        </w:rPr>
        <w:t>٣٣٢ - بعضى از افراد به رشوه گرفتار شده اند آنها را چگونه مى بينيد؟</w:t>
      </w:r>
    </w:p>
    <w:p w:rsidR="00827620" w:rsidRDefault="00827620" w:rsidP="00827620">
      <w:pPr>
        <w:pStyle w:val="libNormal"/>
        <w:rPr>
          <w:rtl/>
        </w:rPr>
      </w:pPr>
      <w:r>
        <w:rPr>
          <w:rFonts w:hint="eastAsia"/>
          <w:rtl/>
        </w:rPr>
        <w:t>من</w:t>
      </w:r>
      <w:r>
        <w:rPr>
          <w:rtl/>
        </w:rPr>
        <w:t xml:space="preserve"> اخذ رشوه فهو مشرك .</w:t>
      </w:r>
    </w:p>
    <w:p w:rsidR="00827620" w:rsidRDefault="00827620" w:rsidP="00827620">
      <w:pPr>
        <w:pStyle w:val="libNormal"/>
        <w:rPr>
          <w:rtl/>
        </w:rPr>
      </w:pPr>
      <w:r>
        <w:rPr>
          <w:rFonts w:hint="eastAsia"/>
          <w:rtl/>
        </w:rPr>
        <w:t>كسى</w:t>
      </w:r>
      <w:r>
        <w:rPr>
          <w:rtl/>
        </w:rPr>
        <w:t xml:space="preserve"> كه رشوه بگيرد به خداوند مشرك شده است .</w:t>
      </w:r>
    </w:p>
    <w:p w:rsidR="00827620" w:rsidRDefault="00827620" w:rsidP="00827620">
      <w:pPr>
        <w:pStyle w:val="libNormal"/>
        <w:rPr>
          <w:rtl/>
        </w:rPr>
      </w:pPr>
      <w:r>
        <w:rPr>
          <w:rtl/>
        </w:rPr>
        <w:t>٣٣٣ - آرامش دل چگونه حاصل مى شود؟ با اضطراب ها و نگرانى ها چه بايد كرد؟</w:t>
      </w:r>
    </w:p>
    <w:p w:rsidR="00827620" w:rsidRDefault="00827620" w:rsidP="00827620">
      <w:pPr>
        <w:pStyle w:val="libNormal"/>
        <w:rPr>
          <w:rtl/>
        </w:rPr>
      </w:pPr>
      <w:r>
        <w:rPr>
          <w:rFonts w:hint="eastAsia"/>
          <w:rtl/>
        </w:rPr>
        <w:t>ذكر</w:t>
      </w:r>
      <w:r>
        <w:rPr>
          <w:rtl/>
        </w:rPr>
        <w:t xml:space="preserve"> الله جلاء الصدور و طمانينه القلوب .</w:t>
      </w:r>
    </w:p>
    <w:p w:rsidR="00827620" w:rsidRDefault="00827620" w:rsidP="00827620">
      <w:pPr>
        <w:pStyle w:val="libNormal"/>
        <w:rPr>
          <w:rtl/>
        </w:rPr>
      </w:pPr>
      <w:r>
        <w:rPr>
          <w:rFonts w:hint="eastAsia"/>
          <w:rtl/>
        </w:rPr>
        <w:t>به</w:t>
      </w:r>
      <w:r>
        <w:rPr>
          <w:rtl/>
        </w:rPr>
        <w:t xml:space="preserve"> ياد خدا باشيد، زيرا ياد خدا دلها را صفا مى دهد و باعث آرامش قلبها مى شود.</w:t>
      </w:r>
    </w:p>
    <w:p w:rsidR="00827620" w:rsidRDefault="00827620" w:rsidP="00827620">
      <w:pPr>
        <w:pStyle w:val="libNormal"/>
        <w:rPr>
          <w:rtl/>
        </w:rPr>
      </w:pPr>
      <w:r>
        <w:rPr>
          <w:rtl/>
        </w:rPr>
        <w:t>٣٣٤ - آيا گناهان پنهانى هم زيان مى رساند؟</w:t>
      </w:r>
    </w:p>
    <w:p w:rsidR="00827620" w:rsidRDefault="00827620" w:rsidP="00827620">
      <w:pPr>
        <w:pStyle w:val="libNormal"/>
        <w:rPr>
          <w:rtl/>
        </w:rPr>
      </w:pPr>
      <w:r>
        <w:rPr>
          <w:rFonts w:hint="eastAsia"/>
          <w:rtl/>
        </w:rPr>
        <w:t>بله</w:t>
      </w:r>
      <w:r>
        <w:rPr>
          <w:rtl/>
        </w:rPr>
        <w:t xml:space="preserve"> ، گناه ؛ چه پنهانى و چه آشكار، مايه روسياهى صاحبش مى شود.</w:t>
      </w:r>
    </w:p>
    <w:p w:rsidR="00827620" w:rsidRDefault="00827620" w:rsidP="00827620">
      <w:pPr>
        <w:pStyle w:val="libNormal"/>
        <w:rPr>
          <w:rtl/>
        </w:rPr>
      </w:pPr>
      <w:r>
        <w:rPr>
          <w:rFonts w:hint="eastAsia"/>
          <w:rtl/>
        </w:rPr>
        <w:lastRenderedPageBreak/>
        <w:t>اتقوا</w:t>
      </w:r>
      <w:r>
        <w:rPr>
          <w:rtl/>
        </w:rPr>
        <w:t xml:space="preserve"> معاصى الخلوات فان الشاهد هو الحاكم .</w:t>
      </w:r>
    </w:p>
    <w:p w:rsidR="00827620" w:rsidRDefault="00827620" w:rsidP="00827620">
      <w:pPr>
        <w:pStyle w:val="libNormal"/>
        <w:rPr>
          <w:rtl/>
        </w:rPr>
      </w:pPr>
      <w:r>
        <w:rPr>
          <w:rFonts w:hint="eastAsia"/>
          <w:rtl/>
        </w:rPr>
        <w:t>از</w:t>
      </w:r>
      <w:r>
        <w:rPr>
          <w:rtl/>
        </w:rPr>
        <w:t xml:space="preserve"> گناهان پنهانى پرهيز كنيد كه شاهد گناه در خلوت حاكم قيامت (خداوند) است .</w:t>
      </w:r>
    </w:p>
    <w:p w:rsidR="00827620" w:rsidRDefault="00D4233C" w:rsidP="00827620">
      <w:pPr>
        <w:pStyle w:val="libNormal"/>
        <w:rPr>
          <w:rtl/>
        </w:rPr>
      </w:pPr>
      <w:r>
        <w:rPr>
          <w:rtl/>
          <w:lang w:bidi="fa-IR"/>
        </w:rPr>
        <w:br w:type="page"/>
      </w:r>
    </w:p>
    <w:p w:rsidR="00827620" w:rsidRDefault="00827620" w:rsidP="00D4233C">
      <w:pPr>
        <w:pStyle w:val="Heading1"/>
        <w:rPr>
          <w:rtl/>
        </w:rPr>
      </w:pPr>
      <w:bookmarkStart w:id="179" w:name="_Toc479592384"/>
      <w:bookmarkStart w:id="180" w:name="_Toc479592504"/>
      <w:r>
        <w:rPr>
          <w:rFonts w:hint="eastAsia"/>
          <w:rtl/>
        </w:rPr>
        <w:t>ارتباط</w:t>
      </w:r>
      <w:r>
        <w:rPr>
          <w:rtl/>
        </w:rPr>
        <w:t xml:space="preserve"> با افراد مختلف جامعه</w:t>
      </w:r>
      <w:bookmarkEnd w:id="179"/>
      <w:bookmarkEnd w:id="180"/>
    </w:p>
    <w:p w:rsidR="00827620" w:rsidRDefault="00827620" w:rsidP="00827620">
      <w:pPr>
        <w:pStyle w:val="libNormal"/>
        <w:rPr>
          <w:rtl/>
        </w:rPr>
      </w:pPr>
      <w:r>
        <w:rPr>
          <w:rtl/>
        </w:rPr>
        <w:t>٣٣٥ - بعضى ها اظهار دوستى مى كنند ولى در عمل پوست آدم را مى كنند. نظر شما در مورد اين گونه افراد چيست ؟</w:t>
      </w:r>
    </w:p>
    <w:p w:rsidR="00827620" w:rsidRDefault="00827620" w:rsidP="00827620">
      <w:pPr>
        <w:pStyle w:val="libNormal"/>
        <w:rPr>
          <w:rtl/>
        </w:rPr>
      </w:pPr>
      <w:r>
        <w:rPr>
          <w:rFonts w:hint="eastAsia"/>
          <w:rtl/>
        </w:rPr>
        <w:t>لا</w:t>
      </w:r>
      <w:r>
        <w:rPr>
          <w:rtl/>
        </w:rPr>
        <w:t xml:space="preserve"> خير فى صحبه من اجتمع فيه ست خصال : ان حدثك كذبك ، و ان اتمنته خانك ، و ان اتمنك اتهمك و ان انعمت عليه ، كفرك و ان انعم من عليك بنعمته . </w:t>
      </w:r>
      <w:r w:rsidRPr="00D4233C">
        <w:rPr>
          <w:rStyle w:val="libFootnotenumChar"/>
          <w:rtl/>
        </w:rPr>
        <w:t>(٣٥٧)</w:t>
      </w:r>
    </w:p>
    <w:p w:rsidR="00827620" w:rsidRDefault="00827620" w:rsidP="00827620">
      <w:pPr>
        <w:pStyle w:val="libNormal"/>
        <w:rPr>
          <w:rtl/>
        </w:rPr>
      </w:pPr>
      <w:r>
        <w:rPr>
          <w:rFonts w:hint="eastAsia"/>
          <w:rtl/>
        </w:rPr>
        <w:t>كسى</w:t>
      </w:r>
      <w:r>
        <w:rPr>
          <w:rtl/>
        </w:rPr>
        <w:t xml:space="preserve"> كه شش خصلت داشته باشد نبايد با او دوستى و مصاحبت كرد كه در او خيرى نيست . كسى كه به تو دروغ بگويد، و اگر به او اعتماد كردى به تو خيانت كند، و اگر به تو اعتماد كرد سرانجام به تو تهمت خيانت زند.</w:t>
      </w:r>
    </w:p>
    <w:p w:rsidR="00827620" w:rsidRDefault="00827620" w:rsidP="00827620">
      <w:pPr>
        <w:pStyle w:val="libNormal"/>
        <w:rPr>
          <w:rtl/>
        </w:rPr>
      </w:pPr>
      <w:r>
        <w:rPr>
          <w:rFonts w:hint="eastAsia"/>
          <w:rtl/>
        </w:rPr>
        <w:t>اگر</w:t>
      </w:r>
      <w:r>
        <w:rPr>
          <w:rtl/>
        </w:rPr>
        <w:t xml:space="preserve"> به او نعمتى دادى كفران كند، و اگر به تو نعمتى داد منت گذارد.</w:t>
      </w:r>
    </w:p>
    <w:p w:rsidR="00827620" w:rsidRDefault="00827620" w:rsidP="00827620">
      <w:pPr>
        <w:pStyle w:val="libNormal"/>
        <w:rPr>
          <w:rtl/>
        </w:rPr>
      </w:pPr>
      <w:r>
        <w:rPr>
          <w:rtl/>
        </w:rPr>
        <w:t>٣٣٦ - بعضى دوستان گاهى كارهاى خلاف انتظار ما انجام مى دهند و براى آن خلاف ، عذرى مى آورند با اين كه ما باورمان نمى شود كه راست بگويد در اين گونه موارد وظيفه ما چيست ؟</w:t>
      </w:r>
    </w:p>
    <w:p w:rsidR="00827620" w:rsidRDefault="00827620" w:rsidP="00827620">
      <w:pPr>
        <w:pStyle w:val="libNormal"/>
        <w:rPr>
          <w:rtl/>
        </w:rPr>
      </w:pPr>
      <w:r>
        <w:rPr>
          <w:rFonts w:hint="eastAsia"/>
          <w:rtl/>
        </w:rPr>
        <w:t>اقبل</w:t>
      </w:r>
      <w:r>
        <w:rPr>
          <w:rtl/>
        </w:rPr>
        <w:t xml:space="preserve"> عذر اخيك فان لم يكن له عذر فالتمس له عذرا .</w:t>
      </w:r>
    </w:p>
    <w:p w:rsidR="00827620" w:rsidRDefault="00827620" w:rsidP="00827620">
      <w:pPr>
        <w:pStyle w:val="libNormal"/>
        <w:rPr>
          <w:rtl/>
        </w:rPr>
      </w:pPr>
      <w:r>
        <w:rPr>
          <w:rFonts w:hint="eastAsia"/>
          <w:rtl/>
        </w:rPr>
        <w:t>نه</w:t>
      </w:r>
      <w:r>
        <w:rPr>
          <w:rtl/>
        </w:rPr>
        <w:t xml:space="preserve"> تنها وظيفه دارى كه عذر او را بپذيرى و او را متهم به كذب نكنى بلكه اگر خودش هم عذرى نياورد تو برايش عذرى پيدا كن و او را در كارش معذور دار. (سعى نكن او را به دروغگويى متهم نمائى)</w:t>
      </w:r>
    </w:p>
    <w:p w:rsidR="00827620" w:rsidRDefault="00827620" w:rsidP="00827620">
      <w:pPr>
        <w:pStyle w:val="libNormal"/>
        <w:rPr>
          <w:rtl/>
        </w:rPr>
      </w:pPr>
      <w:r>
        <w:rPr>
          <w:rtl/>
        </w:rPr>
        <w:t>٣٣٧ - گروهى از مردم وقتى به پست و مقامى رسيدند خودشان را مى گيرند و حاجب و دربانى و منشى و نگهبانى پيدا مى كنند و ديگر دست مراجعين به آنها نمى رسد، آيا كار درستى است ؟</w:t>
      </w:r>
    </w:p>
    <w:p w:rsidR="00827620" w:rsidRDefault="00827620" w:rsidP="00827620">
      <w:pPr>
        <w:pStyle w:val="libNormal"/>
        <w:rPr>
          <w:rtl/>
        </w:rPr>
      </w:pPr>
      <w:r>
        <w:rPr>
          <w:rFonts w:hint="eastAsia"/>
          <w:rtl/>
        </w:rPr>
        <w:lastRenderedPageBreak/>
        <w:t>ايما</w:t>
      </w:r>
      <w:r>
        <w:rPr>
          <w:rtl/>
        </w:rPr>
        <w:t xml:space="preserve"> و ال احتجب عن حوائج الناس احتجب الله عنه يوم القيامه و عن حوائجه و ان اخذ هديه كان غلولا و ان اخذ رشوه فهو مشرك .</w:t>
      </w:r>
    </w:p>
    <w:p w:rsidR="00827620" w:rsidRDefault="00827620" w:rsidP="00827620">
      <w:pPr>
        <w:pStyle w:val="libNormal"/>
        <w:rPr>
          <w:rtl/>
        </w:rPr>
      </w:pPr>
      <w:r>
        <w:rPr>
          <w:rFonts w:hint="eastAsia"/>
          <w:rtl/>
        </w:rPr>
        <w:t>هر</w:t>
      </w:r>
      <w:r>
        <w:rPr>
          <w:rtl/>
        </w:rPr>
        <w:t xml:space="preserve"> حاكم و مسئولى كه بين خود و امورات مردم مانع ايجاد نمايد و به نيازهاى مردم رسيدگى نكند، خداوند در قيامت بين خود، و او، حاجب ايجاد كند و به حوائجش رسيدگى نكند و اگر از مراجعين هديه بگيرد خيانت كرده و اگر رشوه بگيرد شرك آورده است .</w:t>
      </w:r>
    </w:p>
    <w:p w:rsidR="00827620" w:rsidRDefault="00827620" w:rsidP="00827620">
      <w:pPr>
        <w:pStyle w:val="libNormal"/>
        <w:rPr>
          <w:rtl/>
        </w:rPr>
      </w:pPr>
      <w:r>
        <w:rPr>
          <w:rtl/>
        </w:rPr>
        <w:t>٣٣٨ - اگر كسى براى فخرفروشى و به اصطلاح ، پز دادن و به رخ مردم كشيدن ، خانه اى يا اتومبيلى يا چيز ديگرى تهيه كند آيا به نظر شما كار زشتى نيست ؟</w:t>
      </w:r>
    </w:p>
    <w:p w:rsidR="00827620" w:rsidRDefault="00827620" w:rsidP="00827620">
      <w:pPr>
        <w:pStyle w:val="libNormal"/>
        <w:rPr>
          <w:rtl/>
        </w:rPr>
      </w:pPr>
      <w:r>
        <w:rPr>
          <w:rFonts w:hint="eastAsia"/>
          <w:rtl/>
        </w:rPr>
        <w:t>من</w:t>
      </w:r>
      <w:r>
        <w:rPr>
          <w:rtl/>
        </w:rPr>
        <w:t xml:space="preserve"> صنع شيئا للمفاخره حشره الله يوم القيامه اسود . </w:t>
      </w:r>
      <w:r w:rsidRPr="00D4233C">
        <w:rPr>
          <w:rStyle w:val="libFootnotenumChar"/>
          <w:rtl/>
        </w:rPr>
        <w:t>(٣٥٨)</w:t>
      </w:r>
    </w:p>
    <w:p w:rsidR="00827620" w:rsidRDefault="00827620" w:rsidP="00827620">
      <w:pPr>
        <w:pStyle w:val="libNormal"/>
        <w:rPr>
          <w:rtl/>
        </w:rPr>
      </w:pPr>
      <w:r>
        <w:rPr>
          <w:rtl/>
        </w:rPr>
        <w:t>(چرا، خداوند از چنين كسى خشنود نخواهد بود و) كسى كه چيزى را براى فخركردن درست كند خداوند در قيامت او را روسياه محشور گرداند.</w:t>
      </w:r>
    </w:p>
    <w:p w:rsidR="00827620" w:rsidRDefault="00827620" w:rsidP="00827620">
      <w:pPr>
        <w:pStyle w:val="libNormal"/>
        <w:rPr>
          <w:rtl/>
        </w:rPr>
      </w:pPr>
      <w:r>
        <w:rPr>
          <w:rtl/>
        </w:rPr>
        <w:t>٣٣٩ - آدم هاى حسود را چگونه مى دانيد؟</w:t>
      </w:r>
    </w:p>
    <w:p w:rsidR="00827620" w:rsidRDefault="00827620" w:rsidP="00827620">
      <w:pPr>
        <w:pStyle w:val="libNormal"/>
        <w:rPr>
          <w:rtl/>
        </w:rPr>
      </w:pPr>
      <w:r>
        <w:rPr>
          <w:rFonts w:hint="eastAsia"/>
          <w:rtl/>
        </w:rPr>
        <w:t>لله</w:t>
      </w:r>
      <w:r>
        <w:rPr>
          <w:rtl/>
        </w:rPr>
        <w:t xml:space="preserve"> در الحسد ما اعدله بدء بصاحبه فقتله .</w:t>
      </w:r>
    </w:p>
    <w:p w:rsidR="00827620" w:rsidRDefault="00827620" w:rsidP="00827620">
      <w:pPr>
        <w:pStyle w:val="libNormal"/>
        <w:rPr>
          <w:rtl/>
        </w:rPr>
      </w:pPr>
      <w:r>
        <w:rPr>
          <w:rFonts w:hint="eastAsia"/>
          <w:rtl/>
        </w:rPr>
        <w:t>حسد،</w:t>
      </w:r>
      <w:r>
        <w:rPr>
          <w:rtl/>
        </w:rPr>
        <w:t xml:space="preserve"> چه صفت باعدلى است كه نخست صاحب خود (حسود) را مى كشد.</w:t>
      </w:r>
    </w:p>
    <w:p w:rsidR="00827620" w:rsidRDefault="00827620" w:rsidP="00827620">
      <w:pPr>
        <w:pStyle w:val="libNormal"/>
        <w:rPr>
          <w:rtl/>
        </w:rPr>
      </w:pPr>
      <w:r>
        <w:rPr>
          <w:rFonts w:hint="eastAsia"/>
          <w:rtl/>
        </w:rPr>
        <w:t>يعنى</w:t>
      </w:r>
      <w:r>
        <w:rPr>
          <w:rtl/>
        </w:rPr>
        <w:t xml:space="preserve"> قبل از اين كه آدم حسود با حسد خود به ديگرى زيان برساند خود را هلاكت خواهد رساند.</w:t>
      </w:r>
    </w:p>
    <w:p w:rsidR="00827620" w:rsidRDefault="00827620" w:rsidP="00827620">
      <w:pPr>
        <w:pStyle w:val="libNormal"/>
        <w:rPr>
          <w:rtl/>
        </w:rPr>
      </w:pPr>
      <w:r>
        <w:rPr>
          <w:rtl/>
        </w:rPr>
        <w:t>٣٤٠ - اگر بر دشمن خود پيروز شديم چه برخوردى با او بكنيم ؟</w:t>
      </w:r>
    </w:p>
    <w:p w:rsidR="00827620" w:rsidRDefault="00827620" w:rsidP="00827620">
      <w:pPr>
        <w:pStyle w:val="libNormal"/>
        <w:rPr>
          <w:rtl/>
        </w:rPr>
      </w:pPr>
      <w:r>
        <w:rPr>
          <w:rFonts w:hint="eastAsia"/>
          <w:rtl/>
        </w:rPr>
        <w:t>اذا</w:t>
      </w:r>
      <w:r>
        <w:rPr>
          <w:rtl/>
        </w:rPr>
        <w:t xml:space="preserve"> قدرت على عدوك فاجعل العفو عنه شكرا للقدره عليه . </w:t>
      </w:r>
      <w:r w:rsidRPr="00D4233C">
        <w:rPr>
          <w:rStyle w:val="libFootnotenumChar"/>
          <w:rtl/>
        </w:rPr>
        <w:t>(٣٥٩)</w:t>
      </w:r>
    </w:p>
    <w:p w:rsidR="00827620" w:rsidRDefault="00827620" w:rsidP="00827620">
      <w:pPr>
        <w:pStyle w:val="libNormal"/>
        <w:rPr>
          <w:rtl/>
        </w:rPr>
      </w:pPr>
      <w:r>
        <w:rPr>
          <w:rFonts w:hint="eastAsia"/>
          <w:rtl/>
        </w:rPr>
        <w:t>هرگاه</w:t>
      </w:r>
      <w:r>
        <w:rPr>
          <w:rtl/>
        </w:rPr>
        <w:t xml:space="preserve"> بر دشمن خود پيروز شديد (به جاى انتقام) او را به شكرانه پيروزى بر او؛ ببخش و عفوش كن .</w:t>
      </w:r>
    </w:p>
    <w:p w:rsidR="00827620" w:rsidRDefault="00D4233C" w:rsidP="00827620">
      <w:pPr>
        <w:pStyle w:val="libNormal"/>
        <w:rPr>
          <w:rtl/>
        </w:rPr>
      </w:pPr>
      <w:r>
        <w:rPr>
          <w:rtl/>
        </w:rPr>
        <w:br w:type="page"/>
      </w:r>
    </w:p>
    <w:p w:rsidR="00827620" w:rsidRDefault="00827620" w:rsidP="00D4233C">
      <w:pPr>
        <w:pStyle w:val="Heading1"/>
        <w:rPr>
          <w:rtl/>
        </w:rPr>
      </w:pPr>
      <w:bookmarkStart w:id="181" w:name="_Toc479592385"/>
      <w:bookmarkStart w:id="182" w:name="_Toc479592505"/>
      <w:r>
        <w:rPr>
          <w:rFonts w:hint="eastAsia"/>
          <w:rtl/>
        </w:rPr>
        <w:t>اخلاق</w:t>
      </w:r>
      <w:r>
        <w:rPr>
          <w:rtl/>
        </w:rPr>
        <w:t xml:space="preserve"> نيك</w:t>
      </w:r>
      <w:bookmarkEnd w:id="181"/>
      <w:bookmarkEnd w:id="182"/>
    </w:p>
    <w:p w:rsidR="00827620" w:rsidRDefault="00827620" w:rsidP="00827620">
      <w:pPr>
        <w:pStyle w:val="libNormal"/>
        <w:rPr>
          <w:rtl/>
        </w:rPr>
      </w:pPr>
      <w:r>
        <w:rPr>
          <w:rtl/>
        </w:rPr>
        <w:t>٣٤١ - اخلاق نيك و رفتار پسنديده در چيست ؟</w:t>
      </w:r>
    </w:p>
    <w:p w:rsidR="00827620" w:rsidRDefault="00827620" w:rsidP="00D4233C">
      <w:pPr>
        <w:pStyle w:val="libNormal"/>
        <w:rPr>
          <w:rtl/>
        </w:rPr>
      </w:pPr>
      <w:r>
        <w:rPr>
          <w:rFonts w:hint="eastAsia"/>
          <w:rtl/>
        </w:rPr>
        <w:t>حسن</w:t>
      </w:r>
      <w:r>
        <w:rPr>
          <w:rtl/>
        </w:rPr>
        <w:t xml:space="preserve"> الخلق فى ثلاث : اجتناب المحارم و طلب الحلال و التوسع على العيال .</w:t>
      </w:r>
      <w:r w:rsidR="00D4233C">
        <w:rPr>
          <w:rFonts w:hint="eastAsia"/>
          <w:rtl/>
        </w:rPr>
        <w:t xml:space="preserve"> </w:t>
      </w:r>
      <w:r>
        <w:rPr>
          <w:rFonts w:hint="eastAsia"/>
          <w:rtl/>
        </w:rPr>
        <w:t>اخلاق</w:t>
      </w:r>
      <w:r>
        <w:rPr>
          <w:rtl/>
        </w:rPr>
        <w:t xml:space="preserve"> نيكو در سه چيز است : دورى از كارهاى حرام ، به دنبال روزى حلال رفتن و بر عائله و خانواده توسعه دادن و سختگيرى نكردن .</w:t>
      </w:r>
    </w:p>
    <w:p w:rsidR="00827620" w:rsidRDefault="00827620" w:rsidP="00827620">
      <w:pPr>
        <w:pStyle w:val="libNormal"/>
        <w:rPr>
          <w:rtl/>
        </w:rPr>
      </w:pPr>
      <w:r>
        <w:rPr>
          <w:rtl/>
        </w:rPr>
        <w:t>٣٤٢ - به نظر شما فقير كيست ؟</w:t>
      </w:r>
    </w:p>
    <w:p w:rsidR="00827620" w:rsidRDefault="00827620" w:rsidP="00827620">
      <w:pPr>
        <w:pStyle w:val="libNormal"/>
        <w:rPr>
          <w:rtl/>
        </w:rPr>
      </w:pPr>
      <w:r>
        <w:rPr>
          <w:rFonts w:hint="eastAsia"/>
          <w:rtl/>
        </w:rPr>
        <w:t>فقير</w:t>
      </w:r>
      <w:r>
        <w:rPr>
          <w:rtl/>
        </w:rPr>
        <w:t xml:space="preserve"> واقعى كسى است كه در قيامت دستش خالى باشد. الغنى و الفقر بعد الغرض على الله .</w:t>
      </w:r>
    </w:p>
    <w:p w:rsidR="00827620" w:rsidRDefault="00827620" w:rsidP="00827620">
      <w:pPr>
        <w:pStyle w:val="libNormal"/>
        <w:rPr>
          <w:rtl/>
        </w:rPr>
      </w:pPr>
      <w:r>
        <w:rPr>
          <w:rFonts w:hint="eastAsia"/>
          <w:rtl/>
        </w:rPr>
        <w:t>فقير</w:t>
      </w:r>
      <w:r>
        <w:rPr>
          <w:rtl/>
        </w:rPr>
        <w:t xml:space="preserve"> و غنى ، دارا و ندار، (در قيامت) و پس از عرض اعمال بر خداوند مشخص مى شود.</w:t>
      </w:r>
    </w:p>
    <w:p w:rsidR="00827620" w:rsidRDefault="00827620" w:rsidP="00827620">
      <w:pPr>
        <w:pStyle w:val="libNormal"/>
        <w:rPr>
          <w:rtl/>
        </w:rPr>
      </w:pPr>
      <w:r>
        <w:rPr>
          <w:rtl/>
        </w:rPr>
        <w:t>(بسا توانگرى كه آنروز بينوا باشد و بسا بينوائى كه آنروز توانگر باشد).</w:t>
      </w:r>
    </w:p>
    <w:p w:rsidR="00827620" w:rsidRDefault="00827620" w:rsidP="00827620">
      <w:pPr>
        <w:pStyle w:val="libNormal"/>
        <w:rPr>
          <w:rtl/>
        </w:rPr>
      </w:pPr>
      <w:r>
        <w:rPr>
          <w:rtl/>
        </w:rPr>
        <w:t>٣٤٣ - چگونه پيروزى به دست مى آيد؟</w:t>
      </w:r>
    </w:p>
    <w:p w:rsidR="00827620" w:rsidRDefault="00827620" w:rsidP="00827620">
      <w:pPr>
        <w:pStyle w:val="libNormal"/>
        <w:rPr>
          <w:rtl/>
        </w:rPr>
      </w:pPr>
      <w:r>
        <w:rPr>
          <w:rFonts w:hint="eastAsia"/>
          <w:rtl/>
        </w:rPr>
        <w:t>با</w:t>
      </w:r>
      <w:r>
        <w:rPr>
          <w:rtl/>
        </w:rPr>
        <w:t xml:space="preserve"> مقاومت و پشتكار. لا يعدم الصبور الظفر.</w:t>
      </w:r>
    </w:p>
    <w:p w:rsidR="00827620" w:rsidRDefault="00827620" w:rsidP="00827620">
      <w:pPr>
        <w:pStyle w:val="libNormal"/>
        <w:rPr>
          <w:rtl/>
        </w:rPr>
      </w:pPr>
      <w:r>
        <w:rPr>
          <w:rFonts w:hint="eastAsia"/>
          <w:rtl/>
        </w:rPr>
        <w:t>هرگز</w:t>
      </w:r>
      <w:r>
        <w:rPr>
          <w:rtl/>
        </w:rPr>
        <w:t xml:space="preserve"> آدم صبور و با استقامت پيروزى را از دست نمى دهد.</w:t>
      </w:r>
    </w:p>
    <w:p w:rsidR="00827620" w:rsidRDefault="00827620" w:rsidP="00827620">
      <w:pPr>
        <w:pStyle w:val="libNormal"/>
        <w:rPr>
          <w:rtl/>
        </w:rPr>
      </w:pPr>
      <w:r>
        <w:rPr>
          <w:rtl/>
        </w:rPr>
        <w:t>٣٤٤ - بهترين كارها چيست ؟</w:t>
      </w:r>
    </w:p>
    <w:p w:rsidR="00827620" w:rsidRDefault="00827620" w:rsidP="00827620">
      <w:pPr>
        <w:pStyle w:val="libNormal"/>
        <w:rPr>
          <w:rtl/>
        </w:rPr>
      </w:pPr>
      <w:r>
        <w:rPr>
          <w:rFonts w:hint="eastAsia"/>
          <w:rtl/>
        </w:rPr>
        <w:t>الورع</w:t>
      </w:r>
      <w:r>
        <w:rPr>
          <w:rtl/>
        </w:rPr>
        <w:t xml:space="preserve"> سيد العمل .</w:t>
      </w:r>
    </w:p>
    <w:p w:rsidR="00827620" w:rsidRDefault="00827620" w:rsidP="00827620">
      <w:pPr>
        <w:pStyle w:val="libNormal"/>
        <w:rPr>
          <w:rtl/>
        </w:rPr>
      </w:pPr>
      <w:r>
        <w:rPr>
          <w:rFonts w:hint="eastAsia"/>
          <w:rtl/>
        </w:rPr>
        <w:t>پاكدامنى</w:t>
      </w:r>
      <w:r>
        <w:rPr>
          <w:rtl/>
        </w:rPr>
        <w:t xml:space="preserve"> و تقوا (گرد گناه نرفتن) آقا و سرور اعمال است .</w:t>
      </w:r>
    </w:p>
    <w:p w:rsidR="00827620" w:rsidRDefault="00827620" w:rsidP="00827620">
      <w:pPr>
        <w:pStyle w:val="libNormal"/>
        <w:rPr>
          <w:rtl/>
        </w:rPr>
      </w:pPr>
      <w:r>
        <w:rPr>
          <w:rtl/>
        </w:rPr>
        <w:t>٣٤٥ - چه چيز مايه تقرب انسان به خدا مى شود؟</w:t>
      </w:r>
    </w:p>
    <w:p w:rsidR="00827620" w:rsidRDefault="00827620" w:rsidP="00827620">
      <w:pPr>
        <w:pStyle w:val="libNormal"/>
        <w:rPr>
          <w:rtl/>
        </w:rPr>
      </w:pPr>
      <w:r>
        <w:rPr>
          <w:rFonts w:hint="eastAsia"/>
          <w:rtl/>
        </w:rPr>
        <w:t>لا</w:t>
      </w:r>
      <w:r>
        <w:rPr>
          <w:rtl/>
        </w:rPr>
        <w:t xml:space="preserve"> يقرب من الله سبحانه الا كثره السجود و الركوع .</w:t>
      </w:r>
    </w:p>
    <w:p w:rsidR="00827620" w:rsidRDefault="00827620" w:rsidP="00D4233C">
      <w:pPr>
        <w:pStyle w:val="libNormal"/>
        <w:rPr>
          <w:rtl/>
        </w:rPr>
      </w:pPr>
      <w:r>
        <w:rPr>
          <w:rFonts w:hint="eastAsia"/>
          <w:rtl/>
        </w:rPr>
        <w:t>چيزى</w:t>
      </w:r>
      <w:r>
        <w:rPr>
          <w:rtl/>
        </w:rPr>
        <w:t xml:space="preserve"> انسان را به خدا نزديك نمى كند مگر س</w:t>
      </w:r>
      <w:r w:rsidR="00D4233C">
        <w:rPr>
          <w:rFonts w:hint="cs"/>
          <w:rtl/>
        </w:rPr>
        <w:t>ج</w:t>
      </w:r>
      <w:r>
        <w:rPr>
          <w:rtl/>
        </w:rPr>
        <w:t>ده و ركوع بسيار.</w:t>
      </w:r>
    </w:p>
    <w:p w:rsidR="00827620" w:rsidRDefault="00827620" w:rsidP="00827620">
      <w:pPr>
        <w:pStyle w:val="libNormal"/>
        <w:rPr>
          <w:rtl/>
        </w:rPr>
      </w:pPr>
      <w:r>
        <w:rPr>
          <w:rtl/>
        </w:rPr>
        <w:t>٣٤٦ - سربلندى و عزت با چه چيز حاصل مى شود؟</w:t>
      </w:r>
    </w:p>
    <w:p w:rsidR="00827620" w:rsidRDefault="00827620" w:rsidP="00827620">
      <w:pPr>
        <w:pStyle w:val="libNormal"/>
        <w:rPr>
          <w:rtl/>
        </w:rPr>
      </w:pPr>
      <w:r>
        <w:rPr>
          <w:rFonts w:hint="eastAsia"/>
          <w:rtl/>
        </w:rPr>
        <w:lastRenderedPageBreak/>
        <w:t>مجالسته</w:t>
      </w:r>
      <w:r>
        <w:rPr>
          <w:rtl/>
        </w:rPr>
        <w:t xml:space="preserve"> الابرار توجب الشرف . </w:t>
      </w:r>
      <w:r w:rsidRPr="00D4233C">
        <w:rPr>
          <w:rStyle w:val="libFootnotenumChar"/>
          <w:rtl/>
        </w:rPr>
        <w:t>(٣٦٠)</w:t>
      </w:r>
    </w:p>
    <w:p w:rsidR="00827620" w:rsidRDefault="00827620" w:rsidP="00827620">
      <w:pPr>
        <w:pStyle w:val="libNormal"/>
        <w:rPr>
          <w:rtl/>
        </w:rPr>
      </w:pPr>
      <w:r>
        <w:rPr>
          <w:rFonts w:hint="eastAsia"/>
          <w:rtl/>
        </w:rPr>
        <w:t>هم</w:t>
      </w:r>
      <w:r>
        <w:rPr>
          <w:rtl/>
        </w:rPr>
        <w:t xml:space="preserve"> نشينى با نيكوكاران و خوبان موجب شرف و سربلندى آدمى خواهد شد.</w:t>
      </w:r>
    </w:p>
    <w:p w:rsidR="00827620" w:rsidRDefault="00827620" w:rsidP="00827620">
      <w:pPr>
        <w:pStyle w:val="libNormal"/>
        <w:rPr>
          <w:rtl/>
        </w:rPr>
      </w:pPr>
      <w:r>
        <w:rPr>
          <w:rtl/>
        </w:rPr>
        <w:t>٣٤٧ - آن هايى كه از روى حسادت و بخل خوبى هاى انسان را كتمان و بدى هاى او را بازگو مى كنند آيا قابل اعتمادند؟</w:t>
      </w:r>
    </w:p>
    <w:p w:rsidR="00827620" w:rsidRDefault="00827620" w:rsidP="00827620">
      <w:pPr>
        <w:pStyle w:val="libNormal"/>
        <w:rPr>
          <w:rtl/>
        </w:rPr>
      </w:pPr>
      <w:r>
        <w:rPr>
          <w:rFonts w:hint="eastAsia"/>
          <w:rtl/>
        </w:rPr>
        <w:t>لا</w:t>
      </w:r>
      <w:r>
        <w:rPr>
          <w:rtl/>
        </w:rPr>
        <w:t xml:space="preserve"> تواخ من يستر مناقبك و ينشر مثالبك . </w:t>
      </w:r>
      <w:r w:rsidRPr="00D4233C">
        <w:rPr>
          <w:rStyle w:val="libFootnotenumChar"/>
          <w:rtl/>
        </w:rPr>
        <w:t>(٣٦١)</w:t>
      </w:r>
    </w:p>
    <w:p w:rsidR="00827620" w:rsidRDefault="00827620" w:rsidP="00827620">
      <w:pPr>
        <w:pStyle w:val="libNormal"/>
        <w:rPr>
          <w:rtl/>
        </w:rPr>
      </w:pPr>
      <w:r>
        <w:rPr>
          <w:rFonts w:hint="eastAsia"/>
          <w:rtl/>
        </w:rPr>
        <w:t>خير،</w:t>
      </w:r>
      <w:r>
        <w:rPr>
          <w:rtl/>
        </w:rPr>
        <w:t xml:space="preserve"> با اين گونه آدمها اصلا دوست مباش و برادرى مكن ، با كسى كه مناقب تو را مى پوشاند و عيبهايت را منتشر مى سازد.</w:t>
      </w:r>
    </w:p>
    <w:p w:rsidR="00827620" w:rsidRDefault="00827620" w:rsidP="00827620">
      <w:pPr>
        <w:pStyle w:val="libNormal"/>
        <w:rPr>
          <w:rtl/>
        </w:rPr>
      </w:pPr>
      <w:r>
        <w:rPr>
          <w:rtl/>
        </w:rPr>
        <w:t>٣٤٨ - چه كارى بهتر به ثمر مى رسد؟</w:t>
      </w:r>
    </w:p>
    <w:p w:rsidR="00827620" w:rsidRDefault="00827620" w:rsidP="00827620">
      <w:pPr>
        <w:pStyle w:val="libNormal"/>
        <w:rPr>
          <w:rtl/>
        </w:rPr>
      </w:pPr>
      <w:r>
        <w:rPr>
          <w:rFonts w:hint="eastAsia"/>
          <w:rtl/>
        </w:rPr>
        <w:t>آن</w:t>
      </w:r>
      <w:r>
        <w:rPr>
          <w:rtl/>
        </w:rPr>
        <w:t xml:space="preserve"> كارى كه به حفظ اسرار بيشتر توجه شود.</w:t>
      </w:r>
    </w:p>
    <w:p w:rsidR="00827620" w:rsidRDefault="00827620" w:rsidP="00827620">
      <w:pPr>
        <w:pStyle w:val="libNormal"/>
        <w:rPr>
          <w:rtl/>
        </w:rPr>
      </w:pPr>
      <w:r>
        <w:rPr>
          <w:rFonts w:hint="eastAsia"/>
          <w:rtl/>
        </w:rPr>
        <w:t>انجح</w:t>
      </w:r>
      <w:r>
        <w:rPr>
          <w:rtl/>
        </w:rPr>
        <w:t xml:space="preserve"> الامور ما احاط به الكتمان .</w:t>
      </w:r>
    </w:p>
    <w:p w:rsidR="00827620" w:rsidRDefault="00827620" w:rsidP="00827620">
      <w:pPr>
        <w:pStyle w:val="libNormal"/>
        <w:rPr>
          <w:rtl/>
        </w:rPr>
      </w:pPr>
      <w:r>
        <w:rPr>
          <w:rFonts w:hint="eastAsia"/>
          <w:rtl/>
        </w:rPr>
        <w:t>موفق</w:t>
      </w:r>
      <w:r>
        <w:rPr>
          <w:rtl/>
        </w:rPr>
        <w:t xml:space="preserve"> ترين كارها، كارى است كه در آن كتمان و حفظ اسرار احاطه داشته باشد. (زيرا بسيار شده كه چون ديگران متوجه تصميم شخصى شده اند با كارشكنى خود جلو آنرا گرفته اند. البته ، امور نيز متفاوت است).</w:t>
      </w:r>
    </w:p>
    <w:p w:rsidR="00827620" w:rsidRDefault="00827620" w:rsidP="00827620">
      <w:pPr>
        <w:pStyle w:val="libNormal"/>
        <w:rPr>
          <w:rtl/>
        </w:rPr>
      </w:pPr>
      <w:r>
        <w:rPr>
          <w:rtl/>
        </w:rPr>
        <w:t>٣٤٩ - در امور زندگى چه مساله اى بايد بيشتر مورد توجه قرار گيرد؟</w:t>
      </w:r>
    </w:p>
    <w:p w:rsidR="00827620" w:rsidRDefault="00827620" w:rsidP="00827620">
      <w:pPr>
        <w:pStyle w:val="libNormal"/>
        <w:rPr>
          <w:rtl/>
        </w:rPr>
      </w:pPr>
      <w:r>
        <w:rPr>
          <w:rFonts w:hint="eastAsia"/>
          <w:rtl/>
        </w:rPr>
        <w:t>كارها</w:t>
      </w:r>
      <w:r>
        <w:rPr>
          <w:rtl/>
        </w:rPr>
        <w:t xml:space="preserve"> را آسان گرفتن و زياد خود را به درد سر نينداختن .</w:t>
      </w:r>
    </w:p>
    <w:p w:rsidR="00827620" w:rsidRDefault="00827620" w:rsidP="00827620">
      <w:pPr>
        <w:pStyle w:val="libNormal"/>
        <w:rPr>
          <w:rtl/>
        </w:rPr>
      </w:pPr>
      <w:r>
        <w:rPr>
          <w:rFonts w:hint="eastAsia"/>
          <w:rtl/>
        </w:rPr>
        <w:t>يسروا</w:t>
      </w:r>
      <w:r>
        <w:rPr>
          <w:rtl/>
        </w:rPr>
        <w:t xml:space="preserve"> و لا تعسروا و خففوا و لا تثقلوا. </w:t>
      </w:r>
      <w:r w:rsidRPr="00D4233C">
        <w:rPr>
          <w:rStyle w:val="libFootnotenumChar"/>
          <w:rtl/>
        </w:rPr>
        <w:t>(٣٦٢)</w:t>
      </w:r>
    </w:p>
    <w:p w:rsidR="00827620" w:rsidRDefault="00827620" w:rsidP="00827620">
      <w:pPr>
        <w:pStyle w:val="libNormal"/>
        <w:rPr>
          <w:rtl/>
        </w:rPr>
      </w:pPr>
      <w:r>
        <w:rPr>
          <w:rFonts w:hint="eastAsia"/>
          <w:rtl/>
        </w:rPr>
        <w:t>آسان</w:t>
      </w:r>
      <w:r>
        <w:rPr>
          <w:rtl/>
        </w:rPr>
        <w:t xml:space="preserve"> گيريد و هرگز سخت نگيريد. سبك و كم خرج بگيريد و بار خود را سنگين مكنيد.</w:t>
      </w:r>
    </w:p>
    <w:p w:rsidR="00827620" w:rsidRDefault="00827620" w:rsidP="00827620">
      <w:pPr>
        <w:pStyle w:val="libNormal"/>
        <w:rPr>
          <w:rtl/>
        </w:rPr>
      </w:pPr>
      <w:r>
        <w:rPr>
          <w:rtl/>
        </w:rPr>
        <w:t>٣٥٠ - نهى از منكر چه خاصيتى دارد؟</w:t>
      </w:r>
    </w:p>
    <w:p w:rsidR="00827620" w:rsidRDefault="00827620" w:rsidP="00827620">
      <w:pPr>
        <w:pStyle w:val="libNormal"/>
        <w:rPr>
          <w:rtl/>
        </w:rPr>
      </w:pPr>
      <w:r>
        <w:rPr>
          <w:rFonts w:hint="eastAsia"/>
          <w:rtl/>
        </w:rPr>
        <w:t>من</w:t>
      </w:r>
      <w:r>
        <w:rPr>
          <w:rtl/>
        </w:rPr>
        <w:t xml:space="preserve"> نهى عن المنكر ارغم انوف الفاسقين . </w:t>
      </w:r>
      <w:r w:rsidRPr="00D4233C">
        <w:rPr>
          <w:rStyle w:val="libFootnotenumChar"/>
          <w:rtl/>
        </w:rPr>
        <w:t>(٣٦٣)</w:t>
      </w:r>
    </w:p>
    <w:p w:rsidR="00827620" w:rsidRDefault="00827620" w:rsidP="00827620">
      <w:pPr>
        <w:pStyle w:val="libNormal"/>
        <w:rPr>
          <w:rtl/>
        </w:rPr>
      </w:pPr>
      <w:r>
        <w:rPr>
          <w:rFonts w:hint="eastAsia"/>
          <w:rtl/>
        </w:rPr>
        <w:lastRenderedPageBreak/>
        <w:t>كسى</w:t>
      </w:r>
      <w:r>
        <w:rPr>
          <w:rtl/>
        </w:rPr>
        <w:t xml:space="preserve"> كه نهى از منكر مى كند بينى آدم هاى فاسق را به خاك ماليده است (و عرصه را بر فسق و فجور آنها تنگ و آنها را عصبانى و آزادى حيوانى را از آنان سلب نموده است)</w:t>
      </w:r>
    </w:p>
    <w:p w:rsidR="00827620" w:rsidRDefault="00827620" w:rsidP="00827620">
      <w:pPr>
        <w:pStyle w:val="libNormal"/>
        <w:rPr>
          <w:rtl/>
        </w:rPr>
      </w:pPr>
      <w:r>
        <w:rPr>
          <w:rtl/>
        </w:rPr>
        <w:t>٣٥١ - به نظر شما چه نعمتى از نعمت هاى خداوند گواراتر است ؟</w:t>
      </w:r>
    </w:p>
    <w:p w:rsidR="00827620" w:rsidRDefault="00827620" w:rsidP="00827620">
      <w:pPr>
        <w:pStyle w:val="libNormal"/>
        <w:rPr>
          <w:rtl/>
        </w:rPr>
      </w:pPr>
      <w:r>
        <w:rPr>
          <w:rFonts w:hint="eastAsia"/>
          <w:rtl/>
        </w:rPr>
        <w:t>لا</w:t>
      </w:r>
      <w:r>
        <w:rPr>
          <w:rtl/>
        </w:rPr>
        <w:t xml:space="preserve"> نعمه اهناء من الامن . </w:t>
      </w:r>
      <w:r w:rsidRPr="002A6B13">
        <w:rPr>
          <w:rStyle w:val="libFootnotenumChar"/>
          <w:rtl/>
        </w:rPr>
        <w:t>(٣٦٤)</w:t>
      </w:r>
    </w:p>
    <w:p w:rsidR="00827620" w:rsidRDefault="00827620" w:rsidP="00827620">
      <w:pPr>
        <w:pStyle w:val="libNormal"/>
        <w:rPr>
          <w:rtl/>
        </w:rPr>
      </w:pPr>
      <w:r>
        <w:rPr>
          <w:rFonts w:hint="eastAsia"/>
          <w:rtl/>
        </w:rPr>
        <w:t>هيچ</w:t>
      </w:r>
      <w:r>
        <w:rPr>
          <w:rtl/>
        </w:rPr>
        <w:t xml:space="preserve"> نعمتى گواراتر از امنيت نيست (نعمت هاى ديگر در سايه امنيت ارزش ‍ پيدا مى كنند)</w:t>
      </w:r>
    </w:p>
    <w:p w:rsidR="00827620" w:rsidRDefault="00827620" w:rsidP="00827620">
      <w:pPr>
        <w:pStyle w:val="libNormal"/>
        <w:rPr>
          <w:rtl/>
        </w:rPr>
      </w:pPr>
      <w:r>
        <w:rPr>
          <w:rtl/>
        </w:rPr>
        <w:t>٣٥٢ - آيا فرد مومن حسادت مى ورزد؟</w:t>
      </w:r>
    </w:p>
    <w:p w:rsidR="00827620" w:rsidRDefault="00827620" w:rsidP="00827620">
      <w:pPr>
        <w:pStyle w:val="libNormal"/>
        <w:rPr>
          <w:rtl/>
        </w:rPr>
      </w:pPr>
      <w:r>
        <w:rPr>
          <w:rFonts w:hint="eastAsia"/>
          <w:rtl/>
        </w:rPr>
        <w:t>خير،</w:t>
      </w:r>
      <w:r>
        <w:rPr>
          <w:rtl/>
        </w:rPr>
        <w:t xml:space="preserve"> شخص مومن نه حسود است و نه كينه توز و نه بخيل و نه نظرتنگ .</w:t>
      </w:r>
    </w:p>
    <w:p w:rsidR="00827620" w:rsidRDefault="00827620" w:rsidP="00827620">
      <w:pPr>
        <w:pStyle w:val="libNormal"/>
        <w:rPr>
          <w:rtl/>
        </w:rPr>
      </w:pPr>
      <w:r>
        <w:rPr>
          <w:rFonts w:hint="eastAsia"/>
          <w:rtl/>
        </w:rPr>
        <w:t>لا</w:t>
      </w:r>
      <w:r>
        <w:rPr>
          <w:rtl/>
        </w:rPr>
        <w:t xml:space="preserve"> يلقى المومن حسودا و لا حقودا و لا بخيلا .</w:t>
      </w:r>
    </w:p>
    <w:p w:rsidR="00827620" w:rsidRDefault="00827620" w:rsidP="00827620">
      <w:pPr>
        <w:pStyle w:val="libNormal"/>
        <w:rPr>
          <w:rtl/>
        </w:rPr>
      </w:pPr>
      <w:r>
        <w:rPr>
          <w:rtl/>
        </w:rPr>
        <w:t>٣٥٣ - براى دورى از اشتباه در امور چه بكنيم ؟</w:t>
      </w:r>
    </w:p>
    <w:p w:rsidR="00827620" w:rsidRDefault="00827620" w:rsidP="00827620">
      <w:pPr>
        <w:pStyle w:val="libNormal"/>
        <w:rPr>
          <w:rtl/>
        </w:rPr>
      </w:pPr>
      <w:r>
        <w:rPr>
          <w:rFonts w:hint="eastAsia"/>
          <w:rtl/>
        </w:rPr>
        <w:t>كارها</w:t>
      </w:r>
      <w:r>
        <w:rPr>
          <w:rtl/>
        </w:rPr>
        <w:t xml:space="preserve"> را با تانى و تفكر و مطالعه انجام بده .</w:t>
      </w:r>
    </w:p>
    <w:p w:rsidR="00827620" w:rsidRDefault="00827620" w:rsidP="00827620">
      <w:pPr>
        <w:pStyle w:val="libNormal"/>
        <w:rPr>
          <w:rtl/>
        </w:rPr>
      </w:pPr>
      <w:r>
        <w:rPr>
          <w:rFonts w:hint="eastAsia"/>
          <w:rtl/>
        </w:rPr>
        <w:t>التانى</w:t>
      </w:r>
      <w:r>
        <w:rPr>
          <w:rtl/>
        </w:rPr>
        <w:t xml:space="preserve"> فى الفعل يومن الخلل .</w:t>
      </w:r>
    </w:p>
    <w:p w:rsidR="00827620" w:rsidRDefault="00827620" w:rsidP="00827620">
      <w:pPr>
        <w:pStyle w:val="libNormal"/>
        <w:rPr>
          <w:rtl/>
        </w:rPr>
      </w:pPr>
      <w:r>
        <w:rPr>
          <w:rFonts w:hint="eastAsia"/>
          <w:rtl/>
        </w:rPr>
        <w:t>شتاب</w:t>
      </w:r>
      <w:r>
        <w:rPr>
          <w:rtl/>
        </w:rPr>
        <w:t xml:space="preserve"> نكردن در كارها و آهستگى و تانى ، آدم را از اشتباه و سست كارى باز مى دارد.</w:t>
      </w:r>
    </w:p>
    <w:p w:rsidR="00827620" w:rsidRDefault="00827620" w:rsidP="00827620">
      <w:pPr>
        <w:pStyle w:val="libNormal"/>
        <w:rPr>
          <w:rtl/>
        </w:rPr>
      </w:pPr>
      <w:r>
        <w:rPr>
          <w:rtl/>
        </w:rPr>
        <w:t>٣٥٤ - نداشتن بينائى (چشم) بدتر است يا نداشتن بينش ؟</w:t>
      </w:r>
    </w:p>
    <w:p w:rsidR="00827620" w:rsidRDefault="00827620" w:rsidP="00827620">
      <w:pPr>
        <w:pStyle w:val="libNormal"/>
        <w:rPr>
          <w:rtl/>
        </w:rPr>
      </w:pPr>
      <w:r>
        <w:rPr>
          <w:rFonts w:hint="eastAsia"/>
          <w:rtl/>
        </w:rPr>
        <w:t>فقد</w:t>
      </w:r>
      <w:r>
        <w:rPr>
          <w:rtl/>
        </w:rPr>
        <w:t xml:space="preserve"> البصر اهون من فقد البصيره .</w:t>
      </w:r>
    </w:p>
    <w:p w:rsidR="00827620" w:rsidRDefault="00827620" w:rsidP="00827620">
      <w:pPr>
        <w:pStyle w:val="libNormal"/>
        <w:rPr>
          <w:rtl/>
        </w:rPr>
      </w:pPr>
      <w:r>
        <w:rPr>
          <w:rFonts w:hint="eastAsia"/>
          <w:rtl/>
        </w:rPr>
        <w:t>نداشتن</w:t>
      </w:r>
      <w:r>
        <w:rPr>
          <w:rtl/>
        </w:rPr>
        <w:t xml:space="preserve"> چشم سهلتر از نداشتن بينش و كوردلى است .</w:t>
      </w:r>
    </w:p>
    <w:p w:rsidR="00827620" w:rsidRDefault="00827620" w:rsidP="00827620">
      <w:pPr>
        <w:pStyle w:val="libNormal"/>
        <w:rPr>
          <w:rtl/>
        </w:rPr>
      </w:pPr>
      <w:r>
        <w:rPr>
          <w:rtl/>
        </w:rPr>
        <w:t>٣٥٥ - آيا سياهى لشكر اهل باطل شدن ، گناه است ؟</w:t>
      </w:r>
    </w:p>
    <w:p w:rsidR="00827620" w:rsidRDefault="00827620" w:rsidP="00827620">
      <w:pPr>
        <w:pStyle w:val="libNormal"/>
        <w:rPr>
          <w:rtl/>
        </w:rPr>
      </w:pPr>
      <w:r>
        <w:rPr>
          <w:rFonts w:hint="eastAsia"/>
          <w:rtl/>
        </w:rPr>
        <w:t>آرى</w:t>
      </w:r>
      <w:r>
        <w:rPr>
          <w:rtl/>
        </w:rPr>
        <w:t xml:space="preserve"> كسى كه به كار جماعت (باطل) خشنود و راضى است مانند كسى است كه با آنها، آن عمل زشت و باطل را انجام داده است و بلكه دو گناه براى او </w:t>
      </w:r>
      <w:r>
        <w:rPr>
          <w:rtl/>
        </w:rPr>
        <w:lastRenderedPageBreak/>
        <w:t>محسوب مى شود. يك گناه خود عمل ، و يك گناه رضايت به انجام كار زشت آنها.</w:t>
      </w:r>
    </w:p>
    <w:p w:rsidR="00827620" w:rsidRDefault="00827620" w:rsidP="00827620">
      <w:pPr>
        <w:pStyle w:val="libNormal"/>
        <w:rPr>
          <w:rtl/>
        </w:rPr>
      </w:pPr>
      <w:r>
        <w:rPr>
          <w:rFonts w:hint="eastAsia"/>
          <w:rtl/>
        </w:rPr>
        <w:t>الراضى</w:t>
      </w:r>
      <w:r>
        <w:rPr>
          <w:rtl/>
        </w:rPr>
        <w:t xml:space="preserve"> بفعل قوم كاالداخل فيه معهم ولكل داخل اثمان ، اثم الرضا به و اثم العمل به .</w:t>
      </w:r>
    </w:p>
    <w:p w:rsidR="00827620" w:rsidRDefault="00827620" w:rsidP="00827620">
      <w:pPr>
        <w:pStyle w:val="libNormal"/>
        <w:rPr>
          <w:rtl/>
        </w:rPr>
      </w:pPr>
      <w:r>
        <w:rPr>
          <w:rtl/>
        </w:rPr>
        <w:t>(البته اگر آن جماعت كار خوب انجام دهد و انسان خشنود شود در اجر آنان نيز سهيم خواهد بود)</w:t>
      </w:r>
    </w:p>
    <w:p w:rsidR="00827620" w:rsidRDefault="00827620" w:rsidP="00827620">
      <w:pPr>
        <w:pStyle w:val="libNormal"/>
        <w:rPr>
          <w:rtl/>
        </w:rPr>
      </w:pPr>
      <w:r>
        <w:rPr>
          <w:rtl/>
        </w:rPr>
        <w:t>٣٥٦ - كدام يك از اعضاى بدن ، براى انسان خطرآفرين تر است ؟</w:t>
      </w:r>
    </w:p>
    <w:p w:rsidR="00827620" w:rsidRDefault="00827620" w:rsidP="00827620">
      <w:pPr>
        <w:pStyle w:val="libNormal"/>
        <w:rPr>
          <w:rtl/>
        </w:rPr>
      </w:pPr>
      <w:r>
        <w:rPr>
          <w:rFonts w:hint="eastAsia"/>
          <w:rtl/>
        </w:rPr>
        <w:t>شكم</w:t>
      </w:r>
      <w:r>
        <w:rPr>
          <w:rtl/>
        </w:rPr>
        <w:t xml:space="preserve"> پرستى و شهوترانى ، شكم و عورت .</w:t>
      </w:r>
    </w:p>
    <w:p w:rsidR="00827620" w:rsidRDefault="00827620" w:rsidP="00827620">
      <w:pPr>
        <w:pStyle w:val="libNormal"/>
        <w:rPr>
          <w:rtl/>
        </w:rPr>
      </w:pPr>
      <w:r>
        <w:rPr>
          <w:rFonts w:hint="eastAsia"/>
          <w:rtl/>
        </w:rPr>
        <w:t>احفظ</w:t>
      </w:r>
      <w:r>
        <w:rPr>
          <w:rtl/>
        </w:rPr>
        <w:t xml:space="preserve"> بطنك و فرجك ففيهما فتنك .</w:t>
      </w:r>
    </w:p>
    <w:p w:rsidR="00827620" w:rsidRDefault="00827620" w:rsidP="00827620">
      <w:pPr>
        <w:pStyle w:val="libNormal"/>
        <w:rPr>
          <w:rtl/>
        </w:rPr>
      </w:pPr>
      <w:r>
        <w:rPr>
          <w:rFonts w:hint="eastAsia"/>
          <w:rtl/>
        </w:rPr>
        <w:t>شكم</w:t>
      </w:r>
      <w:r>
        <w:rPr>
          <w:rtl/>
        </w:rPr>
        <w:t xml:space="preserve"> و عورت خود را (از گناه و آزادى بى قيد و بند) حفظ كن كه تباهى و هلاكت تو در اين دو عضو است .</w:t>
      </w:r>
    </w:p>
    <w:p w:rsidR="00827620" w:rsidRDefault="00827620" w:rsidP="00827620">
      <w:pPr>
        <w:pStyle w:val="libNormal"/>
        <w:rPr>
          <w:rtl/>
        </w:rPr>
      </w:pPr>
      <w:r>
        <w:rPr>
          <w:rtl/>
        </w:rPr>
        <w:t>٣٥٧ - چه كنم كه در قيامت خدا از من راضى باشد و بر من خشم نگيرد؟</w:t>
      </w:r>
    </w:p>
    <w:p w:rsidR="00827620" w:rsidRDefault="00827620" w:rsidP="00827620">
      <w:pPr>
        <w:pStyle w:val="libNormal"/>
        <w:rPr>
          <w:rtl/>
        </w:rPr>
      </w:pPr>
      <w:r>
        <w:rPr>
          <w:rFonts w:hint="eastAsia"/>
          <w:rtl/>
        </w:rPr>
        <w:t>ايسرك</w:t>
      </w:r>
      <w:r>
        <w:rPr>
          <w:rtl/>
        </w:rPr>
        <w:t xml:space="preserve"> ان تلقى الله غدا فى القيامه و هو عنك راض غير غضبان .</w:t>
      </w:r>
    </w:p>
    <w:p w:rsidR="00827620" w:rsidRDefault="00827620" w:rsidP="00827620">
      <w:pPr>
        <w:pStyle w:val="libNormal"/>
        <w:rPr>
          <w:rtl/>
        </w:rPr>
      </w:pPr>
      <w:r>
        <w:rPr>
          <w:rFonts w:hint="eastAsia"/>
          <w:rtl/>
        </w:rPr>
        <w:t>كن</w:t>
      </w:r>
      <w:r>
        <w:rPr>
          <w:rtl/>
        </w:rPr>
        <w:t xml:space="preserve"> فى الدنيا زاهدا و فى الاخره راغبا و عليك بالتقوى و الصدق فهما جماع الدين و الزم اهل الحق و اعمل عملهم </w:t>
      </w:r>
      <w:r w:rsidRPr="002A6B13">
        <w:rPr>
          <w:rStyle w:val="libFootnotenumChar"/>
          <w:rtl/>
        </w:rPr>
        <w:t>. (٣٦٥)</w:t>
      </w:r>
    </w:p>
    <w:p w:rsidR="00827620" w:rsidRDefault="00827620" w:rsidP="00827620">
      <w:pPr>
        <w:pStyle w:val="libNormal"/>
        <w:rPr>
          <w:rtl/>
        </w:rPr>
      </w:pPr>
      <w:r>
        <w:rPr>
          <w:rFonts w:hint="eastAsia"/>
          <w:rtl/>
        </w:rPr>
        <w:t>نسبت</w:t>
      </w:r>
      <w:r>
        <w:rPr>
          <w:rtl/>
        </w:rPr>
        <w:t xml:space="preserve"> به دنيا بى ميل و به آخرت علاقه مند باش . تقوا و صداقت را پيشه خود كن ، اين دو، در برگيرنده دينند و از اهل حق جدا مشو و به عمل آنها عمل كن (تا از آنها باشى)</w:t>
      </w:r>
    </w:p>
    <w:p w:rsidR="00827620" w:rsidRDefault="00827620" w:rsidP="00827620">
      <w:pPr>
        <w:pStyle w:val="libNormal"/>
        <w:rPr>
          <w:rtl/>
        </w:rPr>
      </w:pPr>
      <w:r>
        <w:rPr>
          <w:rtl/>
        </w:rPr>
        <w:t>٣٥٨ - آيا كسى كه در باطل غوطه ور است ، راه نجات دارد؟</w:t>
      </w:r>
    </w:p>
    <w:p w:rsidR="00827620" w:rsidRDefault="00827620" w:rsidP="00827620">
      <w:pPr>
        <w:pStyle w:val="libNormal"/>
        <w:rPr>
          <w:rtl/>
        </w:rPr>
      </w:pPr>
      <w:r>
        <w:rPr>
          <w:rFonts w:hint="eastAsia"/>
          <w:rtl/>
        </w:rPr>
        <w:t>خير،</w:t>
      </w:r>
      <w:r>
        <w:rPr>
          <w:rtl/>
        </w:rPr>
        <w:t xml:space="preserve"> هر كه بر مركب باطل سوار شود او را هلاك خواهد ساخت .</w:t>
      </w:r>
    </w:p>
    <w:p w:rsidR="00827620" w:rsidRDefault="00827620" w:rsidP="00827620">
      <w:pPr>
        <w:pStyle w:val="libNormal"/>
        <w:rPr>
          <w:rtl/>
        </w:rPr>
      </w:pPr>
      <w:r>
        <w:rPr>
          <w:rFonts w:hint="eastAsia"/>
          <w:rtl/>
        </w:rPr>
        <w:t>من</w:t>
      </w:r>
      <w:r>
        <w:rPr>
          <w:rtl/>
        </w:rPr>
        <w:t xml:space="preserve"> ركب الباطل اهلكه مركبه . </w:t>
      </w:r>
      <w:r w:rsidRPr="002A6B13">
        <w:rPr>
          <w:rStyle w:val="libFootnotenumChar"/>
          <w:rtl/>
        </w:rPr>
        <w:t>(٣٦٦)</w:t>
      </w:r>
    </w:p>
    <w:p w:rsidR="00827620" w:rsidRDefault="00827620" w:rsidP="00827620">
      <w:pPr>
        <w:pStyle w:val="libNormal"/>
        <w:rPr>
          <w:rtl/>
        </w:rPr>
      </w:pPr>
      <w:r>
        <w:rPr>
          <w:rtl/>
        </w:rPr>
        <w:t>٣٥٩ - چه شهرى براى سكونت مناسبتر است ؟</w:t>
      </w:r>
    </w:p>
    <w:p w:rsidR="00827620" w:rsidRDefault="00827620" w:rsidP="00827620">
      <w:pPr>
        <w:pStyle w:val="libNormal"/>
        <w:rPr>
          <w:rtl/>
        </w:rPr>
      </w:pPr>
      <w:r>
        <w:rPr>
          <w:rFonts w:hint="eastAsia"/>
          <w:rtl/>
        </w:rPr>
        <w:lastRenderedPageBreak/>
        <w:t>هيچ</w:t>
      </w:r>
      <w:r>
        <w:rPr>
          <w:rtl/>
        </w:rPr>
        <w:t xml:space="preserve"> شهرى نسبت به شهر ديگر اولويت ندارد. بهترين شهر آن شهرى است كه تو را تحمل كند (آسايش داشته باشى) ليس بلد احق من بلد، خير البلاد ما حملك . </w:t>
      </w:r>
      <w:r w:rsidRPr="002A6B13">
        <w:rPr>
          <w:rStyle w:val="libFootnotenumChar"/>
          <w:rtl/>
        </w:rPr>
        <w:t>(٣٦٧)</w:t>
      </w:r>
    </w:p>
    <w:p w:rsidR="00827620" w:rsidRDefault="00827620" w:rsidP="00827620">
      <w:pPr>
        <w:pStyle w:val="libNormal"/>
        <w:rPr>
          <w:rtl/>
        </w:rPr>
      </w:pPr>
      <w:r>
        <w:rPr>
          <w:rtl/>
        </w:rPr>
        <w:t>٣٦٠ - آيا ياد گرفتن مسائل كسب و كار، براى كسى كه بنا دارد كاسبى كند لازم است ؟</w:t>
      </w:r>
    </w:p>
    <w:p w:rsidR="00827620" w:rsidRDefault="00827620" w:rsidP="00827620">
      <w:pPr>
        <w:pStyle w:val="libNormal"/>
        <w:rPr>
          <w:rtl/>
        </w:rPr>
      </w:pPr>
      <w:r>
        <w:rPr>
          <w:rFonts w:hint="eastAsia"/>
          <w:rtl/>
        </w:rPr>
        <w:t>آرى</w:t>
      </w:r>
      <w:r>
        <w:rPr>
          <w:rtl/>
        </w:rPr>
        <w:t xml:space="preserve"> ، زيرا هر كه بدون داشتن علم و اطلاع از مسائل خريد و فروش ، دست به اين كار بزند در رباخوارى فرو رود. من اتجر بغير علم فقد ارتطم فى الربا . </w:t>
      </w:r>
      <w:r w:rsidRPr="002A6B13">
        <w:rPr>
          <w:rStyle w:val="libFootnotenumChar"/>
          <w:rtl/>
        </w:rPr>
        <w:t>(٣٦٨)</w:t>
      </w:r>
    </w:p>
    <w:p w:rsidR="00827620" w:rsidRDefault="00827620" w:rsidP="00827620">
      <w:pPr>
        <w:pStyle w:val="libNormal"/>
        <w:rPr>
          <w:rtl/>
        </w:rPr>
      </w:pPr>
      <w:r>
        <w:rPr>
          <w:rtl/>
        </w:rPr>
        <w:t>٣٦١ - اگر كسى براى رضاى خداوند از چيزى دست بكشد، خداوند جبران خواهد كرد؟</w:t>
      </w:r>
    </w:p>
    <w:p w:rsidR="00827620" w:rsidRDefault="00827620" w:rsidP="00827620">
      <w:pPr>
        <w:pStyle w:val="libNormal"/>
        <w:rPr>
          <w:rtl/>
        </w:rPr>
      </w:pPr>
      <w:r>
        <w:rPr>
          <w:rFonts w:hint="eastAsia"/>
          <w:rtl/>
        </w:rPr>
        <w:t>بله</w:t>
      </w:r>
      <w:r>
        <w:rPr>
          <w:rtl/>
        </w:rPr>
        <w:t xml:space="preserve"> ، هر كه براى جلب رضاى خداى تعالى از چيزى (كه ميل به آن دارد) دست بكشد (چون خداوندى نهى فرموده) خداوند بهتر از آنرا به او خواهد داد. من ترك لله شيئا عوضه الله خيرا مما ترك .</w:t>
      </w:r>
    </w:p>
    <w:p w:rsidR="00827620" w:rsidRDefault="002A6B13" w:rsidP="00827620">
      <w:pPr>
        <w:pStyle w:val="libNormal"/>
        <w:rPr>
          <w:rtl/>
        </w:rPr>
      </w:pPr>
      <w:r>
        <w:rPr>
          <w:rtl/>
        </w:rPr>
        <w:br w:type="page"/>
      </w:r>
    </w:p>
    <w:p w:rsidR="00827620" w:rsidRDefault="00827620" w:rsidP="002A6B13">
      <w:pPr>
        <w:pStyle w:val="Heading1"/>
        <w:rPr>
          <w:rtl/>
        </w:rPr>
      </w:pPr>
      <w:bookmarkStart w:id="183" w:name="_Toc479592386"/>
      <w:bookmarkStart w:id="184" w:name="_Toc479592506"/>
      <w:r>
        <w:rPr>
          <w:rFonts w:hint="eastAsia"/>
          <w:rtl/>
        </w:rPr>
        <w:t>توبه</w:t>
      </w:r>
      <w:bookmarkEnd w:id="183"/>
      <w:bookmarkEnd w:id="184"/>
    </w:p>
    <w:p w:rsidR="00827620" w:rsidRDefault="00827620" w:rsidP="00827620">
      <w:pPr>
        <w:pStyle w:val="libNormal"/>
        <w:rPr>
          <w:rtl/>
        </w:rPr>
      </w:pPr>
      <w:r>
        <w:rPr>
          <w:rtl/>
        </w:rPr>
        <w:t>٣٦٢ - حقيقت توبه چيست ؟</w:t>
      </w:r>
    </w:p>
    <w:p w:rsidR="00827620" w:rsidRDefault="00827620" w:rsidP="00827620">
      <w:pPr>
        <w:pStyle w:val="libNormal"/>
        <w:rPr>
          <w:rtl/>
        </w:rPr>
      </w:pPr>
      <w:r>
        <w:rPr>
          <w:rFonts w:hint="eastAsia"/>
          <w:rtl/>
        </w:rPr>
        <w:t>التوبه</w:t>
      </w:r>
      <w:r>
        <w:rPr>
          <w:rtl/>
        </w:rPr>
        <w:t xml:space="preserve"> ندم بالقلب و استغفار باللسان و ترك بالجوارح و اضمار ان لا يعود .</w:t>
      </w:r>
    </w:p>
    <w:p w:rsidR="00827620" w:rsidRDefault="00827620" w:rsidP="00827620">
      <w:pPr>
        <w:pStyle w:val="libNormal"/>
        <w:rPr>
          <w:rtl/>
        </w:rPr>
      </w:pPr>
      <w:r>
        <w:rPr>
          <w:rFonts w:hint="eastAsia"/>
          <w:rtl/>
        </w:rPr>
        <w:t>توبه</w:t>
      </w:r>
      <w:r>
        <w:rPr>
          <w:rtl/>
        </w:rPr>
        <w:t xml:space="preserve"> عبارت است از پشيمانى قلبى ، طلب آمرزش با زبان ، ترك گناه و تصميم بر عدم تكرار آن .</w:t>
      </w:r>
    </w:p>
    <w:p w:rsidR="00827620" w:rsidRDefault="00827620" w:rsidP="00827620">
      <w:pPr>
        <w:pStyle w:val="libNormal"/>
        <w:rPr>
          <w:rtl/>
        </w:rPr>
      </w:pPr>
      <w:r>
        <w:rPr>
          <w:rtl/>
        </w:rPr>
        <w:t>٣٦٣ - آيا توبه گناهان را پاك مى كند؟</w:t>
      </w:r>
    </w:p>
    <w:p w:rsidR="00827620" w:rsidRDefault="00827620" w:rsidP="00827620">
      <w:pPr>
        <w:pStyle w:val="libNormal"/>
        <w:rPr>
          <w:rtl/>
        </w:rPr>
      </w:pPr>
      <w:r>
        <w:rPr>
          <w:rFonts w:hint="eastAsia"/>
          <w:rtl/>
        </w:rPr>
        <w:t>آرى</w:t>
      </w:r>
      <w:r>
        <w:rPr>
          <w:rtl/>
        </w:rPr>
        <w:t xml:space="preserve"> ، توبه دلها را تطهير و گناهان را شستشو مى دهد.</w:t>
      </w:r>
    </w:p>
    <w:p w:rsidR="00827620" w:rsidRDefault="00827620" w:rsidP="00827620">
      <w:pPr>
        <w:pStyle w:val="libNormal"/>
        <w:rPr>
          <w:rtl/>
        </w:rPr>
      </w:pPr>
      <w:r>
        <w:rPr>
          <w:rFonts w:hint="eastAsia"/>
          <w:rtl/>
        </w:rPr>
        <w:t>التوبه</w:t>
      </w:r>
      <w:r>
        <w:rPr>
          <w:rtl/>
        </w:rPr>
        <w:t xml:space="preserve"> تطهر القلوب و تغسل الذنوب .</w:t>
      </w:r>
    </w:p>
    <w:p w:rsidR="00827620" w:rsidRDefault="00827620" w:rsidP="00827620">
      <w:pPr>
        <w:pStyle w:val="libNormal"/>
        <w:rPr>
          <w:rtl/>
        </w:rPr>
      </w:pPr>
      <w:r>
        <w:rPr>
          <w:rtl/>
        </w:rPr>
        <w:t xml:space="preserve">٣٦٤ - از كجا بفهميم همين قدر كه توبه با شرايط آن انجام گيرد آمرزش ‍ حاصل است مع الا نابه تكون المغفره . </w:t>
      </w:r>
      <w:r w:rsidRPr="002A6B13">
        <w:rPr>
          <w:rStyle w:val="libFootnotenumChar"/>
          <w:rtl/>
        </w:rPr>
        <w:t>(٣٦٩)</w:t>
      </w:r>
    </w:p>
    <w:p w:rsidR="00827620" w:rsidRDefault="00827620" w:rsidP="00827620">
      <w:pPr>
        <w:pStyle w:val="libNormal"/>
        <w:rPr>
          <w:rtl/>
        </w:rPr>
      </w:pPr>
      <w:r>
        <w:rPr>
          <w:rtl/>
        </w:rPr>
        <w:t>٣٦٥ - آيا ممكن است كسى توبه كند و قبول نشود؟</w:t>
      </w:r>
    </w:p>
    <w:p w:rsidR="00827620" w:rsidRDefault="00827620" w:rsidP="00827620">
      <w:pPr>
        <w:pStyle w:val="libNormal"/>
        <w:rPr>
          <w:rtl/>
        </w:rPr>
      </w:pPr>
      <w:r>
        <w:rPr>
          <w:rFonts w:hint="eastAsia"/>
          <w:rtl/>
        </w:rPr>
        <w:t>خير،</w:t>
      </w:r>
      <w:r>
        <w:rPr>
          <w:rtl/>
        </w:rPr>
        <w:t xml:space="preserve"> هر كه توفيق توبه پيدا كند از پذيرش آن محروم نمى شود.</w:t>
      </w:r>
    </w:p>
    <w:p w:rsidR="00827620" w:rsidRDefault="00827620" w:rsidP="00827620">
      <w:pPr>
        <w:pStyle w:val="libNormal"/>
        <w:rPr>
          <w:rtl/>
        </w:rPr>
      </w:pPr>
      <w:r>
        <w:rPr>
          <w:rFonts w:hint="eastAsia"/>
          <w:rtl/>
        </w:rPr>
        <w:t>من</w:t>
      </w:r>
      <w:r>
        <w:rPr>
          <w:rtl/>
        </w:rPr>
        <w:t xml:space="preserve"> اعطى لتوبه لم يحرم القبول .</w:t>
      </w:r>
    </w:p>
    <w:p w:rsidR="00827620" w:rsidRDefault="00827620" w:rsidP="00827620">
      <w:pPr>
        <w:pStyle w:val="libNormal"/>
        <w:rPr>
          <w:rtl/>
        </w:rPr>
      </w:pPr>
      <w:r>
        <w:rPr>
          <w:rtl/>
        </w:rPr>
        <w:t>٣٦٦ - خوشبخت اين دنيا كيست ؟</w:t>
      </w:r>
    </w:p>
    <w:p w:rsidR="00827620" w:rsidRDefault="00827620" w:rsidP="00827620">
      <w:pPr>
        <w:pStyle w:val="libNormal"/>
        <w:rPr>
          <w:rtl/>
        </w:rPr>
      </w:pPr>
      <w:r>
        <w:rPr>
          <w:rFonts w:hint="eastAsia"/>
          <w:rtl/>
        </w:rPr>
        <w:t>خيرى</w:t>
      </w:r>
      <w:r>
        <w:rPr>
          <w:rtl/>
        </w:rPr>
        <w:t xml:space="preserve"> نيست مگر براى دو نفر، يكى آن كس كه گناهى كرده با توبه پاكش ‍ كند و ديگرى آن كس كه با نفس خود در راه اطاعت خدا و انجام فرمان او جهاد نمايد.</w:t>
      </w:r>
    </w:p>
    <w:p w:rsidR="00827620" w:rsidRDefault="00827620" w:rsidP="00827620">
      <w:pPr>
        <w:pStyle w:val="libNormal"/>
        <w:rPr>
          <w:rtl/>
        </w:rPr>
      </w:pPr>
      <w:r>
        <w:rPr>
          <w:rFonts w:hint="eastAsia"/>
          <w:rtl/>
        </w:rPr>
        <w:t>لا</w:t>
      </w:r>
      <w:r>
        <w:rPr>
          <w:rtl/>
        </w:rPr>
        <w:t xml:space="preserve"> خير الا لرجلين : رجل اذنب ذنوبا فهو بتداركها بالتوبه و رجل بجاهد نفسه على اطاعه الله سبحانه .</w:t>
      </w:r>
    </w:p>
    <w:p w:rsidR="00827620" w:rsidRDefault="00827620" w:rsidP="00827620">
      <w:pPr>
        <w:pStyle w:val="libNormal"/>
        <w:rPr>
          <w:rtl/>
        </w:rPr>
      </w:pPr>
      <w:r>
        <w:rPr>
          <w:rtl/>
        </w:rPr>
        <w:t>٣٦٧ - آيا داناى باتجربه فهميده تر است يا دانايى كه درس ‍ خوانده ؟</w:t>
      </w:r>
    </w:p>
    <w:p w:rsidR="00827620" w:rsidRDefault="00827620" w:rsidP="00827620">
      <w:pPr>
        <w:pStyle w:val="libNormal"/>
        <w:rPr>
          <w:rtl/>
        </w:rPr>
      </w:pPr>
      <w:r>
        <w:rPr>
          <w:rFonts w:hint="eastAsia"/>
          <w:rtl/>
        </w:rPr>
        <w:lastRenderedPageBreak/>
        <w:t>تجربه</w:t>
      </w:r>
      <w:r>
        <w:rPr>
          <w:rtl/>
        </w:rPr>
        <w:t xml:space="preserve"> مقدم است المجرب احكم من طبيب . فرد آزموده و با تجربه كارش ‍ بهتر و داناتر از طبيب درس خوانده ولى بى تجربه است .</w:t>
      </w:r>
    </w:p>
    <w:p w:rsidR="00827620" w:rsidRDefault="00827620" w:rsidP="00827620">
      <w:pPr>
        <w:pStyle w:val="libNormal"/>
        <w:rPr>
          <w:rtl/>
        </w:rPr>
      </w:pPr>
      <w:r>
        <w:rPr>
          <w:rtl/>
        </w:rPr>
        <w:t>٣٦٨ - زيبائى باطن به چيست ؟</w:t>
      </w:r>
    </w:p>
    <w:p w:rsidR="00827620" w:rsidRDefault="00827620" w:rsidP="00827620">
      <w:pPr>
        <w:pStyle w:val="libNormal"/>
        <w:rPr>
          <w:rtl/>
        </w:rPr>
      </w:pPr>
      <w:r>
        <w:rPr>
          <w:rFonts w:hint="eastAsia"/>
          <w:rtl/>
        </w:rPr>
        <w:t>جمال</w:t>
      </w:r>
      <w:r>
        <w:rPr>
          <w:rtl/>
        </w:rPr>
        <w:t xml:space="preserve"> الباطن حسن السريره .</w:t>
      </w:r>
    </w:p>
    <w:p w:rsidR="00827620" w:rsidRDefault="00827620" w:rsidP="00827620">
      <w:pPr>
        <w:pStyle w:val="libNormal"/>
        <w:rPr>
          <w:rtl/>
        </w:rPr>
      </w:pPr>
      <w:r>
        <w:rPr>
          <w:rFonts w:hint="eastAsia"/>
          <w:rtl/>
        </w:rPr>
        <w:t>زيبايى</w:t>
      </w:r>
      <w:r>
        <w:rPr>
          <w:rtl/>
        </w:rPr>
        <w:t xml:space="preserve"> و جمال باطن رفتار نيكو است .</w:t>
      </w:r>
    </w:p>
    <w:p w:rsidR="00827620" w:rsidRDefault="00827620" w:rsidP="00827620">
      <w:pPr>
        <w:pStyle w:val="libNormal"/>
        <w:rPr>
          <w:rtl/>
        </w:rPr>
      </w:pPr>
      <w:r>
        <w:rPr>
          <w:rtl/>
        </w:rPr>
        <w:t>٣٦٩ - جمال و زيبايى مرد در چيست ؟</w:t>
      </w:r>
    </w:p>
    <w:p w:rsidR="00827620" w:rsidRDefault="00827620" w:rsidP="00827620">
      <w:pPr>
        <w:pStyle w:val="libNormal"/>
        <w:rPr>
          <w:rtl/>
        </w:rPr>
      </w:pPr>
      <w:r>
        <w:rPr>
          <w:rFonts w:hint="eastAsia"/>
          <w:rtl/>
        </w:rPr>
        <w:t>جمال</w:t>
      </w:r>
      <w:r>
        <w:rPr>
          <w:rtl/>
        </w:rPr>
        <w:t xml:space="preserve"> الرجل الوقار.</w:t>
      </w:r>
    </w:p>
    <w:p w:rsidR="00827620" w:rsidRDefault="00827620" w:rsidP="00827620">
      <w:pPr>
        <w:pStyle w:val="libNormal"/>
        <w:rPr>
          <w:rtl/>
        </w:rPr>
      </w:pPr>
      <w:r>
        <w:rPr>
          <w:rFonts w:hint="eastAsia"/>
          <w:rtl/>
        </w:rPr>
        <w:t>زيبايى</w:t>
      </w:r>
      <w:r>
        <w:rPr>
          <w:rtl/>
        </w:rPr>
        <w:t xml:space="preserve"> مرد در وقار و سنگينى و با تقوا بودن است .</w:t>
      </w:r>
    </w:p>
    <w:p w:rsidR="00827620" w:rsidRDefault="00827620" w:rsidP="00827620">
      <w:pPr>
        <w:pStyle w:val="libNormal"/>
        <w:rPr>
          <w:rtl/>
        </w:rPr>
      </w:pPr>
      <w:r>
        <w:rPr>
          <w:rtl/>
        </w:rPr>
        <w:t>٣٧٠ - آدم هاى زيباروى كه خداوند به آنان نعمت زيبايى عطا نموده چه كنند كه در دام شيطان نيفتند؟</w:t>
      </w:r>
    </w:p>
    <w:p w:rsidR="00827620" w:rsidRDefault="00827620" w:rsidP="00827620">
      <w:pPr>
        <w:pStyle w:val="libNormal"/>
        <w:rPr>
          <w:rtl/>
        </w:rPr>
      </w:pPr>
      <w:r>
        <w:rPr>
          <w:rFonts w:hint="eastAsia"/>
          <w:rtl/>
        </w:rPr>
        <w:t>بايد</w:t>
      </w:r>
      <w:r>
        <w:rPr>
          <w:rtl/>
        </w:rPr>
        <w:t xml:space="preserve"> تلاش كنند عفت و پاكدامنى داشته باشند و خود را از گناه مصون دارند.</w:t>
      </w:r>
    </w:p>
    <w:p w:rsidR="00827620" w:rsidRDefault="00827620" w:rsidP="00827620">
      <w:pPr>
        <w:pStyle w:val="libNormal"/>
        <w:rPr>
          <w:rtl/>
        </w:rPr>
      </w:pPr>
      <w:r>
        <w:rPr>
          <w:rFonts w:hint="eastAsia"/>
          <w:rtl/>
        </w:rPr>
        <w:t>زكاه</w:t>
      </w:r>
      <w:r>
        <w:rPr>
          <w:rtl/>
        </w:rPr>
        <w:t xml:space="preserve"> الجمال العفاف .</w:t>
      </w:r>
    </w:p>
    <w:p w:rsidR="00827620" w:rsidRDefault="00827620" w:rsidP="00827620">
      <w:pPr>
        <w:pStyle w:val="libNormal"/>
        <w:rPr>
          <w:rtl/>
        </w:rPr>
      </w:pPr>
      <w:r>
        <w:rPr>
          <w:rFonts w:hint="eastAsia"/>
          <w:rtl/>
        </w:rPr>
        <w:t>زكات</w:t>
      </w:r>
      <w:r>
        <w:rPr>
          <w:rtl/>
        </w:rPr>
        <w:t xml:space="preserve"> زيبارويى ، پاكدامنى است .</w:t>
      </w:r>
    </w:p>
    <w:p w:rsidR="00827620" w:rsidRDefault="00827620" w:rsidP="00827620">
      <w:pPr>
        <w:pStyle w:val="libNormal"/>
        <w:rPr>
          <w:rtl/>
        </w:rPr>
      </w:pPr>
      <w:r>
        <w:rPr>
          <w:rtl/>
        </w:rPr>
        <w:t>٣٧١ - بهشت را چگونه بايد به دست آورد؟</w:t>
      </w:r>
    </w:p>
    <w:p w:rsidR="00827620" w:rsidRDefault="00827620" w:rsidP="00827620">
      <w:pPr>
        <w:pStyle w:val="libNormal"/>
        <w:rPr>
          <w:rtl/>
        </w:rPr>
      </w:pPr>
      <w:r>
        <w:rPr>
          <w:rFonts w:hint="eastAsia"/>
          <w:rtl/>
        </w:rPr>
        <w:t>ثمن</w:t>
      </w:r>
      <w:r>
        <w:rPr>
          <w:rtl/>
        </w:rPr>
        <w:t xml:space="preserve"> الجنه العمل الصالح .</w:t>
      </w:r>
    </w:p>
    <w:p w:rsidR="00827620" w:rsidRDefault="00827620" w:rsidP="00827620">
      <w:pPr>
        <w:pStyle w:val="libNormal"/>
        <w:rPr>
          <w:rtl/>
        </w:rPr>
      </w:pPr>
      <w:r>
        <w:rPr>
          <w:rFonts w:hint="eastAsia"/>
          <w:rtl/>
        </w:rPr>
        <w:t>بهاى</w:t>
      </w:r>
      <w:r>
        <w:rPr>
          <w:rtl/>
        </w:rPr>
        <w:t xml:space="preserve"> بهشت عمل صالح و كارهاى شايسته است .</w:t>
      </w:r>
    </w:p>
    <w:p w:rsidR="00827620" w:rsidRDefault="00827620" w:rsidP="00827620">
      <w:pPr>
        <w:pStyle w:val="libNormal"/>
        <w:rPr>
          <w:rtl/>
        </w:rPr>
      </w:pPr>
      <w:r>
        <w:rPr>
          <w:rtl/>
        </w:rPr>
        <w:t>(يعنى پاداش انجام عمل صالح بهشت خواه بود).</w:t>
      </w:r>
    </w:p>
    <w:p w:rsidR="00827620" w:rsidRDefault="00827620" w:rsidP="00827620">
      <w:pPr>
        <w:pStyle w:val="libNormal"/>
        <w:rPr>
          <w:rtl/>
        </w:rPr>
      </w:pPr>
      <w:r>
        <w:rPr>
          <w:rtl/>
        </w:rPr>
        <w:t>٣٧٢ - ما علاقه داريم اهل بهشت باشيم ولى نمى دانيم چه بايد بكنيم ؟</w:t>
      </w:r>
    </w:p>
    <w:p w:rsidR="00827620" w:rsidRDefault="00827620" w:rsidP="00827620">
      <w:pPr>
        <w:pStyle w:val="libNormal"/>
        <w:rPr>
          <w:rtl/>
        </w:rPr>
      </w:pPr>
      <w:r>
        <w:rPr>
          <w:rFonts w:hint="eastAsia"/>
          <w:rtl/>
        </w:rPr>
        <w:t>من</w:t>
      </w:r>
      <w:r>
        <w:rPr>
          <w:rtl/>
        </w:rPr>
        <w:t xml:space="preserve"> اشتاق الى الجنه سلا عن الشهوات .</w:t>
      </w:r>
    </w:p>
    <w:p w:rsidR="00827620" w:rsidRDefault="00827620" w:rsidP="00827620">
      <w:pPr>
        <w:pStyle w:val="libNormal"/>
        <w:rPr>
          <w:rtl/>
        </w:rPr>
      </w:pPr>
      <w:r>
        <w:rPr>
          <w:rFonts w:hint="eastAsia"/>
          <w:rtl/>
        </w:rPr>
        <w:t>هر</w:t>
      </w:r>
      <w:r>
        <w:rPr>
          <w:rtl/>
        </w:rPr>
        <w:t xml:space="preserve"> كه مشتاق بهشت باشد (بايد) شهوات (حرام) را فراموش ‍ نمايد.</w:t>
      </w:r>
    </w:p>
    <w:p w:rsidR="00827620" w:rsidRDefault="002A6B13" w:rsidP="00827620">
      <w:pPr>
        <w:pStyle w:val="libNormal"/>
        <w:rPr>
          <w:rtl/>
        </w:rPr>
      </w:pPr>
      <w:r>
        <w:rPr>
          <w:rtl/>
        </w:rPr>
        <w:br w:type="page"/>
      </w:r>
    </w:p>
    <w:p w:rsidR="00827620" w:rsidRDefault="00827620" w:rsidP="002A6B13">
      <w:pPr>
        <w:pStyle w:val="Heading1"/>
        <w:rPr>
          <w:rtl/>
        </w:rPr>
      </w:pPr>
      <w:bookmarkStart w:id="185" w:name="_Toc479592387"/>
      <w:bookmarkStart w:id="186" w:name="_Toc479592507"/>
      <w:r>
        <w:rPr>
          <w:rFonts w:hint="eastAsia"/>
          <w:rtl/>
        </w:rPr>
        <w:t>جهل</w:t>
      </w:r>
      <w:r>
        <w:rPr>
          <w:rtl/>
        </w:rPr>
        <w:t xml:space="preserve"> و نادانى</w:t>
      </w:r>
      <w:bookmarkEnd w:id="185"/>
      <w:bookmarkEnd w:id="186"/>
    </w:p>
    <w:p w:rsidR="00827620" w:rsidRDefault="00827620" w:rsidP="00827620">
      <w:pPr>
        <w:pStyle w:val="libNormal"/>
        <w:rPr>
          <w:rtl/>
        </w:rPr>
      </w:pPr>
      <w:r>
        <w:rPr>
          <w:rtl/>
        </w:rPr>
        <w:t>٣٧٣ - از صفات ناپسند در انسان كدام يك خطرناك ترند؟</w:t>
      </w:r>
    </w:p>
    <w:p w:rsidR="00827620" w:rsidRDefault="00827620" w:rsidP="00827620">
      <w:pPr>
        <w:pStyle w:val="libNormal"/>
        <w:rPr>
          <w:rtl/>
        </w:rPr>
      </w:pPr>
      <w:r>
        <w:rPr>
          <w:rFonts w:hint="eastAsia"/>
          <w:rtl/>
        </w:rPr>
        <w:t>الجهل</w:t>
      </w:r>
      <w:r>
        <w:rPr>
          <w:rtl/>
        </w:rPr>
        <w:t xml:space="preserve"> فى الانسان اضر من الاكله فى البدن .</w:t>
      </w:r>
    </w:p>
    <w:p w:rsidR="00827620" w:rsidRDefault="00827620" w:rsidP="00827620">
      <w:pPr>
        <w:pStyle w:val="libNormal"/>
        <w:rPr>
          <w:rtl/>
        </w:rPr>
      </w:pPr>
      <w:r>
        <w:rPr>
          <w:rFonts w:hint="eastAsia"/>
          <w:rtl/>
        </w:rPr>
        <w:t>جهل</w:t>
      </w:r>
      <w:r>
        <w:rPr>
          <w:rtl/>
        </w:rPr>
        <w:t xml:space="preserve"> و نادانى بدترين خطر است . جهل انسان ، از بيمارى خوره ، در بدن زيانبارتر است .</w:t>
      </w:r>
    </w:p>
    <w:p w:rsidR="00827620" w:rsidRDefault="00827620" w:rsidP="002A6B13">
      <w:pPr>
        <w:pStyle w:val="libNormal"/>
        <w:rPr>
          <w:rtl/>
        </w:rPr>
      </w:pPr>
      <w:r>
        <w:rPr>
          <w:rtl/>
        </w:rPr>
        <w:t xml:space="preserve">٣٧٤ - </w:t>
      </w:r>
      <w:r w:rsidR="002A6B13">
        <w:rPr>
          <w:rFonts w:hint="cs"/>
          <w:rtl/>
        </w:rPr>
        <w:t>ی</w:t>
      </w:r>
      <w:r>
        <w:rPr>
          <w:rtl/>
        </w:rPr>
        <w:t>عنى جهالت و نادانى تا اين حد خطرناك است ؟</w:t>
      </w:r>
    </w:p>
    <w:p w:rsidR="00827620" w:rsidRDefault="00827620" w:rsidP="00827620">
      <w:pPr>
        <w:pStyle w:val="libNormal"/>
        <w:rPr>
          <w:rtl/>
        </w:rPr>
      </w:pPr>
      <w:r>
        <w:rPr>
          <w:rFonts w:hint="eastAsia"/>
          <w:rtl/>
        </w:rPr>
        <w:t>بله</w:t>
      </w:r>
      <w:r>
        <w:rPr>
          <w:rtl/>
        </w:rPr>
        <w:t xml:space="preserve"> بزرگترين مصيبت انسان جهل اوست . اعظم المصائب الجهل .</w:t>
      </w:r>
    </w:p>
    <w:p w:rsidR="00827620" w:rsidRDefault="00827620" w:rsidP="00827620">
      <w:pPr>
        <w:pStyle w:val="libNormal"/>
        <w:rPr>
          <w:rtl/>
        </w:rPr>
      </w:pPr>
      <w:r>
        <w:rPr>
          <w:rtl/>
        </w:rPr>
        <w:t>٣٧٥ - بدترين نوع جهل كدام است ؟</w:t>
      </w:r>
    </w:p>
    <w:p w:rsidR="00827620" w:rsidRDefault="00827620" w:rsidP="00827620">
      <w:pPr>
        <w:pStyle w:val="libNormal"/>
        <w:rPr>
          <w:rtl/>
        </w:rPr>
      </w:pPr>
      <w:r>
        <w:rPr>
          <w:rFonts w:hint="eastAsia"/>
          <w:rtl/>
        </w:rPr>
        <w:t>بدترين</w:t>
      </w:r>
      <w:r>
        <w:rPr>
          <w:rtl/>
        </w:rPr>
        <w:t xml:space="preserve"> نادانى ها، جهل انسان به خود و امور خود است (خودشناسى)</w:t>
      </w:r>
    </w:p>
    <w:p w:rsidR="00827620" w:rsidRDefault="00827620" w:rsidP="00827620">
      <w:pPr>
        <w:pStyle w:val="libNormal"/>
        <w:rPr>
          <w:rtl/>
        </w:rPr>
      </w:pPr>
      <w:r>
        <w:rPr>
          <w:rFonts w:hint="eastAsia"/>
          <w:rtl/>
        </w:rPr>
        <w:t>اعظم</w:t>
      </w:r>
      <w:r>
        <w:rPr>
          <w:rtl/>
        </w:rPr>
        <w:t xml:space="preserve"> الجهل جهل الانسان امر نفسه .</w:t>
      </w:r>
    </w:p>
    <w:p w:rsidR="00827620" w:rsidRDefault="00827620" w:rsidP="00827620">
      <w:pPr>
        <w:pStyle w:val="libNormal"/>
        <w:rPr>
          <w:rtl/>
        </w:rPr>
      </w:pPr>
      <w:r>
        <w:rPr>
          <w:rtl/>
        </w:rPr>
        <w:t>٣٧٦ - جهل تا چه اندازه مضر است ؟</w:t>
      </w:r>
    </w:p>
    <w:p w:rsidR="00827620" w:rsidRDefault="00827620" w:rsidP="00827620">
      <w:pPr>
        <w:pStyle w:val="libNormal"/>
        <w:rPr>
          <w:rtl/>
        </w:rPr>
      </w:pPr>
      <w:r>
        <w:rPr>
          <w:rFonts w:hint="eastAsia"/>
          <w:rtl/>
        </w:rPr>
        <w:t>جهل</w:t>
      </w:r>
      <w:r>
        <w:rPr>
          <w:rtl/>
        </w:rPr>
        <w:t xml:space="preserve"> ريشه تمام بدبختيها و فسادهاى انسان است .</w:t>
      </w:r>
    </w:p>
    <w:p w:rsidR="00827620" w:rsidRDefault="00827620" w:rsidP="00827620">
      <w:pPr>
        <w:pStyle w:val="libNormal"/>
        <w:rPr>
          <w:rtl/>
        </w:rPr>
      </w:pPr>
      <w:r>
        <w:rPr>
          <w:rFonts w:hint="eastAsia"/>
          <w:rtl/>
        </w:rPr>
        <w:t>الجهل</w:t>
      </w:r>
      <w:r>
        <w:rPr>
          <w:rtl/>
        </w:rPr>
        <w:t xml:space="preserve"> فساد كل امر الجهل اصل كل شر.</w:t>
      </w:r>
    </w:p>
    <w:p w:rsidR="00827620" w:rsidRDefault="00827620" w:rsidP="00827620">
      <w:pPr>
        <w:pStyle w:val="libNormal"/>
        <w:rPr>
          <w:rtl/>
        </w:rPr>
      </w:pPr>
      <w:r>
        <w:rPr>
          <w:rFonts w:hint="eastAsia"/>
          <w:rtl/>
        </w:rPr>
        <w:t>جهل</w:t>
      </w:r>
      <w:r>
        <w:rPr>
          <w:rtl/>
        </w:rPr>
        <w:t xml:space="preserve"> اساس هر بدى است .</w:t>
      </w:r>
    </w:p>
    <w:p w:rsidR="00827620" w:rsidRDefault="00827620" w:rsidP="00827620">
      <w:pPr>
        <w:pStyle w:val="libNormal"/>
        <w:rPr>
          <w:rtl/>
        </w:rPr>
      </w:pPr>
      <w:r>
        <w:rPr>
          <w:rtl/>
        </w:rPr>
        <w:t>٣٧٧ - چرا دشمنان و مخالفان دانشمندان از ميان افراد جاهل بروز مى كنند؟ زيرا انسان دشمن چيزى است كه خود به آن جاهل است .</w:t>
      </w:r>
    </w:p>
    <w:p w:rsidR="00827620" w:rsidRDefault="00827620" w:rsidP="00827620">
      <w:pPr>
        <w:pStyle w:val="libNormal"/>
        <w:rPr>
          <w:rtl/>
        </w:rPr>
      </w:pPr>
      <w:r>
        <w:rPr>
          <w:rFonts w:hint="eastAsia"/>
          <w:rtl/>
        </w:rPr>
        <w:t>الناس</w:t>
      </w:r>
      <w:r>
        <w:rPr>
          <w:rtl/>
        </w:rPr>
        <w:t xml:space="preserve"> اعداء ما جهلو.</w:t>
      </w:r>
    </w:p>
    <w:p w:rsidR="00827620" w:rsidRDefault="00827620" w:rsidP="00827620">
      <w:pPr>
        <w:pStyle w:val="libNormal"/>
        <w:rPr>
          <w:rtl/>
        </w:rPr>
      </w:pPr>
      <w:r>
        <w:rPr>
          <w:rtl/>
        </w:rPr>
        <w:t>٣٧٨ - چه چيز انسان را از جهنم دور نگه مى دارد؟</w:t>
      </w:r>
    </w:p>
    <w:p w:rsidR="00827620" w:rsidRDefault="00827620" w:rsidP="00827620">
      <w:pPr>
        <w:pStyle w:val="libNormal"/>
        <w:rPr>
          <w:rtl/>
        </w:rPr>
      </w:pPr>
      <w:r>
        <w:rPr>
          <w:rFonts w:hint="eastAsia"/>
          <w:rtl/>
        </w:rPr>
        <w:t>من</w:t>
      </w:r>
      <w:r>
        <w:rPr>
          <w:rtl/>
        </w:rPr>
        <w:t xml:space="preserve"> اشفق من النار اجتنب المحرمات .</w:t>
      </w:r>
    </w:p>
    <w:p w:rsidR="00827620" w:rsidRDefault="00827620" w:rsidP="00827620">
      <w:pPr>
        <w:pStyle w:val="libNormal"/>
        <w:rPr>
          <w:rtl/>
        </w:rPr>
      </w:pPr>
      <w:r>
        <w:rPr>
          <w:rFonts w:hint="eastAsia"/>
          <w:rtl/>
        </w:rPr>
        <w:t>كسى</w:t>
      </w:r>
      <w:r>
        <w:rPr>
          <w:rtl/>
        </w:rPr>
        <w:t xml:space="preserve"> كه از آتش جهنم بترسد از گناهان دورى مى كند (دورى از گناه دورى از جهنم)</w:t>
      </w:r>
    </w:p>
    <w:p w:rsidR="00827620" w:rsidRDefault="00827620" w:rsidP="00827620">
      <w:pPr>
        <w:pStyle w:val="libNormal"/>
        <w:rPr>
          <w:rtl/>
        </w:rPr>
      </w:pPr>
      <w:r>
        <w:rPr>
          <w:rtl/>
        </w:rPr>
        <w:lastRenderedPageBreak/>
        <w:t>٣٧٩ - هيزم آتش دوزخ چيست ؟</w:t>
      </w:r>
    </w:p>
    <w:p w:rsidR="00827620" w:rsidRDefault="00827620" w:rsidP="00827620">
      <w:pPr>
        <w:pStyle w:val="libNormal"/>
        <w:rPr>
          <w:rtl/>
        </w:rPr>
      </w:pPr>
      <w:r>
        <w:rPr>
          <w:rFonts w:hint="eastAsia"/>
          <w:rtl/>
        </w:rPr>
        <w:t>و</w:t>
      </w:r>
      <w:r>
        <w:rPr>
          <w:rtl/>
        </w:rPr>
        <w:t xml:space="preserve"> قود النار يوم القيامه كل غنى بحل بماله على الفقراء و كل عالم باع الدن بالدنيا .</w:t>
      </w:r>
    </w:p>
    <w:p w:rsidR="00827620" w:rsidRDefault="00827620" w:rsidP="00827620">
      <w:pPr>
        <w:pStyle w:val="libNormal"/>
        <w:rPr>
          <w:rtl/>
        </w:rPr>
      </w:pPr>
      <w:r>
        <w:rPr>
          <w:rFonts w:hint="eastAsia"/>
          <w:rtl/>
        </w:rPr>
        <w:t>هيزم</w:t>
      </w:r>
      <w:r>
        <w:rPr>
          <w:rtl/>
        </w:rPr>
        <w:t xml:space="preserve"> آتش جهنم در قيامت ، هر ثروتمندى است كه از انفاق بر فقيران بخل ورزد و هر عالمى كه دين را به دنيا بفروشد.</w:t>
      </w:r>
    </w:p>
    <w:p w:rsidR="00827620" w:rsidRDefault="00827620" w:rsidP="00827620">
      <w:pPr>
        <w:pStyle w:val="libNormal"/>
        <w:rPr>
          <w:rtl/>
        </w:rPr>
      </w:pPr>
      <w:r>
        <w:rPr>
          <w:rtl/>
        </w:rPr>
        <w:t>٣٨٠ - اى مولاى پرهيزكاران ، كسى كه خود را دوست شما معرفى مى كند ولى اعمالش با اعمال و گفتار شما تطبيق نمى كند آيا مورد قبول شما است ؟</w:t>
      </w:r>
    </w:p>
    <w:p w:rsidR="00827620" w:rsidRDefault="00827620" w:rsidP="00827620">
      <w:pPr>
        <w:pStyle w:val="libNormal"/>
        <w:rPr>
          <w:rtl/>
        </w:rPr>
      </w:pPr>
      <w:r>
        <w:rPr>
          <w:rFonts w:hint="eastAsia"/>
          <w:rtl/>
        </w:rPr>
        <w:t>خير،</w:t>
      </w:r>
      <w:r>
        <w:rPr>
          <w:rtl/>
        </w:rPr>
        <w:t xml:space="preserve"> كسى كه دوست ما است بايد مثل ما عمل كند و جامه ورع و پاكى را بر تن كند.</w:t>
      </w:r>
    </w:p>
    <w:p w:rsidR="00827620" w:rsidRDefault="00827620" w:rsidP="00827620">
      <w:pPr>
        <w:pStyle w:val="libNormal"/>
        <w:rPr>
          <w:rtl/>
        </w:rPr>
      </w:pPr>
      <w:r>
        <w:rPr>
          <w:rFonts w:hint="eastAsia"/>
          <w:rtl/>
        </w:rPr>
        <w:t>من</w:t>
      </w:r>
      <w:r>
        <w:rPr>
          <w:rtl/>
        </w:rPr>
        <w:t xml:space="preserve"> احبنا فاليعمل بعملنا و اليجتلب الورع .</w:t>
      </w:r>
    </w:p>
    <w:p w:rsidR="00827620" w:rsidRDefault="00827620" w:rsidP="00827620">
      <w:pPr>
        <w:pStyle w:val="libNormal"/>
        <w:rPr>
          <w:rtl/>
        </w:rPr>
      </w:pPr>
      <w:r>
        <w:rPr>
          <w:rtl/>
        </w:rPr>
        <w:t>٣٨١ - چه كنم كه جزء حزب الله پيروز باشم ؟</w:t>
      </w:r>
    </w:p>
    <w:p w:rsidR="00827620" w:rsidRDefault="00827620" w:rsidP="00827620">
      <w:pPr>
        <w:pStyle w:val="libNormal"/>
        <w:rPr>
          <w:rtl/>
        </w:rPr>
      </w:pPr>
      <w:r>
        <w:rPr>
          <w:rFonts w:hint="eastAsia"/>
          <w:rtl/>
        </w:rPr>
        <w:t>ايسرك</w:t>
      </w:r>
      <w:r>
        <w:rPr>
          <w:rtl/>
        </w:rPr>
        <w:t xml:space="preserve"> ان تكون من حزب الله الغالبين ؟</w:t>
      </w:r>
    </w:p>
    <w:p w:rsidR="00827620" w:rsidRDefault="00827620" w:rsidP="00827620">
      <w:pPr>
        <w:pStyle w:val="libNormal"/>
        <w:rPr>
          <w:rtl/>
        </w:rPr>
      </w:pPr>
      <w:r>
        <w:rPr>
          <w:rFonts w:hint="eastAsia"/>
          <w:rtl/>
        </w:rPr>
        <w:t>اتق</w:t>
      </w:r>
      <w:r>
        <w:rPr>
          <w:rtl/>
        </w:rPr>
        <w:t xml:space="preserve"> الله سبحانه و احسن فى كل امورك فان الله مع الذين اتقوا و الذين هم محسنون .</w:t>
      </w:r>
    </w:p>
    <w:p w:rsidR="00827620" w:rsidRDefault="00827620" w:rsidP="00827620">
      <w:pPr>
        <w:pStyle w:val="libNormal"/>
        <w:rPr>
          <w:rtl/>
        </w:rPr>
      </w:pPr>
      <w:r>
        <w:rPr>
          <w:rFonts w:hint="eastAsia"/>
          <w:rtl/>
        </w:rPr>
        <w:t>از</w:t>
      </w:r>
      <w:r>
        <w:rPr>
          <w:rtl/>
        </w:rPr>
        <w:t xml:space="preserve"> خدا بترس و در تمام امورت درستى و نيكى كن كه خدا با اهل تقوا و نيكوكاران است .</w:t>
      </w:r>
    </w:p>
    <w:p w:rsidR="00827620" w:rsidRDefault="00827620" w:rsidP="00827620">
      <w:pPr>
        <w:pStyle w:val="libNormal"/>
        <w:rPr>
          <w:rtl/>
        </w:rPr>
      </w:pPr>
      <w:r>
        <w:rPr>
          <w:rtl/>
        </w:rPr>
        <w:t>٣٨٢ - دورانديشى به چيست ؟</w:t>
      </w:r>
    </w:p>
    <w:p w:rsidR="00827620" w:rsidRDefault="00827620" w:rsidP="00827620">
      <w:pPr>
        <w:pStyle w:val="libNormal"/>
        <w:rPr>
          <w:rtl/>
        </w:rPr>
      </w:pPr>
      <w:r>
        <w:rPr>
          <w:rFonts w:hint="eastAsia"/>
          <w:rtl/>
        </w:rPr>
        <w:t>الحرم</w:t>
      </w:r>
      <w:r>
        <w:rPr>
          <w:rtl/>
        </w:rPr>
        <w:t xml:space="preserve"> النظر فى العواقب و مشاوره ذوى العقول . </w:t>
      </w:r>
      <w:r w:rsidRPr="002A6B13">
        <w:rPr>
          <w:rStyle w:val="libFootnotenumChar"/>
          <w:rtl/>
        </w:rPr>
        <w:t>(٣٧٠)</w:t>
      </w:r>
    </w:p>
    <w:p w:rsidR="00827620" w:rsidRDefault="00827620" w:rsidP="00827620">
      <w:pPr>
        <w:pStyle w:val="libNormal"/>
        <w:rPr>
          <w:rtl/>
        </w:rPr>
      </w:pPr>
      <w:r>
        <w:rPr>
          <w:rFonts w:hint="eastAsia"/>
          <w:rtl/>
        </w:rPr>
        <w:t>دورانديشى</w:t>
      </w:r>
      <w:r>
        <w:rPr>
          <w:rtl/>
        </w:rPr>
        <w:t xml:space="preserve"> به اين است كه در عاقبت كار دقت كنى و با افراد خردمند و عاقل مشورت نمائى .</w:t>
      </w:r>
    </w:p>
    <w:p w:rsidR="00827620" w:rsidRDefault="00827620" w:rsidP="00827620">
      <w:pPr>
        <w:pStyle w:val="libNormal"/>
        <w:rPr>
          <w:rtl/>
        </w:rPr>
      </w:pPr>
      <w:r>
        <w:rPr>
          <w:rtl/>
        </w:rPr>
        <w:t>٣٨٣ - براى بدست آوردن نام نيك و ماندنى چه بايد كرد؟</w:t>
      </w:r>
    </w:p>
    <w:p w:rsidR="00827620" w:rsidRDefault="00827620" w:rsidP="00827620">
      <w:pPr>
        <w:pStyle w:val="libNormal"/>
        <w:rPr>
          <w:rtl/>
        </w:rPr>
      </w:pPr>
      <w:r>
        <w:rPr>
          <w:rFonts w:hint="eastAsia"/>
          <w:rtl/>
        </w:rPr>
        <w:t>من</w:t>
      </w:r>
      <w:r>
        <w:rPr>
          <w:rtl/>
        </w:rPr>
        <w:t xml:space="preserve"> احب الذكر الجميل فاليبذل ماله .</w:t>
      </w:r>
    </w:p>
    <w:p w:rsidR="00827620" w:rsidRDefault="00827620" w:rsidP="00827620">
      <w:pPr>
        <w:pStyle w:val="libNormal"/>
        <w:rPr>
          <w:rtl/>
        </w:rPr>
      </w:pPr>
      <w:r>
        <w:rPr>
          <w:rFonts w:hint="eastAsia"/>
          <w:rtl/>
        </w:rPr>
        <w:lastRenderedPageBreak/>
        <w:t>هر</w:t>
      </w:r>
      <w:r>
        <w:rPr>
          <w:rtl/>
        </w:rPr>
        <w:t xml:space="preserve"> كه دوست دارد نام نيك او به جا ماند از مالش بذل و بخشش كند (به نيازمندان).</w:t>
      </w:r>
    </w:p>
    <w:p w:rsidR="00827620" w:rsidRDefault="00827620" w:rsidP="00827620">
      <w:pPr>
        <w:pStyle w:val="libNormal"/>
        <w:rPr>
          <w:rtl/>
        </w:rPr>
      </w:pPr>
      <w:r>
        <w:rPr>
          <w:rtl/>
        </w:rPr>
        <w:t>٣٨٤ - رحمت خداوند شامل چه كسى مى شود؟</w:t>
      </w:r>
    </w:p>
    <w:p w:rsidR="00827620" w:rsidRDefault="00827620" w:rsidP="00827620">
      <w:pPr>
        <w:pStyle w:val="libNormal"/>
        <w:rPr>
          <w:rtl/>
        </w:rPr>
      </w:pPr>
      <w:r>
        <w:rPr>
          <w:rFonts w:hint="eastAsia"/>
          <w:rtl/>
        </w:rPr>
        <w:t>من</w:t>
      </w:r>
      <w:r>
        <w:rPr>
          <w:rtl/>
        </w:rPr>
        <w:t xml:space="preserve"> احسن الى الرعيه نشر الله عليه جناح رحمته و ادخله فى مغفرته .</w:t>
      </w:r>
    </w:p>
    <w:p w:rsidR="00827620" w:rsidRDefault="00827620" w:rsidP="00827620">
      <w:pPr>
        <w:pStyle w:val="libNormal"/>
        <w:rPr>
          <w:rtl/>
        </w:rPr>
      </w:pPr>
      <w:r>
        <w:rPr>
          <w:rFonts w:hint="eastAsia"/>
          <w:rtl/>
        </w:rPr>
        <w:t>هر</w:t>
      </w:r>
      <w:r>
        <w:rPr>
          <w:rtl/>
        </w:rPr>
        <w:t xml:space="preserve"> كه (هر حاكم و فرمانروايى كه) به مردم و رعيت خود احسان و نيكى كند خداوند بال رحمت خود را بر او بگشايد و او را مشمول مغفرت خود گرداند.</w:t>
      </w:r>
    </w:p>
    <w:p w:rsidR="00827620" w:rsidRDefault="00827620" w:rsidP="00827620">
      <w:pPr>
        <w:pStyle w:val="libNormal"/>
        <w:rPr>
          <w:rtl/>
        </w:rPr>
      </w:pPr>
      <w:r>
        <w:rPr>
          <w:rtl/>
        </w:rPr>
        <w:t>٣٨٥ - آيا ممكن است توطئه گر و كسى كه نقشه شومى براى ديگران مى كشد خودش در دام بيفتد؟</w:t>
      </w:r>
    </w:p>
    <w:p w:rsidR="00827620" w:rsidRDefault="00827620" w:rsidP="00827620">
      <w:pPr>
        <w:pStyle w:val="libNormal"/>
        <w:rPr>
          <w:rtl/>
        </w:rPr>
      </w:pPr>
      <w:r>
        <w:rPr>
          <w:rFonts w:hint="eastAsia"/>
          <w:rtl/>
        </w:rPr>
        <w:t>البته</w:t>
      </w:r>
      <w:r>
        <w:rPr>
          <w:rtl/>
        </w:rPr>
        <w:t xml:space="preserve"> كه ممكن است .</w:t>
      </w:r>
    </w:p>
    <w:p w:rsidR="00827620" w:rsidRDefault="00827620" w:rsidP="00827620">
      <w:pPr>
        <w:pStyle w:val="libNormal"/>
        <w:rPr>
          <w:rtl/>
        </w:rPr>
      </w:pPr>
      <w:r>
        <w:rPr>
          <w:rFonts w:hint="eastAsia"/>
          <w:rtl/>
        </w:rPr>
        <w:t>من</w:t>
      </w:r>
      <w:r>
        <w:rPr>
          <w:rtl/>
        </w:rPr>
        <w:t xml:space="preserve"> حفر بئرا لاخيه المومن اوقع فيها. </w:t>
      </w:r>
      <w:r w:rsidRPr="002A6B13">
        <w:rPr>
          <w:rStyle w:val="libFootnotenumChar"/>
          <w:rtl/>
        </w:rPr>
        <w:t>(٣٧١)</w:t>
      </w:r>
    </w:p>
    <w:p w:rsidR="00827620" w:rsidRDefault="00827620" w:rsidP="00827620">
      <w:pPr>
        <w:pStyle w:val="libNormal"/>
        <w:rPr>
          <w:rtl/>
        </w:rPr>
      </w:pPr>
      <w:r>
        <w:rPr>
          <w:rFonts w:hint="eastAsia"/>
          <w:rtl/>
        </w:rPr>
        <w:t>كسى</w:t>
      </w:r>
      <w:r>
        <w:rPr>
          <w:rtl/>
        </w:rPr>
        <w:t xml:space="preserve"> كه براى برادر مومن خود چاهى بكند (و توطئه اى بكند) خودش در آن چاه مى افتد.</w:t>
      </w:r>
    </w:p>
    <w:p w:rsidR="00827620" w:rsidRDefault="002A6B13" w:rsidP="00827620">
      <w:pPr>
        <w:pStyle w:val="libNormal"/>
        <w:rPr>
          <w:rtl/>
        </w:rPr>
      </w:pPr>
      <w:r>
        <w:rPr>
          <w:rtl/>
        </w:rPr>
        <w:br w:type="page"/>
      </w:r>
    </w:p>
    <w:p w:rsidR="00827620" w:rsidRDefault="00827620" w:rsidP="002A6B13">
      <w:pPr>
        <w:pStyle w:val="Heading1"/>
        <w:rPr>
          <w:rtl/>
        </w:rPr>
      </w:pPr>
      <w:bookmarkStart w:id="187" w:name="_Toc479592388"/>
      <w:bookmarkStart w:id="188" w:name="_Toc479592508"/>
      <w:r>
        <w:rPr>
          <w:rFonts w:hint="eastAsia"/>
          <w:rtl/>
        </w:rPr>
        <w:t>كينه</w:t>
      </w:r>
      <w:r>
        <w:rPr>
          <w:rtl/>
        </w:rPr>
        <w:t xml:space="preserve"> توزى</w:t>
      </w:r>
      <w:bookmarkEnd w:id="187"/>
      <w:bookmarkEnd w:id="188"/>
    </w:p>
    <w:p w:rsidR="00827620" w:rsidRDefault="00827620" w:rsidP="00827620">
      <w:pPr>
        <w:pStyle w:val="libNormal"/>
        <w:rPr>
          <w:rtl/>
        </w:rPr>
      </w:pPr>
      <w:r>
        <w:rPr>
          <w:rtl/>
        </w:rPr>
        <w:t>٣٨٦ - بدترين عيوب آدمى چيست ؟</w:t>
      </w:r>
    </w:p>
    <w:p w:rsidR="00827620" w:rsidRDefault="00827620" w:rsidP="00827620">
      <w:pPr>
        <w:pStyle w:val="libNormal"/>
        <w:rPr>
          <w:rtl/>
        </w:rPr>
      </w:pPr>
      <w:r>
        <w:rPr>
          <w:rFonts w:hint="eastAsia"/>
          <w:rtl/>
        </w:rPr>
        <w:t>راس</w:t>
      </w:r>
      <w:r>
        <w:rPr>
          <w:rtl/>
        </w:rPr>
        <w:t xml:space="preserve"> العيوب الحقد.</w:t>
      </w:r>
    </w:p>
    <w:p w:rsidR="00827620" w:rsidRDefault="00827620" w:rsidP="00827620">
      <w:pPr>
        <w:pStyle w:val="libNormal"/>
        <w:rPr>
          <w:rtl/>
        </w:rPr>
      </w:pPr>
      <w:r>
        <w:rPr>
          <w:rFonts w:hint="eastAsia"/>
          <w:rtl/>
        </w:rPr>
        <w:t>سرآمد</w:t>
      </w:r>
      <w:r>
        <w:rPr>
          <w:rtl/>
        </w:rPr>
        <w:t xml:space="preserve"> همه عيوب كينه توزى و حقد است .</w:t>
      </w:r>
    </w:p>
    <w:p w:rsidR="00827620" w:rsidRDefault="00827620" w:rsidP="00827620">
      <w:pPr>
        <w:pStyle w:val="libNormal"/>
        <w:rPr>
          <w:rtl/>
        </w:rPr>
      </w:pPr>
      <w:r>
        <w:rPr>
          <w:rtl/>
        </w:rPr>
        <w:t>٣٨٧ - ريشه فتنه ها در چيست ؟</w:t>
      </w:r>
    </w:p>
    <w:p w:rsidR="00827620" w:rsidRDefault="00827620" w:rsidP="00827620">
      <w:pPr>
        <w:pStyle w:val="libNormal"/>
        <w:rPr>
          <w:rtl/>
        </w:rPr>
      </w:pPr>
      <w:r>
        <w:rPr>
          <w:rFonts w:hint="eastAsia"/>
          <w:rtl/>
        </w:rPr>
        <w:t>سبب</w:t>
      </w:r>
      <w:r>
        <w:rPr>
          <w:rtl/>
        </w:rPr>
        <w:t xml:space="preserve"> الفتن الحقد. </w:t>
      </w:r>
      <w:r w:rsidRPr="002A6B13">
        <w:rPr>
          <w:rStyle w:val="libFootnotenumChar"/>
          <w:rtl/>
        </w:rPr>
        <w:t>(٣٧٢)</w:t>
      </w:r>
    </w:p>
    <w:p w:rsidR="00827620" w:rsidRDefault="00827620" w:rsidP="00827620">
      <w:pPr>
        <w:pStyle w:val="libNormal"/>
        <w:rPr>
          <w:rtl/>
        </w:rPr>
      </w:pPr>
      <w:r>
        <w:rPr>
          <w:rFonts w:hint="eastAsia"/>
          <w:rtl/>
        </w:rPr>
        <w:t>ريشه</w:t>
      </w:r>
      <w:r>
        <w:rPr>
          <w:rtl/>
        </w:rPr>
        <w:t xml:space="preserve"> فتنه ها كينه داشتن است .</w:t>
      </w:r>
    </w:p>
    <w:p w:rsidR="00827620" w:rsidRDefault="00827620" w:rsidP="00827620">
      <w:pPr>
        <w:pStyle w:val="libNormal"/>
        <w:rPr>
          <w:rtl/>
        </w:rPr>
      </w:pPr>
      <w:r>
        <w:rPr>
          <w:rtl/>
        </w:rPr>
        <w:t>٣٨٨ - منشا كينه چه مى باشد؟</w:t>
      </w:r>
    </w:p>
    <w:p w:rsidR="00827620" w:rsidRDefault="00827620" w:rsidP="00827620">
      <w:pPr>
        <w:pStyle w:val="libNormal"/>
        <w:rPr>
          <w:rtl/>
        </w:rPr>
      </w:pPr>
      <w:r>
        <w:rPr>
          <w:rFonts w:hint="eastAsia"/>
          <w:rtl/>
        </w:rPr>
        <w:t>شده</w:t>
      </w:r>
      <w:r>
        <w:rPr>
          <w:rtl/>
        </w:rPr>
        <w:t xml:space="preserve"> الحقد من شده الحسد. </w:t>
      </w:r>
      <w:r w:rsidRPr="002A6B13">
        <w:rPr>
          <w:rStyle w:val="libFootnotenumChar"/>
          <w:rtl/>
        </w:rPr>
        <w:t>(٣٧٣)</w:t>
      </w:r>
    </w:p>
    <w:p w:rsidR="00827620" w:rsidRDefault="00827620" w:rsidP="00827620">
      <w:pPr>
        <w:pStyle w:val="libNormal"/>
        <w:rPr>
          <w:rtl/>
        </w:rPr>
      </w:pPr>
      <w:r>
        <w:rPr>
          <w:rFonts w:hint="eastAsia"/>
          <w:rtl/>
        </w:rPr>
        <w:t>شدت</w:t>
      </w:r>
      <w:r>
        <w:rPr>
          <w:rtl/>
        </w:rPr>
        <w:t xml:space="preserve"> كينه از شدت حسادت است .</w:t>
      </w:r>
    </w:p>
    <w:p w:rsidR="00827620" w:rsidRDefault="00827620" w:rsidP="00827620">
      <w:pPr>
        <w:pStyle w:val="libNormal"/>
        <w:rPr>
          <w:rtl/>
        </w:rPr>
      </w:pPr>
      <w:r>
        <w:rPr>
          <w:rtl/>
        </w:rPr>
        <w:t>٣٨٩- آيا با افراد كينه اى مى توان دوست شد؟</w:t>
      </w:r>
    </w:p>
    <w:p w:rsidR="00827620" w:rsidRDefault="00827620" w:rsidP="00827620">
      <w:pPr>
        <w:pStyle w:val="libNormal"/>
        <w:rPr>
          <w:rtl/>
        </w:rPr>
      </w:pPr>
      <w:r>
        <w:rPr>
          <w:rFonts w:hint="eastAsia"/>
          <w:rtl/>
        </w:rPr>
        <w:t>خير</w:t>
      </w:r>
      <w:r>
        <w:rPr>
          <w:rtl/>
        </w:rPr>
        <w:t xml:space="preserve"> آدم كينه توز، داراى مودت و دوستى نيست .</w:t>
      </w:r>
    </w:p>
    <w:p w:rsidR="00827620" w:rsidRDefault="00827620" w:rsidP="00827620">
      <w:pPr>
        <w:pStyle w:val="libNormal"/>
        <w:rPr>
          <w:rtl/>
        </w:rPr>
      </w:pPr>
      <w:r>
        <w:rPr>
          <w:rFonts w:hint="eastAsia"/>
          <w:rtl/>
        </w:rPr>
        <w:t>لا</w:t>
      </w:r>
      <w:r>
        <w:rPr>
          <w:rtl/>
        </w:rPr>
        <w:t xml:space="preserve"> مودة لحقود. </w:t>
      </w:r>
      <w:r w:rsidRPr="002A6B13">
        <w:rPr>
          <w:rStyle w:val="libFootnotenumChar"/>
          <w:rtl/>
        </w:rPr>
        <w:t>(٣٧٤)</w:t>
      </w:r>
    </w:p>
    <w:p w:rsidR="00827620" w:rsidRDefault="00827620" w:rsidP="00827620">
      <w:pPr>
        <w:pStyle w:val="libNormal"/>
        <w:rPr>
          <w:rtl/>
        </w:rPr>
      </w:pPr>
      <w:r>
        <w:rPr>
          <w:rFonts w:hint="eastAsia"/>
          <w:rtl/>
        </w:rPr>
        <w:t>و</w:t>
      </w:r>
      <w:r>
        <w:rPr>
          <w:rtl/>
        </w:rPr>
        <w:t xml:space="preserve"> ليس لحقود اخوة .</w:t>
      </w:r>
    </w:p>
    <w:p w:rsidR="00827620" w:rsidRDefault="00827620" w:rsidP="00827620">
      <w:pPr>
        <w:pStyle w:val="libNormal"/>
        <w:rPr>
          <w:rtl/>
        </w:rPr>
      </w:pPr>
      <w:r>
        <w:rPr>
          <w:rFonts w:hint="eastAsia"/>
          <w:rtl/>
        </w:rPr>
        <w:t>براى</w:t>
      </w:r>
      <w:r>
        <w:rPr>
          <w:rtl/>
        </w:rPr>
        <w:t xml:space="preserve"> آدم كينه توز برادرى و اخوت مطرح نيست .</w:t>
      </w:r>
    </w:p>
    <w:p w:rsidR="00827620" w:rsidRDefault="00827620" w:rsidP="00827620">
      <w:pPr>
        <w:pStyle w:val="libNormal"/>
        <w:rPr>
          <w:rtl/>
        </w:rPr>
      </w:pPr>
      <w:r>
        <w:rPr>
          <w:rtl/>
        </w:rPr>
        <w:t>٣٩٠- رستگار، چه كسى است ؟</w:t>
      </w:r>
    </w:p>
    <w:p w:rsidR="00827620" w:rsidRDefault="00827620" w:rsidP="00827620">
      <w:pPr>
        <w:pStyle w:val="libNormal"/>
        <w:rPr>
          <w:rtl/>
        </w:rPr>
      </w:pPr>
      <w:r>
        <w:rPr>
          <w:rFonts w:hint="eastAsia"/>
          <w:rtl/>
        </w:rPr>
        <w:t>من</w:t>
      </w:r>
      <w:r>
        <w:rPr>
          <w:rtl/>
        </w:rPr>
        <w:t xml:space="preserve"> عمل بالحق افلح .</w:t>
      </w:r>
    </w:p>
    <w:p w:rsidR="00827620" w:rsidRDefault="00827620" w:rsidP="00827620">
      <w:pPr>
        <w:pStyle w:val="libNormal"/>
        <w:rPr>
          <w:rtl/>
        </w:rPr>
      </w:pPr>
      <w:r>
        <w:rPr>
          <w:rFonts w:hint="eastAsia"/>
          <w:rtl/>
        </w:rPr>
        <w:t>هر</w:t>
      </w:r>
      <w:r>
        <w:rPr>
          <w:rtl/>
        </w:rPr>
        <w:t xml:space="preserve"> كه به حق عمل كند، رستگار مى گردد.</w:t>
      </w:r>
    </w:p>
    <w:p w:rsidR="00827620" w:rsidRDefault="00827620" w:rsidP="00827620">
      <w:pPr>
        <w:pStyle w:val="libNormal"/>
        <w:rPr>
          <w:rtl/>
        </w:rPr>
      </w:pPr>
      <w:r>
        <w:rPr>
          <w:rtl/>
        </w:rPr>
        <w:t>٣٩١ - رهبرى از آن كيست ؟</w:t>
      </w:r>
    </w:p>
    <w:p w:rsidR="00827620" w:rsidRDefault="00827620" w:rsidP="00827620">
      <w:pPr>
        <w:pStyle w:val="libNormal"/>
        <w:rPr>
          <w:rtl/>
        </w:rPr>
      </w:pPr>
      <w:r>
        <w:rPr>
          <w:rFonts w:hint="eastAsia"/>
          <w:rtl/>
        </w:rPr>
        <w:t>من</w:t>
      </w:r>
      <w:r>
        <w:rPr>
          <w:rtl/>
        </w:rPr>
        <w:t xml:space="preserve"> اتخذ الحق لجاما اتخذه الناس اماما. </w:t>
      </w:r>
      <w:r w:rsidRPr="002A6B13">
        <w:rPr>
          <w:rStyle w:val="libFootnotenumChar"/>
          <w:rtl/>
        </w:rPr>
        <w:t>(٣٧٥)</w:t>
      </w:r>
    </w:p>
    <w:p w:rsidR="00827620" w:rsidRDefault="00827620" w:rsidP="00827620">
      <w:pPr>
        <w:pStyle w:val="libNormal"/>
        <w:rPr>
          <w:rtl/>
        </w:rPr>
      </w:pPr>
      <w:r>
        <w:rPr>
          <w:rFonts w:hint="eastAsia"/>
          <w:rtl/>
        </w:rPr>
        <w:lastRenderedPageBreak/>
        <w:t>هر</w:t>
      </w:r>
      <w:r>
        <w:rPr>
          <w:rtl/>
        </w:rPr>
        <w:t xml:space="preserve"> كه حق را لجام و محور خود قرار دهد (حق محور باشد) مردم ، او را به امامت و رهبرى برگزينند.</w:t>
      </w:r>
    </w:p>
    <w:p w:rsidR="00827620" w:rsidRDefault="00827620" w:rsidP="00827620">
      <w:pPr>
        <w:pStyle w:val="libNormal"/>
        <w:rPr>
          <w:rtl/>
        </w:rPr>
      </w:pPr>
      <w:r>
        <w:rPr>
          <w:rtl/>
        </w:rPr>
        <w:t>٣٩٢ - زيانكارترين مردم چه كسى است ؟</w:t>
      </w:r>
    </w:p>
    <w:p w:rsidR="00827620" w:rsidRDefault="00827620" w:rsidP="00827620">
      <w:pPr>
        <w:pStyle w:val="libNormal"/>
        <w:rPr>
          <w:rtl/>
        </w:rPr>
      </w:pPr>
      <w:r>
        <w:rPr>
          <w:rFonts w:hint="eastAsia"/>
          <w:rtl/>
        </w:rPr>
        <w:t>اخسر</w:t>
      </w:r>
      <w:r>
        <w:rPr>
          <w:rtl/>
        </w:rPr>
        <w:t xml:space="preserve"> الناس من قدر على ان يقول الحق و لم يقل . </w:t>
      </w:r>
      <w:r w:rsidRPr="002A6B13">
        <w:rPr>
          <w:rStyle w:val="libFootnotenumChar"/>
          <w:rtl/>
        </w:rPr>
        <w:t>(٣٧٦)</w:t>
      </w:r>
    </w:p>
    <w:p w:rsidR="00827620" w:rsidRDefault="00827620" w:rsidP="00827620">
      <w:pPr>
        <w:pStyle w:val="libNormal"/>
        <w:rPr>
          <w:rtl/>
        </w:rPr>
      </w:pPr>
      <w:r>
        <w:rPr>
          <w:rFonts w:hint="eastAsia"/>
          <w:rtl/>
        </w:rPr>
        <w:t>زيانكارترين</w:t>
      </w:r>
      <w:r>
        <w:rPr>
          <w:rtl/>
        </w:rPr>
        <w:t xml:space="preserve"> مردم كسى است كه بتواند حق را بگويد، ولى نگويد.</w:t>
      </w:r>
    </w:p>
    <w:p w:rsidR="00827620" w:rsidRDefault="00827620" w:rsidP="00827620">
      <w:pPr>
        <w:pStyle w:val="libNormal"/>
        <w:rPr>
          <w:rtl/>
        </w:rPr>
      </w:pPr>
      <w:r>
        <w:rPr>
          <w:rtl/>
        </w:rPr>
        <w:t>٣٩٣ - از چه بهراسيم ؟</w:t>
      </w:r>
    </w:p>
    <w:p w:rsidR="00827620" w:rsidRDefault="00827620" w:rsidP="00827620">
      <w:pPr>
        <w:pStyle w:val="libNormal"/>
        <w:rPr>
          <w:rtl/>
        </w:rPr>
      </w:pPr>
      <w:r>
        <w:rPr>
          <w:rFonts w:hint="eastAsia"/>
          <w:rtl/>
        </w:rPr>
        <w:t>از</w:t>
      </w:r>
      <w:r>
        <w:rPr>
          <w:rtl/>
        </w:rPr>
        <w:t xml:space="preserve"> باطل ، تو را مانوس نسازد چيزى ، مگر حق ؛ و تو را چيزى به وحشت نيندازد، مگر باطل .</w:t>
      </w:r>
    </w:p>
    <w:p w:rsidR="00827620" w:rsidRDefault="00827620" w:rsidP="00827620">
      <w:pPr>
        <w:pStyle w:val="libNormal"/>
        <w:rPr>
          <w:rtl/>
        </w:rPr>
      </w:pPr>
      <w:r>
        <w:rPr>
          <w:rFonts w:hint="eastAsia"/>
          <w:rtl/>
        </w:rPr>
        <w:t>لا</w:t>
      </w:r>
      <w:r>
        <w:rPr>
          <w:rtl/>
        </w:rPr>
        <w:t xml:space="preserve"> يويسنك الا الحق و لايو حشنك الا الباطل . </w:t>
      </w:r>
      <w:r w:rsidRPr="002A6B13">
        <w:rPr>
          <w:rStyle w:val="libFootnotenumChar"/>
          <w:rtl/>
        </w:rPr>
        <w:t>(٣٧٧)</w:t>
      </w:r>
    </w:p>
    <w:p w:rsidR="00827620" w:rsidRDefault="00827620" w:rsidP="00827620">
      <w:pPr>
        <w:pStyle w:val="libNormal"/>
        <w:rPr>
          <w:rtl/>
        </w:rPr>
      </w:pPr>
      <w:r>
        <w:rPr>
          <w:rtl/>
        </w:rPr>
        <w:t>٣٩٤ - كجا بايد حق را گفت ؟</w:t>
      </w:r>
    </w:p>
    <w:p w:rsidR="00827620" w:rsidRDefault="00827620" w:rsidP="00827620">
      <w:pPr>
        <w:pStyle w:val="libNormal"/>
        <w:rPr>
          <w:rtl/>
        </w:rPr>
      </w:pPr>
      <w:r>
        <w:rPr>
          <w:rFonts w:hint="eastAsia"/>
          <w:rtl/>
        </w:rPr>
        <w:t>آنجا</w:t>
      </w:r>
      <w:r>
        <w:rPr>
          <w:rtl/>
        </w:rPr>
        <w:t xml:space="preserve"> كه شنونده مناسبى بيابى .</w:t>
      </w:r>
    </w:p>
    <w:p w:rsidR="00827620" w:rsidRDefault="00827620" w:rsidP="00827620">
      <w:pPr>
        <w:pStyle w:val="libNormal"/>
        <w:rPr>
          <w:rtl/>
        </w:rPr>
      </w:pPr>
      <w:r>
        <w:rPr>
          <w:rFonts w:hint="eastAsia"/>
          <w:rtl/>
        </w:rPr>
        <w:t>لا</w:t>
      </w:r>
      <w:r>
        <w:rPr>
          <w:rtl/>
        </w:rPr>
        <w:t xml:space="preserve"> تمسك عن اظهار الحق اذا وجدت له اهلا . </w:t>
      </w:r>
      <w:r w:rsidRPr="002A6B13">
        <w:rPr>
          <w:rStyle w:val="libFootnotenumChar"/>
          <w:rtl/>
        </w:rPr>
        <w:t>(٣٧٨)</w:t>
      </w:r>
    </w:p>
    <w:p w:rsidR="00827620" w:rsidRDefault="00827620" w:rsidP="00827620">
      <w:pPr>
        <w:pStyle w:val="libNormal"/>
        <w:rPr>
          <w:rtl/>
        </w:rPr>
      </w:pPr>
      <w:r>
        <w:rPr>
          <w:rFonts w:hint="eastAsia"/>
          <w:rtl/>
        </w:rPr>
        <w:t>اگر</w:t>
      </w:r>
      <w:r>
        <w:rPr>
          <w:rtl/>
        </w:rPr>
        <w:t xml:space="preserve"> فرد لايقى يافتى كه حق را بشنود از گفتن آن خوددارى مكن .</w:t>
      </w:r>
    </w:p>
    <w:p w:rsidR="00827620" w:rsidRDefault="002A6B13" w:rsidP="00827620">
      <w:pPr>
        <w:pStyle w:val="libNormal"/>
        <w:rPr>
          <w:rtl/>
        </w:rPr>
      </w:pPr>
      <w:r>
        <w:rPr>
          <w:rtl/>
        </w:rPr>
        <w:br w:type="page"/>
      </w:r>
    </w:p>
    <w:p w:rsidR="00827620" w:rsidRDefault="00827620" w:rsidP="002A6B13">
      <w:pPr>
        <w:pStyle w:val="Heading1"/>
        <w:rPr>
          <w:rtl/>
        </w:rPr>
      </w:pPr>
      <w:bookmarkStart w:id="189" w:name="_Toc479592389"/>
      <w:bookmarkStart w:id="190" w:name="_Toc479592509"/>
      <w:r>
        <w:rPr>
          <w:rFonts w:hint="eastAsia"/>
          <w:rtl/>
        </w:rPr>
        <w:t>احتكار</w:t>
      </w:r>
      <w:bookmarkEnd w:id="189"/>
      <w:bookmarkEnd w:id="190"/>
    </w:p>
    <w:p w:rsidR="00827620" w:rsidRDefault="00827620" w:rsidP="00827620">
      <w:pPr>
        <w:pStyle w:val="libNormal"/>
        <w:rPr>
          <w:rtl/>
        </w:rPr>
      </w:pPr>
      <w:r>
        <w:rPr>
          <w:rtl/>
        </w:rPr>
        <w:t>٣٩٥ - كسانى كه حق مردم را احتكار مى كنند آيا خير هم مى بينند؟</w:t>
      </w:r>
    </w:p>
    <w:p w:rsidR="00827620" w:rsidRDefault="00827620" w:rsidP="00827620">
      <w:pPr>
        <w:pStyle w:val="libNormal"/>
        <w:rPr>
          <w:rtl/>
        </w:rPr>
      </w:pPr>
      <w:r>
        <w:rPr>
          <w:rFonts w:hint="eastAsia"/>
          <w:rtl/>
        </w:rPr>
        <w:t>هرگز،</w:t>
      </w:r>
      <w:r>
        <w:rPr>
          <w:rtl/>
        </w:rPr>
        <w:t xml:space="preserve"> زيرا احتكار خود عامل بى بركتى و محروميت است .</w:t>
      </w:r>
    </w:p>
    <w:p w:rsidR="00827620" w:rsidRDefault="00827620" w:rsidP="00827620">
      <w:pPr>
        <w:pStyle w:val="libNormal"/>
        <w:rPr>
          <w:rtl/>
        </w:rPr>
      </w:pPr>
      <w:r>
        <w:rPr>
          <w:rFonts w:hint="eastAsia"/>
          <w:rtl/>
        </w:rPr>
        <w:t>الاحتكار</w:t>
      </w:r>
      <w:r>
        <w:rPr>
          <w:rtl/>
        </w:rPr>
        <w:t xml:space="preserve"> داعيه الحرمان .</w:t>
      </w:r>
    </w:p>
    <w:p w:rsidR="00827620" w:rsidRDefault="00827620" w:rsidP="00827620">
      <w:pPr>
        <w:pStyle w:val="libNormal"/>
        <w:rPr>
          <w:rtl/>
        </w:rPr>
      </w:pPr>
      <w:r>
        <w:rPr>
          <w:rtl/>
        </w:rPr>
        <w:t>٣٩٦ - آيا ممكن است آدمهايى كه ادعاى اسلام دارند اجناس مورد نياز مردم را احتكار نمايند؟</w:t>
      </w:r>
    </w:p>
    <w:p w:rsidR="00827620" w:rsidRDefault="00827620" w:rsidP="00827620">
      <w:pPr>
        <w:pStyle w:val="libNormal"/>
        <w:rPr>
          <w:rtl/>
        </w:rPr>
      </w:pPr>
      <w:r>
        <w:rPr>
          <w:rFonts w:hint="eastAsia"/>
          <w:rtl/>
        </w:rPr>
        <w:t>خير،</w:t>
      </w:r>
      <w:r>
        <w:rPr>
          <w:rtl/>
        </w:rPr>
        <w:t xml:space="preserve"> آدم مسلمان احتكار نمى كند و به هم نوع خود زيان نمى رساند. زيرا احتكار شيوه آدم هاى پست و بى دين است . الاحتكار رذيله - الاحتكار شيمه الفجار . </w:t>
      </w:r>
      <w:r w:rsidRPr="002A6B13">
        <w:rPr>
          <w:rStyle w:val="libFootnotenumChar"/>
          <w:rtl/>
        </w:rPr>
        <w:t>(٣٧٩)</w:t>
      </w:r>
    </w:p>
    <w:p w:rsidR="00827620" w:rsidRDefault="00827620" w:rsidP="00827620">
      <w:pPr>
        <w:pStyle w:val="libNormal"/>
        <w:rPr>
          <w:rtl/>
        </w:rPr>
      </w:pPr>
      <w:r>
        <w:rPr>
          <w:rtl/>
        </w:rPr>
        <w:t>٣٩٧ - زشت ترين كارها چيست ؟</w:t>
      </w:r>
    </w:p>
    <w:p w:rsidR="00827620" w:rsidRDefault="00827620" w:rsidP="00827620">
      <w:pPr>
        <w:pStyle w:val="libNormal"/>
        <w:rPr>
          <w:rtl/>
        </w:rPr>
      </w:pPr>
      <w:r>
        <w:rPr>
          <w:rFonts w:hint="eastAsia"/>
          <w:rtl/>
        </w:rPr>
        <w:t>اقبح</w:t>
      </w:r>
      <w:r>
        <w:rPr>
          <w:rtl/>
        </w:rPr>
        <w:t xml:space="preserve"> شيى ء جور الولاه . </w:t>
      </w:r>
      <w:r w:rsidRPr="002A6B13">
        <w:rPr>
          <w:rStyle w:val="libFootnotenumChar"/>
          <w:rtl/>
        </w:rPr>
        <w:t>(٣٨٠)</w:t>
      </w:r>
    </w:p>
    <w:p w:rsidR="00827620" w:rsidRDefault="00827620" w:rsidP="00827620">
      <w:pPr>
        <w:pStyle w:val="libNormal"/>
        <w:rPr>
          <w:rtl/>
        </w:rPr>
      </w:pPr>
      <w:r>
        <w:rPr>
          <w:rFonts w:hint="eastAsia"/>
          <w:rtl/>
        </w:rPr>
        <w:t>زشت</w:t>
      </w:r>
      <w:r>
        <w:rPr>
          <w:rtl/>
        </w:rPr>
        <w:t xml:space="preserve"> ترين كار، ستمكارى حاكمان و زمامداران است .</w:t>
      </w:r>
    </w:p>
    <w:p w:rsidR="00827620" w:rsidRDefault="00827620" w:rsidP="00827620">
      <w:pPr>
        <w:pStyle w:val="libNormal"/>
        <w:rPr>
          <w:rtl/>
        </w:rPr>
      </w:pPr>
      <w:r>
        <w:rPr>
          <w:rtl/>
        </w:rPr>
        <w:t>٣٩٨ - جمال و زيبائى حكومت به چيست ؟</w:t>
      </w:r>
    </w:p>
    <w:p w:rsidR="00827620" w:rsidRDefault="00827620" w:rsidP="00827620">
      <w:pPr>
        <w:pStyle w:val="libNormal"/>
        <w:rPr>
          <w:rtl/>
        </w:rPr>
      </w:pPr>
      <w:r>
        <w:rPr>
          <w:rFonts w:hint="eastAsia"/>
          <w:rtl/>
        </w:rPr>
        <w:t>به</w:t>
      </w:r>
      <w:r>
        <w:rPr>
          <w:rtl/>
        </w:rPr>
        <w:t xml:space="preserve"> انصاف داشتن . الانصاف زين الولاه .</w:t>
      </w:r>
    </w:p>
    <w:p w:rsidR="00827620" w:rsidRDefault="00827620" w:rsidP="00827620">
      <w:pPr>
        <w:pStyle w:val="libNormal"/>
        <w:rPr>
          <w:rtl/>
        </w:rPr>
      </w:pPr>
      <w:r>
        <w:rPr>
          <w:rtl/>
        </w:rPr>
        <w:t>٣٩٩ - چه سفارشى به واليان و حاكمان داريد؟</w:t>
      </w:r>
    </w:p>
    <w:p w:rsidR="00827620" w:rsidRDefault="00827620" w:rsidP="00827620">
      <w:pPr>
        <w:pStyle w:val="libNormal"/>
        <w:rPr>
          <w:rtl/>
        </w:rPr>
      </w:pPr>
      <w:r>
        <w:rPr>
          <w:rFonts w:hint="eastAsia"/>
          <w:rtl/>
        </w:rPr>
        <w:t>اذا</w:t>
      </w:r>
      <w:r>
        <w:rPr>
          <w:rtl/>
        </w:rPr>
        <w:t xml:space="preserve"> وليت فاعدل . </w:t>
      </w:r>
      <w:r w:rsidRPr="002A6B13">
        <w:rPr>
          <w:rStyle w:val="libFootnotenumChar"/>
          <w:rtl/>
        </w:rPr>
        <w:t>(٣٨١)</w:t>
      </w:r>
    </w:p>
    <w:p w:rsidR="00827620" w:rsidRDefault="00827620" w:rsidP="00827620">
      <w:pPr>
        <w:pStyle w:val="libNormal"/>
        <w:rPr>
          <w:rtl/>
        </w:rPr>
      </w:pPr>
      <w:r>
        <w:rPr>
          <w:rFonts w:hint="eastAsia"/>
          <w:rtl/>
        </w:rPr>
        <w:t>اگر</w:t>
      </w:r>
      <w:r>
        <w:rPr>
          <w:rtl/>
        </w:rPr>
        <w:t xml:space="preserve"> به حكومت و رياستى رسيدى (فقط) به عدل رفتار كن .</w:t>
      </w:r>
    </w:p>
    <w:p w:rsidR="00827620" w:rsidRDefault="00827620" w:rsidP="00827620">
      <w:pPr>
        <w:pStyle w:val="libNormal"/>
        <w:rPr>
          <w:rtl/>
        </w:rPr>
      </w:pPr>
      <w:r>
        <w:rPr>
          <w:rtl/>
        </w:rPr>
        <w:t>٤٠٠ - آفت رياست را در چه مى بينى ؟</w:t>
      </w:r>
    </w:p>
    <w:p w:rsidR="00827620" w:rsidRDefault="00827620" w:rsidP="00827620">
      <w:pPr>
        <w:pStyle w:val="libNormal"/>
        <w:rPr>
          <w:rtl/>
        </w:rPr>
      </w:pPr>
      <w:r>
        <w:rPr>
          <w:rFonts w:hint="eastAsia"/>
          <w:rtl/>
        </w:rPr>
        <w:t>در</w:t>
      </w:r>
      <w:r>
        <w:rPr>
          <w:rtl/>
        </w:rPr>
        <w:t xml:space="preserve"> تكبر و فخرفروشى . آفه الرياسه الفخر. </w:t>
      </w:r>
      <w:r w:rsidRPr="002A6B13">
        <w:rPr>
          <w:rStyle w:val="libFootnotenumChar"/>
          <w:rtl/>
        </w:rPr>
        <w:t>(٣٨٢)</w:t>
      </w:r>
    </w:p>
    <w:p w:rsidR="00827620" w:rsidRDefault="00827620" w:rsidP="00827620">
      <w:pPr>
        <w:pStyle w:val="libNormal"/>
        <w:rPr>
          <w:rtl/>
        </w:rPr>
      </w:pPr>
      <w:r>
        <w:rPr>
          <w:rtl/>
        </w:rPr>
        <w:t>٤٠١ - سياست را در چه مى بينيد؟</w:t>
      </w:r>
    </w:p>
    <w:p w:rsidR="00827620" w:rsidRDefault="00827620" w:rsidP="00827620">
      <w:pPr>
        <w:pStyle w:val="libNormal"/>
        <w:rPr>
          <w:rtl/>
        </w:rPr>
      </w:pPr>
      <w:r>
        <w:rPr>
          <w:rFonts w:hint="eastAsia"/>
          <w:rtl/>
        </w:rPr>
        <w:lastRenderedPageBreak/>
        <w:t>سياسه</w:t>
      </w:r>
      <w:r>
        <w:rPr>
          <w:rtl/>
        </w:rPr>
        <w:t xml:space="preserve"> العدل فى ثلاث : لين فى حرم ، و استقصاء فى عدل و افضال فى قصد . </w:t>
      </w:r>
      <w:r w:rsidRPr="002A6B13">
        <w:rPr>
          <w:rStyle w:val="libFootnotenumChar"/>
          <w:rtl/>
        </w:rPr>
        <w:t>(٣٨٣)</w:t>
      </w:r>
    </w:p>
    <w:p w:rsidR="00827620" w:rsidRDefault="00827620" w:rsidP="00827620">
      <w:pPr>
        <w:pStyle w:val="libNormal"/>
        <w:rPr>
          <w:rtl/>
        </w:rPr>
      </w:pPr>
      <w:r>
        <w:rPr>
          <w:rFonts w:hint="eastAsia"/>
          <w:rtl/>
        </w:rPr>
        <w:t>سياست</w:t>
      </w:r>
      <w:r>
        <w:rPr>
          <w:rtl/>
        </w:rPr>
        <w:t xml:space="preserve"> عادلانه بر سه پايه استوار است ، نرمش همراه با دور انديشى ، پيگيرى كامل در اجراى عدالت ، و ميانه روى در بخشش و عطا.</w:t>
      </w:r>
    </w:p>
    <w:p w:rsidR="00827620" w:rsidRDefault="00827620" w:rsidP="00827620">
      <w:pPr>
        <w:pStyle w:val="libNormal"/>
        <w:rPr>
          <w:rtl/>
        </w:rPr>
      </w:pPr>
      <w:r>
        <w:rPr>
          <w:rtl/>
        </w:rPr>
        <w:t>٤٠٢ - در برابر احكام الهى چه وظيفه اى داريم ؟</w:t>
      </w:r>
    </w:p>
    <w:p w:rsidR="00827620" w:rsidRDefault="00827620" w:rsidP="00827620">
      <w:pPr>
        <w:pStyle w:val="libNormal"/>
        <w:rPr>
          <w:rtl/>
        </w:rPr>
      </w:pPr>
      <w:r>
        <w:rPr>
          <w:rFonts w:hint="eastAsia"/>
          <w:rtl/>
        </w:rPr>
        <w:t>همانا</w:t>
      </w:r>
      <w:r>
        <w:rPr>
          <w:rtl/>
        </w:rPr>
        <w:t xml:space="preserve"> خداوند امورى را واجب گردانيده ، آنها را ضايع مكنيد، و حدودى را برايتان مقرر نموده ، از آن تعدى نكنيد، و چيزهايى را بر شما حرام نمود، حرمت آن را مشكنيد، و چيزهايى را برايتان نگفته بدون اينكه آنها را فراموش كرده باشد، پس خود را براى (فهم) آنها به زحمت </w:t>
      </w:r>
      <w:r>
        <w:rPr>
          <w:rFonts w:hint="eastAsia"/>
          <w:rtl/>
        </w:rPr>
        <w:t>نياندازيد</w:t>
      </w:r>
      <w:r>
        <w:rPr>
          <w:rtl/>
        </w:rPr>
        <w:t>.</w:t>
      </w:r>
    </w:p>
    <w:p w:rsidR="00827620" w:rsidRDefault="00827620" w:rsidP="00827620">
      <w:pPr>
        <w:pStyle w:val="libNormal"/>
        <w:rPr>
          <w:rtl/>
        </w:rPr>
      </w:pPr>
      <w:r>
        <w:rPr>
          <w:rFonts w:hint="eastAsia"/>
          <w:rtl/>
        </w:rPr>
        <w:t>ان</w:t>
      </w:r>
      <w:r>
        <w:rPr>
          <w:rtl/>
        </w:rPr>
        <w:t xml:space="preserve"> الله افترض عليكم الفرائض فلا تضيعوها و حد لكم حدودا فلا تعتدوها، ونهاكم عن اشياء فلاتهتكوها و سكت لكم عن اشياء و لم يدعها بسيانا فلا تتكلفوها . </w:t>
      </w:r>
      <w:r w:rsidRPr="007E700B">
        <w:rPr>
          <w:rStyle w:val="libFootnotenumChar"/>
          <w:rtl/>
        </w:rPr>
        <w:t>(٣٨٤)</w:t>
      </w:r>
    </w:p>
    <w:p w:rsidR="00827620" w:rsidRDefault="00827620" w:rsidP="00827620">
      <w:pPr>
        <w:pStyle w:val="libNormal"/>
        <w:rPr>
          <w:rtl/>
        </w:rPr>
      </w:pPr>
      <w:r>
        <w:rPr>
          <w:rtl/>
        </w:rPr>
        <w:t>٤٠٣ - موقعيت علماء شيعه ، اين هدايتگران جامعه ، كه چون شمع مى سوزند تا در ظلمت ها نورافشانى كنند چگونه است ؟</w:t>
      </w:r>
    </w:p>
    <w:p w:rsidR="00827620" w:rsidRDefault="00827620" w:rsidP="00827620">
      <w:pPr>
        <w:pStyle w:val="libNormal"/>
        <w:rPr>
          <w:rtl/>
        </w:rPr>
      </w:pPr>
      <w:r>
        <w:rPr>
          <w:rFonts w:hint="eastAsia"/>
          <w:rtl/>
        </w:rPr>
        <w:t>من</w:t>
      </w:r>
      <w:r>
        <w:rPr>
          <w:rtl/>
        </w:rPr>
        <w:t xml:space="preserve"> كان من شيعتنا عالما بشر يعتنا فاخرج ضعفاء شيعتنا عن ظلمه جهلهم الى نور العلم االذى حبوناه به جاء يوم القيامه و على راسه تاج من نور يضيى لاهل جميع العرصات . </w:t>
      </w:r>
      <w:r w:rsidRPr="007E700B">
        <w:rPr>
          <w:rStyle w:val="libFootnotenumChar"/>
          <w:rtl/>
        </w:rPr>
        <w:t>(٣٨٥)</w:t>
      </w:r>
    </w:p>
    <w:p w:rsidR="00827620" w:rsidRDefault="00827620" w:rsidP="00827620">
      <w:pPr>
        <w:pStyle w:val="libNormal"/>
        <w:rPr>
          <w:rtl/>
        </w:rPr>
      </w:pPr>
      <w:r>
        <w:rPr>
          <w:rFonts w:hint="eastAsia"/>
          <w:rtl/>
        </w:rPr>
        <w:t>هر</w:t>
      </w:r>
      <w:r>
        <w:rPr>
          <w:rtl/>
        </w:rPr>
        <w:t xml:space="preserve"> كس از عالمان شيعه ما، كه به دين ما آگاه باشد و شيعيان ضعيف ما را از تاريكى جهل برهاند و به نور علمى كه ما به او بخشيده ايم درآورد، در حالى وارد محشر مى شود كه تاجى از نور بر سر دارد كه همه اهل محشر را روشنى مى بخشد.</w:t>
      </w:r>
    </w:p>
    <w:p w:rsidR="00827620" w:rsidRDefault="00827620" w:rsidP="00827620">
      <w:pPr>
        <w:pStyle w:val="libNormal"/>
        <w:rPr>
          <w:rtl/>
        </w:rPr>
      </w:pPr>
      <w:r>
        <w:rPr>
          <w:rtl/>
        </w:rPr>
        <w:lastRenderedPageBreak/>
        <w:t>٤٠٤ - آيا اجداد شما همه اهل ايمان و خداپرست بودند و اگر بودند بر چه دينى بودند؟</w:t>
      </w:r>
    </w:p>
    <w:p w:rsidR="00827620" w:rsidRDefault="00827620" w:rsidP="00827620">
      <w:pPr>
        <w:pStyle w:val="libNormal"/>
        <w:rPr>
          <w:rtl/>
        </w:rPr>
      </w:pPr>
      <w:r>
        <w:rPr>
          <w:rFonts w:hint="eastAsia"/>
          <w:rtl/>
        </w:rPr>
        <w:t>به</w:t>
      </w:r>
      <w:r>
        <w:rPr>
          <w:rtl/>
        </w:rPr>
        <w:t xml:space="preserve"> خدا سوگند پدرم (ابو طالب) و جدم عبدالمطلب و هاشم و عبد مناف هرگز بتى را نپرستيدند ... آنها بر دين حضرت ابراهيم </w:t>
      </w:r>
      <w:r w:rsidR="00196907" w:rsidRPr="00196907">
        <w:rPr>
          <w:rStyle w:val="libAlaemChar"/>
          <w:rtl/>
        </w:rPr>
        <w:t xml:space="preserve">عليه‌السلام </w:t>
      </w:r>
      <w:r>
        <w:rPr>
          <w:rtl/>
        </w:rPr>
        <w:t>بودند و با تمسك به آن ، به جانب كعبه نماز مى خواندند.</w:t>
      </w:r>
    </w:p>
    <w:p w:rsidR="00827620" w:rsidRDefault="00827620" w:rsidP="00827620">
      <w:pPr>
        <w:pStyle w:val="libNormal"/>
        <w:rPr>
          <w:rtl/>
        </w:rPr>
      </w:pPr>
      <w:r>
        <w:rPr>
          <w:rFonts w:hint="eastAsia"/>
          <w:rtl/>
        </w:rPr>
        <w:t>والله</w:t>
      </w:r>
      <w:r>
        <w:rPr>
          <w:rtl/>
        </w:rPr>
        <w:t xml:space="preserve"> ما عبد ابى و لا جدى عبدالمطلب و لا هاشم و لا عبد مناف صنما قط ... كانوا يصلون الى البيت على دين ابراهيم متمسكين به . </w:t>
      </w:r>
      <w:r w:rsidRPr="007E700B">
        <w:rPr>
          <w:rStyle w:val="libFootnotenumChar"/>
          <w:rtl/>
        </w:rPr>
        <w:t>(٣٨٦)</w:t>
      </w:r>
    </w:p>
    <w:p w:rsidR="00827620" w:rsidRDefault="00827620" w:rsidP="00827620">
      <w:pPr>
        <w:pStyle w:val="libNormal"/>
        <w:rPr>
          <w:rtl/>
        </w:rPr>
      </w:pPr>
      <w:r>
        <w:rPr>
          <w:rtl/>
        </w:rPr>
        <w:t>٤٠٥ - اساس دين بر چه استوار است ؟</w:t>
      </w:r>
    </w:p>
    <w:p w:rsidR="00827620" w:rsidRDefault="00827620" w:rsidP="00827620">
      <w:pPr>
        <w:pStyle w:val="libNormal"/>
        <w:rPr>
          <w:rtl/>
        </w:rPr>
      </w:pPr>
      <w:r>
        <w:rPr>
          <w:rFonts w:hint="eastAsia"/>
          <w:rtl/>
        </w:rPr>
        <w:t>دين</w:t>
      </w:r>
      <w:r>
        <w:rPr>
          <w:rtl/>
        </w:rPr>
        <w:t xml:space="preserve"> توسط چهار گروه از مردم برپا است ، دانشمندى كه علم خود را به كار برد (و مردم را هدايت كند)، و نادانى كه براى آموختن و رفع جهل خود سرباز نزند، و ثروتمندى كه در بخشش بخل نورزد، مستمندى كه آخرت خويش را به دنيا نفروشد.</w:t>
      </w:r>
    </w:p>
    <w:p w:rsidR="00827620" w:rsidRDefault="00827620" w:rsidP="00827620">
      <w:pPr>
        <w:pStyle w:val="libNormal"/>
        <w:rPr>
          <w:rtl/>
        </w:rPr>
      </w:pPr>
      <w:r>
        <w:rPr>
          <w:rFonts w:hint="eastAsia"/>
          <w:rtl/>
        </w:rPr>
        <w:t>قوام</w:t>
      </w:r>
      <w:r>
        <w:rPr>
          <w:rtl/>
        </w:rPr>
        <w:t xml:space="preserve"> الدين باربعه : عالم مستعمل علمه و جاهل لا يستنكف ان يتعلم و بجواد لا يبخل بمعروفه و فقير لا يبيع آخرته بدنياه . </w:t>
      </w:r>
      <w:r w:rsidRPr="007E700B">
        <w:rPr>
          <w:rStyle w:val="libFootnotenumChar"/>
          <w:rtl/>
        </w:rPr>
        <w:t>(٣٨٧)</w:t>
      </w:r>
    </w:p>
    <w:p w:rsidR="00827620" w:rsidRDefault="00827620" w:rsidP="00827620">
      <w:pPr>
        <w:pStyle w:val="libNormal"/>
        <w:rPr>
          <w:rtl/>
        </w:rPr>
      </w:pPr>
      <w:r>
        <w:rPr>
          <w:rtl/>
        </w:rPr>
        <w:t>٤٠٦ - آيا عمل به عهد و پيمان با دشمن لازم است ؟</w:t>
      </w:r>
    </w:p>
    <w:p w:rsidR="00827620" w:rsidRDefault="00827620" w:rsidP="00827620">
      <w:pPr>
        <w:pStyle w:val="libNormal"/>
        <w:rPr>
          <w:rtl/>
        </w:rPr>
      </w:pPr>
      <w:r>
        <w:rPr>
          <w:rFonts w:hint="eastAsia"/>
          <w:rtl/>
        </w:rPr>
        <w:t>البته</w:t>
      </w:r>
      <w:r>
        <w:rPr>
          <w:rtl/>
        </w:rPr>
        <w:t xml:space="preserve"> ، اگر با دشمنت پيمان بستى و در ذمه خود، او را امان دادى به عهد خويش وفا كن و آنچه را بر ذمه دارى ، ادا نما.</w:t>
      </w:r>
    </w:p>
    <w:p w:rsidR="00827620" w:rsidRDefault="00827620" w:rsidP="00827620">
      <w:pPr>
        <w:pStyle w:val="libNormal"/>
        <w:rPr>
          <w:rtl/>
        </w:rPr>
      </w:pPr>
      <w:r>
        <w:rPr>
          <w:rFonts w:hint="eastAsia"/>
          <w:rtl/>
        </w:rPr>
        <w:t>ان</w:t>
      </w:r>
      <w:r>
        <w:rPr>
          <w:rtl/>
        </w:rPr>
        <w:t xml:space="preserve"> عقدت بيتك و بين عدوك عقده البسته منك ذمه فحط عهدك بالوفاء وارع ذمتك بالامانه . </w:t>
      </w:r>
      <w:r w:rsidRPr="007E700B">
        <w:rPr>
          <w:rStyle w:val="libFootnotenumChar"/>
          <w:rtl/>
        </w:rPr>
        <w:t>(٣٨٨)</w:t>
      </w:r>
    </w:p>
    <w:p w:rsidR="00827620" w:rsidRDefault="00827620" w:rsidP="00827620">
      <w:pPr>
        <w:pStyle w:val="libNormal"/>
        <w:rPr>
          <w:rtl/>
        </w:rPr>
      </w:pPr>
      <w:r>
        <w:rPr>
          <w:rFonts w:hint="eastAsia"/>
          <w:rtl/>
        </w:rPr>
        <w:t>فرج</w:t>
      </w:r>
      <w:r>
        <w:rPr>
          <w:rtl/>
        </w:rPr>
        <w:t xml:space="preserve"> قائم آل محمد </w:t>
      </w:r>
      <w:r w:rsidR="00196907" w:rsidRPr="00196907">
        <w:rPr>
          <w:rStyle w:val="libAlaemChar"/>
          <w:rtl/>
        </w:rPr>
        <w:t>صلى‌الله‌عليه‌وآله</w:t>
      </w:r>
      <w:r>
        <w:rPr>
          <w:rtl/>
        </w:rPr>
        <w:t xml:space="preserve"> چه روزى محقق مى شود و تا كى بايد صبر كرد؟</w:t>
      </w:r>
    </w:p>
    <w:p w:rsidR="00827620" w:rsidRDefault="00827620" w:rsidP="00827620">
      <w:pPr>
        <w:pStyle w:val="libNormal"/>
        <w:rPr>
          <w:rtl/>
        </w:rPr>
      </w:pPr>
      <w:r>
        <w:rPr>
          <w:rFonts w:hint="eastAsia"/>
          <w:rtl/>
        </w:rPr>
        <w:lastRenderedPageBreak/>
        <w:t>نااميد</w:t>
      </w:r>
      <w:r>
        <w:rPr>
          <w:rtl/>
        </w:rPr>
        <w:t xml:space="preserve"> نباشيد، ظهور و فرج قائم آل محمد را انتظار بكشيد و از رحمت خداوند نااميد نباشيد كه محبوبترين اعمال نزد خداوند عزوجل انتظار فرج است .</w:t>
      </w:r>
    </w:p>
    <w:p w:rsidR="00827620" w:rsidRDefault="00827620" w:rsidP="00827620">
      <w:pPr>
        <w:pStyle w:val="libNormal"/>
        <w:rPr>
          <w:rtl/>
        </w:rPr>
      </w:pPr>
      <w:r>
        <w:rPr>
          <w:rFonts w:hint="eastAsia"/>
          <w:rtl/>
        </w:rPr>
        <w:t>انتظروا</w:t>
      </w:r>
      <w:r>
        <w:rPr>
          <w:rtl/>
        </w:rPr>
        <w:t xml:space="preserve"> الفرج و لا تياسوا من روح الله فان احب الاعمال الى الله عزوجل انتظار الفرج . </w:t>
      </w:r>
      <w:r w:rsidRPr="007E700B">
        <w:rPr>
          <w:rStyle w:val="libFootnotenumChar"/>
          <w:rtl/>
        </w:rPr>
        <w:t>(٣٨٩)</w:t>
      </w:r>
    </w:p>
    <w:p w:rsidR="00827620" w:rsidRDefault="007E700B" w:rsidP="00827620">
      <w:pPr>
        <w:pStyle w:val="libNormal"/>
        <w:rPr>
          <w:rtl/>
        </w:rPr>
      </w:pPr>
      <w:r>
        <w:rPr>
          <w:rtl/>
        </w:rPr>
        <w:br w:type="page"/>
      </w:r>
    </w:p>
    <w:p w:rsidR="00827620" w:rsidRDefault="00827620" w:rsidP="007E700B">
      <w:pPr>
        <w:pStyle w:val="Heading1"/>
        <w:rPr>
          <w:rtl/>
        </w:rPr>
      </w:pPr>
      <w:bookmarkStart w:id="191" w:name="_Toc479592390"/>
      <w:bookmarkStart w:id="192" w:name="_Toc479592510"/>
      <w:r>
        <w:rPr>
          <w:rFonts w:hint="eastAsia"/>
          <w:rtl/>
        </w:rPr>
        <w:t>هدف</w:t>
      </w:r>
      <w:r>
        <w:rPr>
          <w:rtl/>
        </w:rPr>
        <w:t xml:space="preserve"> از پست و مقام</w:t>
      </w:r>
      <w:bookmarkEnd w:id="191"/>
      <w:bookmarkEnd w:id="192"/>
    </w:p>
    <w:p w:rsidR="00827620" w:rsidRDefault="00827620" w:rsidP="00827620">
      <w:pPr>
        <w:pStyle w:val="libNormal"/>
        <w:rPr>
          <w:rtl/>
        </w:rPr>
      </w:pPr>
      <w:r>
        <w:rPr>
          <w:rtl/>
        </w:rPr>
        <w:t>٤٠٧ - هدف مسئولين در قبول مسئوليت چه بايد باشد؟</w:t>
      </w:r>
    </w:p>
    <w:p w:rsidR="00827620" w:rsidRDefault="00827620" w:rsidP="00827620">
      <w:pPr>
        <w:pStyle w:val="libNormal"/>
        <w:rPr>
          <w:rtl/>
        </w:rPr>
      </w:pPr>
      <w:r>
        <w:rPr>
          <w:rFonts w:hint="eastAsia"/>
          <w:rtl/>
        </w:rPr>
        <w:t>نبايد</w:t>
      </w:r>
      <w:r>
        <w:rPr>
          <w:rtl/>
        </w:rPr>
        <w:t xml:space="preserve"> بهره و هدف تو از زمامدارى ، كسب قدرت و مال يا فرونشاندن خشمى باشد بلكه بايد هدفت از ميان بردن باطل و زنده نگه داشتن حق باشد.</w:t>
      </w:r>
    </w:p>
    <w:p w:rsidR="00827620" w:rsidRDefault="00827620" w:rsidP="00827620">
      <w:pPr>
        <w:pStyle w:val="libNormal"/>
        <w:rPr>
          <w:rtl/>
        </w:rPr>
      </w:pPr>
      <w:r>
        <w:rPr>
          <w:rFonts w:hint="eastAsia"/>
          <w:rtl/>
        </w:rPr>
        <w:t>اما</w:t>
      </w:r>
      <w:r>
        <w:rPr>
          <w:rtl/>
        </w:rPr>
        <w:t xml:space="preserve"> بعد، فلايكن حظك فى و لايتك ما لا تستفيده و لا غيظا تشفيه ولكن امانه الباطل و احياء حق . </w:t>
      </w:r>
      <w:r w:rsidRPr="007E700B">
        <w:rPr>
          <w:rStyle w:val="libFootnotenumChar"/>
          <w:rtl/>
        </w:rPr>
        <w:t>(٣٩٠)</w:t>
      </w:r>
    </w:p>
    <w:p w:rsidR="00827620" w:rsidRDefault="007E700B" w:rsidP="00827620">
      <w:pPr>
        <w:pStyle w:val="libNormal"/>
        <w:rPr>
          <w:rtl/>
        </w:rPr>
      </w:pPr>
      <w:r>
        <w:rPr>
          <w:rtl/>
        </w:rPr>
        <w:br w:type="page"/>
      </w:r>
    </w:p>
    <w:p w:rsidR="00827620" w:rsidRDefault="00827620" w:rsidP="007E700B">
      <w:pPr>
        <w:pStyle w:val="Heading1"/>
        <w:rPr>
          <w:rtl/>
        </w:rPr>
      </w:pPr>
      <w:bookmarkStart w:id="193" w:name="_Toc479592391"/>
      <w:bookmarkStart w:id="194" w:name="_Toc479592511"/>
      <w:r>
        <w:rPr>
          <w:rFonts w:hint="eastAsia"/>
          <w:rtl/>
        </w:rPr>
        <w:t>رفتار</w:t>
      </w:r>
      <w:r>
        <w:rPr>
          <w:rtl/>
        </w:rPr>
        <w:t xml:space="preserve"> با مردم</w:t>
      </w:r>
      <w:bookmarkEnd w:id="193"/>
      <w:bookmarkEnd w:id="194"/>
    </w:p>
    <w:p w:rsidR="00827620" w:rsidRDefault="00827620" w:rsidP="00827620">
      <w:pPr>
        <w:pStyle w:val="libNormal"/>
        <w:rPr>
          <w:rtl/>
        </w:rPr>
      </w:pPr>
      <w:r>
        <w:rPr>
          <w:rtl/>
        </w:rPr>
        <w:t>٤٠٨ - در رفتارهاى اجتماعى و رعايت حقوق انسان ها چگونه بايد بود؟</w:t>
      </w:r>
    </w:p>
    <w:p w:rsidR="00827620" w:rsidRDefault="00827620" w:rsidP="00827620">
      <w:pPr>
        <w:pStyle w:val="libNormal"/>
        <w:rPr>
          <w:rtl/>
        </w:rPr>
      </w:pPr>
      <w:r>
        <w:rPr>
          <w:rFonts w:hint="eastAsia"/>
          <w:rtl/>
        </w:rPr>
        <w:t>ابذل</w:t>
      </w:r>
      <w:r>
        <w:rPr>
          <w:rtl/>
        </w:rPr>
        <w:t xml:space="preserve"> لاخيك دمك و مالك و لعدوك عدلك و انصافك و للمعامه بشرك و احسانك . </w:t>
      </w:r>
      <w:r w:rsidRPr="007E700B">
        <w:rPr>
          <w:rStyle w:val="libFootnotenumChar"/>
          <w:rtl/>
        </w:rPr>
        <w:t>(٣٩١)</w:t>
      </w:r>
    </w:p>
    <w:p w:rsidR="00827620" w:rsidRDefault="00827620" w:rsidP="00827620">
      <w:pPr>
        <w:pStyle w:val="libNormal"/>
        <w:rPr>
          <w:rtl/>
        </w:rPr>
      </w:pPr>
      <w:r>
        <w:rPr>
          <w:rFonts w:hint="eastAsia"/>
          <w:rtl/>
        </w:rPr>
        <w:t>جان</w:t>
      </w:r>
      <w:r>
        <w:rPr>
          <w:rtl/>
        </w:rPr>
        <w:t xml:space="preserve"> و مال خويش را براى برادر مومن خود فدا كن ، و نسبت به دشمنت با عدل و انصاف رفتار كن ، و خوشروئى و احسانت را از عموم مردم دريغ مدار.</w:t>
      </w:r>
    </w:p>
    <w:p w:rsidR="00827620" w:rsidRDefault="00827620" w:rsidP="00827620">
      <w:pPr>
        <w:pStyle w:val="libNormal"/>
        <w:rPr>
          <w:rtl/>
        </w:rPr>
      </w:pPr>
      <w:r>
        <w:rPr>
          <w:rtl/>
        </w:rPr>
        <w:t>٤٠٩ - چه بايد كرد تا در زندگى ، گزندى به ما نرسد و كارها بر وفق مراد پيش برود؟</w:t>
      </w:r>
    </w:p>
    <w:p w:rsidR="00827620" w:rsidRDefault="00827620" w:rsidP="00827620">
      <w:pPr>
        <w:pStyle w:val="libNormal"/>
        <w:rPr>
          <w:rtl/>
        </w:rPr>
      </w:pPr>
      <w:r>
        <w:rPr>
          <w:rFonts w:hint="eastAsia"/>
          <w:rtl/>
        </w:rPr>
        <w:t>اگر</w:t>
      </w:r>
      <w:r>
        <w:rPr>
          <w:rtl/>
        </w:rPr>
        <w:t xml:space="preserve"> بتوانى از چهار چيز دورى كنى سزاوار است كه به تو مكروه گزندى نرسد، شتابزدگى ، خيره سرى (لجاجت)، خودپسندى و كاهلى .</w:t>
      </w:r>
    </w:p>
    <w:p w:rsidR="00827620" w:rsidRDefault="00827620" w:rsidP="00827620">
      <w:pPr>
        <w:pStyle w:val="libNormal"/>
        <w:rPr>
          <w:rtl/>
        </w:rPr>
      </w:pPr>
      <w:r>
        <w:rPr>
          <w:rFonts w:hint="eastAsia"/>
          <w:rtl/>
        </w:rPr>
        <w:t>من</w:t>
      </w:r>
      <w:r>
        <w:rPr>
          <w:rtl/>
        </w:rPr>
        <w:t xml:space="preserve"> استطاع ان يمنع نفسه من اربعه اشياء فهو خليق ان لا ينزل به مكروه ابدا... العجله ، و اللجاجه ، و العجب و التوانى . </w:t>
      </w:r>
      <w:r w:rsidRPr="007E700B">
        <w:rPr>
          <w:rStyle w:val="libFootnotenumChar"/>
          <w:rtl/>
        </w:rPr>
        <w:t>(٣٩٢)</w:t>
      </w:r>
    </w:p>
    <w:p w:rsidR="00827620" w:rsidRDefault="00827620" w:rsidP="00827620">
      <w:pPr>
        <w:pStyle w:val="libNormal"/>
        <w:rPr>
          <w:rtl/>
        </w:rPr>
      </w:pPr>
      <w:r>
        <w:rPr>
          <w:rtl/>
        </w:rPr>
        <w:t>٤١٠ - به اساتيد و معلمان كه رهبران جامعه اند چه توصيه اى مى فرمائيد؟</w:t>
      </w:r>
    </w:p>
    <w:p w:rsidR="00827620" w:rsidRDefault="00827620" w:rsidP="00827620">
      <w:pPr>
        <w:pStyle w:val="libNormal"/>
        <w:rPr>
          <w:rtl/>
        </w:rPr>
      </w:pPr>
      <w:r>
        <w:rPr>
          <w:rFonts w:hint="eastAsia"/>
          <w:rtl/>
        </w:rPr>
        <w:t>آنكه</w:t>
      </w:r>
      <w:r>
        <w:rPr>
          <w:rtl/>
        </w:rPr>
        <w:t xml:space="preserve"> خود را پيشواى مردم قرار مى دهد، پيش از ادب كردن ديگرى بايد به ادب كردن خويش بپردازد، و پيش از آن كه به گفتار تعليم نمايد، بايد به كردار ادب نمايد؛ و آن كه ديگرى را تعليم دهد، شايسته تر به تعظيم است از آن كه ديگرى را تعليم دهد و ادب بياموزد.</w:t>
      </w:r>
    </w:p>
    <w:p w:rsidR="00827620" w:rsidRDefault="00827620" w:rsidP="00827620">
      <w:pPr>
        <w:pStyle w:val="libNormal"/>
        <w:rPr>
          <w:rtl/>
        </w:rPr>
      </w:pPr>
      <w:r>
        <w:rPr>
          <w:rFonts w:hint="eastAsia"/>
          <w:rtl/>
        </w:rPr>
        <w:t>من</w:t>
      </w:r>
      <w:r>
        <w:rPr>
          <w:rtl/>
        </w:rPr>
        <w:t xml:space="preserve"> نصب نفسه للناس اماما فليبدا بتعليم نفسه قبل تعليم غيره و اليكن تاديبه بسيرته قبل تاديبه بلسانه و معلم نفسه و مودبها احق بالاجلال من معلم الناس و مودبهم . ٤١١ - نعمتهاى الهى كه در دست ماست چگونه از دست خواهد رفت ؟ </w:t>
      </w:r>
      <w:r w:rsidRPr="007E700B">
        <w:rPr>
          <w:rStyle w:val="libFootnotenumChar"/>
          <w:rtl/>
        </w:rPr>
        <w:t>(٣٩٣)</w:t>
      </w:r>
    </w:p>
    <w:p w:rsidR="00827620" w:rsidRDefault="00827620" w:rsidP="00827620">
      <w:pPr>
        <w:pStyle w:val="libNormal"/>
        <w:rPr>
          <w:rtl/>
        </w:rPr>
      </w:pPr>
      <w:r>
        <w:rPr>
          <w:rFonts w:hint="eastAsia"/>
          <w:rtl/>
        </w:rPr>
        <w:lastRenderedPageBreak/>
        <w:t>ان</w:t>
      </w:r>
      <w:r>
        <w:rPr>
          <w:rtl/>
        </w:rPr>
        <w:t xml:space="preserve"> لله فى كل نعمه حقا فمن اداه زاده منها و من قصر عنه خاطر بزوال نعمته .</w:t>
      </w:r>
    </w:p>
    <w:p w:rsidR="00827620" w:rsidRDefault="00827620" w:rsidP="00827620">
      <w:pPr>
        <w:pStyle w:val="libNormal"/>
        <w:rPr>
          <w:rtl/>
        </w:rPr>
      </w:pPr>
      <w:r>
        <w:rPr>
          <w:rFonts w:hint="eastAsia"/>
          <w:rtl/>
        </w:rPr>
        <w:t>خدا</w:t>
      </w:r>
      <w:r>
        <w:rPr>
          <w:rtl/>
        </w:rPr>
        <w:t xml:space="preserve"> را در هر نعمتى حقى است ، هر كه آن حق را ادا كند (شكر نعمت كند و آن را در جهت صحيح مصرف نمايد)، نعمت را بر او افزون كند، و هر كه در اداء حق نعمت كوتاهى كند، آن را در معرض خطر از دست رفتن قرار داده است .</w:t>
      </w:r>
    </w:p>
    <w:p w:rsidR="00827620" w:rsidRDefault="00827620" w:rsidP="00827620">
      <w:pPr>
        <w:pStyle w:val="libNormal"/>
        <w:rPr>
          <w:rtl/>
        </w:rPr>
      </w:pPr>
      <w:r>
        <w:rPr>
          <w:rtl/>
        </w:rPr>
        <w:t>٤١٢ - مفيدترين سخنى كه بايد آن را آموخت چيست ؟</w:t>
      </w:r>
    </w:p>
    <w:p w:rsidR="00827620" w:rsidRDefault="00827620" w:rsidP="00827620">
      <w:pPr>
        <w:pStyle w:val="libNormal"/>
        <w:rPr>
          <w:rtl/>
        </w:rPr>
      </w:pPr>
      <w:r>
        <w:rPr>
          <w:rFonts w:hint="eastAsia"/>
          <w:rtl/>
        </w:rPr>
        <w:t>قرآن</w:t>
      </w:r>
      <w:r>
        <w:rPr>
          <w:rtl/>
        </w:rPr>
        <w:t xml:space="preserve"> : كتاب خدا را بياموزيد كه نيكوترين و رساترين موعظه و اندرز است ، و قرآن را درست بفهميد كه بهار و زنده كننده دلهاست ، و از نور آن شفا (براى دردهاى باطن خود) بجوئيد كه شفابخش بيمارى هاى دل هاست ، و آنرا نيكو تلاوت كنيد كه نيكوترين داستان هاست .</w:t>
      </w:r>
    </w:p>
    <w:p w:rsidR="00827620" w:rsidRDefault="00827620" w:rsidP="00827620">
      <w:pPr>
        <w:pStyle w:val="libNormal"/>
        <w:rPr>
          <w:rtl/>
        </w:rPr>
      </w:pPr>
      <w:r>
        <w:rPr>
          <w:rFonts w:hint="eastAsia"/>
          <w:rtl/>
        </w:rPr>
        <w:t>تعلموا</w:t>
      </w:r>
      <w:r>
        <w:rPr>
          <w:rtl/>
        </w:rPr>
        <w:t xml:space="preserve"> كتاب الله تبارك و تعالى فانه احسن الحديث و ابلغ الموعظه و تفقهوا منه فانه ربيع القلوب و استشفوا بنوره فانه شفاء الصدور و احسنوا تلاوته فانه احسن القصص . </w:t>
      </w:r>
      <w:r w:rsidRPr="007E700B">
        <w:rPr>
          <w:rStyle w:val="libFootnotenumChar"/>
          <w:rtl/>
        </w:rPr>
        <w:t>(٣٩٤)</w:t>
      </w:r>
    </w:p>
    <w:p w:rsidR="00827620" w:rsidRDefault="007E700B" w:rsidP="00827620">
      <w:pPr>
        <w:pStyle w:val="libNormal"/>
        <w:rPr>
          <w:rtl/>
        </w:rPr>
      </w:pPr>
      <w:r>
        <w:rPr>
          <w:rtl/>
        </w:rPr>
        <w:br w:type="page"/>
      </w:r>
    </w:p>
    <w:p w:rsidR="00827620" w:rsidRDefault="00827620" w:rsidP="007E700B">
      <w:pPr>
        <w:pStyle w:val="Heading1"/>
        <w:rPr>
          <w:rtl/>
        </w:rPr>
      </w:pPr>
      <w:bookmarkStart w:id="195" w:name="_Toc479592392"/>
      <w:bookmarkStart w:id="196" w:name="_Toc479592512"/>
      <w:r>
        <w:rPr>
          <w:rFonts w:hint="eastAsia"/>
          <w:rtl/>
        </w:rPr>
        <w:t>عقل</w:t>
      </w:r>
      <w:r>
        <w:rPr>
          <w:rtl/>
        </w:rPr>
        <w:t xml:space="preserve"> زندگى ، هديه خدائى</w:t>
      </w:r>
      <w:bookmarkEnd w:id="195"/>
      <w:bookmarkEnd w:id="196"/>
    </w:p>
    <w:p w:rsidR="00827620" w:rsidRDefault="00827620" w:rsidP="00827620">
      <w:pPr>
        <w:pStyle w:val="libNormal"/>
        <w:rPr>
          <w:rtl/>
        </w:rPr>
      </w:pPr>
      <w:r>
        <w:rPr>
          <w:rtl/>
        </w:rPr>
        <w:t>٤١٣ - اگر قرار باشد خداوند به بنده اى هديه بدهد چه چيزى مى دهد؟</w:t>
      </w:r>
    </w:p>
    <w:p w:rsidR="00827620" w:rsidRDefault="00827620" w:rsidP="00827620">
      <w:pPr>
        <w:pStyle w:val="libNormal"/>
        <w:rPr>
          <w:rtl/>
        </w:rPr>
      </w:pPr>
      <w:r>
        <w:rPr>
          <w:rFonts w:hint="eastAsia"/>
          <w:rtl/>
        </w:rPr>
        <w:t>عقل</w:t>
      </w:r>
      <w:r>
        <w:rPr>
          <w:rtl/>
        </w:rPr>
        <w:t xml:space="preserve"> زندگى : اگر خداوند بخواهد به بنده اش خيرى برساند، ميانه روى در معيشت و حسن تدبير در زندگى را به او عنايت بفرمايد، و او را از سوء تدبير و اسراف دور سازد.</w:t>
      </w:r>
    </w:p>
    <w:p w:rsidR="00827620" w:rsidRDefault="00827620" w:rsidP="00827620">
      <w:pPr>
        <w:pStyle w:val="libNormal"/>
        <w:rPr>
          <w:rtl/>
        </w:rPr>
      </w:pPr>
      <w:r>
        <w:rPr>
          <w:rFonts w:hint="eastAsia"/>
          <w:rtl/>
        </w:rPr>
        <w:t>اذا</w:t>
      </w:r>
      <w:r>
        <w:rPr>
          <w:rtl/>
        </w:rPr>
        <w:t xml:space="preserve"> اراد الله بعبد خيرا الهمه الاقتصاد و حسن التدبير و جنبه سوء التدبير و الاسراف . </w:t>
      </w:r>
      <w:r w:rsidRPr="007E700B">
        <w:rPr>
          <w:rStyle w:val="libFootnotenumChar"/>
          <w:rtl/>
        </w:rPr>
        <w:t>(٣٩٥)</w:t>
      </w:r>
    </w:p>
    <w:p w:rsidR="00827620" w:rsidRDefault="00827620" w:rsidP="00827620">
      <w:pPr>
        <w:pStyle w:val="libNormal"/>
        <w:rPr>
          <w:rtl/>
        </w:rPr>
      </w:pPr>
      <w:r>
        <w:rPr>
          <w:rtl/>
        </w:rPr>
        <w:t>٤١٤ - نماز را در چه وقتى و چگونه انجام دهيم كه شرمنده آن نباشيم ؟</w:t>
      </w:r>
    </w:p>
    <w:p w:rsidR="00827620" w:rsidRDefault="00827620" w:rsidP="00827620">
      <w:pPr>
        <w:pStyle w:val="libNormal"/>
        <w:rPr>
          <w:rtl/>
        </w:rPr>
      </w:pPr>
      <w:r>
        <w:rPr>
          <w:rFonts w:hint="eastAsia"/>
          <w:rtl/>
        </w:rPr>
        <w:t>صل</w:t>
      </w:r>
      <w:r>
        <w:rPr>
          <w:rtl/>
        </w:rPr>
        <w:t xml:space="preserve"> الصلوه لوقتها الموقت لها و لا تعجل وقتها لفراغ و لا توخرها عن وقتها لاشتغال و اعلم ان كل شى ء من عملك تبع لصلواتك . </w:t>
      </w:r>
      <w:r w:rsidRPr="007E700B">
        <w:rPr>
          <w:rStyle w:val="libFootnotenumChar"/>
          <w:rtl/>
        </w:rPr>
        <w:t>(٣٩٦)</w:t>
      </w:r>
    </w:p>
    <w:p w:rsidR="00827620" w:rsidRDefault="00827620" w:rsidP="00827620">
      <w:pPr>
        <w:pStyle w:val="libNormal"/>
        <w:rPr>
          <w:rtl/>
        </w:rPr>
      </w:pPr>
      <w:r>
        <w:rPr>
          <w:rFonts w:hint="eastAsia"/>
          <w:rtl/>
        </w:rPr>
        <w:t>نماز</w:t>
      </w:r>
      <w:r>
        <w:rPr>
          <w:rtl/>
        </w:rPr>
        <w:t xml:space="preserve"> را در وقتى كه برايش تعيين شده بگزار و آن را نه بخاطر بيكارى پيش از وقت بخوان و نه به سبب كار و گرفتارى از وقتش تاخير بيانداز و بدان كه تمام اعمال تو (از نظر رد و قبول) تابع نماز تو است .</w:t>
      </w:r>
    </w:p>
    <w:p w:rsidR="00827620" w:rsidRDefault="007E700B" w:rsidP="00827620">
      <w:pPr>
        <w:pStyle w:val="libNormal"/>
        <w:rPr>
          <w:rtl/>
        </w:rPr>
      </w:pPr>
      <w:r>
        <w:rPr>
          <w:rtl/>
        </w:rPr>
        <w:br w:type="page"/>
      </w:r>
    </w:p>
    <w:p w:rsidR="00827620" w:rsidRDefault="00827620" w:rsidP="007E700B">
      <w:pPr>
        <w:pStyle w:val="Heading1"/>
        <w:rPr>
          <w:rtl/>
        </w:rPr>
      </w:pPr>
      <w:bookmarkStart w:id="197" w:name="_Toc479592393"/>
      <w:bookmarkStart w:id="198" w:name="_Toc479592513"/>
      <w:r>
        <w:rPr>
          <w:rFonts w:hint="eastAsia"/>
          <w:rtl/>
        </w:rPr>
        <w:t>منزلت</w:t>
      </w:r>
      <w:r>
        <w:rPr>
          <w:rtl/>
        </w:rPr>
        <w:t xml:space="preserve"> خداوند در نزد بنده</w:t>
      </w:r>
      <w:bookmarkEnd w:id="197"/>
      <w:bookmarkEnd w:id="198"/>
    </w:p>
    <w:p w:rsidR="00827620" w:rsidRDefault="00827620" w:rsidP="00827620">
      <w:pPr>
        <w:pStyle w:val="libNormal"/>
        <w:rPr>
          <w:rtl/>
        </w:rPr>
      </w:pPr>
      <w:r>
        <w:rPr>
          <w:rtl/>
        </w:rPr>
        <w:t>٤١٥ - اگر بخواهيم از منزلت و مقام خود نزد خداوند آگاه شويم از چه طريقى ممكن است ؟</w:t>
      </w:r>
    </w:p>
    <w:p w:rsidR="00827620" w:rsidRDefault="00827620" w:rsidP="00827620">
      <w:pPr>
        <w:pStyle w:val="libNormal"/>
        <w:rPr>
          <w:rtl/>
        </w:rPr>
      </w:pPr>
      <w:r>
        <w:rPr>
          <w:rFonts w:hint="eastAsia"/>
          <w:rtl/>
        </w:rPr>
        <w:t>هرگاه</w:t>
      </w:r>
      <w:r>
        <w:rPr>
          <w:rtl/>
        </w:rPr>
        <w:t xml:space="preserve"> فردى از شما بخواهد بداند كه منزلت او نزد خداوند چگونه است ، بنگرد كه در هنگام مواجه شدن با گناهان منزلت خداوند در نزدش چگونه است ، به همانسان نزد خداوند منزلت دارد.</w:t>
      </w:r>
    </w:p>
    <w:p w:rsidR="00827620" w:rsidRDefault="00827620" w:rsidP="00827620">
      <w:pPr>
        <w:pStyle w:val="libNormal"/>
        <w:rPr>
          <w:rtl/>
        </w:rPr>
      </w:pPr>
      <w:r>
        <w:rPr>
          <w:rFonts w:hint="eastAsia"/>
          <w:rtl/>
        </w:rPr>
        <w:t>من</w:t>
      </w:r>
      <w:r>
        <w:rPr>
          <w:rtl/>
        </w:rPr>
        <w:t xml:space="preserve"> اراد منكم ان يعلم كيف منزلته عند الله فلينظر منزله الله منه عند الذنوب ، كذلك تكون منزلته عند الله تبارك و تعالى . </w:t>
      </w:r>
      <w:r w:rsidRPr="007E700B">
        <w:rPr>
          <w:rStyle w:val="libFootnotenumChar"/>
          <w:rtl/>
        </w:rPr>
        <w:t>(٣٩٧)</w:t>
      </w:r>
    </w:p>
    <w:p w:rsidR="00827620" w:rsidRDefault="00827620" w:rsidP="00827620">
      <w:pPr>
        <w:pStyle w:val="libNormal"/>
        <w:rPr>
          <w:rtl/>
        </w:rPr>
      </w:pPr>
      <w:r>
        <w:rPr>
          <w:rtl/>
        </w:rPr>
        <w:t>٤١٦ - در مورد آداب نامه نگارى و نويسندگى چه نظرى داريد؟</w:t>
      </w:r>
    </w:p>
    <w:p w:rsidR="00827620" w:rsidRDefault="00827620" w:rsidP="00827620">
      <w:pPr>
        <w:pStyle w:val="libNormal"/>
        <w:rPr>
          <w:rtl/>
        </w:rPr>
      </w:pPr>
      <w:r>
        <w:rPr>
          <w:rFonts w:hint="eastAsia"/>
          <w:rtl/>
        </w:rPr>
        <w:t>اذا</w:t>
      </w:r>
      <w:r>
        <w:rPr>
          <w:rtl/>
        </w:rPr>
        <w:t xml:space="preserve"> كتبت كتابا فاعد فيه النظر قبل ختمه فانها تختم على عقلك . </w:t>
      </w:r>
      <w:r w:rsidRPr="007E700B">
        <w:rPr>
          <w:rStyle w:val="libFootnotenumChar"/>
          <w:rtl/>
        </w:rPr>
        <w:t>(٣٩٨)</w:t>
      </w:r>
    </w:p>
    <w:p w:rsidR="00827620" w:rsidRDefault="00827620" w:rsidP="00827620">
      <w:pPr>
        <w:pStyle w:val="libNormal"/>
        <w:rPr>
          <w:rtl/>
        </w:rPr>
      </w:pPr>
      <w:r>
        <w:rPr>
          <w:rFonts w:hint="eastAsia"/>
          <w:rtl/>
        </w:rPr>
        <w:t>هرگاه</w:t>
      </w:r>
      <w:r>
        <w:rPr>
          <w:rtl/>
        </w:rPr>
        <w:t xml:space="preserve"> نامه اى يا كتابى نوشتى پيش از مهر و امضاء نمودنش ، آنرا مرور كن ، زيرا با مهر و امضاء آن خرد و انديشه ات را مهر مى كنى .</w:t>
      </w:r>
    </w:p>
    <w:p w:rsidR="00827620" w:rsidRDefault="007E700B" w:rsidP="00827620">
      <w:pPr>
        <w:pStyle w:val="libNormal"/>
        <w:rPr>
          <w:rtl/>
        </w:rPr>
      </w:pPr>
      <w:r>
        <w:rPr>
          <w:rtl/>
        </w:rPr>
        <w:br w:type="page"/>
      </w:r>
    </w:p>
    <w:p w:rsidR="00827620" w:rsidRDefault="00827620" w:rsidP="007E700B">
      <w:pPr>
        <w:pStyle w:val="Heading1"/>
        <w:rPr>
          <w:rtl/>
        </w:rPr>
      </w:pPr>
      <w:bookmarkStart w:id="199" w:name="_Toc479592394"/>
      <w:bookmarkStart w:id="200" w:name="_Toc479592514"/>
      <w:r>
        <w:rPr>
          <w:rFonts w:hint="eastAsia"/>
          <w:rtl/>
        </w:rPr>
        <w:t>تقسيم</w:t>
      </w:r>
      <w:r>
        <w:rPr>
          <w:rtl/>
        </w:rPr>
        <w:t xml:space="preserve"> بندى مردم</w:t>
      </w:r>
      <w:bookmarkEnd w:id="199"/>
      <w:bookmarkEnd w:id="200"/>
    </w:p>
    <w:p w:rsidR="00827620" w:rsidRDefault="00827620" w:rsidP="00827620">
      <w:pPr>
        <w:pStyle w:val="libNormal"/>
        <w:rPr>
          <w:rtl/>
        </w:rPr>
      </w:pPr>
      <w:r>
        <w:rPr>
          <w:rtl/>
        </w:rPr>
        <w:t>٤١٧ - مردم جامعه را چگونه مى بينيد؟</w:t>
      </w:r>
    </w:p>
    <w:p w:rsidR="00827620" w:rsidRDefault="00827620" w:rsidP="00827620">
      <w:pPr>
        <w:pStyle w:val="libNormal"/>
        <w:rPr>
          <w:rtl/>
        </w:rPr>
      </w:pPr>
      <w:r>
        <w:rPr>
          <w:rFonts w:hint="eastAsia"/>
          <w:rtl/>
        </w:rPr>
        <w:t>مردم</w:t>
      </w:r>
      <w:r>
        <w:rPr>
          <w:rtl/>
        </w:rPr>
        <w:t xml:space="preserve"> سه دسته اند: دانشمندى خداشناس ، آموزنده اى كه در راه رستگارى كوشاست ، و فرومايگانى كه به هر طرف روند، و از پى هر صدائى راه افتند، و با هر بادى به هر سوئى خيزند، نه از روشنى دانش فروغى جسته و نه بسوى پناهگاهى استوار شتافتند.</w:t>
      </w:r>
    </w:p>
    <w:p w:rsidR="00827620" w:rsidRDefault="00827620" w:rsidP="00827620">
      <w:pPr>
        <w:pStyle w:val="libNormal"/>
        <w:rPr>
          <w:rtl/>
        </w:rPr>
      </w:pPr>
      <w:r>
        <w:rPr>
          <w:rFonts w:hint="eastAsia"/>
          <w:rtl/>
        </w:rPr>
        <w:t>الناس</w:t>
      </w:r>
      <w:r>
        <w:rPr>
          <w:rtl/>
        </w:rPr>
        <w:t xml:space="preserve"> ثلاثه : فعالم ربانى و متعلم على سبيل نجاه و همج رعاء اتباع كل ناعق ، يميلون مع كل ريح ، لم يستضيئو بنور العلم و لم بلجاوا الى ركن وثيق . </w:t>
      </w:r>
      <w:r w:rsidRPr="007E700B">
        <w:rPr>
          <w:rStyle w:val="libFootnotenumChar"/>
          <w:rtl/>
        </w:rPr>
        <w:t>(٣٩٩)</w:t>
      </w:r>
    </w:p>
    <w:p w:rsidR="00827620" w:rsidRDefault="00827620" w:rsidP="00827620">
      <w:pPr>
        <w:pStyle w:val="libNormal"/>
        <w:rPr>
          <w:rtl/>
        </w:rPr>
      </w:pPr>
      <w:r>
        <w:rPr>
          <w:rtl/>
        </w:rPr>
        <w:t>٤١٨ - چه روزى را عيد مى دانيد؟</w:t>
      </w:r>
    </w:p>
    <w:p w:rsidR="00827620" w:rsidRDefault="00827620" w:rsidP="00827620">
      <w:pPr>
        <w:pStyle w:val="libNormal"/>
        <w:rPr>
          <w:rtl/>
        </w:rPr>
      </w:pPr>
      <w:r>
        <w:rPr>
          <w:rFonts w:hint="eastAsia"/>
          <w:rtl/>
        </w:rPr>
        <w:t>هر</w:t>
      </w:r>
      <w:r>
        <w:rPr>
          <w:rtl/>
        </w:rPr>
        <w:t xml:space="preserve"> روزى كه در آن گناه نشود، آن روز عيد است : كل يوم لا يعصى الله فيه فهو يوم عيد . </w:t>
      </w:r>
      <w:r w:rsidRPr="007E700B">
        <w:rPr>
          <w:rStyle w:val="libFootnotenumChar"/>
          <w:rtl/>
        </w:rPr>
        <w:t>(٤٠٠)</w:t>
      </w:r>
    </w:p>
    <w:p w:rsidR="00827620" w:rsidRDefault="007E700B" w:rsidP="00827620">
      <w:pPr>
        <w:pStyle w:val="libNormal"/>
        <w:rPr>
          <w:rtl/>
        </w:rPr>
      </w:pPr>
      <w:r>
        <w:rPr>
          <w:rtl/>
        </w:rPr>
        <w:br w:type="page"/>
      </w:r>
    </w:p>
    <w:p w:rsidR="00827620" w:rsidRDefault="00827620" w:rsidP="007E700B">
      <w:pPr>
        <w:pStyle w:val="Heading1"/>
        <w:rPr>
          <w:rtl/>
        </w:rPr>
      </w:pPr>
      <w:bookmarkStart w:id="201" w:name="_Toc479592395"/>
      <w:bookmarkStart w:id="202" w:name="_Toc479592515"/>
      <w:r>
        <w:rPr>
          <w:rFonts w:hint="eastAsia"/>
          <w:rtl/>
        </w:rPr>
        <w:t>بقاء</w:t>
      </w:r>
      <w:r>
        <w:rPr>
          <w:rtl/>
        </w:rPr>
        <w:t xml:space="preserve"> و زوال دولت ها</w:t>
      </w:r>
      <w:bookmarkEnd w:id="201"/>
      <w:bookmarkEnd w:id="202"/>
    </w:p>
    <w:p w:rsidR="00827620" w:rsidRDefault="00827620" w:rsidP="00827620">
      <w:pPr>
        <w:pStyle w:val="libNormal"/>
        <w:rPr>
          <w:rtl/>
        </w:rPr>
      </w:pPr>
      <w:r>
        <w:rPr>
          <w:rtl/>
        </w:rPr>
        <w:t>٤١٩ - دوام دولت ها به چيست ؟</w:t>
      </w:r>
    </w:p>
    <w:p w:rsidR="00827620" w:rsidRDefault="00827620" w:rsidP="00827620">
      <w:pPr>
        <w:pStyle w:val="libNormal"/>
        <w:rPr>
          <w:rtl/>
        </w:rPr>
      </w:pPr>
      <w:r>
        <w:rPr>
          <w:rFonts w:hint="eastAsia"/>
          <w:rtl/>
        </w:rPr>
        <w:t>به</w:t>
      </w:r>
      <w:r>
        <w:rPr>
          <w:rtl/>
        </w:rPr>
        <w:t xml:space="preserve"> عدالت ، ثبات و دوام دولت ها به اقامه روش هاى عدل و قسط است : ثبات الدول باقامه سنن العدل . </w:t>
      </w:r>
      <w:r w:rsidRPr="007E700B">
        <w:rPr>
          <w:rStyle w:val="libFootnotenumChar"/>
          <w:rtl/>
        </w:rPr>
        <w:t>(٤٠١)</w:t>
      </w:r>
    </w:p>
    <w:p w:rsidR="00827620" w:rsidRDefault="00827620" w:rsidP="00827620">
      <w:pPr>
        <w:pStyle w:val="libNormal"/>
        <w:rPr>
          <w:rtl/>
        </w:rPr>
      </w:pPr>
      <w:r>
        <w:rPr>
          <w:rtl/>
        </w:rPr>
        <w:t>٤٢٠ - شكست دولت ها به چيست ؟</w:t>
      </w:r>
    </w:p>
    <w:p w:rsidR="00827620" w:rsidRDefault="00827620" w:rsidP="00827620">
      <w:pPr>
        <w:pStyle w:val="libNormal"/>
        <w:rPr>
          <w:rtl/>
        </w:rPr>
      </w:pPr>
      <w:r>
        <w:rPr>
          <w:rFonts w:hint="eastAsia"/>
          <w:rtl/>
        </w:rPr>
        <w:t>به</w:t>
      </w:r>
      <w:r>
        <w:rPr>
          <w:rtl/>
        </w:rPr>
        <w:t xml:space="preserve"> كار گرفتن فرومايگان و افراد بى لياقت است : زوال الدول باصطناع السفل . </w:t>
      </w:r>
      <w:r w:rsidRPr="007E700B">
        <w:rPr>
          <w:rStyle w:val="libFootnotenumChar"/>
          <w:rtl/>
        </w:rPr>
        <w:t>(٤٠٢)</w:t>
      </w:r>
    </w:p>
    <w:p w:rsidR="00827620" w:rsidRDefault="00827620" w:rsidP="00827620">
      <w:pPr>
        <w:pStyle w:val="libNormal"/>
        <w:rPr>
          <w:rtl/>
        </w:rPr>
      </w:pPr>
      <w:r>
        <w:rPr>
          <w:rtl/>
        </w:rPr>
        <w:t>٤٢١ - چگونه دولت ها به دست آدم هاى پست متلاشى مى شود؟</w:t>
      </w:r>
    </w:p>
    <w:p w:rsidR="00827620" w:rsidRDefault="00827620" w:rsidP="00827620">
      <w:pPr>
        <w:pStyle w:val="libNormal"/>
        <w:rPr>
          <w:rtl/>
        </w:rPr>
      </w:pPr>
      <w:r>
        <w:rPr>
          <w:rFonts w:hint="eastAsia"/>
          <w:rtl/>
        </w:rPr>
        <w:t>هنگامى</w:t>
      </w:r>
      <w:r>
        <w:rPr>
          <w:rtl/>
        </w:rPr>
        <w:t xml:space="preserve"> كه دست افراد خوب از حكومت قطع شود و فساد و تباهى همه جا را بگيرد:</w:t>
      </w:r>
    </w:p>
    <w:p w:rsidR="00827620" w:rsidRDefault="00827620" w:rsidP="00827620">
      <w:pPr>
        <w:pStyle w:val="libNormal"/>
        <w:rPr>
          <w:rtl/>
        </w:rPr>
      </w:pPr>
      <w:r>
        <w:rPr>
          <w:rFonts w:hint="eastAsia"/>
          <w:rtl/>
        </w:rPr>
        <w:t>اذا</w:t>
      </w:r>
      <w:r>
        <w:rPr>
          <w:rtl/>
        </w:rPr>
        <w:t xml:space="preserve"> ملك الا راذال هلك الافاضل . </w:t>
      </w:r>
      <w:r w:rsidRPr="007E700B">
        <w:rPr>
          <w:rStyle w:val="libFootnotenumChar"/>
          <w:rtl/>
        </w:rPr>
        <w:t>(٤٠٣)</w:t>
      </w:r>
    </w:p>
    <w:p w:rsidR="00827620" w:rsidRDefault="00827620" w:rsidP="00827620">
      <w:pPr>
        <w:pStyle w:val="libNormal"/>
        <w:rPr>
          <w:rtl/>
        </w:rPr>
      </w:pPr>
      <w:r>
        <w:rPr>
          <w:rFonts w:hint="eastAsia"/>
          <w:rtl/>
        </w:rPr>
        <w:t>هرگاه</w:t>
      </w:r>
      <w:r>
        <w:rPr>
          <w:rtl/>
        </w:rPr>
        <w:t xml:space="preserve"> آدم هاى پست فرمانروا شوند، افراد با فضيلت ، خانه نشين يا نابود مى شوند.</w:t>
      </w:r>
    </w:p>
    <w:p w:rsidR="00827620" w:rsidRDefault="00827620" w:rsidP="00827620">
      <w:pPr>
        <w:pStyle w:val="libNormal"/>
        <w:rPr>
          <w:rtl/>
        </w:rPr>
      </w:pPr>
      <w:r>
        <w:rPr>
          <w:rtl/>
        </w:rPr>
        <w:t>٤٢٢ - يعنى فروپاشى دولت ها نتيجه اعمال دولتمردان است ؟</w:t>
      </w:r>
    </w:p>
    <w:p w:rsidR="00827620" w:rsidRDefault="00827620" w:rsidP="00827620">
      <w:pPr>
        <w:pStyle w:val="libNormal"/>
        <w:rPr>
          <w:rtl/>
        </w:rPr>
      </w:pPr>
      <w:r>
        <w:rPr>
          <w:rFonts w:hint="eastAsia"/>
          <w:rtl/>
        </w:rPr>
        <w:t>بلى</w:t>
      </w:r>
      <w:r>
        <w:rPr>
          <w:rtl/>
        </w:rPr>
        <w:t xml:space="preserve"> ، اگر افراد پست و بى لياقت و يا تازه به دوران رسيده ، عهده دار حكومت و پست هاى حكومتى بشوند، باعث انحلال و زوال و پس روى حكومتها مى شوند.</w:t>
      </w:r>
    </w:p>
    <w:p w:rsidR="00827620" w:rsidRDefault="00827620" w:rsidP="00827620">
      <w:pPr>
        <w:pStyle w:val="libNormal"/>
        <w:rPr>
          <w:rtl/>
        </w:rPr>
      </w:pPr>
      <w:r>
        <w:rPr>
          <w:rFonts w:hint="eastAsia"/>
          <w:rtl/>
        </w:rPr>
        <w:t>تولى</w:t>
      </w:r>
      <w:r>
        <w:rPr>
          <w:rtl/>
        </w:rPr>
        <w:t xml:space="preserve"> الاراذل و الاحداث الدول ، دليل انحلالها و ادبارها . </w:t>
      </w:r>
      <w:r w:rsidRPr="007E700B">
        <w:rPr>
          <w:rStyle w:val="libFootnotenumChar"/>
          <w:rtl/>
        </w:rPr>
        <w:t>(٤٠٤)</w:t>
      </w:r>
    </w:p>
    <w:p w:rsidR="00827620" w:rsidRDefault="007E700B" w:rsidP="00827620">
      <w:pPr>
        <w:pStyle w:val="libNormal"/>
        <w:rPr>
          <w:rtl/>
        </w:rPr>
      </w:pPr>
      <w:r>
        <w:rPr>
          <w:rtl/>
        </w:rPr>
        <w:br w:type="page"/>
      </w:r>
    </w:p>
    <w:p w:rsidR="00827620" w:rsidRDefault="00827620" w:rsidP="007E700B">
      <w:pPr>
        <w:pStyle w:val="Heading1"/>
        <w:rPr>
          <w:rtl/>
        </w:rPr>
      </w:pPr>
      <w:bookmarkStart w:id="203" w:name="_Toc479592396"/>
      <w:bookmarkStart w:id="204" w:name="_Toc479592516"/>
      <w:r>
        <w:rPr>
          <w:rFonts w:hint="eastAsia"/>
          <w:rtl/>
        </w:rPr>
        <w:t>انفاق</w:t>
      </w:r>
      <w:r>
        <w:rPr>
          <w:rtl/>
        </w:rPr>
        <w:t xml:space="preserve"> از كيسه خليفه !</w:t>
      </w:r>
      <w:bookmarkEnd w:id="203"/>
      <w:bookmarkEnd w:id="204"/>
    </w:p>
    <w:p w:rsidR="00827620" w:rsidRDefault="00827620" w:rsidP="00827620">
      <w:pPr>
        <w:pStyle w:val="libNormal"/>
        <w:rPr>
          <w:rtl/>
        </w:rPr>
      </w:pPr>
      <w:r>
        <w:rPr>
          <w:rtl/>
        </w:rPr>
        <w:t>٤٢٣ - هديه دادن و بذل و بخشش مسئولان و مديران از اموال دولتى چگونه است ؟</w:t>
      </w:r>
    </w:p>
    <w:p w:rsidR="00827620" w:rsidRDefault="00827620" w:rsidP="00827620">
      <w:pPr>
        <w:pStyle w:val="libNormal"/>
        <w:rPr>
          <w:rtl/>
        </w:rPr>
      </w:pPr>
      <w:r>
        <w:rPr>
          <w:rFonts w:hint="eastAsia"/>
          <w:rtl/>
        </w:rPr>
        <w:t>جود</w:t>
      </w:r>
      <w:r>
        <w:rPr>
          <w:rtl/>
        </w:rPr>
        <w:t xml:space="preserve"> الولاه بفيى ء المسلمين جور و ختر. </w:t>
      </w:r>
      <w:r w:rsidRPr="00555394">
        <w:rPr>
          <w:rStyle w:val="libFootnotenumChar"/>
          <w:rtl/>
        </w:rPr>
        <w:t>(٤٠٥)</w:t>
      </w:r>
    </w:p>
    <w:p w:rsidR="00827620" w:rsidRDefault="00827620" w:rsidP="00827620">
      <w:pPr>
        <w:pStyle w:val="libNormal"/>
        <w:rPr>
          <w:rtl/>
        </w:rPr>
      </w:pPr>
      <w:r>
        <w:rPr>
          <w:rFonts w:hint="eastAsia"/>
          <w:rtl/>
        </w:rPr>
        <w:t>بذل</w:t>
      </w:r>
      <w:r>
        <w:rPr>
          <w:rtl/>
        </w:rPr>
        <w:t xml:space="preserve"> و بخشش مسئولين و حاكمان از بيت المال مسلمين ، ستم و فساد كارى است . (آنها بايد امانتدار اموال مسلمين باشند و در موارد قانونى و شرعى خود هزينه كنند).</w:t>
      </w:r>
    </w:p>
    <w:p w:rsidR="00827620" w:rsidRDefault="00555394" w:rsidP="00827620">
      <w:pPr>
        <w:pStyle w:val="libNormal"/>
        <w:rPr>
          <w:rtl/>
        </w:rPr>
      </w:pPr>
      <w:r>
        <w:rPr>
          <w:rtl/>
        </w:rPr>
        <w:br w:type="page"/>
      </w:r>
    </w:p>
    <w:p w:rsidR="00827620" w:rsidRDefault="00827620" w:rsidP="00555394">
      <w:pPr>
        <w:pStyle w:val="Heading1"/>
        <w:rPr>
          <w:rtl/>
        </w:rPr>
      </w:pPr>
      <w:bookmarkStart w:id="205" w:name="_Toc479592397"/>
      <w:bookmarkStart w:id="206" w:name="_Toc479592517"/>
      <w:r>
        <w:rPr>
          <w:rFonts w:hint="eastAsia"/>
          <w:rtl/>
        </w:rPr>
        <w:t>قسم</w:t>
      </w:r>
      <w:r>
        <w:rPr>
          <w:rtl/>
        </w:rPr>
        <w:t xml:space="preserve"> خوردن</w:t>
      </w:r>
      <w:bookmarkEnd w:id="205"/>
      <w:bookmarkEnd w:id="206"/>
    </w:p>
    <w:p w:rsidR="00827620" w:rsidRDefault="00827620" w:rsidP="00827620">
      <w:pPr>
        <w:pStyle w:val="libNormal"/>
        <w:rPr>
          <w:rtl/>
        </w:rPr>
      </w:pPr>
      <w:r>
        <w:rPr>
          <w:rtl/>
        </w:rPr>
        <w:t>٤٢٤ - بعضى عادت به قسم خوردن (براى هر موضوعى هر چند بى اهميت را) دارند، كار اينان چگونه است ؟</w:t>
      </w:r>
    </w:p>
    <w:p w:rsidR="00827620" w:rsidRDefault="00827620" w:rsidP="00827620">
      <w:pPr>
        <w:pStyle w:val="libNormal"/>
        <w:rPr>
          <w:rtl/>
        </w:rPr>
      </w:pPr>
      <w:r>
        <w:rPr>
          <w:rFonts w:hint="eastAsia"/>
          <w:rtl/>
        </w:rPr>
        <w:t>سوگند</w:t>
      </w:r>
      <w:r>
        <w:rPr>
          <w:rtl/>
        </w:rPr>
        <w:t xml:space="preserve"> ياد كردن كار درستى نيست . سعى كن عادت به قسم خوردن نكنى كه هر كس زياد سوگند خورد عاقبت در گناه خواهد افتاد.</w:t>
      </w:r>
    </w:p>
    <w:p w:rsidR="00827620" w:rsidRDefault="00827620" w:rsidP="00827620">
      <w:pPr>
        <w:pStyle w:val="libNormal"/>
        <w:rPr>
          <w:rtl/>
        </w:rPr>
      </w:pPr>
      <w:r>
        <w:rPr>
          <w:rFonts w:hint="eastAsia"/>
          <w:rtl/>
        </w:rPr>
        <w:t>لا</w:t>
      </w:r>
      <w:r>
        <w:rPr>
          <w:rtl/>
        </w:rPr>
        <w:t xml:space="preserve"> تعود نفسك اليمين ، فان الحلاف لا يسلم من الاثم . </w:t>
      </w:r>
      <w:r w:rsidRPr="00555394">
        <w:rPr>
          <w:rStyle w:val="libFootnotenumChar"/>
          <w:rtl/>
        </w:rPr>
        <w:t>(٤٠٦)</w:t>
      </w:r>
    </w:p>
    <w:p w:rsidR="00827620" w:rsidRDefault="00827620" w:rsidP="00827620">
      <w:pPr>
        <w:pStyle w:val="libNormal"/>
        <w:rPr>
          <w:rtl/>
        </w:rPr>
      </w:pPr>
      <w:r>
        <w:rPr>
          <w:rtl/>
        </w:rPr>
        <w:t>٤٢٥ - قسم دروغ چه ؟</w:t>
      </w:r>
    </w:p>
    <w:p w:rsidR="00827620" w:rsidRDefault="00827620" w:rsidP="00827620">
      <w:pPr>
        <w:pStyle w:val="libNormal"/>
        <w:rPr>
          <w:rtl/>
        </w:rPr>
      </w:pPr>
      <w:r>
        <w:rPr>
          <w:rFonts w:hint="eastAsia"/>
          <w:rtl/>
        </w:rPr>
        <w:t>آن</w:t>
      </w:r>
      <w:r>
        <w:rPr>
          <w:rtl/>
        </w:rPr>
        <w:t xml:space="preserve"> كه ديگر جاى خود را دارد، آن گناهى كه در اسرع وقت عقوبتش به انسان مى رسد همان قسم دروغ است .</w:t>
      </w:r>
    </w:p>
    <w:p w:rsidR="00827620" w:rsidRDefault="00827620" w:rsidP="00827620">
      <w:pPr>
        <w:pStyle w:val="libNormal"/>
        <w:rPr>
          <w:rtl/>
        </w:rPr>
      </w:pPr>
      <w:r>
        <w:rPr>
          <w:rFonts w:hint="eastAsia"/>
          <w:rtl/>
        </w:rPr>
        <w:t>اسرع</w:t>
      </w:r>
      <w:r>
        <w:rPr>
          <w:rtl/>
        </w:rPr>
        <w:t xml:space="preserve"> شيى ء عقوبه ، اليمين الفاجره . </w:t>
      </w:r>
      <w:r w:rsidRPr="00555394">
        <w:rPr>
          <w:rStyle w:val="libFootnotenumChar"/>
          <w:rtl/>
        </w:rPr>
        <w:t>(٤٠٧)</w:t>
      </w:r>
    </w:p>
    <w:p w:rsidR="00827620" w:rsidRDefault="00827620" w:rsidP="00827620">
      <w:pPr>
        <w:pStyle w:val="libNormal"/>
        <w:rPr>
          <w:rtl/>
        </w:rPr>
      </w:pPr>
      <w:r>
        <w:rPr>
          <w:rtl/>
        </w:rPr>
        <w:t xml:space="preserve">٤٢٦ - حق اهل بيت پيامبر </w:t>
      </w:r>
      <w:r w:rsidR="00196907" w:rsidRPr="00196907">
        <w:rPr>
          <w:rStyle w:val="libAlaemChar"/>
          <w:rtl/>
        </w:rPr>
        <w:t>صلى‌الله‌عليه‌وآله</w:t>
      </w:r>
      <w:r>
        <w:rPr>
          <w:rtl/>
        </w:rPr>
        <w:t xml:space="preserve"> بر امت چيست ؟</w:t>
      </w:r>
    </w:p>
    <w:p w:rsidR="00827620" w:rsidRDefault="00827620" w:rsidP="00827620">
      <w:pPr>
        <w:pStyle w:val="libNormal"/>
        <w:rPr>
          <w:rtl/>
        </w:rPr>
      </w:pPr>
      <w:r>
        <w:rPr>
          <w:rFonts w:hint="eastAsia"/>
          <w:rtl/>
        </w:rPr>
        <w:t>عليكم</w:t>
      </w:r>
      <w:r>
        <w:rPr>
          <w:rtl/>
        </w:rPr>
        <w:t xml:space="preserve"> بحب آل نبيكم فانه حق الله عليكم و الموجب على الله حقكم الاترون الى قول الله تعالى : قل لا اسئلكم عليه اجرا الا الموده فى القربى </w:t>
      </w:r>
      <w:r w:rsidRPr="00555394">
        <w:rPr>
          <w:rStyle w:val="libFootnotenumChar"/>
          <w:rtl/>
        </w:rPr>
        <w:t>(٤٠٨).</w:t>
      </w:r>
      <w:r>
        <w:rPr>
          <w:rtl/>
        </w:rPr>
        <w:t xml:space="preserve"> </w:t>
      </w:r>
      <w:r w:rsidRPr="00555394">
        <w:rPr>
          <w:rStyle w:val="libFootnotenumChar"/>
          <w:rtl/>
        </w:rPr>
        <w:t>(٤٠٩)</w:t>
      </w:r>
    </w:p>
    <w:p w:rsidR="00827620" w:rsidRDefault="00827620" w:rsidP="00827620">
      <w:pPr>
        <w:pStyle w:val="libNormal"/>
        <w:rPr>
          <w:rtl/>
        </w:rPr>
      </w:pPr>
      <w:r>
        <w:rPr>
          <w:rFonts w:hint="eastAsia"/>
          <w:rtl/>
        </w:rPr>
        <w:t>اهل</w:t>
      </w:r>
      <w:r>
        <w:rPr>
          <w:rtl/>
        </w:rPr>
        <w:t xml:space="preserve"> بيت پيامبر </w:t>
      </w:r>
      <w:r w:rsidR="00196907" w:rsidRPr="00196907">
        <w:rPr>
          <w:rStyle w:val="libAlaemChar"/>
          <w:rtl/>
        </w:rPr>
        <w:t xml:space="preserve">عليه‌السلام </w:t>
      </w:r>
      <w:r>
        <w:rPr>
          <w:rtl/>
        </w:rPr>
        <w:t xml:space="preserve">را دوست داشته باشيد تا بر خداوند حق پيدا كنيد، مگر نه اين كه خداوند در قرآن به پيامبر اكرم </w:t>
      </w:r>
      <w:r w:rsidR="00196907" w:rsidRPr="00196907">
        <w:rPr>
          <w:rStyle w:val="libAlaemChar"/>
          <w:rtl/>
        </w:rPr>
        <w:t>صلى‌الله‌عليه‌وآله</w:t>
      </w:r>
      <w:r>
        <w:rPr>
          <w:rtl/>
        </w:rPr>
        <w:t xml:space="preserve"> فرمود: بگو: من مزد و اجرى جز محبت اهل بيتم از شما نخواهم .</w:t>
      </w:r>
    </w:p>
    <w:p w:rsidR="00827620" w:rsidRDefault="00827620" w:rsidP="00827620">
      <w:pPr>
        <w:pStyle w:val="libNormal"/>
        <w:rPr>
          <w:rtl/>
        </w:rPr>
      </w:pPr>
      <w:r>
        <w:rPr>
          <w:rtl/>
        </w:rPr>
        <w:t>٤٢٧ - آيا مردم در برابر شما اهل بيت وظيفه ديگرى هم دارند؟</w:t>
      </w:r>
    </w:p>
    <w:p w:rsidR="00827620" w:rsidRDefault="00827620" w:rsidP="00827620">
      <w:pPr>
        <w:pStyle w:val="libNormal"/>
        <w:rPr>
          <w:rtl/>
        </w:rPr>
      </w:pPr>
      <w:r>
        <w:rPr>
          <w:rFonts w:hint="eastAsia"/>
          <w:rtl/>
        </w:rPr>
        <w:t>لنا</w:t>
      </w:r>
      <w:r>
        <w:rPr>
          <w:rtl/>
        </w:rPr>
        <w:t xml:space="preserve"> على الناس حق الطاعه و الو لايه و لهم من الله سبحانه حسن الجزاء . </w:t>
      </w:r>
      <w:r w:rsidRPr="00555394">
        <w:rPr>
          <w:rStyle w:val="libFootnotenumChar"/>
          <w:rtl/>
        </w:rPr>
        <w:t>(٤١٠)</w:t>
      </w:r>
    </w:p>
    <w:p w:rsidR="00827620" w:rsidRDefault="00827620" w:rsidP="00827620">
      <w:pPr>
        <w:pStyle w:val="libNormal"/>
        <w:rPr>
          <w:rtl/>
        </w:rPr>
      </w:pPr>
      <w:r>
        <w:rPr>
          <w:rFonts w:hint="eastAsia"/>
          <w:rtl/>
        </w:rPr>
        <w:t>آرى</w:t>
      </w:r>
      <w:r>
        <w:rPr>
          <w:rtl/>
        </w:rPr>
        <w:t xml:space="preserve"> ، آنان در برابر ما وظيفه دارند كه از ما اطاعت كنند و ولايت و دوستى (با امامت) ما را بپذيرند و بر خداوند است كه بهترين پاداش را به آنها بدهد.</w:t>
      </w:r>
    </w:p>
    <w:p w:rsidR="00827620" w:rsidRDefault="00827620" w:rsidP="00827620">
      <w:pPr>
        <w:pStyle w:val="libNormal"/>
        <w:rPr>
          <w:rtl/>
        </w:rPr>
      </w:pPr>
      <w:r>
        <w:rPr>
          <w:rtl/>
        </w:rPr>
        <w:t>٤٢٨ - تكليف كسانى كه از شما اهل بيت بريده اند، چيست ؟</w:t>
      </w:r>
    </w:p>
    <w:p w:rsidR="00827620" w:rsidRDefault="00827620" w:rsidP="00827620">
      <w:pPr>
        <w:pStyle w:val="libNormal"/>
        <w:rPr>
          <w:rtl/>
        </w:rPr>
      </w:pPr>
      <w:r>
        <w:rPr>
          <w:rFonts w:hint="eastAsia"/>
          <w:rtl/>
        </w:rPr>
        <w:lastRenderedPageBreak/>
        <w:t>من</w:t>
      </w:r>
      <w:r>
        <w:rPr>
          <w:rtl/>
        </w:rPr>
        <w:t xml:space="preserve"> ركب غير سفينتنا غرق و من تخلف عنا محق . </w:t>
      </w:r>
      <w:r w:rsidRPr="00555394">
        <w:rPr>
          <w:rStyle w:val="libFootnotenumChar"/>
          <w:rtl/>
        </w:rPr>
        <w:t>(٤١١)</w:t>
      </w:r>
    </w:p>
    <w:p w:rsidR="00827620" w:rsidRDefault="00827620" w:rsidP="00827620">
      <w:pPr>
        <w:pStyle w:val="libNormal"/>
        <w:rPr>
          <w:rtl/>
        </w:rPr>
      </w:pPr>
      <w:r>
        <w:rPr>
          <w:rFonts w:hint="eastAsia"/>
          <w:rtl/>
        </w:rPr>
        <w:t>هر</w:t>
      </w:r>
      <w:r>
        <w:rPr>
          <w:rtl/>
        </w:rPr>
        <w:t xml:space="preserve"> كه بر كشتى نجات ما سوار نشود و بر كشتى ديگران سوار گردد غرق مى شود و هر كه تخلف كند و به ما ملحق نشود هلاك مى گردد.</w:t>
      </w:r>
    </w:p>
    <w:p w:rsidR="00827620" w:rsidRDefault="00555394" w:rsidP="00827620">
      <w:pPr>
        <w:pStyle w:val="libNormal"/>
        <w:rPr>
          <w:rtl/>
        </w:rPr>
      </w:pPr>
      <w:r>
        <w:rPr>
          <w:rtl/>
        </w:rPr>
        <w:br w:type="page"/>
      </w:r>
    </w:p>
    <w:p w:rsidR="00827620" w:rsidRDefault="00827620" w:rsidP="00555394">
      <w:pPr>
        <w:pStyle w:val="Heading1"/>
        <w:rPr>
          <w:rtl/>
        </w:rPr>
      </w:pPr>
      <w:bookmarkStart w:id="207" w:name="_Toc479592398"/>
      <w:bookmarkStart w:id="208" w:name="_Toc479592518"/>
      <w:r>
        <w:rPr>
          <w:rFonts w:hint="eastAsia"/>
          <w:rtl/>
        </w:rPr>
        <w:t>احمق</w:t>
      </w:r>
      <w:r>
        <w:rPr>
          <w:rtl/>
        </w:rPr>
        <w:t xml:space="preserve"> و نادان</w:t>
      </w:r>
      <w:bookmarkEnd w:id="207"/>
      <w:bookmarkEnd w:id="208"/>
    </w:p>
    <w:p w:rsidR="00827620" w:rsidRDefault="00827620" w:rsidP="00827620">
      <w:pPr>
        <w:pStyle w:val="libNormal"/>
        <w:rPr>
          <w:rtl/>
        </w:rPr>
      </w:pPr>
      <w:r>
        <w:rPr>
          <w:rtl/>
        </w:rPr>
        <w:t>٤٢٩ - در برابر آدم هاى نادان و كم عقل چه موضعى بگيريم ؟</w:t>
      </w:r>
    </w:p>
    <w:p w:rsidR="00827620" w:rsidRDefault="00827620" w:rsidP="00827620">
      <w:pPr>
        <w:pStyle w:val="libNormal"/>
        <w:rPr>
          <w:rtl/>
        </w:rPr>
      </w:pPr>
      <w:r>
        <w:rPr>
          <w:rFonts w:hint="eastAsia"/>
          <w:rtl/>
        </w:rPr>
        <w:t>سكوت</w:t>
      </w:r>
      <w:r>
        <w:rPr>
          <w:rtl/>
        </w:rPr>
        <w:t xml:space="preserve"> كنيد، زيرا سكوت در برابر آدم احمق و حرفهايش ، بهترين پاسخ به اوست .</w:t>
      </w:r>
    </w:p>
    <w:p w:rsidR="00827620" w:rsidRDefault="00827620" w:rsidP="00827620">
      <w:pPr>
        <w:pStyle w:val="libNormal"/>
        <w:rPr>
          <w:rtl/>
        </w:rPr>
      </w:pPr>
      <w:r>
        <w:rPr>
          <w:rFonts w:hint="eastAsia"/>
          <w:rtl/>
        </w:rPr>
        <w:t>السكوت</w:t>
      </w:r>
      <w:r>
        <w:rPr>
          <w:rtl/>
        </w:rPr>
        <w:t xml:space="preserve"> على الاحمق افضل جوابه . </w:t>
      </w:r>
      <w:r w:rsidRPr="00555394">
        <w:rPr>
          <w:rStyle w:val="libFootnotenumChar"/>
          <w:rtl/>
        </w:rPr>
        <w:t>(٤١٢)</w:t>
      </w:r>
    </w:p>
    <w:p w:rsidR="00827620" w:rsidRDefault="00827620" w:rsidP="00827620">
      <w:pPr>
        <w:pStyle w:val="libNormal"/>
        <w:rPr>
          <w:rtl/>
        </w:rPr>
      </w:pPr>
      <w:r>
        <w:rPr>
          <w:rtl/>
        </w:rPr>
        <w:t>٤٣٠ - ديگر چه مى توان كرد؟</w:t>
      </w:r>
    </w:p>
    <w:p w:rsidR="00827620" w:rsidRDefault="00827620" w:rsidP="00827620">
      <w:pPr>
        <w:pStyle w:val="libNormal"/>
        <w:rPr>
          <w:rtl/>
        </w:rPr>
      </w:pPr>
      <w:r>
        <w:rPr>
          <w:rFonts w:hint="eastAsia"/>
          <w:rtl/>
        </w:rPr>
        <w:t>قطيعه</w:t>
      </w:r>
      <w:r>
        <w:rPr>
          <w:rtl/>
        </w:rPr>
        <w:t xml:space="preserve"> الاحمق حزم .</w:t>
      </w:r>
    </w:p>
    <w:p w:rsidR="00827620" w:rsidRDefault="00827620" w:rsidP="00827620">
      <w:pPr>
        <w:pStyle w:val="libNormal"/>
        <w:rPr>
          <w:rtl/>
        </w:rPr>
      </w:pPr>
      <w:r>
        <w:rPr>
          <w:rFonts w:hint="eastAsia"/>
          <w:rtl/>
        </w:rPr>
        <w:t>جدا</w:t>
      </w:r>
      <w:r>
        <w:rPr>
          <w:rtl/>
        </w:rPr>
        <w:t xml:space="preserve"> شدن از احمق خود نوعى دورانديشى است .</w:t>
      </w:r>
    </w:p>
    <w:p w:rsidR="00827620" w:rsidRDefault="00827620" w:rsidP="00827620">
      <w:pPr>
        <w:pStyle w:val="libNormal"/>
        <w:rPr>
          <w:rtl/>
        </w:rPr>
      </w:pPr>
      <w:r>
        <w:rPr>
          <w:rtl/>
        </w:rPr>
        <w:t>٤٣١ - احمق ترين آدمها كيست ؟</w:t>
      </w:r>
    </w:p>
    <w:p w:rsidR="00827620" w:rsidRDefault="00827620" w:rsidP="00827620">
      <w:pPr>
        <w:pStyle w:val="libNormal"/>
        <w:rPr>
          <w:rtl/>
        </w:rPr>
      </w:pPr>
      <w:r>
        <w:rPr>
          <w:rFonts w:hint="eastAsia"/>
          <w:rtl/>
        </w:rPr>
        <w:t>احمق</w:t>
      </w:r>
      <w:r>
        <w:rPr>
          <w:rtl/>
        </w:rPr>
        <w:t xml:space="preserve"> الناس من ظن انه اعقل الناس . </w:t>
      </w:r>
      <w:r w:rsidRPr="00555394">
        <w:rPr>
          <w:rStyle w:val="libFootnotenumChar"/>
          <w:rtl/>
        </w:rPr>
        <w:t>(٤١٣)</w:t>
      </w:r>
    </w:p>
    <w:p w:rsidR="00827620" w:rsidRDefault="00827620" w:rsidP="00827620">
      <w:pPr>
        <w:pStyle w:val="libNormal"/>
        <w:rPr>
          <w:rtl/>
        </w:rPr>
      </w:pPr>
      <w:r>
        <w:rPr>
          <w:rFonts w:hint="eastAsia"/>
          <w:rtl/>
        </w:rPr>
        <w:t>كم</w:t>
      </w:r>
      <w:r>
        <w:rPr>
          <w:rtl/>
        </w:rPr>
        <w:t xml:space="preserve"> عقل ترين مردم كسى است كه گمان مى كند، عاقل ترين آنهاست .</w:t>
      </w:r>
    </w:p>
    <w:p w:rsidR="00827620" w:rsidRDefault="00827620" w:rsidP="00827620">
      <w:pPr>
        <w:pStyle w:val="libNormal"/>
        <w:rPr>
          <w:rtl/>
        </w:rPr>
      </w:pPr>
      <w:r>
        <w:rPr>
          <w:rtl/>
        </w:rPr>
        <w:t>٤٣٢ - نشانه ديگر؟</w:t>
      </w:r>
    </w:p>
    <w:p w:rsidR="00827620" w:rsidRDefault="00827620" w:rsidP="00827620">
      <w:pPr>
        <w:pStyle w:val="libNormal"/>
        <w:rPr>
          <w:rtl/>
        </w:rPr>
      </w:pPr>
      <w:r>
        <w:rPr>
          <w:rFonts w:hint="eastAsia"/>
          <w:rtl/>
        </w:rPr>
        <w:t>من</w:t>
      </w:r>
      <w:r>
        <w:rPr>
          <w:rtl/>
        </w:rPr>
        <w:t xml:space="preserve"> امارات الا حمق كثره تلونه .</w:t>
      </w:r>
    </w:p>
    <w:p w:rsidR="00827620" w:rsidRDefault="00827620" w:rsidP="00827620">
      <w:pPr>
        <w:pStyle w:val="libNormal"/>
        <w:rPr>
          <w:rtl/>
        </w:rPr>
      </w:pPr>
      <w:r>
        <w:rPr>
          <w:rFonts w:hint="eastAsia"/>
          <w:rtl/>
        </w:rPr>
        <w:t>از</w:t>
      </w:r>
      <w:r>
        <w:rPr>
          <w:rtl/>
        </w:rPr>
        <w:t xml:space="preserve"> نشانه هاى احمق و نادان اين است كه بسيار رنگ عوض مى كند (و داراى ثبات فكرى و عقيدتى نيست).</w:t>
      </w:r>
    </w:p>
    <w:p w:rsidR="00827620" w:rsidRDefault="00555394" w:rsidP="00827620">
      <w:pPr>
        <w:pStyle w:val="libNormal"/>
        <w:rPr>
          <w:rtl/>
        </w:rPr>
      </w:pPr>
      <w:r>
        <w:rPr>
          <w:rtl/>
        </w:rPr>
        <w:br w:type="page"/>
      </w:r>
    </w:p>
    <w:p w:rsidR="00827620" w:rsidRDefault="00827620" w:rsidP="00555394">
      <w:pPr>
        <w:pStyle w:val="Heading1"/>
        <w:rPr>
          <w:rtl/>
        </w:rPr>
      </w:pPr>
      <w:bookmarkStart w:id="209" w:name="_Toc479592399"/>
      <w:bookmarkStart w:id="210" w:name="_Toc479592519"/>
      <w:r>
        <w:rPr>
          <w:rFonts w:hint="eastAsia"/>
          <w:rtl/>
        </w:rPr>
        <w:t>كار</w:t>
      </w:r>
      <w:r>
        <w:rPr>
          <w:rtl/>
        </w:rPr>
        <w:t xml:space="preserve"> راه اندازى</w:t>
      </w:r>
      <w:bookmarkEnd w:id="209"/>
      <w:bookmarkEnd w:id="210"/>
    </w:p>
    <w:p w:rsidR="00827620" w:rsidRDefault="00827620" w:rsidP="00827620">
      <w:pPr>
        <w:pStyle w:val="libNormal"/>
        <w:rPr>
          <w:rtl/>
        </w:rPr>
      </w:pPr>
      <w:r>
        <w:rPr>
          <w:rtl/>
        </w:rPr>
        <w:t>٤٣٣ - در مورد راه اندازى كار مردم چه عقيده اى داريد؟</w:t>
      </w:r>
    </w:p>
    <w:p w:rsidR="00827620" w:rsidRDefault="00827620" w:rsidP="00827620">
      <w:pPr>
        <w:pStyle w:val="libNormal"/>
        <w:rPr>
          <w:rtl/>
        </w:rPr>
      </w:pPr>
      <w:r>
        <w:rPr>
          <w:rFonts w:hint="eastAsia"/>
          <w:rtl/>
        </w:rPr>
        <w:t>نياز</w:t>
      </w:r>
      <w:r>
        <w:rPr>
          <w:rtl/>
        </w:rPr>
        <w:t xml:space="preserve"> و مراجعه مردم به شما از نعمت هاى خداست (كه شما را لايق اين امر دانسته) پس آن را مغتنم بشماريد و از مراجعه مردم خسته و ملول نگرديد كه مبادا خداوند آن را از شما بگيرد و شما را عقوبت كند.</w:t>
      </w:r>
    </w:p>
    <w:p w:rsidR="00827620" w:rsidRDefault="00827620" w:rsidP="00827620">
      <w:pPr>
        <w:pStyle w:val="libNormal"/>
        <w:rPr>
          <w:rtl/>
        </w:rPr>
      </w:pPr>
      <w:r>
        <w:rPr>
          <w:rFonts w:hint="eastAsia"/>
          <w:rtl/>
        </w:rPr>
        <w:t>ان</w:t>
      </w:r>
      <w:r>
        <w:rPr>
          <w:rtl/>
        </w:rPr>
        <w:t xml:space="preserve"> حوائج الناس اليكم نعمه من الله عليكم فاغتنموها و لا تملوها فتتحول نقما . </w:t>
      </w:r>
      <w:r w:rsidRPr="00555394">
        <w:rPr>
          <w:rStyle w:val="libFootnotenumChar"/>
          <w:rtl/>
        </w:rPr>
        <w:t>(٤١٤)</w:t>
      </w:r>
    </w:p>
    <w:p w:rsidR="00827620" w:rsidRDefault="00827620" w:rsidP="00827620">
      <w:pPr>
        <w:pStyle w:val="libNormal"/>
        <w:rPr>
          <w:rtl/>
        </w:rPr>
      </w:pPr>
      <w:r>
        <w:rPr>
          <w:rtl/>
        </w:rPr>
        <w:t>٤٣٤ - در نيازهاى اجتماعى و فردى به چه كسى رجوع كنيم ؟</w:t>
      </w:r>
    </w:p>
    <w:p w:rsidR="00827620" w:rsidRDefault="00827620" w:rsidP="00827620">
      <w:pPr>
        <w:pStyle w:val="libNormal"/>
        <w:rPr>
          <w:rtl/>
        </w:rPr>
      </w:pPr>
      <w:r>
        <w:rPr>
          <w:rFonts w:hint="eastAsia"/>
          <w:rtl/>
        </w:rPr>
        <w:t>به</w:t>
      </w:r>
      <w:r>
        <w:rPr>
          <w:rtl/>
        </w:rPr>
        <w:t xml:space="preserve"> آنانى كه داراى روحى بزرگ ، و نظرى بلند هستند، و اصالت و ريشه خانوادگى دارند.</w:t>
      </w:r>
    </w:p>
    <w:p w:rsidR="00827620" w:rsidRDefault="00827620" w:rsidP="00827620">
      <w:pPr>
        <w:pStyle w:val="libNormal"/>
        <w:rPr>
          <w:rtl/>
        </w:rPr>
      </w:pPr>
      <w:r>
        <w:rPr>
          <w:rFonts w:hint="eastAsia"/>
          <w:rtl/>
        </w:rPr>
        <w:t>عليكم</w:t>
      </w:r>
      <w:r>
        <w:rPr>
          <w:rtl/>
        </w:rPr>
        <w:t xml:space="preserve"> فى طلب الحوائج بشراف النفوس و ذوى الاصول الطيبه ... .</w:t>
      </w:r>
    </w:p>
    <w:p w:rsidR="00827620" w:rsidRDefault="00827620" w:rsidP="00827620">
      <w:pPr>
        <w:pStyle w:val="libNormal"/>
        <w:rPr>
          <w:rtl/>
        </w:rPr>
      </w:pPr>
      <w:r>
        <w:rPr>
          <w:rtl/>
        </w:rPr>
        <w:t>٤٣٥ - در انجام كار مردم و رفع نياز، آنها چه اصولى را بايد رعايت كرد تا نتيجه بهترى عايد شود؟</w:t>
      </w:r>
    </w:p>
    <w:p w:rsidR="00827620" w:rsidRDefault="00827620" w:rsidP="00827620">
      <w:pPr>
        <w:pStyle w:val="libNormal"/>
        <w:rPr>
          <w:rtl/>
        </w:rPr>
      </w:pPr>
      <w:r>
        <w:rPr>
          <w:rFonts w:hint="eastAsia"/>
          <w:rtl/>
        </w:rPr>
        <w:t>سه</w:t>
      </w:r>
      <w:r>
        <w:rPr>
          <w:rtl/>
        </w:rPr>
        <w:t xml:space="preserve"> مساله مهم را بايد رعايت كرد تا رفع حاجت مفيد و جاودانه افتد: كارى را كه انجام دادى كوچك بشمارى ، تا در نزد خداوند بزرگ جلوه كند، و آن را پنهان و مستور دارى ، تا آشكار گردد، و در انجام آن شتاب كنى تا گوارا افتد.</w:t>
      </w:r>
    </w:p>
    <w:p w:rsidR="00827620" w:rsidRDefault="00827620" w:rsidP="00827620">
      <w:pPr>
        <w:pStyle w:val="libNormal"/>
        <w:rPr>
          <w:rtl/>
        </w:rPr>
      </w:pPr>
      <w:r>
        <w:rPr>
          <w:rFonts w:hint="eastAsia"/>
          <w:rtl/>
        </w:rPr>
        <w:t>لا</w:t>
      </w:r>
      <w:r>
        <w:rPr>
          <w:rtl/>
        </w:rPr>
        <w:t xml:space="preserve"> يستقيم الحوائج الا بثلاث : بتصغيرها لتعظم و سترها لتظهر و تعجيلها لتهناء </w:t>
      </w:r>
      <w:r w:rsidRPr="002370D5">
        <w:rPr>
          <w:rStyle w:val="libFootnotenumChar"/>
          <w:rtl/>
        </w:rPr>
        <w:t>. (٤١٥)</w:t>
      </w:r>
    </w:p>
    <w:p w:rsidR="00827620" w:rsidRDefault="002370D5" w:rsidP="00827620">
      <w:pPr>
        <w:pStyle w:val="libNormal"/>
        <w:rPr>
          <w:rtl/>
        </w:rPr>
      </w:pPr>
      <w:r>
        <w:rPr>
          <w:rtl/>
        </w:rPr>
        <w:br w:type="page"/>
      </w:r>
    </w:p>
    <w:p w:rsidR="00827620" w:rsidRDefault="00827620" w:rsidP="002370D5">
      <w:pPr>
        <w:pStyle w:val="Heading1"/>
        <w:rPr>
          <w:rtl/>
        </w:rPr>
      </w:pPr>
      <w:bookmarkStart w:id="211" w:name="_Toc479592400"/>
      <w:bookmarkStart w:id="212" w:name="_Toc479592520"/>
      <w:r>
        <w:rPr>
          <w:rFonts w:hint="eastAsia"/>
          <w:rtl/>
        </w:rPr>
        <w:t>حياء</w:t>
      </w:r>
      <w:bookmarkEnd w:id="211"/>
      <w:bookmarkEnd w:id="212"/>
    </w:p>
    <w:p w:rsidR="00827620" w:rsidRDefault="00827620" w:rsidP="00827620">
      <w:pPr>
        <w:pStyle w:val="libNormal"/>
        <w:rPr>
          <w:rtl/>
        </w:rPr>
      </w:pPr>
      <w:r>
        <w:rPr>
          <w:rtl/>
        </w:rPr>
        <w:t>٤٣٦ - پس از تقوا چه عالمى مى تواند انسان را از افتادن در مفاسد باز دارد؟</w:t>
      </w:r>
    </w:p>
    <w:p w:rsidR="00827620" w:rsidRDefault="00827620" w:rsidP="00827620">
      <w:pPr>
        <w:pStyle w:val="libNormal"/>
        <w:rPr>
          <w:rtl/>
        </w:rPr>
      </w:pPr>
      <w:r>
        <w:rPr>
          <w:rFonts w:hint="eastAsia"/>
          <w:rtl/>
        </w:rPr>
        <w:t>حيا</w:t>
      </w:r>
      <w:r>
        <w:rPr>
          <w:rtl/>
        </w:rPr>
        <w:t xml:space="preserve"> و شرم ؛ داشتن صفت حيا مانند لباسى است كه آدمى را از بسيارى از خطرها حفظ مى كند. نيكوترين لباس دين ، حيا داشتن است .</w:t>
      </w:r>
    </w:p>
    <w:p w:rsidR="00827620" w:rsidRDefault="00827620" w:rsidP="00827620">
      <w:pPr>
        <w:pStyle w:val="libNormal"/>
        <w:rPr>
          <w:rtl/>
        </w:rPr>
      </w:pPr>
      <w:r>
        <w:rPr>
          <w:rFonts w:hint="eastAsia"/>
          <w:rtl/>
        </w:rPr>
        <w:t>احسن</w:t>
      </w:r>
      <w:r>
        <w:rPr>
          <w:rtl/>
        </w:rPr>
        <w:t xml:space="preserve"> ملابس الدين الحياء. </w:t>
      </w:r>
      <w:r w:rsidRPr="002370D5">
        <w:rPr>
          <w:rStyle w:val="libFootnotenumChar"/>
          <w:rtl/>
        </w:rPr>
        <w:t>(٤١٦)</w:t>
      </w:r>
    </w:p>
    <w:p w:rsidR="00827620" w:rsidRDefault="00827620" w:rsidP="00827620">
      <w:pPr>
        <w:pStyle w:val="libNormal"/>
        <w:rPr>
          <w:rtl/>
        </w:rPr>
      </w:pPr>
      <w:r>
        <w:rPr>
          <w:rtl/>
        </w:rPr>
        <w:t>٤٣٧ - بهترين نوع حيا كدام است ؟</w:t>
      </w:r>
    </w:p>
    <w:p w:rsidR="00827620" w:rsidRDefault="00827620" w:rsidP="00827620">
      <w:pPr>
        <w:pStyle w:val="libNormal"/>
        <w:rPr>
          <w:rtl/>
        </w:rPr>
      </w:pPr>
      <w:r>
        <w:rPr>
          <w:rFonts w:hint="eastAsia"/>
          <w:rtl/>
        </w:rPr>
        <w:t>شرم</w:t>
      </w:r>
      <w:r>
        <w:rPr>
          <w:rtl/>
        </w:rPr>
        <w:t xml:space="preserve"> و حياء از خداوند كه در حضور او گناه نكنى ، (همان طور كه در حضور شخصى از آدميان دست به خطا نميزنى).</w:t>
      </w:r>
    </w:p>
    <w:p w:rsidR="00827620" w:rsidRDefault="00827620" w:rsidP="00827620">
      <w:pPr>
        <w:pStyle w:val="libNormal"/>
        <w:rPr>
          <w:rtl/>
        </w:rPr>
      </w:pPr>
      <w:r>
        <w:rPr>
          <w:rFonts w:hint="eastAsia"/>
          <w:rtl/>
        </w:rPr>
        <w:t>افضل</w:t>
      </w:r>
      <w:r>
        <w:rPr>
          <w:rtl/>
        </w:rPr>
        <w:t xml:space="preserve"> الحياء استحيائك من الله .</w:t>
      </w:r>
    </w:p>
    <w:p w:rsidR="00827620" w:rsidRDefault="00827620" w:rsidP="00827620">
      <w:pPr>
        <w:pStyle w:val="libNormal"/>
        <w:rPr>
          <w:rtl/>
        </w:rPr>
      </w:pPr>
      <w:r>
        <w:rPr>
          <w:rFonts w:hint="eastAsia"/>
          <w:rtl/>
        </w:rPr>
        <w:t>با</w:t>
      </w:r>
      <w:r>
        <w:rPr>
          <w:rtl/>
        </w:rPr>
        <w:t xml:space="preserve"> فضيلت ترين نوع حيا آن است كه از خداوند متعال حيا كنى .</w:t>
      </w:r>
    </w:p>
    <w:p w:rsidR="00827620" w:rsidRDefault="00827620" w:rsidP="00827620">
      <w:pPr>
        <w:pStyle w:val="libNormal"/>
        <w:rPr>
          <w:rtl/>
        </w:rPr>
      </w:pPr>
      <w:r>
        <w:rPr>
          <w:rtl/>
        </w:rPr>
        <w:t>٤٣٨ - داشتن حيا چگونه مى تواند از گناه جلوگيرى كند؟</w:t>
      </w:r>
    </w:p>
    <w:p w:rsidR="00827620" w:rsidRDefault="00827620" w:rsidP="00827620">
      <w:pPr>
        <w:pStyle w:val="libNormal"/>
        <w:rPr>
          <w:rtl/>
        </w:rPr>
      </w:pPr>
      <w:r>
        <w:rPr>
          <w:rFonts w:hint="eastAsia"/>
          <w:rtl/>
        </w:rPr>
        <w:t>البته</w:t>
      </w:r>
      <w:r>
        <w:rPr>
          <w:rtl/>
        </w:rPr>
        <w:t xml:space="preserve"> حيا مانع انجام كارهاى زشت مى شود.</w:t>
      </w:r>
    </w:p>
    <w:p w:rsidR="00827620" w:rsidRDefault="00827620" w:rsidP="00827620">
      <w:pPr>
        <w:pStyle w:val="libNormal"/>
        <w:rPr>
          <w:rtl/>
        </w:rPr>
      </w:pPr>
      <w:r>
        <w:rPr>
          <w:rFonts w:hint="eastAsia"/>
          <w:rtl/>
        </w:rPr>
        <w:t>الحياء</w:t>
      </w:r>
      <w:r>
        <w:rPr>
          <w:rtl/>
        </w:rPr>
        <w:t xml:space="preserve"> يصد عن فعل القبيح . </w:t>
      </w:r>
      <w:r w:rsidRPr="002370D5">
        <w:rPr>
          <w:rStyle w:val="libFootnotenumChar"/>
          <w:rtl/>
        </w:rPr>
        <w:t>(٤١٧)</w:t>
      </w:r>
    </w:p>
    <w:p w:rsidR="00827620" w:rsidRDefault="00827620" w:rsidP="00827620">
      <w:pPr>
        <w:pStyle w:val="libNormal"/>
        <w:rPr>
          <w:rtl/>
        </w:rPr>
      </w:pPr>
      <w:r>
        <w:rPr>
          <w:rFonts w:hint="eastAsia"/>
          <w:rtl/>
        </w:rPr>
        <w:t>و</w:t>
      </w:r>
      <w:r>
        <w:rPr>
          <w:rtl/>
        </w:rPr>
        <w:t xml:space="preserve"> شرم از خدا بسيارى از گناهان را نابود مى كند.</w:t>
      </w:r>
    </w:p>
    <w:p w:rsidR="00827620" w:rsidRDefault="00827620" w:rsidP="00827620">
      <w:pPr>
        <w:pStyle w:val="libNormal"/>
        <w:rPr>
          <w:rtl/>
        </w:rPr>
      </w:pPr>
      <w:r>
        <w:rPr>
          <w:rFonts w:hint="eastAsia"/>
          <w:rtl/>
        </w:rPr>
        <w:t>الحياء</w:t>
      </w:r>
      <w:r>
        <w:rPr>
          <w:rtl/>
        </w:rPr>
        <w:t xml:space="preserve"> من الله يمحو كثيرا من الخطايا.</w:t>
      </w:r>
    </w:p>
    <w:p w:rsidR="00827620" w:rsidRDefault="00827620" w:rsidP="00827620">
      <w:pPr>
        <w:pStyle w:val="libNormal"/>
        <w:rPr>
          <w:rtl/>
        </w:rPr>
      </w:pPr>
      <w:r>
        <w:rPr>
          <w:rtl/>
        </w:rPr>
        <w:t>٤٣٩ - آيا داشتن حيا، در عفت و پاكدامنى زنان و دختران موثر است ؟</w:t>
      </w:r>
    </w:p>
    <w:p w:rsidR="00827620" w:rsidRDefault="00827620" w:rsidP="00827620">
      <w:pPr>
        <w:pStyle w:val="libNormal"/>
        <w:rPr>
          <w:rtl/>
        </w:rPr>
      </w:pPr>
      <w:r>
        <w:rPr>
          <w:rFonts w:hint="eastAsia"/>
          <w:rtl/>
        </w:rPr>
        <w:t>بله</w:t>
      </w:r>
      <w:r>
        <w:rPr>
          <w:rtl/>
        </w:rPr>
        <w:t xml:space="preserve"> كاملا، اصولا عفاف و پاكدامنى زنان ، نتيجه حياء آنان است :</w:t>
      </w:r>
    </w:p>
    <w:p w:rsidR="00827620" w:rsidRDefault="00827620" w:rsidP="00827620">
      <w:pPr>
        <w:pStyle w:val="libNormal"/>
        <w:rPr>
          <w:rtl/>
        </w:rPr>
      </w:pPr>
      <w:r>
        <w:rPr>
          <w:rFonts w:hint="eastAsia"/>
          <w:rtl/>
        </w:rPr>
        <w:t>ثمره</w:t>
      </w:r>
      <w:r>
        <w:rPr>
          <w:rtl/>
        </w:rPr>
        <w:t xml:space="preserve"> الحياء العفه ، الحياء قرين العفاف .</w:t>
      </w:r>
    </w:p>
    <w:p w:rsidR="00827620" w:rsidRDefault="00827620" w:rsidP="00827620">
      <w:pPr>
        <w:pStyle w:val="libNormal"/>
        <w:rPr>
          <w:rtl/>
        </w:rPr>
      </w:pPr>
      <w:r>
        <w:rPr>
          <w:rFonts w:hint="eastAsia"/>
          <w:rtl/>
        </w:rPr>
        <w:lastRenderedPageBreak/>
        <w:t>حياء</w:t>
      </w:r>
      <w:r>
        <w:rPr>
          <w:rtl/>
        </w:rPr>
        <w:t xml:space="preserve"> همدم و همراه عفاف است . (اگر حيا نباشد عفاف هم نيست و بزرگترين عامل پاكدامنى زنان و مردان بخصوص جوان ها، داشتن شرم و حيا است . سبب العفه الحياء حيا، عامل پاكدامنى است .</w:t>
      </w:r>
    </w:p>
    <w:p w:rsidR="00827620" w:rsidRDefault="00827620" w:rsidP="00827620">
      <w:pPr>
        <w:pStyle w:val="libNormal"/>
        <w:rPr>
          <w:rtl/>
        </w:rPr>
      </w:pPr>
      <w:r>
        <w:rPr>
          <w:rtl/>
        </w:rPr>
        <w:t>٤٤٠ - آيا همه جا و در همه وقت بايد حيا داشت ؟</w:t>
      </w:r>
    </w:p>
    <w:p w:rsidR="00827620" w:rsidRDefault="00827620" w:rsidP="00827620">
      <w:pPr>
        <w:pStyle w:val="libNormal"/>
        <w:rPr>
          <w:rtl/>
        </w:rPr>
      </w:pPr>
      <w:r>
        <w:rPr>
          <w:rFonts w:hint="eastAsia"/>
          <w:rtl/>
        </w:rPr>
        <w:t>خير،</w:t>
      </w:r>
      <w:r>
        <w:rPr>
          <w:rtl/>
        </w:rPr>
        <w:t xml:space="preserve"> حيا در ياد گرفتن احكام دين و در تعليم امورى كه بر انسان واجب است يا در شغل و كسب و كار و يا گفتن حق كه بطور كلى مانع انجام وظيفه است نكوهيده است .</w:t>
      </w:r>
    </w:p>
    <w:p w:rsidR="00827620" w:rsidRDefault="00827620" w:rsidP="00827620">
      <w:pPr>
        <w:pStyle w:val="libNormal"/>
        <w:rPr>
          <w:rtl/>
        </w:rPr>
      </w:pPr>
      <w:r>
        <w:rPr>
          <w:rFonts w:hint="eastAsia"/>
          <w:rtl/>
        </w:rPr>
        <w:t>ثلاث</w:t>
      </w:r>
      <w:r>
        <w:rPr>
          <w:rtl/>
        </w:rPr>
        <w:t xml:space="preserve"> لا يستحيى منهن : خدمه الرجل ضيفه ، و قيامه عن مجلسه لابيه و معلمه و طلب الحق و ان اقل ... . </w:t>
      </w:r>
      <w:r w:rsidRPr="002370D5">
        <w:rPr>
          <w:rStyle w:val="libFootnotenumChar"/>
          <w:rtl/>
        </w:rPr>
        <w:t>(٤١٨)</w:t>
      </w:r>
    </w:p>
    <w:p w:rsidR="00827620" w:rsidRDefault="00827620" w:rsidP="00827620">
      <w:pPr>
        <w:pStyle w:val="libNormal"/>
        <w:rPr>
          <w:rtl/>
        </w:rPr>
      </w:pPr>
      <w:r>
        <w:rPr>
          <w:rFonts w:hint="eastAsia"/>
          <w:rtl/>
        </w:rPr>
        <w:t>سه</w:t>
      </w:r>
      <w:r>
        <w:rPr>
          <w:rtl/>
        </w:rPr>
        <w:t xml:space="preserve"> چيز است كه نبايد از آنها شرم كرد، پذيرايى از مهمان ، برخاستن پيش ‍ پاى پدر و معلم ، و دنبال حق رفتن هر چند كه اندك باشد.</w:t>
      </w:r>
    </w:p>
    <w:p w:rsidR="00827620" w:rsidRDefault="00827620" w:rsidP="00827620">
      <w:pPr>
        <w:pStyle w:val="libNormal"/>
        <w:rPr>
          <w:rtl/>
        </w:rPr>
      </w:pPr>
      <w:r>
        <w:rPr>
          <w:rtl/>
        </w:rPr>
        <w:t>٤٤١ - آيا بى حيائى لطمه اى به ايمان ميزند؟</w:t>
      </w:r>
    </w:p>
    <w:p w:rsidR="00827620" w:rsidRDefault="00827620" w:rsidP="00827620">
      <w:pPr>
        <w:pStyle w:val="libNormal"/>
        <w:rPr>
          <w:rtl/>
        </w:rPr>
      </w:pPr>
      <w:r>
        <w:rPr>
          <w:rFonts w:hint="eastAsia"/>
          <w:rtl/>
        </w:rPr>
        <w:t>آرى</w:t>
      </w:r>
      <w:r>
        <w:rPr>
          <w:rtl/>
        </w:rPr>
        <w:t xml:space="preserve"> ، هر كه حيا نداشته باشد تقواى خود را از دست ميدهد.</w:t>
      </w:r>
    </w:p>
    <w:p w:rsidR="00827620" w:rsidRDefault="00827620" w:rsidP="00827620">
      <w:pPr>
        <w:pStyle w:val="libNormal"/>
        <w:rPr>
          <w:rtl/>
        </w:rPr>
      </w:pPr>
      <w:r>
        <w:rPr>
          <w:rFonts w:hint="eastAsia"/>
          <w:rtl/>
        </w:rPr>
        <w:t>من</w:t>
      </w:r>
      <w:r>
        <w:rPr>
          <w:rtl/>
        </w:rPr>
        <w:t xml:space="preserve"> قل حيائه قل ورعه .</w:t>
      </w:r>
    </w:p>
    <w:p w:rsidR="00827620" w:rsidRDefault="00827620" w:rsidP="00827620">
      <w:pPr>
        <w:pStyle w:val="libNormal"/>
        <w:rPr>
          <w:rtl/>
        </w:rPr>
      </w:pPr>
      <w:r>
        <w:rPr>
          <w:rtl/>
        </w:rPr>
        <w:t>٤٤٢ - پس بايد نتيجه گرفت كه مومن ، با حياست ؟</w:t>
      </w:r>
    </w:p>
    <w:p w:rsidR="00827620" w:rsidRDefault="00827620" w:rsidP="00827620">
      <w:pPr>
        <w:pStyle w:val="libNormal"/>
        <w:rPr>
          <w:rtl/>
        </w:rPr>
      </w:pPr>
      <w:r>
        <w:rPr>
          <w:rFonts w:hint="eastAsia"/>
          <w:rtl/>
        </w:rPr>
        <w:t>درست</w:t>
      </w:r>
      <w:r>
        <w:rPr>
          <w:rtl/>
        </w:rPr>
        <w:t xml:space="preserve"> است ؛ آدم بى حيا ايمان هم ندارد.</w:t>
      </w:r>
    </w:p>
    <w:p w:rsidR="00827620" w:rsidRDefault="00827620" w:rsidP="00827620">
      <w:pPr>
        <w:pStyle w:val="libNormal"/>
        <w:rPr>
          <w:rtl/>
        </w:rPr>
      </w:pPr>
      <w:r>
        <w:rPr>
          <w:rFonts w:hint="eastAsia"/>
          <w:rtl/>
        </w:rPr>
        <w:t>نعم</w:t>
      </w:r>
      <w:r>
        <w:rPr>
          <w:rtl/>
        </w:rPr>
        <w:t xml:space="preserve"> قرين الايمان الحياء.</w:t>
      </w:r>
    </w:p>
    <w:p w:rsidR="00827620" w:rsidRDefault="00827620" w:rsidP="00827620">
      <w:pPr>
        <w:pStyle w:val="libNormal"/>
        <w:rPr>
          <w:rtl/>
        </w:rPr>
      </w:pPr>
      <w:r>
        <w:rPr>
          <w:rFonts w:hint="eastAsia"/>
          <w:rtl/>
        </w:rPr>
        <w:t>شرم</w:t>
      </w:r>
      <w:r>
        <w:rPr>
          <w:rtl/>
        </w:rPr>
        <w:t xml:space="preserve"> و حيا همدم و قرين خوبى براى ايمان است .</w:t>
      </w:r>
    </w:p>
    <w:p w:rsidR="00827620" w:rsidRDefault="00827620" w:rsidP="00827620">
      <w:pPr>
        <w:pStyle w:val="libNormal"/>
        <w:rPr>
          <w:rtl/>
        </w:rPr>
      </w:pPr>
      <w:r>
        <w:rPr>
          <w:rtl/>
        </w:rPr>
        <w:t>٤٤٣ - بنابراين نمى توان روى آدم هاى بى حيا حساب كرد؟</w:t>
      </w:r>
    </w:p>
    <w:p w:rsidR="00827620" w:rsidRDefault="00827620" w:rsidP="00827620">
      <w:pPr>
        <w:pStyle w:val="libNormal"/>
        <w:rPr>
          <w:rtl/>
        </w:rPr>
      </w:pPr>
      <w:r>
        <w:rPr>
          <w:rFonts w:hint="eastAsia"/>
          <w:rtl/>
        </w:rPr>
        <w:t>خير،</w:t>
      </w:r>
      <w:r>
        <w:rPr>
          <w:rtl/>
        </w:rPr>
        <w:t xml:space="preserve"> هر كه شرم و حيا نداشته باشد خيرى در او نيست .</w:t>
      </w:r>
    </w:p>
    <w:p w:rsidR="00827620" w:rsidRDefault="00827620" w:rsidP="00827620">
      <w:pPr>
        <w:pStyle w:val="libNormal"/>
        <w:rPr>
          <w:rtl/>
        </w:rPr>
      </w:pPr>
      <w:r>
        <w:rPr>
          <w:rFonts w:hint="eastAsia"/>
          <w:rtl/>
        </w:rPr>
        <w:t>من</w:t>
      </w:r>
      <w:r>
        <w:rPr>
          <w:rtl/>
        </w:rPr>
        <w:t xml:space="preserve"> لا حياء له لا خير فيه .</w:t>
      </w:r>
    </w:p>
    <w:p w:rsidR="00827620" w:rsidRDefault="00827620" w:rsidP="00827620">
      <w:pPr>
        <w:pStyle w:val="libNormal"/>
        <w:rPr>
          <w:rtl/>
        </w:rPr>
      </w:pPr>
      <w:r>
        <w:rPr>
          <w:rtl/>
        </w:rPr>
        <w:t>٤٤٤ - آيا خصلت هاى خوب ديگر، به پاى حيا مى رسند؟</w:t>
      </w:r>
    </w:p>
    <w:p w:rsidR="00827620" w:rsidRDefault="00827620" w:rsidP="00827620">
      <w:pPr>
        <w:pStyle w:val="libNormal"/>
        <w:rPr>
          <w:rtl/>
        </w:rPr>
      </w:pPr>
      <w:r>
        <w:rPr>
          <w:rFonts w:hint="eastAsia"/>
          <w:rtl/>
        </w:rPr>
        <w:lastRenderedPageBreak/>
        <w:t>خير،</w:t>
      </w:r>
      <w:r>
        <w:rPr>
          <w:rtl/>
        </w:rPr>
        <w:t xml:space="preserve"> هيچ خصلت خوب ديگرى به پاى حيا نمى رسد.</w:t>
      </w:r>
    </w:p>
    <w:p w:rsidR="00827620" w:rsidRDefault="00827620" w:rsidP="00827620">
      <w:pPr>
        <w:pStyle w:val="libNormal"/>
        <w:rPr>
          <w:rtl/>
        </w:rPr>
      </w:pPr>
      <w:r>
        <w:rPr>
          <w:rFonts w:hint="eastAsia"/>
          <w:rtl/>
        </w:rPr>
        <w:t>لاشيمه</w:t>
      </w:r>
      <w:r>
        <w:rPr>
          <w:rtl/>
        </w:rPr>
        <w:t xml:space="preserve"> كالحياء.</w:t>
      </w:r>
    </w:p>
    <w:p w:rsidR="00827620" w:rsidRDefault="00827620" w:rsidP="00827620">
      <w:pPr>
        <w:pStyle w:val="libNormal"/>
        <w:rPr>
          <w:rtl/>
        </w:rPr>
      </w:pPr>
      <w:r>
        <w:rPr>
          <w:rtl/>
        </w:rPr>
        <w:t>٤٤٥ - مولاى من آيا ممكن است كسى از خدا حيا كند، ولى از خلق خدا حيا نكند؟</w:t>
      </w:r>
    </w:p>
    <w:p w:rsidR="00827620" w:rsidRDefault="00827620" w:rsidP="00827620">
      <w:pPr>
        <w:pStyle w:val="libNormal"/>
        <w:rPr>
          <w:rtl/>
        </w:rPr>
      </w:pPr>
      <w:r>
        <w:rPr>
          <w:rFonts w:hint="eastAsia"/>
          <w:rtl/>
        </w:rPr>
        <w:t>باورتان</w:t>
      </w:r>
      <w:r>
        <w:rPr>
          <w:rtl/>
        </w:rPr>
        <w:t xml:space="preserve"> نشود، ممكن نيست آدم بى حيا، كه از مردم شرم و حيا ندارد، از خدا شرم كند.</w:t>
      </w:r>
    </w:p>
    <w:p w:rsidR="00827620" w:rsidRDefault="00827620" w:rsidP="00827620">
      <w:pPr>
        <w:pStyle w:val="libNormal"/>
        <w:rPr>
          <w:rtl/>
        </w:rPr>
      </w:pPr>
      <w:r>
        <w:rPr>
          <w:rFonts w:hint="eastAsia"/>
          <w:rtl/>
        </w:rPr>
        <w:t>من</w:t>
      </w:r>
      <w:r>
        <w:rPr>
          <w:rtl/>
        </w:rPr>
        <w:t xml:space="preserve"> لم يستحبى من الناس لا يستحيى من الله .</w:t>
      </w:r>
    </w:p>
    <w:p w:rsidR="00827620" w:rsidRDefault="00827620" w:rsidP="00827620">
      <w:pPr>
        <w:pStyle w:val="libNormal"/>
        <w:rPr>
          <w:rtl/>
        </w:rPr>
      </w:pPr>
      <w:r>
        <w:rPr>
          <w:rFonts w:hint="eastAsia"/>
          <w:rtl/>
        </w:rPr>
        <w:t>كسى</w:t>
      </w:r>
      <w:r>
        <w:rPr>
          <w:rtl/>
        </w:rPr>
        <w:t xml:space="preserve"> كه از مردم شرم نكند از خدا نيز شرم نمى كند.</w:t>
      </w:r>
    </w:p>
    <w:p w:rsidR="00827620" w:rsidRDefault="002370D5" w:rsidP="00827620">
      <w:pPr>
        <w:pStyle w:val="libNormal"/>
        <w:rPr>
          <w:rtl/>
        </w:rPr>
      </w:pPr>
      <w:r>
        <w:rPr>
          <w:rtl/>
        </w:rPr>
        <w:br w:type="page"/>
      </w:r>
    </w:p>
    <w:p w:rsidR="00827620" w:rsidRDefault="00827620" w:rsidP="002370D5">
      <w:pPr>
        <w:pStyle w:val="Heading1"/>
        <w:rPr>
          <w:rtl/>
        </w:rPr>
      </w:pPr>
      <w:bookmarkStart w:id="213" w:name="_Toc479592401"/>
      <w:bookmarkStart w:id="214" w:name="_Toc479592521"/>
      <w:r>
        <w:rPr>
          <w:rFonts w:hint="eastAsia"/>
          <w:rtl/>
        </w:rPr>
        <w:t>منبع</w:t>
      </w:r>
      <w:r>
        <w:rPr>
          <w:rtl/>
        </w:rPr>
        <w:t xml:space="preserve"> خير بايد موثق باشد</w:t>
      </w:r>
      <w:bookmarkEnd w:id="213"/>
      <w:bookmarkEnd w:id="214"/>
    </w:p>
    <w:p w:rsidR="00827620" w:rsidRDefault="00827620" w:rsidP="00827620">
      <w:pPr>
        <w:pStyle w:val="libNormal"/>
        <w:rPr>
          <w:rtl/>
        </w:rPr>
      </w:pPr>
      <w:r>
        <w:rPr>
          <w:rtl/>
        </w:rPr>
        <w:t>٤٤٦ - آيا مى توان خبرى را بر اساس شنيده ها نقل كرد؟</w:t>
      </w:r>
    </w:p>
    <w:p w:rsidR="00827620" w:rsidRDefault="00827620" w:rsidP="00827620">
      <w:pPr>
        <w:pStyle w:val="libNormal"/>
        <w:rPr>
          <w:rtl/>
        </w:rPr>
      </w:pPr>
      <w:r>
        <w:rPr>
          <w:rFonts w:hint="eastAsia"/>
          <w:rtl/>
        </w:rPr>
        <w:t>خير،</w:t>
      </w:r>
      <w:r>
        <w:rPr>
          <w:rtl/>
        </w:rPr>
        <w:t xml:space="preserve"> خبرى نقل مكن مگر از فردى كه مورد اعتماد باشد وگرنه دروغگو به حساب مى آيى ، و دروغگويى موجب ذلت و سبكى است :</w:t>
      </w:r>
    </w:p>
    <w:p w:rsidR="00827620" w:rsidRDefault="00827620" w:rsidP="00827620">
      <w:pPr>
        <w:pStyle w:val="libNormal"/>
        <w:rPr>
          <w:rtl/>
        </w:rPr>
      </w:pPr>
      <w:r>
        <w:rPr>
          <w:rFonts w:hint="eastAsia"/>
          <w:rtl/>
        </w:rPr>
        <w:t>لا</w:t>
      </w:r>
      <w:r>
        <w:rPr>
          <w:rtl/>
        </w:rPr>
        <w:t xml:space="preserve"> تخبرن الا عن ثقه فتكون كذابا فان الكذب مهانه و ذل .</w:t>
      </w:r>
    </w:p>
    <w:p w:rsidR="00827620" w:rsidRDefault="00827620" w:rsidP="00827620">
      <w:pPr>
        <w:pStyle w:val="libNormal"/>
        <w:rPr>
          <w:rtl/>
        </w:rPr>
      </w:pPr>
      <w:r>
        <w:rPr>
          <w:rtl/>
        </w:rPr>
        <w:t>٤٤٧ - چه وقت مى توان به كسى اعتماد كرد؟</w:t>
      </w:r>
    </w:p>
    <w:p w:rsidR="00827620" w:rsidRDefault="00827620" w:rsidP="00827620">
      <w:pPr>
        <w:pStyle w:val="libNormal"/>
        <w:rPr>
          <w:rtl/>
        </w:rPr>
      </w:pPr>
      <w:r>
        <w:rPr>
          <w:rFonts w:hint="eastAsia"/>
          <w:rtl/>
        </w:rPr>
        <w:t>هنگامى</w:t>
      </w:r>
      <w:r>
        <w:rPr>
          <w:rtl/>
        </w:rPr>
        <w:t xml:space="preserve"> كه او را امتحان و آزمايش كردى ، اگر پيش از شناختن اعتماد كنى ، پشيمان مى شوى :</w:t>
      </w:r>
    </w:p>
    <w:p w:rsidR="00827620" w:rsidRDefault="00827620" w:rsidP="00827620">
      <w:pPr>
        <w:pStyle w:val="libNormal"/>
        <w:rPr>
          <w:rtl/>
        </w:rPr>
      </w:pPr>
      <w:r>
        <w:rPr>
          <w:rFonts w:hint="eastAsia"/>
          <w:rtl/>
        </w:rPr>
        <w:t>من</w:t>
      </w:r>
      <w:r>
        <w:rPr>
          <w:rtl/>
        </w:rPr>
        <w:t xml:space="preserve"> اطمان قبل الاختيار ندم .</w:t>
      </w:r>
    </w:p>
    <w:p w:rsidR="00827620" w:rsidRDefault="00827620" w:rsidP="00827620">
      <w:pPr>
        <w:pStyle w:val="libNormal"/>
        <w:rPr>
          <w:rtl/>
        </w:rPr>
      </w:pPr>
      <w:r>
        <w:rPr>
          <w:rtl/>
        </w:rPr>
        <w:t>٤٤٨ - چه رفتارهايى باعث بى اعتبار شدن انسان در جامعه مى شود؟</w:t>
      </w:r>
    </w:p>
    <w:p w:rsidR="00827620" w:rsidRDefault="00827620" w:rsidP="00827620">
      <w:pPr>
        <w:pStyle w:val="libNormal"/>
        <w:rPr>
          <w:rtl/>
        </w:rPr>
      </w:pPr>
      <w:r>
        <w:rPr>
          <w:rFonts w:hint="eastAsia"/>
          <w:rtl/>
        </w:rPr>
        <w:t>پنج</w:t>
      </w:r>
      <w:r>
        <w:rPr>
          <w:rtl/>
        </w:rPr>
        <w:t xml:space="preserve"> طايفه اند كه اگر سبك شمرده شدند و مورد بى مهرى قرار گرفتند حقشان است : يكى كسى كه وارد بر دو نفر شود يا وارد بحث آن دو نفر گردد، در حالى كه او را دخالت نداده اند؛ ديگرى ، مهمانى كه بر صاحبخانه فرمان دهد، و كسيكه بى دعوت بر سر سفره اى حاضر شود، و كسى كه سخن بگويد در حالى كه ديگران به حرفش گوش نمى دهند، و آن كس كه بر مسندى كه حقش نيست ، بنشيند.</w:t>
      </w:r>
    </w:p>
    <w:p w:rsidR="00827620" w:rsidRDefault="00827620" w:rsidP="00827620">
      <w:pPr>
        <w:pStyle w:val="libNormal"/>
        <w:rPr>
          <w:rtl/>
        </w:rPr>
      </w:pPr>
      <w:r>
        <w:rPr>
          <w:rFonts w:hint="eastAsia"/>
          <w:rtl/>
        </w:rPr>
        <w:t>خمسه</w:t>
      </w:r>
      <w:r>
        <w:rPr>
          <w:rtl/>
        </w:rPr>
        <w:t xml:space="preserve"> ينبغى ان يهانوا: الداخل بين اثنين لم يدخلاه فى امرهما؛ و المتامر على صاحب البيت فى بيته ؛ و المتقدم على مائده لم يدع اليها و المقبل بحديثه على غير مستمع و المجالس التى لا يستحقها .</w:t>
      </w:r>
    </w:p>
    <w:p w:rsidR="00827620" w:rsidRDefault="00827620" w:rsidP="00827620">
      <w:pPr>
        <w:pStyle w:val="libNormal"/>
        <w:rPr>
          <w:rtl/>
        </w:rPr>
      </w:pPr>
      <w:r>
        <w:rPr>
          <w:rtl/>
        </w:rPr>
        <w:t>٤٤٩ - خير دنيا و آخرت در چيست ؟</w:t>
      </w:r>
    </w:p>
    <w:p w:rsidR="00827620" w:rsidRDefault="00827620" w:rsidP="00827620">
      <w:pPr>
        <w:pStyle w:val="libNormal"/>
        <w:rPr>
          <w:rtl/>
        </w:rPr>
      </w:pPr>
      <w:r>
        <w:rPr>
          <w:rFonts w:hint="eastAsia"/>
          <w:rtl/>
        </w:rPr>
        <w:lastRenderedPageBreak/>
        <w:t>در</w:t>
      </w:r>
      <w:r>
        <w:rPr>
          <w:rtl/>
        </w:rPr>
        <w:t xml:space="preserve"> چهار چيز: راستگوئى ، امانت دارى ، عفت شكم (غذاى حرام نخوردن)، و اخلاق نيكو.</w:t>
      </w:r>
    </w:p>
    <w:p w:rsidR="00827620" w:rsidRDefault="00827620" w:rsidP="00827620">
      <w:pPr>
        <w:pStyle w:val="libNormal"/>
        <w:rPr>
          <w:rtl/>
        </w:rPr>
      </w:pPr>
      <w:r>
        <w:rPr>
          <w:rFonts w:hint="eastAsia"/>
          <w:rtl/>
        </w:rPr>
        <w:t>اربع</w:t>
      </w:r>
      <w:r>
        <w:rPr>
          <w:rtl/>
        </w:rPr>
        <w:t xml:space="preserve"> من اعطيهن فقد اعطى خير الدنيا و الاخره صدق الحديث ، و اداء امانه و عفه بطن و حسن خلق . </w:t>
      </w:r>
      <w:r w:rsidRPr="002370D5">
        <w:rPr>
          <w:rStyle w:val="libFootnotenumChar"/>
          <w:rtl/>
        </w:rPr>
        <w:t>(٤١٩)</w:t>
      </w:r>
    </w:p>
    <w:p w:rsidR="00827620" w:rsidRDefault="00827620" w:rsidP="00827620">
      <w:pPr>
        <w:pStyle w:val="libNormal"/>
        <w:rPr>
          <w:rtl/>
        </w:rPr>
      </w:pPr>
      <w:r>
        <w:rPr>
          <w:rtl/>
        </w:rPr>
        <w:t>٤٥٠ - گاهى انسان در انجام كار خير بى حال و كسل است . آيا زيان مى كند؟ بلى كسى كه در انجام كار خير كوتاهى كند، هم زيان كرده و هم پشيمان خواهد شد.</w:t>
      </w:r>
    </w:p>
    <w:p w:rsidR="00827620" w:rsidRDefault="00827620" w:rsidP="00827620">
      <w:pPr>
        <w:pStyle w:val="libNormal"/>
        <w:rPr>
          <w:rtl/>
        </w:rPr>
      </w:pPr>
      <w:r>
        <w:rPr>
          <w:rFonts w:hint="eastAsia"/>
          <w:rtl/>
        </w:rPr>
        <w:t>من</w:t>
      </w:r>
      <w:r>
        <w:rPr>
          <w:rtl/>
        </w:rPr>
        <w:t xml:space="preserve"> قصر عن فعل الخير، خسر و ندم . </w:t>
      </w:r>
      <w:r w:rsidRPr="002370D5">
        <w:rPr>
          <w:rStyle w:val="libFootnotenumChar"/>
          <w:rtl/>
        </w:rPr>
        <w:t>(٤٢٠)</w:t>
      </w:r>
    </w:p>
    <w:p w:rsidR="00827620" w:rsidRDefault="00827620" w:rsidP="00827620">
      <w:pPr>
        <w:pStyle w:val="libNormal"/>
        <w:rPr>
          <w:rtl/>
        </w:rPr>
      </w:pPr>
      <w:r>
        <w:rPr>
          <w:rtl/>
        </w:rPr>
        <w:t>٤٥١ - انجام كار خير چه ثمرى دارد؟</w:t>
      </w:r>
    </w:p>
    <w:p w:rsidR="00827620" w:rsidRDefault="00827620" w:rsidP="00827620">
      <w:pPr>
        <w:pStyle w:val="libNormal"/>
        <w:rPr>
          <w:rtl/>
        </w:rPr>
      </w:pPr>
      <w:r>
        <w:rPr>
          <w:rFonts w:hint="eastAsia"/>
          <w:rtl/>
        </w:rPr>
        <w:t>كسى</w:t>
      </w:r>
      <w:r>
        <w:rPr>
          <w:rtl/>
        </w:rPr>
        <w:t xml:space="preserve"> كه درخت خير بكارد، شيرين ترين ميوه را خواهد چيد.</w:t>
      </w:r>
    </w:p>
    <w:p w:rsidR="00827620" w:rsidRDefault="00827620" w:rsidP="00827620">
      <w:pPr>
        <w:pStyle w:val="libNormal"/>
        <w:rPr>
          <w:rtl/>
        </w:rPr>
      </w:pPr>
      <w:r>
        <w:rPr>
          <w:rFonts w:hint="eastAsia"/>
          <w:rtl/>
        </w:rPr>
        <w:t>غارس</w:t>
      </w:r>
      <w:r>
        <w:rPr>
          <w:rtl/>
        </w:rPr>
        <w:t xml:space="preserve"> الخير تجتنيها احلى ثمره .</w:t>
      </w:r>
    </w:p>
    <w:p w:rsidR="00827620" w:rsidRDefault="002370D5" w:rsidP="00827620">
      <w:pPr>
        <w:pStyle w:val="libNormal"/>
        <w:rPr>
          <w:rtl/>
        </w:rPr>
      </w:pPr>
      <w:r>
        <w:rPr>
          <w:rtl/>
        </w:rPr>
        <w:br w:type="page"/>
      </w:r>
    </w:p>
    <w:p w:rsidR="00827620" w:rsidRDefault="00827620" w:rsidP="002370D5">
      <w:pPr>
        <w:pStyle w:val="Heading1"/>
        <w:rPr>
          <w:rtl/>
        </w:rPr>
      </w:pPr>
      <w:bookmarkStart w:id="215" w:name="_Toc479592402"/>
      <w:bookmarkStart w:id="216" w:name="_Toc479592522"/>
      <w:r>
        <w:rPr>
          <w:rFonts w:hint="eastAsia"/>
          <w:rtl/>
        </w:rPr>
        <w:t>خوارى</w:t>
      </w:r>
      <w:r>
        <w:rPr>
          <w:rtl/>
        </w:rPr>
        <w:t xml:space="preserve"> گناه</w:t>
      </w:r>
      <w:bookmarkEnd w:id="215"/>
      <w:bookmarkEnd w:id="216"/>
    </w:p>
    <w:p w:rsidR="00827620" w:rsidRDefault="00827620" w:rsidP="00827620">
      <w:pPr>
        <w:pStyle w:val="libNormal"/>
        <w:rPr>
          <w:rtl/>
        </w:rPr>
      </w:pPr>
      <w:r>
        <w:rPr>
          <w:rtl/>
        </w:rPr>
        <w:t>٤٥٢ - مولا جان ، بعضى ها غرق در گناه و فساد شده اند و بسيارى از جوانان كه گل هاى بوستان انقلابند نيز گرفتار گناه مى شوند، آيا سفارشى در اين مورد داريد، و اصولا عاقبت به كجا ختم مى شود؟</w:t>
      </w:r>
    </w:p>
    <w:p w:rsidR="00827620" w:rsidRDefault="00827620" w:rsidP="00827620">
      <w:pPr>
        <w:pStyle w:val="libNormal"/>
        <w:rPr>
          <w:rtl/>
        </w:rPr>
      </w:pPr>
      <w:r>
        <w:rPr>
          <w:rFonts w:hint="eastAsia"/>
          <w:rtl/>
        </w:rPr>
        <w:t>من</w:t>
      </w:r>
      <w:r>
        <w:rPr>
          <w:rtl/>
        </w:rPr>
        <w:t xml:space="preserve"> عصى الله ذل قدره . </w:t>
      </w:r>
      <w:r w:rsidRPr="002370D5">
        <w:rPr>
          <w:rStyle w:val="libFootnotenumChar"/>
          <w:rtl/>
        </w:rPr>
        <w:t>(٤٢١)</w:t>
      </w:r>
    </w:p>
    <w:p w:rsidR="00827620" w:rsidRDefault="00827620" w:rsidP="00827620">
      <w:pPr>
        <w:pStyle w:val="libNormal"/>
        <w:rPr>
          <w:rtl/>
        </w:rPr>
      </w:pPr>
      <w:r>
        <w:rPr>
          <w:rFonts w:hint="eastAsia"/>
          <w:rtl/>
        </w:rPr>
        <w:t>هر</w:t>
      </w:r>
      <w:r>
        <w:rPr>
          <w:rtl/>
        </w:rPr>
        <w:t xml:space="preserve"> كه گناه و نافرمانى خدا را بكند خوار و ذليل مى شود. و از رتبه انسانى خود سقوط مى كند.</w:t>
      </w:r>
    </w:p>
    <w:p w:rsidR="00827620" w:rsidRDefault="00827620" w:rsidP="00827620">
      <w:pPr>
        <w:pStyle w:val="libNormal"/>
        <w:rPr>
          <w:rtl/>
        </w:rPr>
      </w:pPr>
      <w:r>
        <w:rPr>
          <w:rtl/>
        </w:rPr>
        <w:t>٤٥٣ - يعنى گناه باعث سرافكندگى و ذلت انسان مى شود؟</w:t>
      </w:r>
    </w:p>
    <w:p w:rsidR="00827620" w:rsidRDefault="00827620" w:rsidP="00827620">
      <w:pPr>
        <w:pStyle w:val="libNormal"/>
        <w:rPr>
          <w:rtl/>
        </w:rPr>
      </w:pPr>
      <w:r>
        <w:rPr>
          <w:rFonts w:hint="eastAsia"/>
          <w:rtl/>
        </w:rPr>
        <w:t>آرى</w:t>
      </w:r>
      <w:r>
        <w:rPr>
          <w:rtl/>
        </w:rPr>
        <w:t xml:space="preserve"> ، كسى كه براى خوشگذرانى در مقام معصيت خدا در آيد، خداوند او را سرافكنده و خوار نمايد.</w:t>
      </w:r>
    </w:p>
    <w:p w:rsidR="00827620" w:rsidRDefault="00827620" w:rsidP="00827620">
      <w:pPr>
        <w:pStyle w:val="libNormal"/>
        <w:rPr>
          <w:rtl/>
        </w:rPr>
      </w:pPr>
      <w:r>
        <w:rPr>
          <w:rFonts w:hint="eastAsia"/>
          <w:rtl/>
        </w:rPr>
        <w:t>من</w:t>
      </w:r>
      <w:r>
        <w:rPr>
          <w:rtl/>
        </w:rPr>
        <w:t xml:space="preserve"> تلذذ بمعاصى الله اروثه ذلا. </w:t>
      </w:r>
      <w:r w:rsidRPr="002370D5">
        <w:rPr>
          <w:rStyle w:val="libFootnotenumChar"/>
          <w:rtl/>
        </w:rPr>
        <w:t>(٤٢٢)</w:t>
      </w:r>
    </w:p>
    <w:p w:rsidR="00827620" w:rsidRDefault="00827620" w:rsidP="00827620">
      <w:pPr>
        <w:pStyle w:val="libNormal"/>
        <w:rPr>
          <w:rtl/>
        </w:rPr>
      </w:pPr>
      <w:r>
        <w:rPr>
          <w:rtl/>
        </w:rPr>
        <w:t>٤٥٤ - آيا گناه ، روى زندگى و از دست رفتن نعمت ها اثر مى گذارد؟</w:t>
      </w:r>
    </w:p>
    <w:p w:rsidR="00827620" w:rsidRDefault="00827620" w:rsidP="00827620">
      <w:pPr>
        <w:pStyle w:val="libNormal"/>
        <w:rPr>
          <w:rtl/>
        </w:rPr>
      </w:pPr>
      <w:r>
        <w:rPr>
          <w:rFonts w:hint="eastAsia"/>
          <w:rtl/>
        </w:rPr>
        <w:t>بلى</w:t>
      </w:r>
      <w:r>
        <w:rPr>
          <w:rtl/>
        </w:rPr>
        <w:t xml:space="preserve"> ، هيچ نعمت ، رفاه يا عيشى از شما گرفته نمى شود مگر به وسيله گناهانى كه مرتكب مى شويد. و خداوند هرگز به بندگان خود ستم نمى كند.</w:t>
      </w:r>
    </w:p>
    <w:p w:rsidR="00827620" w:rsidRDefault="00827620" w:rsidP="00827620">
      <w:pPr>
        <w:pStyle w:val="libNormal"/>
        <w:rPr>
          <w:rtl/>
        </w:rPr>
      </w:pPr>
      <w:r>
        <w:rPr>
          <w:rFonts w:hint="eastAsia"/>
          <w:rtl/>
        </w:rPr>
        <w:t>ما</w:t>
      </w:r>
      <w:r>
        <w:rPr>
          <w:rtl/>
        </w:rPr>
        <w:t xml:space="preserve"> زالت عنكم نعمه و لا غضاره عيش الا بذنوب اجتر حتموها و ما الله بظلام للعبيد .</w:t>
      </w:r>
    </w:p>
    <w:p w:rsidR="00827620" w:rsidRDefault="00827620" w:rsidP="00827620">
      <w:pPr>
        <w:pStyle w:val="libNormal"/>
        <w:rPr>
          <w:rtl/>
        </w:rPr>
      </w:pPr>
      <w:r>
        <w:rPr>
          <w:rtl/>
        </w:rPr>
        <w:t>٤٥٥ - ماهيت گناه چيست و چه مى شود كه انسان گناه مى كند؟</w:t>
      </w:r>
    </w:p>
    <w:p w:rsidR="00827620" w:rsidRDefault="00827620" w:rsidP="00827620">
      <w:pPr>
        <w:pStyle w:val="libNormal"/>
        <w:rPr>
          <w:rtl/>
        </w:rPr>
      </w:pPr>
      <w:r>
        <w:rPr>
          <w:rFonts w:hint="eastAsia"/>
          <w:rtl/>
        </w:rPr>
        <w:t>گناه</w:t>
      </w:r>
      <w:r>
        <w:rPr>
          <w:rtl/>
        </w:rPr>
        <w:t xml:space="preserve"> يك بيمارى (قلبى) است كه داروى شفابخش آن توبه و استغفار و شفاى آن وقتى است كه ديگر به سوى آن باز نگردى .</w:t>
      </w:r>
    </w:p>
    <w:p w:rsidR="00827620" w:rsidRDefault="00827620" w:rsidP="00827620">
      <w:pPr>
        <w:pStyle w:val="libNormal"/>
        <w:rPr>
          <w:rtl/>
        </w:rPr>
      </w:pPr>
      <w:r>
        <w:rPr>
          <w:rFonts w:hint="eastAsia"/>
          <w:rtl/>
        </w:rPr>
        <w:t>الذنوب</w:t>
      </w:r>
      <w:r>
        <w:rPr>
          <w:rtl/>
        </w:rPr>
        <w:t xml:space="preserve"> الداء و الدواء الاستغفار، و الشفاء ان لا تعود .</w:t>
      </w:r>
    </w:p>
    <w:p w:rsidR="00827620" w:rsidRDefault="00827620" w:rsidP="00827620">
      <w:pPr>
        <w:pStyle w:val="libNormal"/>
        <w:rPr>
          <w:rtl/>
        </w:rPr>
      </w:pPr>
      <w:r>
        <w:rPr>
          <w:rtl/>
        </w:rPr>
        <w:t>٤٥٦ - كدامين گناه سختتر است ؟</w:t>
      </w:r>
    </w:p>
    <w:p w:rsidR="00827620" w:rsidRDefault="00827620" w:rsidP="00827620">
      <w:pPr>
        <w:pStyle w:val="libNormal"/>
        <w:rPr>
          <w:rtl/>
        </w:rPr>
      </w:pPr>
      <w:r>
        <w:rPr>
          <w:rFonts w:hint="eastAsia"/>
          <w:rtl/>
        </w:rPr>
        <w:lastRenderedPageBreak/>
        <w:t>گناهان</w:t>
      </w:r>
      <w:r>
        <w:rPr>
          <w:rtl/>
        </w:rPr>
        <w:t xml:space="preserve"> همه اش بد است ، ولى بدترين و سخت ترين آنها (از نظر عقاب و اثر) گناهان آشكار و علنى است (كه حرمت جامعه نيز شكسته مى شود)</w:t>
      </w:r>
    </w:p>
    <w:p w:rsidR="00827620" w:rsidRDefault="00827620" w:rsidP="00827620">
      <w:pPr>
        <w:pStyle w:val="libNormal"/>
        <w:rPr>
          <w:rtl/>
        </w:rPr>
      </w:pPr>
      <w:r>
        <w:rPr>
          <w:rFonts w:hint="eastAsia"/>
          <w:rtl/>
        </w:rPr>
        <w:t>اياك</w:t>
      </w:r>
      <w:r>
        <w:rPr>
          <w:rtl/>
        </w:rPr>
        <w:t xml:space="preserve"> و المجاهره بالفجور فانها من اشد الماثم .</w:t>
      </w:r>
    </w:p>
    <w:p w:rsidR="00827620" w:rsidRDefault="00827620" w:rsidP="00827620">
      <w:pPr>
        <w:pStyle w:val="libNormal"/>
        <w:rPr>
          <w:rtl/>
        </w:rPr>
      </w:pPr>
      <w:r>
        <w:rPr>
          <w:rFonts w:hint="eastAsia"/>
          <w:rtl/>
        </w:rPr>
        <w:t>بر</w:t>
      </w:r>
      <w:r>
        <w:rPr>
          <w:rtl/>
        </w:rPr>
        <w:t xml:space="preserve"> تو باد كه از آشكار كردن گناه دورى نمائى كه آن ، از سخت ترين گناهان است .</w:t>
      </w:r>
    </w:p>
    <w:p w:rsidR="00827620" w:rsidRDefault="00827620" w:rsidP="00827620">
      <w:pPr>
        <w:pStyle w:val="libNormal"/>
        <w:rPr>
          <w:rtl/>
        </w:rPr>
      </w:pPr>
      <w:r>
        <w:rPr>
          <w:rtl/>
        </w:rPr>
        <w:t>٤٥٧ - بزرگترين گناه كدام است ؟</w:t>
      </w:r>
    </w:p>
    <w:p w:rsidR="00827620" w:rsidRDefault="00827620" w:rsidP="00827620">
      <w:pPr>
        <w:pStyle w:val="libNormal"/>
        <w:rPr>
          <w:rtl/>
        </w:rPr>
      </w:pPr>
      <w:r>
        <w:rPr>
          <w:rFonts w:hint="eastAsia"/>
          <w:rtl/>
        </w:rPr>
        <w:t>آن</w:t>
      </w:r>
      <w:r>
        <w:rPr>
          <w:rtl/>
        </w:rPr>
        <w:t xml:space="preserve"> گناهى كه صاحبش به انجام آن اصرار ورزد.</w:t>
      </w:r>
    </w:p>
    <w:p w:rsidR="00827620" w:rsidRDefault="00827620" w:rsidP="00827620">
      <w:pPr>
        <w:pStyle w:val="libNormal"/>
        <w:rPr>
          <w:rtl/>
        </w:rPr>
      </w:pPr>
      <w:r>
        <w:rPr>
          <w:rFonts w:hint="eastAsia"/>
          <w:rtl/>
        </w:rPr>
        <w:t>اعظم</w:t>
      </w:r>
      <w:r>
        <w:rPr>
          <w:rtl/>
        </w:rPr>
        <w:t xml:space="preserve"> الذنوب ذنب عليه عامله . </w:t>
      </w:r>
      <w:r w:rsidRPr="002370D5">
        <w:rPr>
          <w:rStyle w:val="libFootnotenumChar"/>
          <w:rtl/>
        </w:rPr>
        <w:t>(٤٢٣)</w:t>
      </w:r>
    </w:p>
    <w:p w:rsidR="00827620" w:rsidRDefault="00827620" w:rsidP="00827620">
      <w:pPr>
        <w:pStyle w:val="libNormal"/>
        <w:rPr>
          <w:rtl/>
        </w:rPr>
      </w:pPr>
      <w:r>
        <w:rPr>
          <w:rtl/>
        </w:rPr>
        <w:t>٤٥٨ - آيا ارتباط نسبى با پيامبر مى تواند مجوز گناه باشد؟</w:t>
      </w:r>
    </w:p>
    <w:p w:rsidR="00827620" w:rsidRDefault="00827620" w:rsidP="00827620">
      <w:pPr>
        <w:pStyle w:val="libNormal"/>
        <w:rPr>
          <w:rtl/>
        </w:rPr>
      </w:pPr>
      <w:r>
        <w:rPr>
          <w:rFonts w:hint="eastAsia"/>
          <w:rtl/>
        </w:rPr>
        <w:t>خير،</w:t>
      </w:r>
      <w:r>
        <w:rPr>
          <w:rtl/>
        </w:rPr>
        <w:t xml:space="preserve"> گناهكار دشمن پيامبر است هر چند ارتباط خويشاوندى داشته باشد.</w:t>
      </w:r>
    </w:p>
    <w:p w:rsidR="00827620" w:rsidRDefault="00827620" w:rsidP="00827620">
      <w:pPr>
        <w:pStyle w:val="libNormal"/>
        <w:rPr>
          <w:rtl/>
        </w:rPr>
      </w:pPr>
      <w:r>
        <w:rPr>
          <w:rFonts w:hint="eastAsia"/>
          <w:rtl/>
        </w:rPr>
        <w:t>ان</w:t>
      </w:r>
      <w:r>
        <w:rPr>
          <w:rtl/>
        </w:rPr>
        <w:t xml:space="preserve"> عدو محمد </w:t>
      </w:r>
      <w:r w:rsidR="00196907" w:rsidRPr="00196907">
        <w:rPr>
          <w:rStyle w:val="libAlaemChar"/>
          <w:rtl/>
        </w:rPr>
        <w:t>صلى‌الله‌عليه‌وآله</w:t>
      </w:r>
      <w:r>
        <w:rPr>
          <w:rtl/>
        </w:rPr>
        <w:t xml:space="preserve"> من عصى الله و ان قربت قرابته . </w:t>
      </w:r>
      <w:r w:rsidRPr="002370D5">
        <w:rPr>
          <w:rStyle w:val="libFootnotenumChar"/>
          <w:rtl/>
        </w:rPr>
        <w:t>(٤٢٤)</w:t>
      </w:r>
    </w:p>
    <w:p w:rsidR="00827620" w:rsidRDefault="00827620" w:rsidP="00827620">
      <w:pPr>
        <w:pStyle w:val="libNormal"/>
        <w:rPr>
          <w:rtl/>
        </w:rPr>
      </w:pPr>
      <w:r>
        <w:rPr>
          <w:rtl/>
        </w:rPr>
        <w:t>٤٥٩ - پاكى و ترك گناه تا چه اندازه در قرب انسان موثر است ؟</w:t>
      </w:r>
    </w:p>
    <w:p w:rsidR="00827620" w:rsidRDefault="00827620" w:rsidP="00827620">
      <w:pPr>
        <w:pStyle w:val="libNormal"/>
        <w:rPr>
          <w:rtl/>
        </w:rPr>
      </w:pPr>
      <w:r>
        <w:rPr>
          <w:rFonts w:hint="eastAsia"/>
          <w:rtl/>
        </w:rPr>
        <w:t>بسيار،</w:t>
      </w:r>
      <w:r>
        <w:rPr>
          <w:rtl/>
        </w:rPr>
        <w:t xml:space="preserve"> اگر شما خود را از گناه منزه و پاك ساختيد، خداوند شما را دوست خواهد داشت : ان تنزهوا عن المعاصى يحبيكم الله . </w:t>
      </w:r>
      <w:r w:rsidRPr="002370D5">
        <w:rPr>
          <w:rStyle w:val="libFootnotenumChar"/>
          <w:rtl/>
        </w:rPr>
        <w:t>(٤٢٥)</w:t>
      </w:r>
    </w:p>
    <w:p w:rsidR="00827620" w:rsidRDefault="00827620" w:rsidP="00827620">
      <w:pPr>
        <w:pStyle w:val="libNormal"/>
        <w:rPr>
          <w:rtl/>
        </w:rPr>
      </w:pPr>
      <w:r>
        <w:rPr>
          <w:rtl/>
        </w:rPr>
        <w:t>٤٦٠ - حرامهاى الهى ، تعبدى است يا عقل انسان هم مى تواند فرمان دهد؟</w:t>
      </w:r>
    </w:p>
    <w:p w:rsidR="00827620" w:rsidRDefault="00827620" w:rsidP="00827620">
      <w:pPr>
        <w:pStyle w:val="libNormal"/>
        <w:rPr>
          <w:rtl/>
        </w:rPr>
      </w:pPr>
      <w:r>
        <w:rPr>
          <w:rFonts w:hint="eastAsia"/>
          <w:rtl/>
        </w:rPr>
        <w:t>گناه</w:t>
      </w:r>
      <w:r>
        <w:rPr>
          <w:rtl/>
        </w:rPr>
        <w:t xml:space="preserve"> و زشتى آن ، به حدى است كه هر عاقلى از آن دورى مى كند هر چند خداوند آن را نهى نمى فرمود.</w:t>
      </w:r>
    </w:p>
    <w:p w:rsidR="00827620" w:rsidRDefault="00827620" w:rsidP="00827620">
      <w:pPr>
        <w:pStyle w:val="libNormal"/>
        <w:rPr>
          <w:rtl/>
        </w:rPr>
      </w:pPr>
      <w:r>
        <w:rPr>
          <w:rFonts w:hint="eastAsia"/>
          <w:rtl/>
        </w:rPr>
        <w:t>لو</w:t>
      </w:r>
      <w:r>
        <w:rPr>
          <w:rtl/>
        </w:rPr>
        <w:t xml:space="preserve"> لم ينه الله سبحانه عن محار مه لوجب ان يجتنبها العاقل .</w:t>
      </w:r>
    </w:p>
    <w:p w:rsidR="00827620" w:rsidRDefault="00827620" w:rsidP="00827620">
      <w:pPr>
        <w:pStyle w:val="libNormal"/>
        <w:rPr>
          <w:rtl/>
        </w:rPr>
      </w:pPr>
      <w:r>
        <w:rPr>
          <w:rFonts w:hint="eastAsia"/>
          <w:rtl/>
        </w:rPr>
        <w:t>اگر</w:t>
      </w:r>
      <w:r>
        <w:rPr>
          <w:rtl/>
        </w:rPr>
        <w:t xml:space="preserve"> خداوند سبحان از امور حرام هم نهى نكرده بود باز بر آدم عاقل و خردمند لازم بود از آنها دورى نمايد. (چون جز روسياهى و ذلت چيزى در پى نخواهد داشت).</w:t>
      </w:r>
    </w:p>
    <w:p w:rsidR="00827620" w:rsidRDefault="002370D5" w:rsidP="00827620">
      <w:pPr>
        <w:pStyle w:val="libNormal"/>
        <w:rPr>
          <w:rtl/>
        </w:rPr>
      </w:pPr>
      <w:r>
        <w:rPr>
          <w:rtl/>
        </w:rPr>
        <w:br w:type="page"/>
      </w:r>
    </w:p>
    <w:p w:rsidR="00827620" w:rsidRDefault="00827620" w:rsidP="002370D5">
      <w:pPr>
        <w:pStyle w:val="Heading1"/>
        <w:rPr>
          <w:rtl/>
        </w:rPr>
      </w:pPr>
      <w:bookmarkStart w:id="217" w:name="_Toc479592403"/>
      <w:bookmarkStart w:id="218" w:name="_Toc479592523"/>
      <w:r>
        <w:rPr>
          <w:rFonts w:hint="eastAsia"/>
          <w:rtl/>
        </w:rPr>
        <w:t>شناخت</w:t>
      </w:r>
      <w:r>
        <w:rPr>
          <w:rtl/>
        </w:rPr>
        <w:t xml:space="preserve"> نظريه ها</w:t>
      </w:r>
      <w:bookmarkEnd w:id="217"/>
      <w:bookmarkEnd w:id="218"/>
    </w:p>
    <w:p w:rsidR="00827620" w:rsidRDefault="00827620" w:rsidP="00827620">
      <w:pPr>
        <w:pStyle w:val="libNormal"/>
        <w:rPr>
          <w:rtl/>
        </w:rPr>
      </w:pPr>
      <w:r>
        <w:rPr>
          <w:rtl/>
        </w:rPr>
        <w:t>٤٦١ - در برخى مسائل گاهى نظريه ها و آراء متفاوت عرضه مى شود و هر كس مدعى است كه نظريه خودش درست است و نه ديگرى ! به نظر شما معيار درستى يا نادرستى آراء مختلف چيست ؟</w:t>
      </w:r>
    </w:p>
    <w:p w:rsidR="00827620" w:rsidRDefault="00827620" w:rsidP="00827620">
      <w:pPr>
        <w:pStyle w:val="libNormal"/>
        <w:rPr>
          <w:rtl/>
        </w:rPr>
      </w:pPr>
      <w:r>
        <w:rPr>
          <w:rFonts w:hint="eastAsia"/>
          <w:rtl/>
        </w:rPr>
        <w:t>خير</w:t>
      </w:r>
      <w:r>
        <w:rPr>
          <w:rtl/>
        </w:rPr>
        <w:t xml:space="preserve"> الاراء ابعدها عن الهوى و اقربها من السداد . </w:t>
      </w:r>
      <w:r w:rsidRPr="002370D5">
        <w:rPr>
          <w:rStyle w:val="libFootnotenumChar"/>
          <w:rtl/>
        </w:rPr>
        <w:t>(٤٢٦)</w:t>
      </w:r>
    </w:p>
    <w:p w:rsidR="00827620" w:rsidRDefault="00827620" w:rsidP="00827620">
      <w:pPr>
        <w:pStyle w:val="libNormal"/>
        <w:rPr>
          <w:rtl/>
        </w:rPr>
      </w:pPr>
      <w:r>
        <w:rPr>
          <w:rFonts w:hint="eastAsia"/>
          <w:rtl/>
        </w:rPr>
        <w:t>بهترين</w:t>
      </w:r>
      <w:r>
        <w:rPr>
          <w:rtl/>
        </w:rPr>
        <w:t xml:space="preserve"> نظريه ها آن فكرى است كه از روى هوى و هوس نباشد و به حسن و راه درست زندگى نزديكتر باشد.</w:t>
      </w:r>
    </w:p>
    <w:p w:rsidR="00827620" w:rsidRDefault="00827620" w:rsidP="00827620">
      <w:pPr>
        <w:pStyle w:val="libNormal"/>
        <w:rPr>
          <w:rtl/>
        </w:rPr>
      </w:pPr>
      <w:r>
        <w:rPr>
          <w:rtl/>
        </w:rPr>
        <w:t>٤٦٢ - نظريه هايى كه با دين سازگار نيستند، چگونه اند؟</w:t>
      </w:r>
    </w:p>
    <w:p w:rsidR="00827620" w:rsidRDefault="00827620" w:rsidP="00827620">
      <w:pPr>
        <w:pStyle w:val="libNormal"/>
        <w:rPr>
          <w:rtl/>
        </w:rPr>
      </w:pPr>
      <w:r>
        <w:rPr>
          <w:rFonts w:hint="eastAsia"/>
          <w:rtl/>
        </w:rPr>
        <w:t>شر</w:t>
      </w:r>
      <w:r>
        <w:rPr>
          <w:rtl/>
        </w:rPr>
        <w:t xml:space="preserve"> الاراء ما خالف الشريعه .</w:t>
      </w:r>
    </w:p>
    <w:p w:rsidR="00827620" w:rsidRDefault="00827620" w:rsidP="00827620">
      <w:pPr>
        <w:pStyle w:val="libNormal"/>
        <w:rPr>
          <w:rtl/>
        </w:rPr>
      </w:pPr>
      <w:r>
        <w:rPr>
          <w:rFonts w:hint="eastAsia"/>
          <w:rtl/>
        </w:rPr>
        <w:t>بدترين</w:t>
      </w:r>
      <w:r>
        <w:rPr>
          <w:rtl/>
        </w:rPr>
        <w:t xml:space="preserve"> طرح ها و نظريه ها، آنهايى هستند كه بر خلاف شريعت و دين اند.</w:t>
      </w:r>
    </w:p>
    <w:p w:rsidR="00827620" w:rsidRDefault="002370D5" w:rsidP="00827620">
      <w:pPr>
        <w:pStyle w:val="libNormal"/>
        <w:rPr>
          <w:rtl/>
        </w:rPr>
      </w:pPr>
      <w:r>
        <w:rPr>
          <w:rtl/>
        </w:rPr>
        <w:br w:type="page"/>
      </w:r>
    </w:p>
    <w:p w:rsidR="00827620" w:rsidRDefault="00827620" w:rsidP="002370D5">
      <w:pPr>
        <w:pStyle w:val="Heading1"/>
        <w:rPr>
          <w:rtl/>
        </w:rPr>
      </w:pPr>
      <w:bookmarkStart w:id="219" w:name="_Toc479592404"/>
      <w:bookmarkStart w:id="220" w:name="_Toc479592524"/>
      <w:r>
        <w:rPr>
          <w:rFonts w:hint="eastAsia"/>
          <w:rtl/>
        </w:rPr>
        <w:t>ثبات</w:t>
      </w:r>
      <w:r>
        <w:rPr>
          <w:rtl/>
        </w:rPr>
        <w:t xml:space="preserve"> در دين</w:t>
      </w:r>
      <w:bookmarkEnd w:id="219"/>
      <w:bookmarkEnd w:id="220"/>
    </w:p>
    <w:p w:rsidR="00827620" w:rsidRDefault="00827620" w:rsidP="00827620">
      <w:pPr>
        <w:pStyle w:val="libNormal"/>
        <w:rPr>
          <w:rtl/>
        </w:rPr>
      </w:pPr>
      <w:r>
        <w:rPr>
          <w:rtl/>
        </w:rPr>
        <w:t>٤٦٢ - چه كنيم تا در دين ثابت قدم باشيم و با هر بادى نلغزيم ؟</w:t>
      </w:r>
    </w:p>
    <w:p w:rsidR="00827620" w:rsidRDefault="00827620" w:rsidP="00827620">
      <w:pPr>
        <w:pStyle w:val="libNormal"/>
        <w:rPr>
          <w:rtl/>
        </w:rPr>
      </w:pPr>
      <w:r>
        <w:rPr>
          <w:rFonts w:hint="eastAsia"/>
          <w:rtl/>
        </w:rPr>
        <w:t>كتاب</w:t>
      </w:r>
      <w:r>
        <w:rPr>
          <w:rtl/>
        </w:rPr>
        <w:t xml:space="preserve"> و سنت را خوب بشناس و دينت را از كتاب و سنت بگير، زيرا هر كس ‍ دين خود را از گفته اين و آن بگيرد، با گفته ديگرى آنرا رها مى كند ولى هر كه دين خود را از روى قرآن و سنت پيامبر </w:t>
      </w:r>
      <w:r w:rsidR="00196907" w:rsidRPr="00196907">
        <w:rPr>
          <w:rStyle w:val="libAlaemChar"/>
          <w:rtl/>
        </w:rPr>
        <w:t>صلى‌الله‌عليه‌وآله</w:t>
      </w:r>
      <w:r>
        <w:rPr>
          <w:rtl/>
        </w:rPr>
        <w:t xml:space="preserve"> و اهل بيت </w:t>
      </w:r>
      <w:r w:rsidR="00196907" w:rsidRPr="00196907">
        <w:rPr>
          <w:rStyle w:val="libAlaemChar"/>
          <w:rtl/>
        </w:rPr>
        <w:t xml:space="preserve">عليه‌السلام </w:t>
      </w:r>
      <w:r>
        <w:rPr>
          <w:rtl/>
        </w:rPr>
        <w:t>بگيرد، كوه ها متزلزل شوند، ولى او مت</w:t>
      </w:r>
      <w:r>
        <w:rPr>
          <w:rFonts w:hint="eastAsia"/>
          <w:rtl/>
        </w:rPr>
        <w:t>زلزل</w:t>
      </w:r>
      <w:r>
        <w:rPr>
          <w:rtl/>
        </w:rPr>
        <w:t xml:space="preserve"> نشود.</w:t>
      </w:r>
    </w:p>
    <w:p w:rsidR="00827620" w:rsidRDefault="00827620" w:rsidP="00827620">
      <w:pPr>
        <w:pStyle w:val="libNormal"/>
        <w:rPr>
          <w:rtl/>
        </w:rPr>
      </w:pPr>
      <w:r>
        <w:rPr>
          <w:rFonts w:hint="eastAsia"/>
          <w:rtl/>
        </w:rPr>
        <w:t>من</w:t>
      </w:r>
      <w:r>
        <w:rPr>
          <w:rtl/>
        </w:rPr>
        <w:t xml:space="preserve"> دخل هذا الدين بالرجال اخرجه منه الرجال و من دخل فيه بالكتاب و السنه زالت الجبال و لم يزل .</w:t>
      </w:r>
    </w:p>
    <w:p w:rsidR="00827620" w:rsidRDefault="00827620" w:rsidP="00827620">
      <w:pPr>
        <w:pStyle w:val="libNormal"/>
        <w:rPr>
          <w:rtl/>
        </w:rPr>
      </w:pPr>
      <w:r>
        <w:rPr>
          <w:rtl/>
        </w:rPr>
        <w:t>٤٦٤ - آيا طرفدارى شخصيت هاى يك گروه از موضوعى ، دليل بر حق بودن آن موضوع نيست ؟</w:t>
      </w:r>
    </w:p>
    <w:p w:rsidR="00827620" w:rsidRDefault="00827620" w:rsidP="00827620">
      <w:pPr>
        <w:pStyle w:val="libNormal"/>
        <w:rPr>
          <w:rtl/>
        </w:rPr>
      </w:pPr>
      <w:r>
        <w:rPr>
          <w:rFonts w:hint="eastAsia"/>
          <w:rtl/>
        </w:rPr>
        <w:t>خير</w:t>
      </w:r>
      <w:r>
        <w:rPr>
          <w:rtl/>
        </w:rPr>
        <w:t xml:space="preserve"> كسى كه بخواهد حق و باطل را با منزلت اشخاص بشناسد در اشتباه مى افتد. بايد خود حق يا باطل را شناخت و آنگاه طرفداران آن را شناسايى كرد.</w:t>
      </w:r>
    </w:p>
    <w:p w:rsidR="00827620" w:rsidRDefault="00827620" w:rsidP="00827620">
      <w:pPr>
        <w:pStyle w:val="libNormal"/>
        <w:rPr>
          <w:rtl/>
        </w:rPr>
      </w:pPr>
      <w:r>
        <w:rPr>
          <w:rFonts w:hint="eastAsia"/>
          <w:rtl/>
        </w:rPr>
        <w:t>ان</w:t>
      </w:r>
      <w:r>
        <w:rPr>
          <w:rtl/>
        </w:rPr>
        <w:t xml:space="preserve"> الحق و الباطل لا يعرفان باقدار الرجال اعرف الحق تعرف اهله و اعرف الباطل تعرف اهله .</w:t>
      </w:r>
    </w:p>
    <w:p w:rsidR="00827620" w:rsidRDefault="00827620" w:rsidP="00827620">
      <w:pPr>
        <w:pStyle w:val="libNormal"/>
        <w:rPr>
          <w:rtl/>
        </w:rPr>
      </w:pPr>
      <w:r>
        <w:rPr>
          <w:rtl/>
        </w:rPr>
        <w:t>٤٦٥ - زنگ دلهايمان را چگونه بزداييم و به آن آرامش ببخشيم ؟</w:t>
      </w:r>
    </w:p>
    <w:p w:rsidR="00827620" w:rsidRDefault="00827620" w:rsidP="00827620">
      <w:pPr>
        <w:pStyle w:val="libNormal"/>
        <w:rPr>
          <w:rtl/>
        </w:rPr>
      </w:pPr>
      <w:r>
        <w:rPr>
          <w:rFonts w:hint="eastAsia"/>
          <w:rtl/>
        </w:rPr>
        <w:t>با</w:t>
      </w:r>
      <w:r>
        <w:rPr>
          <w:rtl/>
        </w:rPr>
        <w:t xml:space="preserve"> ياد خدا، زيرا ياد خدا سينه ها را جلا مى دهد و باعث آرامش دلها مى گردد: ذكر الله جلاء الصدور و طمانينه القلوب .</w:t>
      </w:r>
    </w:p>
    <w:p w:rsidR="00827620" w:rsidRDefault="00827620" w:rsidP="00827620">
      <w:pPr>
        <w:pStyle w:val="libNormal"/>
        <w:rPr>
          <w:rtl/>
        </w:rPr>
      </w:pPr>
      <w:r>
        <w:rPr>
          <w:rtl/>
        </w:rPr>
        <w:t>٤٦٦ - كسانى كه به ستمگرى كمك مى كنند آيا همانند آنها، گناهكارند؟</w:t>
      </w:r>
    </w:p>
    <w:p w:rsidR="00827620" w:rsidRDefault="00827620" w:rsidP="00827620">
      <w:pPr>
        <w:pStyle w:val="libNormal"/>
        <w:rPr>
          <w:rtl/>
        </w:rPr>
      </w:pPr>
      <w:r>
        <w:rPr>
          <w:rFonts w:hint="eastAsia"/>
          <w:rtl/>
        </w:rPr>
        <w:t>البته</w:t>
      </w:r>
      <w:r>
        <w:rPr>
          <w:rtl/>
        </w:rPr>
        <w:t xml:space="preserve"> ، ستمكار و هر كه او را بر ظلم يارى مى دهد و كسى كه راضى به كار ستمگر باشد هر سه در گناه شريكند:</w:t>
      </w:r>
    </w:p>
    <w:p w:rsidR="00827620" w:rsidRDefault="00827620" w:rsidP="00827620">
      <w:pPr>
        <w:pStyle w:val="libNormal"/>
        <w:rPr>
          <w:rtl/>
        </w:rPr>
      </w:pPr>
      <w:r>
        <w:rPr>
          <w:rFonts w:hint="eastAsia"/>
          <w:rtl/>
        </w:rPr>
        <w:t>العامل</w:t>
      </w:r>
      <w:r>
        <w:rPr>
          <w:rtl/>
        </w:rPr>
        <w:t xml:space="preserve"> بالظلم و المعين عليه و الراضى به شركاء ثلاثه . </w:t>
      </w:r>
      <w:r w:rsidRPr="002370D5">
        <w:rPr>
          <w:rStyle w:val="libFootnotenumChar"/>
          <w:rtl/>
        </w:rPr>
        <w:t>(٤٢٧)</w:t>
      </w:r>
    </w:p>
    <w:p w:rsidR="00827620" w:rsidRDefault="00827620" w:rsidP="00827620">
      <w:pPr>
        <w:pStyle w:val="libNormal"/>
        <w:rPr>
          <w:rtl/>
        </w:rPr>
      </w:pPr>
      <w:r>
        <w:rPr>
          <w:rtl/>
        </w:rPr>
        <w:lastRenderedPageBreak/>
        <w:t>٤٦٧ - چه كنيم كه لذت گناه ما را به دام نيفكند؟</w:t>
      </w:r>
    </w:p>
    <w:p w:rsidR="00827620" w:rsidRDefault="00827620" w:rsidP="00827620">
      <w:pPr>
        <w:pStyle w:val="libNormal"/>
        <w:rPr>
          <w:rtl/>
        </w:rPr>
      </w:pPr>
      <w:r>
        <w:rPr>
          <w:rFonts w:hint="eastAsia"/>
          <w:rtl/>
        </w:rPr>
        <w:t>اذكروا</w:t>
      </w:r>
      <w:r>
        <w:rPr>
          <w:rtl/>
        </w:rPr>
        <w:t xml:space="preserve"> عند المعاصى ذهاب اللذات و بقاء التعبات .</w:t>
      </w:r>
    </w:p>
    <w:p w:rsidR="00827620" w:rsidRDefault="00827620" w:rsidP="00827620">
      <w:pPr>
        <w:pStyle w:val="libNormal"/>
        <w:rPr>
          <w:rtl/>
        </w:rPr>
      </w:pPr>
      <w:r>
        <w:rPr>
          <w:rFonts w:hint="eastAsia"/>
          <w:rtl/>
        </w:rPr>
        <w:t>به</w:t>
      </w:r>
      <w:r>
        <w:rPr>
          <w:rtl/>
        </w:rPr>
        <w:t xml:space="preserve"> هنگام مواجه شدن با گناه به ياد داشته باشيد كه لذت آن زود مى گذرد و گرفتارى هاى عواقب آن ، مى ماند.</w:t>
      </w:r>
    </w:p>
    <w:p w:rsidR="00827620" w:rsidRDefault="00827620" w:rsidP="00827620">
      <w:pPr>
        <w:pStyle w:val="libNormal"/>
        <w:rPr>
          <w:rtl/>
        </w:rPr>
      </w:pPr>
      <w:r>
        <w:rPr>
          <w:rtl/>
        </w:rPr>
        <w:t>٤٦٨ - به نظر شما بهترين سرمايه يك فرد چيست ؟</w:t>
      </w:r>
    </w:p>
    <w:p w:rsidR="00827620" w:rsidRDefault="00827620" w:rsidP="00827620">
      <w:pPr>
        <w:pStyle w:val="libNormal"/>
        <w:rPr>
          <w:rtl/>
        </w:rPr>
      </w:pPr>
      <w:r>
        <w:rPr>
          <w:rFonts w:hint="eastAsia"/>
          <w:rtl/>
        </w:rPr>
        <w:t>بهترين</w:t>
      </w:r>
      <w:r>
        <w:rPr>
          <w:rtl/>
        </w:rPr>
        <w:t xml:space="preserve"> سرمايه ادب و كمال فرد است وگرنه زر و زيور نمى تواند به انسان بها، ببخشد.</w:t>
      </w:r>
    </w:p>
    <w:p w:rsidR="00827620" w:rsidRDefault="00827620" w:rsidP="00827620">
      <w:pPr>
        <w:pStyle w:val="libNormal"/>
        <w:rPr>
          <w:rtl/>
        </w:rPr>
      </w:pPr>
      <w:r>
        <w:rPr>
          <w:rFonts w:hint="eastAsia"/>
          <w:rtl/>
        </w:rPr>
        <w:t>ادب</w:t>
      </w:r>
      <w:r>
        <w:rPr>
          <w:rtl/>
        </w:rPr>
        <w:t xml:space="preserve"> المرء خير من ذهبه .</w:t>
      </w:r>
    </w:p>
    <w:p w:rsidR="00827620" w:rsidRDefault="00827620" w:rsidP="00827620">
      <w:pPr>
        <w:pStyle w:val="libNormal"/>
        <w:rPr>
          <w:rtl/>
        </w:rPr>
      </w:pPr>
      <w:r>
        <w:rPr>
          <w:rFonts w:hint="eastAsia"/>
          <w:rtl/>
        </w:rPr>
        <w:t>ادب</w:t>
      </w:r>
      <w:r>
        <w:rPr>
          <w:rtl/>
        </w:rPr>
        <w:t xml:space="preserve"> مرد بهتر از طلاى اوست .</w:t>
      </w:r>
    </w:p>
    <w:p w:rsidR="00827620" w:rsidRDefault="00827620" w:rsidP="00827620">
      <w:pPr>
        <w:pStyle w:val="libNormal"/>
        <w:rPr>
          <w:rtl/>
        </w:rPr>
      </w:pPr>
      <w:r>
        <w:rPr>
          <w:rtl/>
        </w:rPr>
        <w:t>٤٦٩ - بهترين مال به نظر شما كدام است ؟</w:t>
      </w:r>
    </w:p>
    <w:p w:rsidR="00827620" w:rsidRDefault="00827620" w:rsidP="00827620">
      <w:pPr>
        <w:pStyle w:val="libNormal"/>
        <w:rPr>
          <w:rtl/>
        </w:rPr>
      </w:pPr>
      <w:r>
        <w:rPr>
          <w:rFonts w:hint="eastAsia"/>
          <w:rtl/>
        </w:rPr>
        <w:t>خير</w:t>
      </w:r>
      <w:r>
        <w:rPr>
          <w:rtl/>
        </w:rPr>
        <w:t xml:space="preserve"> المال ما انفق فى سبيل الله .</w:t>
      </w:r>
    </w:p>
    <w:p w:rsidR="00827620" w:rsidRDefault="00827620" w:rsidP="00827620">
      <w:pPr>
        <w:pStyle w:val="libNormal"/>
        <w:rPr>
          <w:rtl/>
        </w:rPr>
      </w:pPr>
      <w:r>
        <w:rPr>
          <w:rFonts w:hint="eastAsia"/>
          <w:rtl/>
        </w:rPr>
        <w:t>بهترين</w:t>
      </w:r>
      <w:r>
        <w:rPr>
          <w:rtl/>
        </w:rPr>
        <w:t xml:space="preserve"> مال مالى است كه در راه خدا به مصرف برسد.</w:t>
      </w:r>
    </w:p>
    <w:p w:rsidR="00827620" w:rsidRDefault="00827620" w:rsidP="00827620">
      <w:pPr>
        <w:pStyle w:val="libNormal"/>
        <w:rPr>
          <w:rtl/>
        </w:rPr>
      </w:pPr>
      <w:r>
        <w:rPr>
          <w:rtl/>
        </w:rPr>
        <w:t>٤٧٠ - آيا اطاعت از غير خداوند جايز است ؟</w:t>
      </w:r>
    </w:p>
    <w:p w:rsidR="00827620" w:rsidRDefault="00827620" w:rsidP="00827620">
      <w:pPr>
        <w:pStyle w:val="libNormal"/>
        <w:rPr>
          <w:rtl/>
        </w:rPr>
      </w:pPr>
      <w:r>
        <w:rPr>
          <w:rFonts w:hint="eastAsia"/>
          <w:rtl/>
        </w:rPr>
        <w:t>من</w:t>
      </w:r>
      <w:r>
        <w:rPr>
          <w:rtl/>
        </w:rPr>
        <w:t xml:space="preserve"> اطاع مخلوقا فى غير طاعه الله عزوجل فقد كفر و اتخذ الها من دون الله .</w:t>
      </w:r>
    </w:p>
    <w:p w:rsidR="00827620" w:rsidRDefault="00827620" w:rsidP="00827620">
      <w:pPr>
        <w:pStyle w:val="libNormal"/>
        <w:rPr>
          <w:rtl/>
        </w:rPr>
      </w:pPr>
      <w:r>
        <w:rPr>
          <w:rFonts w:hint="eastAsia"/>
          <w:rtl/>
        </w:rPr>
        <w:t>هر</w:t>
      </w:r>
      <w:r>
        <w:rPr>
          <w:rtl/>
        </w:rPr>
        <w:t xml:space="preserve"> كه از مخلوقى اطاعت كند كه به فرمان خدا نباشد كفر ورزيده و معبودى جز خداوند برگزيده است . (اطاعت فقط از خداوند و رسول و امام و هر كه را خداوند دستور دهد واجب و جايز است .)</w:t>
      </w:r>
    </w:p>
    <w:p w:rsidR="00827620" w:rsidRDefault="00827620" w:rsidP="00827620">
      <w:pPr>
        <w:pStyle w:val="libNormal"/>
        <w:rPr>
          <w:rtl/>
        </w:rPr>
      </w:pPr>
      <w:r>
        <w:rPr>
          <w:rtl/>
        </w:rPr>
        <w:t>٤٧١ - چه گناهى سخت تر است ؟</w:t>
      </w:r>
    </w:p>
    <w:p w:rsidR="00827620" w:rsidRDefault="00827620" w:rsidP="00827620">
      <w:pPr>
        <w:pStyle w:val="libNormal"/>
        <w:rPr>
          <w:rtl/>
        </w:rPr>
      </w:pPr>
      <w:r>
        <w:rPr>
          <w:rFonts w:hint="eastAsia"/>
          <w:rtl/>
        </w:rPr>
        <w:t>اشد</w:t>
      </w:r>
      <w:r>
        <w:rPr>
          <w:rtl/>
        </w:rPr>
        <w:t xml:space="preserve"> الذنوب ما استخف به صاحبه .</w:t>
      </w:r>
    </w:p>
    <w:p w:rsidR="00827620" w:rsidRDefault="00827620" w:rsidP="00827620">
      <w:pPr>
        <w:pStyle w:val="libNormal"/>
        <w:rPr>
          <w:rtl/>
        </w:rPr>
      </w:pPr>
      <w:r>
        <w:rPr>
          <w:rFonts w:hint="eastAsia"/>
          <w:rtl/>
        </w:rPr>
        <w:t>سخت</w:t>
      </w:r>
      <w:r>
        <w:rPr>
          <w:rtl/>
        </w:rPr>
        <w:t xml:space="preserve"> ترين گناه ، گناهى است كه مرتكب آن ، آن را كوچك و سبك بشمارد.</w:t>
      </w:r>
    </w:p>
    <w:p w:rsidR="00827620" w:rsidRDefault="002370D5" w:rsidP="00827620">
      <w:pPr>
        <w:pStyle w:val="libNormal"/>
        <w:rPr>
          <w:rtl/>
        </w:rPr>
      </w:pPr>
      <w:r>
        <w:rPr>
          <w:rtl/>
        </w:rPr>
        <w:br w:type="page"/>
      </w:r>
    </w:p>
    <w:p w:rsidR="00827620" w:rsidRDefault="00827620" w:rsidP="002370D5">
      <w:pPr>
        <w:pStyle w:val="Heading1"/>
        <w:rPr>
          <w:rtl/>
        </w:rPr>
      </w:pPr>
      <w:bookmarkStart w:id="221" w:name="_Toc479592405"/>
      <w:bookmarkStart w:id="222" w:name="_Toc479592525"/>
      <w:r>
        <w:rPr>
          <w:rFonts w:hint="eastAsia"/>
          <w:rtl/>
        </w:rPr>
        <w:t>لذت</w:t>
      </w:r>
      <w:r>
        <w:rPr>
          <w:rtl/>
        </w:rPr>
        <w:t xml:space="preserve"> ايمان</w:t>
      </w:r>
      <w:bookmarkEnd w:id="221"/>
      <w:bookmarkEnd w:id="222"/>
    </w:p>
    <w:p w:rsidR="00827620" w:rsidRDefault="00827620" w:rsidP="00827620">
      <w:pPr>
        <w:pStyle w:val="libNormal"/>
        <w:rPr>
          <w:rtl/>
        </w:rPr>
      </w:pPr>
      <w:r>
        <w:rPr>
          <w:rtl/>
        </w:rPr>
        <w:t>٤٧٧ - لذت ايمان را چه زمانى مى توان درك كرد؟</w:t>
      </w:r>
    </w:p>
    <w:p w:rsidR="00827620" w:rsidRDefault="00827620" w:rsidP="00827620">
      <w:pPr>
        <w:pStyle w:val="libNormal"/>
        <w:rPr>
          <w:rtl/>
        </w:rPr>
      </w:pPr>
      <w:r>
        <w:rPr>
          <w:rFonts w:hint="eastAsia"/>
          <w:rtl/>
        </w:rPr>
        <w:t>لايجد</w:t>
      </w:r>
      <w:r>
        <w:rPr>
          <w:rtl/>
        </w:rPr>
        <w:t xml:space="preserve"> عبد طعم الايمان حتى يترك الكذب جده و هزله .</w:t>
      </w:r>
    </w:p>
    <w:p w:rsidR="00827620" w:rsidRDefault="00827620" w:rsidP="00827620">
      <w:pPr>
        <w:pStyle w:val="libNormal"/>
        <w:rPr>
          <w:rtl/>
        </w:rPr>
      </w:pPr>
      <w:r>
        <w:rPr>
          <w:rFonts w:hint="eastAsia"/>
          <w:rtl/>
        </w:rPr>
        <w:t>طعم</w:t>
      </w:r>
      <w:r>
        <w:rPr>
          <w:rtl/>
        </w:rPr>
        <w:t xml:space="preserve"> شيرين ايمان را هيچ بنده اى نچشد مگر وقتى كه هرگونه دروغ را، چه جدى و چه شوخى ترك كند.</w:t>
      </w:r>
    </w:p>
    <w:p w:rsidR="00827620" w:rsidRDefault="00827620" w:rsidP="00827620">
      <w:pPr>
        <w:pStyle w:val="libNormal"/>
        <w:rPr>
          <w:rtl/>
        </w:rPr>
      </w:pPr>
      <w:r>
        <w:rPr>
          <w:rtl/>
        </w:rPr>
        <w:t>٤٧٣ - آيا مومن در قيامت حسرت مى خورد و اگر آرى ، براى چه ؟</w:t>
      </w:r>
    </w:p>
    <w:p w:rsidR="00827620" w:rsidRDefault="00827620" w:rsidP="00827620">
      <w:pPr>
        <w:pStyle w:val="libNormal"/>
        <w:rPr>
          <w:rtl/>
        </w:rPr>
      </w:pPr>
      <w:r>
        <w:rPr>
          <w:rFonts w:hint="eastAsia"/>
          <w:rtl/>
        </w:rPr>
        <w:t>آرى</w:t>
      </w:r>
      <w:r>
        <w:rPr>
          <w:rtl/>
        </w:rPr>
        <w:t xml:space="preserve"> مومن بر آن اوقات فراغتى كه از دست داده و از آن بهره اى نجسته ، غصه و حسرت مى خورد:</w:t>
      </w:r>
    </w:p>
    <w:p w:rsidR="00827620" w:rsidRDefault="00827620" w:rsidP="00827620">
      <w:pPr>
        <w:pStyle w:val="libNormal"/>
        <w:rPr>
          <w:rtl/>
        </w:rPr>
      </w:pPr>
      <w:r>
        <w:rPr>
          <w:rFonts w:hint="eastAsia"/>
          <w:rtl/>
        </w:rPr>
        <w:t>اعلم</w:t>
      </w:r>
      <w:r>
        <w:rPr>
          <w:rtl/>
        </w:rPr>
        <w:t xml:space="preserve"> ان الدنيا دار بليه لم يفرغ صاحبها فيها قط ساعه الا كانت فرغنه حسرتا عليه يوم القيامه . </w:t>
      </w:r>
      <w:r w:rsidRPr="002370D5">
        <w:rPr>
          <w:rStyle w:val="libFootnotenumChar"/>
          <w:rtl/>
        </w:rPr>
        <w:t>(٤٢٨)</w:t>
      </w:r>
    </w:p>
    <w:p w:rsidR="00827620" w:rsidRDefault="00827620" w:rsidP="00827620">
      <w:pPr>
        <w:pStyle w:val="libNormal"/>
        <w:rPr>
          <w:rtl/>
        </w:rPr>
      </w:pPr>
      <w:r>
        <w:rPr>
          <w:rtl/>
        </w:rPr>
        <w:t>٤٧٤ - بهترين ذكر چيست ؟</w:t>
      </w:r>
    </w:p>
    <w:p w:rsidR="00827620" w:rsidRDefault="00827620" w:rsidP="00827620">
      <w:pPr>
        <w:pStyle w:val="libNormal"/>
        <w:rPr>
          <w:rtl/>
        </w:rPr>
      </w:pPr>
      <w:r>
        <w:rPr>
          <w:rFonts w:hint="eastAsia"/>
          <w:rtl/>
        </w:rPr>
        <w:t>افضل</w:t>
      </w:r>
      <w:r>
        <w:rPr>
          <w:rtl/>
        </w:rPr>
        <w:t xml:space="preserve"> الذكر القرآن ، به تشرح الصدور و تستنير السرائر . </w:t>
      </w:r>
      <w:r w:rsidRPr="002370D5">
        <w:rPr>
          <w:rStyle w:val="libFootnotenumChar"/>
          <w:rtl/>
        </w:rPr>
        <w:t>(٤٢٩)</w:t>
      </w:r>
    </w:p>
    <w:p w:rsidR="00827620" w:rsidRDefault="00827620" w:rsidP="00827620">
      <w:pPr>
        <w:pStyle w:val="libNormal"/>
        <w:rPr>
          <w:rtl/>
        </w:rPr>
      </w:pPr>
      <w:r>
        <w:rPr>
          <w:rFonts w:hint="eastAsia"/>
          <w:rtl/>
        </w:rPr>
        <w:t>بهترين</w:t>
      </w:r>
      <w:r>
        <w:rPr>
          <w:rtl/>
        </w:rPr>
        <w:t xml:space="preserve"> ذكر، قرآن است كه بوسيله آن سينه ها گشاده شده (شرح صدر) و سيماى باطنى و دلها نور و روشنايى مى بينند.</w:t>
      </w:r>
    </w:p>
    <w:p w:rsidR="00827620" w:rsidRDefault="002370D5" w:rsidP="00827620">
      <w:pPr>
        <w:pStyle w:val="libNormal"/>
        <w:rPr>
          <w:rtl/>
        </w:rPr>
      </w:pPr>
      <w:r>
        <w:rPr>
          <w:rtl/>
        </w:rPr>
        <w:br w:type="page"/>
      </w:r>
    </w:p>
    <w:p w:rsidR="00827620" w:rsidRDefault="00827620" w:rsidP="002370D5">
      <w:pPr>
        <w:pStyle w:val="Heading1"/>
        <w:rPr>
          <w:rtl/>
        </w:rPr>
      </w:pPr>
      <w:bookmarkStart w:id="223" w:name="_Toc479592406"/>
      <w:bookmarkStart w:id="224" w:name="_Toc479592526"/>
      <w:r>
        <w:rPr>
          <w:rFonts w:hint="eastAsia"/>
          <w:rtl/>
        </w:rPr>
        <w:t>عبادت</w:t>
      </w:r>
      <w:bookmarkEnd w:id="223"/>
      <w:bookmarkEnd w:id="224"/>
    </w:p>
    <w:p w:rsidR="00827620" w:rsidRDefault="00827620" w:rsidP="00827620">
      <w:pPr>
        <w:pStyle w:val="libNormal"/>
        <w:rPr>
          <w:rtl/>
        </w:rPr>
      </w:pPr>
      <w:r>
        <w:rPr>
          <w:rtl/>
        </w:rPr>
        <w:t>٤٧٥ - بندگى خداى را در چه مى بينيد؟</w:t>
      </w:r>
    </w:p>
    <w:p w:rsidR="00827620" w:rsidRDefault="00827620" w:rsidP="00827620">
      <w:pPr>
        <w:pStyle w:val="libNormal"/>
        <w:rPr>
          <w:rtl/>
        </w:rPr>
      </w:pPr>
      <w:r>
        <w:rPr>
          <w:rFonts w:hint="eastAsia"/>
          <w:rtl/>
        </w:rPr>
        <w:t>در</w:t>
      </w:r>
      <w:r>
        <w:rPr>
          <w:rtl/>
        </w:rPr>
        <w:t xml:space="preserve"> پنج چيز، خالى بودن شكم (روزه)، قرائت قرآن ، شب زنده دارى ، زارى به درگاه خداوند به هنگام صبح و گريه از خوف خدا.</w:t>
      </w:r>
    </w:p>
    <w:p w:rsidR="00827620" w:rsidRDefault="00827620" w:rsidP="00827620">
      <w:pPr>
        <w:pStyle w:val="libNormal"/>
        <w:rPr>
          <w:rtl/>
        </w:rPr>
      </w:pPr>
      <w:r>
        <w:rPr>
          <w:rFonts w:hint="eastAsia"/>
          <w:rtl/>
        </w:rPr>
        <w:t>العبوديه</w:t>
      </w:r>
      <w:r>
        <w:rPr>
          <w:rtl/>
        </w:rPr>
        <w:t xml:space="preserve"> خمسه خلا البطن و قرائه القرآن و قيام الليل و التضرع عند الصبح و البكاء من خشيه الله . </w:t>
      </w:r>
      <w:r w:rsidRPr="002370D5">
        <w:rPr>
          <w:rStyle w:val="libFootnotenumChar"/>
          <w:rtl/>
        </w:rPr>
        <w:t>(٤٣٠)</w:t>
      </w:r>
    </w:p>
    <w:p w:rsidR="00827620" w:rsidRDefault="00827620" w:rsidP="00827620">
      <w:pPr>
        <w:pStyle w:val="libNormal"/>
        <w:rPr>
          <w:rtl/>
        </w:rPr>
      </w:pPr>
      <w:r>
        <w:rPr>
          <w:rtl/>
        </w:rPr>
        <w:t>٤٧٦ - آفت عبادت چيست ؟</w:t>
      </w:r>
    </w:p>
    <w:p w:rsidR="00827620" w:rsidRDefault="00827620" w:rsidP="00827620">
      <w:pPr>
        <w:pStyle w:val="libNormal"/>
        <w:rPr>
          <w:rtl/>
        </w:rPr>
      </w:pPr>
      <w:r>
        <w:rPr>
          <w:rFonts w:hint="eastAsia"/>
          <w:rtl/>
        </w:rPr>
        <w:t>آفه</w:t>
      </w:r>
      <w:r>
        <w:rPr>
          <w:rtl/>
        </w:rPr>
        <w:t xml:space="preserve"> العباده الرياء.</w:t>
      </w:r>
    </w:p>
    <w:p w:rsidR="00827620" w:rsidRDefault="00827620" w:rsidP="00827620">
      <w:pPr>
        <w:pStyle w:val="libNormal"/>
        <w:rPr>
          <w:rtl/>
        </w:rPr>
      </w:pPr>
      <w:r>
        <w:rPr>
          <w:rFonts w:hint="eastAsia"/>
          <w:rtl/>
        </w:rPr>
        <w:t>آفت</w:t>
      </w:r>
      <w:r>
        <w:rPr>
          <w:rtl/>
        </w:rPr>
        <w:t xml:space="preserve"> عبادت ، رياكارى و تظاهر است .</w:t>
      </w:r>
    </w:p>
    <w:p w:rsidR="00827620" w:rsidRDefault="00827620" w:rsidP="00827620">
      <w:pPr>
        <w:pStyle w:val="libNormal"/>
        <w:rPr>
          <w:rtl/>
        </w:rPr>
      </w:pPr>
      <w:r>
        <w:rPr>
          <w:rtl/>
        </w:rPr>
        <w:t>٤٧٧ - آفت دين در چيست ؟</w:t>
      </w:r>
    </w:p>
    <w:p w:rsidR="00827620" w:rsidRDefault="00827620" w:rsidP="00827620">
      <w:pPr>
        <w:pStyle w:val="libNormal"/>
        <w:rPr>
          <w:rtl/>
        </w:rPr>
      </w:pPr>
      <w:r>
        <w:rPr>
          <w:rFonts w:hint="eastAsia"/>
          <w:rtl/>
        </w:rPr>
        <w:t>در</w:t>
      </w:r>
      <w:r>
        <w:rPr>
          <w:rtl/>
        </w:rPr>
        <w:t xml:space="preserve"> بدگمانى و سوء ظن ، كه دين را تباه مى كند.</w:t>
      </w:r>
    </w:p>
    <w:p w:rsidR="00827620" w:rsidRDefault="00827620" w:rsidP="00827620">
      <w:pPr>
        <w:pStyle w:val="libNormal"/>
        <w:rPr>
          <w:rtl/>
        </w:rPr>
      </w:pPr>
      <w:r>
        <w:rPr>
          <w:rFonts w:hint="eastAsia"/>
          <w:rtl/>
        </w:rPr>
        <w:t>آفه</w:t>
      </w:r>
      <w:r>
        <w:rPr>
          <w:rtl/>
        </w:rPr>
        <w:t xml:space="preserve"> الدين سوء الظن . </w:t>
      </w:r>
      <w:r w:rsidRPr="00250B2A">
        <w:rPr>
          <w:rStyle w:val="libFootnotenumChar"/>
          <w:rtl/>
        </w:rPr>
        <w:t>(٤٣١)</w:t>
      </w:r>
    </w:p>
    <w:p w:rsidR="00827620" w:rsidRDefault="00827620" w:rsidP="00827620">
      <w:pPr>
        <w:pStyle w:val="libNormal"/>
        <w:rPr>
          <w:rtl/>
        </w:rPr>
      </w:pPr>
      <w:r>
        <w:rPr>
          <w:rtl/>
        </w:rPr>
        <w:t>٤٧٨ - آيا براى عقل هم آفتى است ؟</w:t>
      </w:r>
    </w:p>
    <w:p w:rsidR="00827620" w:rsidRDefault="00827620" w:rsidP="00827620">
      <w:pPr>
        <w:pStyle w:val="libNormal"/>
        <w:rPr>
          <w:rtl/>
        </w:rPr>
      </w:pPr>
      <w:r>
        <w:rPr>
          <w:rFonts w:hint="eastAsia"/>
          <w:rtl/>
        </w:rPr>
        <w:t>بله</w:t>
      </w:r>
      <w:r>
        <w:rPr>
          <w:rtl/>
        </w:rPr>
        <w:t xml:space="preserve"> آفت هواپرستى است .</w:t>
      </w:r>
    </w:p>
    <w:p w:rsidR="00827620" w:rsidRDefault="00827620" w:rsidP="00827620">
      <w:pPr>
        <w:pStyle w:val="libNormal"/>
        <w:rPr>
          <w:rtl/>
        </w:rPr>
      </w:pPr>
      <w:r>
        <w:rPr>
          <w:rFonts w:hint="eastAsia"/>
          <w:rtl/>
        </w:rPr>
        <w:t>آفه</w:t>
      </w:r>
      <w:r>
        <w:rPr>
          <w:rtl/>
        </w:rPr>
        <w:t xml:space="preserve"> العقل الهوى . </w:t>
      </w:r>
      <w:r w:rsidRPr="00250B2A">
        <w:rPr>
          <w:rStyle w:val="libFootnotenumChar"/>
          <w:rtl/>
        </w:rPr>
        <w:t>(٤٣٢)</w:t>
      </w:r>
    </w:p>
    <w:p w:rsidR="00827620" w:rsidRDefault="00827620" w:rsidP="00827620">
      <w:pPr>
        <w:pStyle w:val="libNormal"/>
        <w:rPr>
          <w:rtl/>
        </w:rPr>
      </w:pPr>
      <w:r>
        <w:rPr>
          <w:rtl/>
        </w:rPr>
        <w:t>٤٧٩ - آيا آفت دانشمندان و عالمان هم هست ؟</w:t>
      </w:r>
    </w:p>
    <w:p w:rsidR="00827620" w:rsidRDefault="00827620" w:rsidP="00827620">
      <w:pPr>
        <w:pStyle w:val="libNormal"/>
        <w:rPr>
          <w:rtl/>
        </w:rPr>
      </w:pPr>
      <w:r>
        <w:rPr>
          <w:rFonts w:hint="eastAsia"/>
          <w:rtl/>
        </w:rPr>
        <w:t>بله</w:t>
      </w:r>
      <w:r>
        <w:rPr>
          <w:rtl/>
        </w:rPr>
        <w:t xml:space="preserve"> آفت دانشمندان علاقه به رياست داشتن است .</w:t>
      </w:r>
    </w:p>
    <w:p w:rsidR="00827620" w:rsidRDefault="00827620" w:rsidP="00827620">
      <w:pPr>
        <w:pStyle w:val="libNormal"/>
        <w:rPr>
          <w:rtl/>
        </w:rPr>
      </w:pPr>
      <w:r>
        <w:rPr>
          <w:rFonts w:hint="eastAsia"/>
          <w:rtl/>
        </w:rPr>
        <w:t>آفه</w:t>
      </w:r>
      <w:r>
        <w:rPr>
          <w:rtl/>
        </w:rPr>
        <w:t xml:space="preserve"> العلماء حب الرياسه . </w:t>
      </w:r>
      <w:r w:rsidRPr="00250B2A">
        <w:rPr>
          <w:rStyle w:val="libFootnotenumChar"/>
          <w:rtl/>
        </w:rPr>
        <w:t>(٤٣٣)</w:t>
      </w:r>
    </w:p>
    <w:p w:rsidR="00827620" w:rsidRDefault="00827620" w:rsidP="00827620">
      <w:pPr>
        <w:pStyle w:val="libNormal"/>
        <w:rPr>
          <w:rtl/>
        </w:rPr>
      </w:pPr>
      <w:r>
        <w:rPr>
          <w:rtl/>
        </w:rPr>
        <w:t>٤٨٠ - در ارتش و نيروى رزمنده چه چيزى مى تواند آفت باشد؟</w:t>
      </w:r>
    </w:p>
    <w:p w:rsidR="00827620" w:rsidRDefault="00827620" w:rsidP="00827620">
      <w:pPr>
        <w:pStyle w:val="libNormal"/>
        <w:rPr>
          <w:rtl/>
        </w:rPr>
      </w:pPr>
      <w:r>
        <w:rPr>
          <w:rFonts w:hint="eastAsia"/>
          <w:rtl/>
        </w:rPr>
        <w:t>آفه</w:t>
      </w:r>
      <w:r>
        <w:rPr>
          <w:rtl/>
        </w:rPr>
        <w:t xml:space="preserve"> الجند مخالفه القاده . </w:t>
      </w:r>
      <w:r w:rsidRPr="00250B2A">
        <w:rPr>
          <w:rStyle w:val="libFootnotenumChar"/>
          <w:rtl/>
        </w:rPr>
        <w:t>(٤٣٤)</w:t>
      </w:r>
    </w:p>
    <w:p w:rsidR="00827620" w:rsidRDefault="00827620" w:rsidP="00827620">
      <w:pPr>
        <w:pStyle w:val="libNormal"/>
        <w:rPr>
          <w:rtl/>
        </w:rPr>
      </w:pPr>
      <w:r>
        <w:rPr>
          <w:rFonts w:hint="eastAsia"/>
          <w:rtl/>
        </w:rPr>
        <w:t>آفت</w:t>
      </w:r>
      <w:r>
        <w:rPr>
          <w:rtl/>
        </w:rPr>
        <w:t xml:space="preserve"> لشگريان ، مخالفت با فرماندهى و عدم اطاعت از مافوق است .</w:t>
      </w:r>
    </w:p>
    <w:p w:rsidR="00827620" w:rsidRDefault="00827620" w:rsidP="00827620">
      <w:pPr>
        <w:pStyle w:val="libNormal"/>
        <w:rPr>
          <w:rtl/>
        </w:rPr>
      </w:pPr>
      <w:r>
        <w:rPr>
          <w:rtl/>
        </w:rPr>
        <w:lastRenderedPageBreak/>
        <w:t>٤٨١ - آفت قاضييان در چيست ؟</w:t>
      </w:r>
    </w:p>
    <w:p w:rsidR="00827620" w:rsidRDefault="00827620" w:rsidP="00827620">
      <w:pPr>
        <w:pStyle w:val="libNormal"/>
        <w:rPr>
          <w:rtl/>
        </w:rPr>
      </w:pPr>
      <w:r>
        <w:rPr>
          <w:rFonts w:hint="eastAsia"/>
          <w:rtl/>
        </w:rPr>
        <w:t>آفه</w:t>
      </w:r>
      <w:r>
        <w:rPr>
          <w:rtl/>
        </w:rPr>
        <w:t xml:space="preserve"> القضاه الطمع . </w:t>
      </w:r>
      <w:r w:rsidRPr="00250B2A">
        <w:rPr>
          <w:rStyle w:val="libFootnotenumChar"/>
          <w:rtl/>
        </w:rPr>
        <w:t>(٤٣٥)</w:t>
      </w:r>
    </w:p>
    <w:p w:rsidR="00827620" w:rsidRDefault="00827620" w:rsidP="00827620">
      <w:pPr>
        <w:pStyle w:val="libNormal"/>
        <w:rPr>
          <w:rtl/>
        </w:rPr>
      </w:pPr>
      <w:r>
        <w:rPr>
          <w:rFonts w:hint="eastAsia"/>
          <w:rtl/>
        </w:rPr>
        <w:t>آفت</w:t>
      </w:r>
      <w:r>
        <w:rPr>
          <w:rtl/>
        </w:rPr>
        <w:t xml:space="preserve"> قضات ، طمع داشتن است (كه ممكن است به رشوه روى آورند و به جاى عدالت ظلم كنند).</w:t>
      </w:r>
    </w:p>
    <w:p w:rsidR="00827620" w:rsidRDefault="00827620" w:rsidP="00827620">
      <w:pPr>
        <w:pStyle w:val="libNormal"/>
        <w:rPr>
          <w:rtl/>
        </w:rPr>
      </w:pPr>
      <w:r>
        <w:rPr>
          <w:rtl/>
        </w:rPr>
        <w:t>٤٨٢ - برترين اعمال چيست ؟</w:t>
      </w:r>
    </w:p>
    <w:p w:rsidR="00827620" w:rsidRDefault="00827620" w:rsidP="00827620">
      <w:pPr>
        <w:pStyle w:val="libNormal"/>
        <w:rPr>
          <w:rtl/>
        </w:rPr>
      </w:pPr>
      <w:r>
        <w:rPr>
          <w:rFonts w:hint="eastAsia"/>
          <w:rtl/>
        </w:rPr>
        <w:t>افضل</w:t>
      </w:r>
      <w:r>
        <w:rPr>
          <w:rtl/>
        </w:rPr>
        <w:t xml:space="preserve"> الاعمال ما اكرهت نفسك عليه . </w:t>
      </w:r>
      <w:r w:rsidRPr="00250B2A">
        <w:rPr>
          <w:rStyle w:val="libFootnotenumChar"/>
          <w:rtl/>
        </w:rPr>
        <w:t>(٤٣٦)</w:t>
      </w:r>
    </w:p>
    <w:p w:rsidR="00827620" w:rsidRDefault="00827620" w:rsidP="00827620">
      <w:pPr>
        <w:pStyle w:val="libNormal"/>
        <w:rPr>
          <w:rtl/>
        </w:rPr>
      </w:pPr>
      <w:r>
        <w:rPr>
          <w:rFonts w:hint="eastAsia"/>
          <w:rtl/>
        </w:rPr>
        <w:t>برترين</w:t>
      </w:r>
      <w:r>
        <w:rPr>
          <w:rtl/>
        </w:rPr>
        <w:t xml:space="preserve"> عمل ها آن عملى است كه بر نفس خود تحميل كنى (يعنى نفس ‍ تمايل ندارد، مانند: ترك گناه ، ولى تو با قدرت ايمان ، بر خلاف ميل نفس ، آن گناه را ترك كنى).</w:t>
      </w:r>
    </w:p>
    <w:p w:rsidR="00827620" w:rsidRDefault="00827620" w:rsidP="00827620">
      <w:pPr>
        <w:pStyle w:val="libNormal"/>
        <w:rPr>
          <w:rtl/>
        </w:rPr>
      </w:pPr>
      <w:r>
        <w:rPr>
          <w:rtl/>
        </w:rPr>
        <w:t>٤٨٣ - آيا داشتن مال و ثروت و ساير مظاهر دنيا نشانه خوبى فرداست ؟</w:t>
      </w:r>
    </w:p>
    <w:p w:rsidR="00827620" w:rsidRDefault="00827620" w:rsidP="00827620">
      <w:pPr>
        <w:pStyle w:val="libNormal"/>
        <w:rPr>
          <w:rtl/>
        </w:rPr>
      </w:pPr>
      <w:r>
        <w:rPr>
          <w:rFonts w:hint="eastAsia"/>
          <w:rtl/>
        </w:rPr>
        <w:t>خير،</w:t>
      </w:r>
      <w:r>
        <w:rPr>
          <w:rtl/>
        </w:rPr>
        <w:t xml:space="preserve"> زيرا خداوند دنيا، را هم به دوستان خود مى دهد و هم به كسانى كه دوست ندارد ولى دين خود را فقط نصيب دوستان خود مى كند.</w:t>
      </w:r>
    </w:p>
    <w:p w:rsidR="00827620" w:rsidRDefault="00827620" w:rsidP="00827620">
      <w:pPr>
        <w:pStyle w:val="libNormal"/>
        <w:rPr>
          <w:rtl/>
        </w:rPr>
      </w:pPr>
      <w:r>
        <w:rPr>
          <w:rFonts w:hint="eastAsia"/>
          <w:rtl/>
        </w:rPr>
        <w:t>ان</w:t>
      </w:r>
      <w:r>
        <w:rPr>
          <w:rtl/>
        </w:rPr>
        <w:t xml:space="preserve"> الله يعطى الدنيا من يحب و من لا يحب و لا يعطى الدين الا من يحب . </w:t>
      </w:r>
      <w:r w:rsidRPr="00250B2A">
        <w:rPr>
          <w:rStyle w:val="libFootnotenumChar"/>
          <w:rtl/>
        </w:rPr>
        <w:t>(٤٣٧)</w:t>
      </w:r>
    </w:p>
    <w:p w:rsidR="00827620" w:rsidRDefault="00827620" w:rsidP="00827620">
      <w:pPr>
        <w:pStyle w:val="libNormal"/>
        <w:rPr>
          <w:rtl/>
        </w:rPr>
      </w:pPr>
      <w:r>
        <w:rPr>
          <w:rtl/>
        </w:rPr>
        <w:t>٤٨٤ - بهترين نوع معرفت چيست ؟</w:t>
      </w:r>
    </w:p>
    <w:p w:rsidR="00827620" w:rsidRDefault="00827620" w:rsidP="00827620">
      <w:pPr>
        <w:pStyle w:val="libNormal"/>
        <w:rPr>
          <w:rtl/>
        </w:rPr>
      </w:pPr>
      <w:r>
        <w:rPr>
          <w:rFonts w:hint="eastAsia"/>
          <w:rtl/>
        </w:rPr>
        <w:t>افضل</w:t>
      </w:r>
      <w:r>
        <w:rPr>
          <w:rtl/>
        </w:rPr>
        <w:t xml:space="preserve"> المعرفه معرفه الانسان نفسه .</w:t>
      </w:r>
    </w:p>
    <w:p w:rsidR="00827620" w:rsidRDefault="00827620" w:rsidP="00827620">
      <w:pPr>
        <w:pStyle w:val="libNormal"/>
        <w:rPr>
          <w:rtl/>
        </w:rPr>
      </w:pPr>
      <w:r>
        <w:rPr>
          <w:rFonts w:hint="eastAsia"/>
          <w:rtl/>
        </w:rPr>
        <w:t>بهترين</w:t>
      </w:r>
      <w:r>
        <w:rPr>
          <w:rtl/>
        </w:rPr>
        <w:t xml:space="preserve"> معرفت خودشناسى است .</w:t>
      </w:r>
    </w:p>
    <w:p w:rsidR="00827620" w:rsidRDefault="00827620" w:rsidP="00827620">
      <w:pPr>
        <w:pStyle w:val="libNormal"/>
        <w:rPr>
          <w:rtl/>
        </w:rPr>
      </w:pPr>
      <w:r>
        <w:rPr>
          <w:rtl/>
        </w:rPr>
        <w:t>٤٨٥ - چه كسى بهتر مى تواند احكام الهى را پياده كند؟</w:t>
      </w:r>
    </w:p>
    <w:p w:rsidR="00827620" w:rsidRDefault="00827620" w:rsidP="00827620">
      <w:pPr>
        <w:pStyle w:val="libNormal"/>
        <w:rPr>
          <w:rtl/>
        </w:rPr>
      </w:pPr>
      <w:r>
        <w:rPr>
          <w:rFonts w:hint="eastAsia"/>
          <w:rtl/>
        </w:rPr>
        <w:t>لا</w:t>
      </w:r>
      <w:r>
        <w:rPr>
          <w:rtl/>
        </w:rPr>
        <w:t xml:space="preserve"> يقيم امر الله الا من لا يصانع و لا يضار و لا يتبع المطامع . </w:t>
      </w:r>
      <w:r w:rsidRPr="00250B2A">
        <w:rPr>
          <w:rStyle w:val="libFootnotenumChar"/>
          <w:rtl/>
        </w:rPr>
        <w:t>(٤٣٨)</w:t>
      </w:r>
    </w:p>
    <w:p w:rsidR="00827620" w:rsidRDefault="00827620" w:rsidP="00827620">
      <w:pPr>
        <w:pStyle w:val="libNormal"/>
        <w:rPr>
          <w:rtl/>
        </w:rPr>
      </w:pPr>
      <w:r>
        <w:rPr>
          <w:rFonts w:hint="eastAsia"/>
          <w:rtl/>
        </w:rPr>
        <w:t>امور</w:t>
      </w:r>
      <w:r>
        <w:rPr>
          <w:rtl/>
        </w:rPr>
        <w:t xml:space="preserve"> و احكام الهى را اقامه نكند مگر آن كس كه واجد سه شرط باشد:</w:t>
      </w:r>
    </w:p>
    <w:p w:rsidR="00827620" w:rsidRDefault="00827620" w:rsidP="00827620">
      <w:pPr>
        <w:pStyle w:val="libNormal"/>
        <w:rPr>
          <w:rtl/>
        </w:rPr>
      </w:pPr>
      <w:r>
        <w:rPr>
          <w:rFonts w:hint="eastAsia"/>
          <w:rtl/>
        </w:rPr>
        <w:t>سازشكار</w:t>
      </w:r>
      <w:r>
        <w:rPr>
          <w:rtl/>
        </w:rPr>
        <w:t xml:space="preserve"> نباشد، زيان رسان نباشد و بالاخره ، دنبال طمع كارى نباشد.</w:t>
      </w:r>
    </w:p>
    <w:p w:rsidR="00827620" w:rsidRDefault="00827620" w:rsidP="00827620">
      <w:pPr>
        <w:pStyle w:val="libNormal"/>
        <w:rPr>
          <w:rtl/>
        </w:rPr>
      </w:pPr>
      <w:r>
        <w:rPr>
          <w:rtl/>
        </w:rPr>
        <w:t>٤٨٦ - چه مسائلى در اسلام حياتى تر است ؟</w:t>
      </w:r>
    </w:p>
    <w:p w:rsidR="00827620" w:rsidRDefault="00827620" w:rsidP="00827620">
      <w:pPr>
        <w:pStyle w:val="libNormal"/>
        <w:rPr>
          <w:rtl/>
        </w:rPr>
      </w:pPr>
      <w:r>
        <w:rPr>
          <w:rFonts w:hint="eastAsia"/>
          <w:rtl/>
        </w:rPr>
        <w:t>بنى</w:t>
      </w:r>
      <w:r>
        <w:rPr>
          <w:rtl/>
        </w:rPr>
        <w:t xml:space="preserve"> الاسلام على اربع دعائم : اليقين و الصبر و الجهاد و العدل .</w:t>
      </w:r>
    </w:p>
    <w:p w:rsidR="00827620" w:rsidRDefault="00827620" w:rsidP="00827620">
      <w:pPr>
        <w:pStyle w:val="libNormal"/>
        <w:rPr>
          <w:rtl/>
        </w:rPr>
      </w:pPr>
      <w:r>
        <w:rPr>
          <w:rFonts w:hint="eastAsia"/>
          <w:rtl/>
        </w:rPr>
        <w:lastRenderedPageBreak/>
        <w:t>اسلام</w:t>
      </w:r>
      <w:r>
        <w:rPr>
          <w:rtl/>
        </w:rPr>
        <w:t xml:space="preserve"> بر چهار ستون بنا شده است كه عبارتند از يقين ، صبر، جهاد و عدالت</w:t>
      </w:r>
      <w:r w:rsidR="00250B2A">
        <w:rPr>
          <w:rFonts w:hint="cs"/>
          <w:rtl/>
        </w:rPr>
        <w:t xml:space="preserve"> </w:t>
      </w:r>
      <w:r>
        <w:rPr>
          <w:rtl/>
        </w:rPr>
        <w:t>خواهى .</w:t>
      </w:r>
    </w:p>
    <w:p w:rsidR="00827620" w:rsidRDefault="00827620" w:rsidP="00827620">
      <w:pPr>
        <w:pStyle w:val="libNormal"/>
        <w:rPr>
          <w:rtl/>
        </w:rPr>
      </w:pPr>
      <w:r>
        <w:rPr>
          <w:rtl/>
        </w:rPr>
        <w:t>٤٨٧ - بدترين خلايق چه كسى است ؟</w:t>
      </w:r>
    </w:p>
    <w:p w:rsidR="00827620" w:rsidRDefault="00827620" w:rsidP="00827620">
      <w:pPr>
        <w:pStyle w:val="libNormal"/>
        <w:rPr>
          <w:rtl/>
        </w:rPr>
      </w:pPr>
      <w:r>
        <w:rPr>
          <w:rFonts w:hint="eastAsia"/>
          <w:rtl/>
        </w:rPr>
        <w:t>رسول</w:t>
      </w:r>
      <w:r>
        <w:rPr>
          <w:rtl/>
        </w:rPr>
        <w:t xml:space="preserve"> خدا </w:t>
      </w:r>
      <w:r w:rsidR="00196907" w:rsidRPr="00196907">
        <w:rPr>
          <w:rStyle w:val="libAlaemChar"/>
          <w:rtl/>
        </w:rPr>
        <w:t>صلى‌الله‌عليه‌وآله</w:t>
      </w:r>
      <w:r>
        <w:rPr>
          <w:rtl/>
        </w:rPr>
        <w:t xml:space="preserve"> به من فرمودند على جان بدترين مردم كسى است كه آخرت خود را به دنيايش بفروشد و بدتر از او كسى است كه آخرت خود را به دنياى ديگران بفروشد.</w:t>
      </w:r>
    </w:p>
    <w:p w:rsidR="00827620" w:rsidRDefault="00827620" w:rsidP="00827620">
      <w:pPr>
        <w:pStyle w:val="libNormal"/>
        <w:rPr>
          <w:rtl/>
        </w:rPr>
      </w:pPr>
      <w:r>
        <w:rPr>
          <w:rFonts w:hint="eastAsia"/>
          <w:rtl/>
        </w:rPr>
        <w:t>شر</w:t>
      </w:r>
      <w:r>
        <w:rPr>
          <w:rtl/>
        </w:rPr>
        <w:t xml:space="preserve"> الناس من باع دينه بدنياه و شر منه من باع دينه بدنيا غيره . </w:t>
      </w:r>
      <w:r w:rsidRPr="00250B2A">
        <w:rPr>
          <w:rStyle w:val="libFootnotenumChar"/>
          <w:rtl/>
        </w:rPr>
        <w:t>(٤٣٩)</w:t>
      </w:r>
    </w:p>
    <w:p w:rsidR="00827620" w:rsidRDefault="00827620" w:rsidP="00827620">
      <w:pPr>
        <w:pStyle w:val="libNormal"/>
        <w:rPr>
          <w:rtl/>
        </w:rPr>
      </w:pPr>
      <w:r>
        <w:rPr>
          <w:rtl/>
        </w:rPr>
        <w:t>٤٨٨ - از رسوائى گناه به چه پناه ببريم ؟</w:t>
      </w:r>
    </w:p>
    <w:p w:rsidR="00827620" w:rsidRDefault="00827620" w:rsidP="00827620">
      <w:pPr>
        <w:pStyle w:val="libNormal"/>
        <w:rPr>
          <w:rtl/>
        </w:rPr>
      </w:pPr>
      <w:r>
        <w:rPr>
          <w:rFonts w:hint="eastAsia"/>
          <w:rtl/>
        </w:rPr>
        <w:t>به</w:t>
      </w:r>
      <w:r>
        <w:rPr>
          <w:rtl/>
        </w:rPr>
        <w:t xml:space="preserve"> توبه و استغفار، خود را با بوى خوش استغفار معطر سازيد تا بوى تعفن گناهان رسوايتان نسازد.</w:t>
      </w:r>
    </w:p>
    <w:p w:rsidR="00827620" w:rsidRDefault="00827620" w:rsidP="00827620">
      <w:pPr>
        <w:pStyle w:val="libNormal"/>
        <w:rPr>
          <w:rtl/>
        </w:rPr>
      </w:pPr>
      <w:r>
        <w:rPr>
          <w:rFonts w:hint="eastAsia"/>
          <w:rtl/>
        </w:rPr>
        <w:t>تعطروا</w:t>
      </w:r>
      <w:r>
        <w:rPr>
          <w:rtl/>
        </w:rPr>
        <w:t xml:space="preserve"> بالاستغفار لان لا تفضحكم روايح الذنوب .</w:t>
      </w:r>
    </w:p>
    <w:p w:rsidR="00827620" w:rsidRDefault="00827620" w:rsidP="00827620">
      <w:pPr>
        <w:pStyle w:val="libNormal"/>
        <w:rPr>
          <w:rtl/>
        </w:rPr>
      </w:pPr>
      <w:r>
        <w:rPr>
          <w:rtl/>
        </w:rPr>
        <w:t>٤٨٩ - راه نجات از مشكلات چيست ؟</w:t>
      </w:r>
    </w:p>
    <w:p w:rsidR="00827620" w:rsidRDefault="00827620" w:rsidP="00827620">
      <w:pPr>
        <w:pStyle w:val="libNormal"/>
        <w:rPr>
          <w:rtl/>
        </w:rPr>
      </w:pPr>
      <w:r>
        <w:rPr>
          <w:rFonts w:hint="eastAsia"/>
          <w:rtl/>
        </w:rPr>
        <w:t>توكل</w:t>
      </w:r>
      <w:r>
        <w:rPr>
          <w:rtl/>
        </w:rPr>
        <w:t xml:space="preserve"> على الله يكفيك .</w:t>
      </w:r>
    </w:p>
    <w:p w:rsidR="00827620" w:rsidRDefault="00827620" w:rsidP="00827620">
      <w:pPr>
        <w:pStyle w:val="libNormal"/>
        <w:rPr>
          <w:rtl/>
        </w:rPr>
      </w:pPr>
      <w:r>
        <w:rPr>
          <w:rFonts w:hint="eastAsia"/>
          <w:rtl/>
        </w:rPr>
        <w:t>بر</w:t>
      </w:r>
      <w:r>
        <w:rPr>
          <w:rtl/>
        </w:rPr>
        <w:t xml:space="preserve"> خداوند توكل نما، امورت را كفايت خواهد كرد.</w:t>
      </w:r>
    </w:p>
    <w:p w:rsidR="00827620" w:rsidRDefault="00827620" w:rsidP="00827620">
      <w:pPr>
        <w:pStyle w:val="libNormal"/>
        <w:rPr>
          <w:rtl/>
        </w:rPr>
      </w:pPr>
      <w:r>
        <w:rPr>
          <w:rtl/>
        </w:rPr>
        <w:t>٤٩٠ - آزادگى چيست ؟</w:t>
      </w:r>
    </w:p>
    <w:p w:rsidR="00827620" w:rsidRDefault="00827620" w:rsidP="00827620">
      <w:pPr>
        <w:pStyle w:val="libNormal"/>
        <w:rPr>
          <w:rtl/>
        </w:rPr>
      </w:pPr>
      <w:r>
        <w:rPr>
          <w:rFonts w:hint="eastAsia"/>
          <w:rtl/>
        </w:rPr>
        <w:t>من</w:t>
      </w:r>
      <w:r>
        <w:rPr>
          <w:rtl/>
        </w:rPr>
        <w:t xml:space="preserve"> ترك الشهوات كان حرا. </w:t>
      </w:r>
      <w:r w:rsidRPr="00250B2A">
        <w:rPr>
          <w:rStyle w:val="libFootnotenumChar"/>
          <w:rtl/>
        </w:rPr>
        <w:t>(٤٤٠)</w:t>
      </w:r>
    </w:p>
    <w:p w:rsidR="00827620" w:rsidRDefault="00827620" w:rsidP="00250B2A">
      <w:pPr>
        <w:pStyle w:val="libNormal"/>
        <w:rPr>
          <w:rtl/>
        </w:rPr>
      </w:pPr>
      <w:r>
        <w:rPr>
          <w:rFonts w:hint="eastAsia"/>
          <w:rtl/>
        </w:rPr>
        <w:t>هر</w:t>
      </w:r>
      <w:r>
        <w:rPr>
          <w:rtl/>
        </w:rPr>
        <w:t xml:space="preserve"> كه تمايلات نفسانى و شهوت هاى خود را ترك كند به حق كه آزاده است .</w:t>
      </w:r>
      <w:r w:rsidR="00250B2A">
        <w:rPr>
          <w:rtl/>
        </w:rPr>
        <w:t xml:space="preserve"> </w:t>
      </w:r>
      <w:r>
        <w:rPr>
          <w:rtl/>
        </w:rPr>
        <w:t>٤٩١ - از نشانه هاى مرد آزاده چيست ؟</w:t>
      </w:r>
    </w:p>
    <w:p w:rsidR="00827620" w:rsidRDefault="00827620" w:rsidP="00827620">
      <w:pPr>
        <w:pStyle w:val="libNormal"/>
        <w:rPr>
          <w:rtl/>
        </w:rPr>
      </w:pPr>
      <w:r>
        <w:rPr>
          <w:rFonts w:hint="eastAsia"/>
          <w:rtl/>
        </w:rPr>
        <w:t>من</w:t>
      </w:r>
      <w:r>
        <w:rPr>
          <w:rtl/>
        </w:rPr>
        <w:t xml:space="preserve"> توفيق الحر اكتساب المال بن جله . </w:t>
      </w:r>
      <w:r w:rsidRPr="00250B2A">
        <w:rPr>
          <w:rStyle w:val="libFootnotenumChar"/>
          <w:rtl/>
        </w:rPr>
        <w:t>(٤٤١)</w:t>
      </w:r>
    </w:p>
    <w:p w:rsidR="00827620" w:rsidRDefault="00827620" w:rsidP="00827620">
      <w:pPr>
        <w:pStyle w:val="libNormal"/>
        <w:rPr>
          <w:rtl/>
        </w:rPr>
      </w:pPr>
      <w:r>
        <w:rPr>
          <w:rFonts w:hint="eastAsia"/>
          <w:rtl/>
        </w:rPr>
        <w:t>اين</w:t>
      </w:r>
      <w:r>
        <w:rPr>
          <w:rtl/>
        </w:rPr>
        <w:t xml:space="preserve"> كه موفق به كسب مال از راه حلال بشود.</w:t>
      </w:r>
    </w:p>
    <w:p w:rsidR="00827620" w:rsidRDefault="00827620" w:rsidP="00827620">
      <w:pPr>
        <w:pStyle w:val="libNormal"/>
        <w:rPr>
          <w:rtl/>
        </w:rPr>
      </w:pPr>
      <w:r>
        <w:rPr>
          <w:rtl/>
        </w:rPr>
        <w:t>٤٩٢ - نظر شما در مورد ارتباط عاطفى با خويشان (صله رحم) چيست ؟</w:t>
      </w:r>
    </w:p>
    <w:p w:rsidR="00827620" w:rsidRDefault="00827620" w:rsidP="00827620">
      <w:pPr>
        <w:pStyle w:val="libNormal"/>
        <w:rPr>
          <w:rtl/>
        </w:rPr>
      </w:pPr>
      <w:r>
        <w:rPr>
          <w:rFonts w:hint="eastAsia"/>
          <w:rtl/>
        </w:rPr>
        <w:t>بصله</w:t>
      </w:r>
      <w:r>
        <w:rPr>
          <w:rtl/>
        </w:rPr>
        <w:t xml:space="preserve"> الرحم تستدر النعم . </w:t>
      </w:r>
      <w:r w:rsidRPr="00250B2A">
        <w:rPr>
          <w:rStyle w:val="libFootnotenumChar"/>
          <w:rtl/>
        </w:rPr>
        <w:t>(٤٤٢)</w:t>
      </w:r>
    </w:p>
    <w:p w:rsidR="00827620" w:rsidRDefault="00827620" w:rsidP="00827620">
      <w:pPr>
        <w:pStyle w:val="libNormal"/>
        <w:rPr>
          <w:rtl/>
        </w:rPr>
      </w:pPr>
      <w:r>
        <w:rPr>
          <w:rFonts w:hint="eastAsia"/>
          <w:rtl/>
        </w:rPr>
        <w:lastRenderedPageBreak/>
        <w:t>پيوند</w:t>
      </w:r>
      <w:r>
        <w:rPr>
          <w:rtl/>
        </w:rPr>
        <w:t xml:space="preserve"> با خويشان ، عامل وفور نعمت ها است .</w:t>
      </w:r>
    </w:p>
    <w:p w:rsidR="00827620" w:rsidRDefault="00827620" w:rsidP="00827620">
      <w:pPr>
        <w:pStyle w:val="libNormal"/>
        <w:rPr>
          <w:rtl/>
        </w:rPr>
      </w:pPr>
      <w:r>
        <w:rPr>
          <w:rtl/>
        </w:rPr>
        <w:t>٤٩٣ - صله رحم چه فوائدى مى تواند داشته باشد؟</w:t>
      </w:r>
    </w:p>
    <w:p w:rsidR="00827620" w:rsidRDefault="00827620" w:rsidP="00827620">
      <w:pPr>
        <w:pStyle w:val="libNormal"/>
        <w:rPr>
          <w:rtl/>
        </w:rPr>
      </w:pPr>
      <w:r>
        <w:rPr>
          <w:rFonts w:hint="eastAsia"/>
          <w:rtl/>
        </w:rPr>
        <w:t>بسيار،</w:t>
      </w:r>
      <w:r>
        <w:rPr>
          <w:rtl/>
        </w:rPr>
        <w:t xml:space="preserve"> از جمله باعث فزونى مال و ثروت و فراموشى اجل (طول عمر) مى شود.</w:t>
      </w:r>
    </w:p>
    <w:p w:rsidR="00827620" w:rsidRDefault="00827620" w:rsidP="00827620">
      <w:pPr>
        <w:pStyle w:val="libNormal"/>
        <w:rPr>
          <w:rtl/>
        </w:rPr>
      </w:pPr>
      <w:r>
        <w:rPr>
          <w:rFonts w:hint="eastAsia"/>
          <w:rtl/>
        </w:rPr>
        <w:t>صله</w:t>
      </w:r>
      <w:r>
        <w:rPr>
          <w:rtl/>
        </w:rPr>
        <w:t xml:space="preserve"> الارحام تثمر الاموال و تنسبى فى لاجال . </w:t>
      </w:r>
      <w:r w:rsidRPr="00250B2A">
        <w:rPr>
          <w:rStyle w:val="libFootnotenumChar"/>
          <w:rtl/>
        </w:rPr>
        <w:t>(٤٤٣)</w:t>
      </w:r>
    </w:p>
    <w:p w:rsidR="00827620" w:rsidRDefault="00827620" w:rsidP="00827620">
      <w:pPr>
        <w:pStyle w:val="libNormal"/>
        <w:rPr>
          <w:rtl/>
        </w:rPr>
      </w:pPr>
      <w:r>
        <w:rPr>
          <w:rtl/>
        </w:rPr>
        <w:t>٤٩٤ - چه آثار ديگرى مى تواند داشته باشد؟ عمر آدم را افزون و فقر را از زندگى بيرون مى برد.</w:t>
      </w:r>
    </w:p>
    <w:p w:rsidR="00827620" w:rsidRDefault="00827620" w:rsidP="00827620">
      <w:pPr>
        <w:pStyle w:val="libNormal"/>
        <w:rPr>
          <w:rtl/>
        </w:rPr>
      </w:pPr>
      <w:r>
        <w:rPr>
          <w:rFonts w:hint="eastAsia"/>
          <w:rtl/>
        </w:rPr>
        <w:t>صله</w:t>
      </w:r>
      <w:r>
        <w:rPr>
          <w:rtl/>
        </w:rPr>
        <w:t xml:space="preserve"> الرحم تزيد فى العمر و تنقى الفقر. </w:t>
      </w:r>
      <w:r w:rsidRPr="00250B2A">
        <w:rPr>
          <w:rStyle w:val="libFootnotenumChar"/>
          <w:rtl/>
        </w:rPr>
        <w:t>(٤٤٤)</w:t>
      </w:r>
    </w:p>
    <w:p w:rsidR="00827620" w:rsidRDefault="00827620" w:rsidP="00827620">
      <w:pPr>
        <w:pStyle w:val="libNormal"/>
        <w:rPr>
          <w:rtl/>
        </w:rPr>
      </w:pPr>
      <w:r>
        <w:rPr>
          <w:rtl/>
        </w:rPr>
        <w:t>٤٩٥ - نظر شما در مورد كسانى كه با خويشاوندان ، قطع رابطه مى كنند؛ چيست ؟</w:t>
      </w:r>
    </w:p>
    <w:p w:rsidR="00827620" w:rsidRDefault="00827620" w:rsidP="00827620">
      <w:pPr>
        <w:pStyle w:val="libNormal"/>
        <w:rPr>
          <w:rtl/>
        </w:rPr>
      </w:pPr>
      <w:r>
        <w:rPr>
          <w:rFonts w:hint="eastAsia"/>
          <w:rtl/>
        </w:rPr>
        <w:t>ما</w:t>
      </w:r>
      <w:r>
        <w:rPr>
          <w:rtl/>
        </w:rPr>
        <w:t xml:space="preserve"> آمن بالله من قطع رحمه .</w:t>
      </w:r>
    </w:p>
    <w:p w:rsidR="00827620" w:rsidRDefault="00827620" w:rsidP="00827620">
      <w:pPr>
        <w:pStyle w:val="libNormal"/>
        <w:rPr>
          <w:rtl/>
        </w:rPr>
      </w:pPr>
      <w:r>
        <w:rPr>
          <w:rFonts w:hint="eastAsia"/>
          <w:rtl/>
        </w:rPr>
        <w:t>ايمان</w:t>
      </w:r>
      <w:r>
        <w:rPr>
          <w:rtl/>
        </w:rPr>
        <w:t xml:space="preserve"> به خدا نياورده كسى كه پيوند با خويشان را قطع كند.</w:t>
      </w:r>
    </w:p>
    <w:p w:rsidR="00827620" w:rsidRDefault="00827620" w:rsidP="00827620">
      <w:pPr>
        <w:pStyle w:val="libNormal"/>
        <w:rPr>
          <w:rtl/>
        </w:rPr>
      </w:pPr>
      <w:r>
        <w:rPr>
          <w:rtl/>
        </w:rPr>
        <w:t>٤٩٦ - جمله اى بفرمائيد كه در مورد زندگى و هزينه هاى آن آسوده خاطر شويم !</w:t>
      </w:r>
    </w:p>
    <w:p w:rsidR="00827620" w:rsidRDefault="00827620" w:rsidP="00827620">
      <w:pPr>
        <w:pStyle w:val="libNormal"/>
        <w:rPr>
          <w:rtl/>
        </w:rPr>
      </w:pPr>
      <w:r>
        <w:rPr>
          <w:rFonts w:hint="eastAsia"/>
          <w:rtl/>
        </w:rPr>
        <w:t>تنزل</w:t>
      </w:r>
      <w:r>
        <w:rPr>
          <w:rtl/>
        </w:rPr>
        <w:t xml:space="preserve"> من الله المعونه على قدر المئونه . </w:t>
      </w:r>
      <w:r w:rsidRPr="00250B2A">
        <w:rPr>
          <w:rStyle w:val="libFootnotenumChar"/>
          <w:rtl/>
        </w:rPr>
        <w:t>(٤٤٥)</w:t>
      </w:r>
    </w:p>
    <w:p w:rsidR="00827620" w:rsidRDefault="00827620" w:rsidP="00250B2A">
      <w:pPr>
        <w:pStyle w:val="libNormal"/>
        <w:rPr>
          <w:rtl/>
        </w:rPr>
      </w:pPr>
      <w:r>
        <w:rPr>
          <w:rFonts w:hint="eastAsia"/>
          <w:rtl/>
        </w:rPr>
        <w:t>روزى</w:t>
      </w:r>
      <w:r>
        <w:rPr>
          <w:rtl/>
        </w:rPr>
        <w:t xml:space="preserve"> و كمك خداوند به اندازه هزينه و خرج نازل مى شود. (يعنى نظر به خدا تنگ و بدبين مباش ، درست خر</w:t>
      </w:r>
      <w:r w:rsidR="00250B2A">
        <w:rPr>
          <w:rFonts w:hint="cs"/>
          <w:rtl/>
        </w:rPr>
        <w:t>ج</w:t>
      </w:r>
      <w:r>
        <w:rPr>
          <w:rtl/>
        </w:rPr>
        <w:t xml:space="preserve"> كن ، خدا كمكت مى كند).</w:t>
      </w:r>
    </w:p>
    <w:p w:rsidR="00827620" w:rsidRDefault="00827620" w:rsidP="00827620">
      <w:pPr>
        <w:pStyle w:val="libNormal"/>
        <w:rPr>
          <w:rtl/>
        </w:rPr>
      </w:pPr>
      <w:r>
        <w:rPr>
          <w:rtl/>
        </w:rPr>
        <w:t>٤٩٧ - چه كنيم كه روزيمان زياد شود؟</w:t>
      </w:r>
    </w:p>
    <w:p w:rsidR="00827620" w:rsidRDefault="00827620" w:rsidP="00827620">
      <w:pPr>
        <w:pStyle w:val="libNormal"/>
        <w:rPr>
          <w:rtl/>
        </w:rPr>
      </w:pPr>
      <w:r>
        <w:rPr>
          <w:rFonts w:hint="eastAsia"/>
          <w:rtl/>
        </w:rPr>
        <w:t>استنزلوا</w:t>
      </w:r>
      <w:r>
        <w:rPr>
          <w:rtl/>
        </w:rPr>
        <w:t xml:space="preserve"> الرزق بالصدقه .</w:t>
      </w:r>
    </w:p>
    <w:p w:rsidR="00827620" w:rsidRDefault="00827620" w:rsidP="00827620">
      <w:pPr>
        <w:pStyle w:val="libNormal"/>
        <w:rPr>
          <w:rtl/>
        </w:rPr>
      </w:pPr>
      <w:r>
        <w:rPr>
          <w:rFonts w:hint="eastAsia"/>
          <w:rtl/>
        </w:rPr>
        <w:t>روزى</w:t>
      </w:r>
      <w:r>
        <w:rPr>
          <w:rtl/>
        </w:rPr>
        <w:t xml:space="preserve"> را (از جانب خداوند) با صدقه دادن فرود آوريد.</w:t>
      </w:r>
    </w:p>
    <w:p w:rsidR="00827620" w:rsidRDefault="00827620" w:rsidP="00827620">
      <w:pPr>
        <w:pStyle w:val="libNormal"/>
        <w:rPr>
          <w:rtl/>
        </w:rPr>
      </w:pPr>
      <w:r>
        <w:rPr>
          <w:rtl/>
        </w:rPr>
        <w:t>٤٩٨ - آيا با تلاش ، روزى مقدر زياد مى شود؟</w:t>
      </w:r>
    </w:p>
    <w:p w:rsidR="00827620" w:rsidRDefault="00827620" w:rsidP="00827620">
      <w:pPr>
        <w:pStyle w:val="libNormal"/>
        <w:rPr>
          <w:rtl/>
        </w:rPr>
      </w:pPr>
      <w:r>
        <w:rPr>
          <w:rFonts w:hint="eastAsia"/>
          <w:rtl/>
        </w:rPr>
        <w:t>خير،</w:t>
      </w:r>
      <w:r>
        <w:rPr>
          <w:rtl/>
        </w:rPr>
        <w:t xml:space="preserve"> روزى هر كس مانند اجلش مقدر شده است .</w:t>
      </w:r>
    </w:p>
    <w:p w:rsidR="00827620" w:rsidRDefault="00827620" w:rsidP="00827620">
      <w:pPr>
        <w:pStyle w:val="libNormal"/>
        <w:rPr>
          <w:rtl/>
        </w:rPr>
      </w:pPr>
      <w:r>
        <w:rPr>
          <w:rFonts w:hint="eastAsia"/>
          <w:rtl/>
        </w:rPr>
        <w:lastRenderedPageBreak/>
        <w:t>رزق</w:t>
      </w:r>
      <w:r>
        <w:rPr>
          <w:rtl/>
        </w:rPr>
        <w:t xml:space="preserve"> كل امرء مقدر كتقدير اجله . </w:t>
      </w:r>
      <w:r w:rsidRPr="00250B2A">
        <w:rPr>
          <w:rStyle w:val="libFootnotenumChar"/>
          <w:rtl/>
        </w:rPr>
        <w:t>(٤٤٦)</w:t>
      </w:r>
    </w:p>
    <w:p w:rsidR="00827620" w:rsidRDefault="00827620" w:rsidP="00827620">
      <w:pPr>
        <w:pStyle w:val="libNormal"/>
        <w:rPr>
          <w:rtl/>
        </w:rPr>
      </w:pPr>
      <w:r>
        <w:rPr>
          <w:rtl/>
        </w:rPr>
        <w:t>٤٩٩ - كسانى كه براى درآمد بيشتر به كسب هاى حرام روى مى آورند، چه سودى مى برند؟</w:t>
      </w:r>
    </w:p>
    <w:p w:rsidR="00827620" w:rsidRDefault="00827620" w:rsidP="00827620">
      <w:pPr>
        <w:pStyle w:val="libNormal"/>
        <w:rPr>
          <w:rtl/>
        </w:rPr>
      </w:pPr>
      <w:r>
        <w:rPr>
          <w:rFonts w:hint="eastAsia"/>
          <w:rtl/>
        </w:rPr>
        <w:t>هرگز</w:t>
      </w:r>
      <w:r>
        <w:rPr>
          <w:rtl/>
        </w:rPr>
        <w:t xml:space="preserve"> سودى نخواهند برد، هرگز آنچه براى تو قسمت شده از تو فوت نشود (و زياد نيز نصبب نشود) پس در طلب روزى و كسب و كار اعتدال و پاكى و تقوا را از دست مده .</w:t>
      </w:r>
    </w:p>
    <w:p w:rsidR="00827620" w:rsidRDefault="00827620" w:rsidP="00827620">
      <w:pPr>
        <w:pStyle w:val="libNormal"/>
        <w:rPr>
          <w:rtl/>
        </w:rPr>
      </w:pPr>
      <w:r>
        <w:rPr>
          <w:rFonts w:hint="eastAsia"/>
          <w:rtl/>
        </w:rPr>
        <w:t>لن</w:t>
      </w:r>
      <w:r>
        <w:rPr>
          <w:rtl/>
        </w:rPr>
        <w:t xml:space="preserve"> يفوتك ما قسمم لك فاجمل فى الطلب . </w:t>
      </w:r>
      <w:r w:rsidRPr="00250B2A">
        <w:rPr>
          <w:rStyle w:val="libFootnotenumChar"/>
          <w:rtl/>
        </w:rPr>
        <w:t>(٤٤٧)</w:t>
      </w:r>
    </w:p>
    <w:p w:rsidR="00827620" w:rsidRDefault="00827620" w:rsidP="00827620">
      <w:pPr>
        <w:pStyle w:val="libNormal"/>
        <w:rPr>
          <w:rtl/>
        </w:rPr>
      </w:pPr>
      <w:r>
        <w:rPr>
          <w:rtl/>
        </w:rPr>
        <w:t>٥٠٠ - اماما، اى هدايتگر بى نظير در اين برنامه از محضرتان بسيار فيض ‍ برديم و اميدواريم بگوش ديگران نيز برسد و آنان هم از نور كلام شما بهره مند شوند.</w:t>
      </w:r>
    </w:p>
    <w:p w:rsidR="00827620" w:rsidRDefault="00827620" w:rsidP="00827620">
      <w:pPr>
        <w:pStyle w:val="libNormal"/>
        <w:rPr>
          <w:rtl/>
        </w:rPr>
      </w:pPr>
      <w:r>
        <w:rPr>
          <w:rFonts w:hint="eastAsia"/>
          <w:rtl/>
        </w:rPr>
        <w:t>بعنوان</w:t>
      </w:r>
      <w:r>
        <w:rPr>
          <w:rtl/>
        </w:rPr>
        <w:t xml:space="preserve"> آخرين سوال در اين برنامه از محضرتان تقاضا داريم موعظه اى جامع بفرماييد و بيان كنيد كه از نظر شما چه كارى با اهميت تر است كه انجام دهيم ؟</w:t>
      </w:r>
    </w:p>
    <w:p w:rsidR="00827620" w:rsidRDefault="00827620" w:rsidP="00827620">
      <w:pPr>
        <w:pStyle w:val="libNormal"/>
        <w:rPr>
          <w:rtl/>
        </w:rPr>
      </w:pPr>
      <w:r>
        <w:rPr>
          <w:rFonts w:hint="eastAsia"/>
          <w:rtl/>
        </w:rPr>
        <w:t>بهترين</w:t>
      </w:r>
      <w:r>
        <w:rPr>
          <w:rtl/>
        </w:rPr>
        <w:t xml:space="preserve"> كارها احياء حق و محو باطل است .</w:t>
      </w:r>
    </w:p>
    <w:p w:rsidR="00827620" w:rsidRDefault="00827620" w:rsidP="00827620">
      <w:pPr>
        <w:pStyle w:val="libNormal"/>
        <w:rPr>
          <w:rtl/>
        </w:rPr>
      </w:pPr>
      <w:r>
        <w:rPr>
          <w:rFonts w:hint="eastAsia"/>
          <w:rtl/>
        </w:rPr>
        <w:t>رحم</w:t>
      </w:r>
      <w:r>
        <w:rPr>
          <w:rtl/>
        </w:rPr>
        <w:t xml:space="preserve"> الله امرء احيى حقا و امات باطلا و ادحض الجور و اقام العدل . </w:t>
      </w:r>
      <w:r w:rsidRPr="00250B2A">
        <w:rPr>
          <w:rStyle w:val="libFootnotenumChar"/>
          <w:rtl/>
        </w:rPr>
        <w:t>(٤٤٨)</w:t>
      </w:r>
    </w:p>
    <w:p w:rsidR="00827620" w:rsidRDefault="00827620" w:rsidP="00827620">
      <w:pPr>
        <w:pStyle w:val="libNormal"/>
        <w:rPr>
          <w:rtl/>
        </w:rPr>
      </w:pPr>
      <w:r>
        <w:rPr>
          <w:rFonts w:hint="eastAsia"/>
          <w:rtl/>
        </w:rPr>
        <w:t>خداوند</w:t>
      </w:r>
      <w:r>
        <w:rPr>
          <w:rtl/>
        </w:rPr>
        <w:t xml:space="preserve"> رحمت كند انسانى را كه حق را زنده و باطل را بميراند، ستم را نابود و عدالت را در جامعه اقامه نمايد.</w:t>
      </w:r>
    </w:p>
    <w:p w:rsidR="00827620" w:rsidRDefault="00827620" w:rsidP="00827620">
      <w:pPr>
        <w:pStyle w:val="libNormal"/>
        <w:rPr>
          <w:rtl/>
        </w:rPr>
      </w:pPr>
      <w:r>
        <w:rPr>
          <w:rFonts w:hint="eastAsia"/>
          <w:rtl/>
        </w:rPr>
        <w:t>تا</w:t>
      </w:r>
      <w:r>
        <w:rPr>
          <w:rtl/>
        </w:rPr>
        <w:t xml:space="preserve"> اينجا موفق شديم پانصد سوال از محضر اميرالمومنين </w:t>
      </w:r>
      <w:r w:rsidR="00196907" w:rsidRPr="00196907">
        <w:rPr>
          <w:rStyle w:val="libAlaemChar"/>
          <w:rtl/>
        </w:rPr>
        <w:t xml:space="preserve">عليه‌السلام </w:t>
      </w:r>
      <w:r>
        <w:rPr>
          <w:rtl/>
        </w:rPr>
        <w:t>داشته باشيم و پاسخ آنها را از نورانيت كلامش بگيريم .</w:t>
      </w:r>
    </w:p>
    <w:p w:rsidR="00827620" w:rsidRDefault="00827620" w:rsidP="00827620">
      <w:pPr>
        <w:pStyle w:val="libNormal"/>
        <w:rPr>
          <w:rtl/>
        </w:rPr>
      </w:pPr>
      <w:r>
        <w:rPr>
          <w:rFonts w:hint="eastAsia"/>
          <w:rtl/>
        </w:rPr>
        <w:t>اگر</w:t>
      </w:r>
      <w:r>
        <w:rPr>
          <w:rtl/>
        </w:rPr>
        <w:t xml:space="preserve"> توفيق حاصل شد باز هم به سوالات ادامه خواهيم داد.</w:t>
      </w:r>
    </w:p>
    <w:p w:rsidR="00827620" w:rsidRDefault="00827620" w:rsidP="00827620">
      <w:pPr>
        <w:pStyle w:val="libNormal"/>
        <w:rPr>
          <w:rtl/>
        </w:rPr>
      </w:pPr>
      <w:r>
        <w:rPr>
          <w:rFonts w:hint="eastAsia"/>
          <w:rtl/>
        </w:rPr>
        <w:t>ان</w:t>
      </w:r>
      <w:r>
        <w:rPr>
          <w:rtl/>
        </w:rPr>
        <w:t xml:space="preserve"> شاء الله از ما بپذيرد و مورد قبول خداوند قرار گيرد.</w:t>
      </w:r>
    </w:p>
    <w:p w:rsidR="00827620" w:rsidRDefault="00250B2A" w:rsidP="00827620">
      <w:pPr>
        <w:pStyle w:val="libNormal"/>
        <w:rPr>
          <w:rtl/>
        </w:rPr>
      </w:pPr>
      <w:r>
        <w:rPr>
          <w:rtl/>
        </w:rPr>
        <w:br w:type="page"/>
      </w:r>
    </w:p>
    <w:p w:rsidR="00827620" w:rsidRDefault="00827620" w:rsidP="00250B2A">
      <w:pPr>
        <w:pStyle w:val="Heading1"/>
        <w:rPr>
          <w:rtl/>
        </w:rPr>
      </w:pPr>
      <w:bookmarkStart w:id="225" w:name="_Toc479592407"/>
      <w:bookmarkStart w:id="226" w:name="_Toc479592527"/>
      <w:r>
        <w:rPr>
          <w:rFonts w:hint="eastAsia"/>
          <w:rtl/>
        </w:rPr>
        <w:t>پى</w:t>
      </w:r>
      <w:r>
        <w:rPr>
          <w:rtl/>
        </w:rPr>
        <w:t xml:space="preserve"> نوشت ها</w:t>
      </w:r>
      <w:bookmarkEnd w:id="225"/>
      <w:bookmarkEnd w:id="226"/>
    </w:p>
    <w:p w:rsidR="00827620" w:rsidRDefault="00827620" w:rsidP="00250B2A">
      <w:pPr>
        <w:pStyle w:val="libFootnote0"/>
        <w:rPr>
          <w:rtl/>
        </w:rPr>
      </w:pPr>
      <w:r>
        <w:rPr>
          <w:rtl/>
          <w:lang w:bidi="fa-IR"/>
        </w:rPr>
        <w:t xml:space="preserve">۱- </w:t>
      </w:r>
      <w:r>
        <w:rPr>
          <w:rtl/>
        </w:rPr>
        <w:t>غرر الحكم .</w:t>
      </w:r>
    </w:p>
    <w:p w:rsidR="00827620" w:rsidRDefault="00827620" w:rsidP="00250B2A">
      <w:pPr>
        <w:pStyle w:val="libFootnote0"/>
        <w:rPr>
          <w:rtl/>
        </w:rPr>
      </w:pPr>
      <w:r>
        <w:rPr>
          <w:rtl/>
          <w:lang w:bidi="fa-IR"/>
        </w:rPr>
        <w:t xml:space="preserve">۲- </w:t>
      </w:r>
      <w:r>
        <w:rPr>
          <w:rtl/>
        </w:rPr>
        <w:t>غرر الحكم .</w:t>
      </w:r>
    </w:p>
    <w:p w:rsidR="00827620" w:rsidRDefault="00827620" w:rsidP="00250B2A">
      <w:pPr>
        <w:pStyle w:val="libFootnote0"/>
        <w:rPr>
          <w:rtl/>
        </w:rPr>
      </w:pPr>
      <w:r>
        <w:rPr>
          <w:rtl/>
          <w:lang w:bidi="fa-IR"/>
        </w:rPr>
        <w:t xml:space="preserve">۳- </w:t>
      </w:r>
      <w:r>
        <w:rPr>
          <w:rtl/>
        </w:rPr>
        <w:t>غررالحكم .</w:t>
      </w:r>
    </w:p>
    <w:p w:rsidR="00827620" w:rsidRDefault="00827620" w:rsidP="00250B2A">
      <w:pPr>
        <w:pStyle w:val="libFootnote0"/>
        <w:rPr>
          <w:rtl/>
        </w:rPr>
      </w:pPr>
      <w:r>
        <w:rPr>
          <w:rtl/>
          <w:lang w:bidi="fa-IR"/>
        </w:rPr>
        <w:t xml:space="preserve">۴- </w:t>
      </w:r>
      <w:r>
        <w:rPr>
          <w:rtl/>
        </w:rPr>
        <w:t>غررالحكم .</w:t>
      </w:r>
    </w:p>
    <w:p w:rsidR="00827620" w:rsidRDefault="00827620" w:rsidP="00250B2A">
      <w:pPr>
        <w:pStyle w:val="libFootnote0"/>
        <w:rPr>
          <w:rtl/>
        </w:rPr>
      </w:pPr>
      <w:r>
        <w:rPr>
          <w:rtl/>
          <w:lang w:bidi="fa-IR"/>
        </w:rPr>
        <w:t xml:space="preserve">۵- </w:t>
      </w:r>
      <w:r>
        <w:rPr>
          <w:rtl/>
        </w:rPr>
        <w:t xml:space="preserve">نهج البلاغه ، خ </w:t>
      </w:r>
      <w:r>
        <w:rPr>
          <w:rtl/>
          <w:lang w:bidi="fa-IR"/>
        </w:rPr>
        <w:t>۱۹۳.</w:t>
      </w:r>
    </w:p>
    <w:p w:rsidR="00827620" w:rsidRDefault="00827620" w:rsidP="00250B2A">
      <w:pPr>
        <w:pStyle w:val="libFootnote0"/>
        <w:rPr>
          <w:rtl/>
        </w:rPr>
      </w:pPr>
      <w:r>
        <w:rPr>
          <w:rtl/>
          <w:lang w:bidi="fa-IR"/>
        </w:rPr>
        <w:t xml:space="preserve">۶- </w:t>
      </w:r>
      <w:r>
        <w:rPr>
          <w:rtl/>
        </w:rPr>
        <w:t xml:space="preserve">نهج البلاغه ، خ </w:t>
      </w:r>
      <w:r>
        <w:rPr>
          <w:rtl/>
          <w:lang w:bidi="fa-IR"/>
        </w:rPr>
        <w:t>۱۹۲.</w:t>
      </w:r>
    </w:p>
    <w:p w:rsidR="00827620" w:rsidRDefault="00827620" w:rsidP="00250B2A">
      <w:pPr>
        <w:pStyle w:val="libFootnote0"/>
        <w:rPr>
          <w:rtl/>
        </w:rPr>
      </w:pPr>
      <w:r>
        <w:rPr>
          <w:rtl/>
          <w:lang w:bidi="fa-IR"/>
        </w:rPr>
        <w:t xml:space="preserve">۷- </w:t>
      </w:r>
      <w:r>
        <w:rPr>
          <w:rtl/>
        </w:rPr>
        <w:t xml:space="preserve">نساء / </w:t>
      </w:r>
      <w:r>
        <w:rPr>
          <w:rtl/>
          <w:lang w:bidi="fa-IR"/>
        </w:rPr>
        <w:t>۱۳۵.</w:t>
      </w:r>
    </w:p>
    <w:p w:rsidR="00827620" w:rsidRDefault="00827620" w:rsidP="00250B2A">
      <w:pPr>
        <w:pStyle w:val="libFootnote0"/>
        <w:rPr>
          <w:rtl/>
        </w:rPr>
      </w:pPr>
      <w:r>
        <w:rPr>
          <w:rtl/>
          <w:lang w:bidi="fa-IR"/>
        </w:rPr>
        <w:t xml:space="preserve">۸- </w:t>
      </w:r>
      <w:r>
        <w:rPr>
          <w:rtl/>
        </w:rPr>
        <w:t>نهج البلاغه / قصار.</w:t>
      </w:r>
    </w:p>
    <w:p w:rsidR="00827620" w:rsidRDefault="00827620" w:rsidP="00250B2A">
      <w:pPr>
        <w:pStyle w:val="libFootnote0"/>
        <w:rPr>
          <w:rtl/>
        </w:rPr>
      </w:pPr>
      <w:r>
        <w:rPr>
          <w:rtl/>
          <w:lang w:bidi="fa-IR"/>
        </w:rPr>
        <w:t xml:space="preserve">۹- </w:t>
      </w:r>
      <w:r>
        <w:rPr>
          <w:rtl/>
        </w:rPr>
        <w:t xml:space="preserve">نهج البلاغه / خ </w:t>
      </w:r>
      <w:r>
        <w:rPr>
          <w:rtl/>
          <w:lang w:bidi="fa-IR"/>
        </w:rPr>
        <w:t>۵۰.</w:t>
      </w:r>
    </w:p>
    <w:p w:rsidR="00827620" w:rsidRDefault="00827620" w:rsidP="00250B2A">
      <w:pPr>
        <w:pStyle w:val="libFootnote0"/>
        <w:rPr>
          <w:rtl/>
        </w:rPr>
      </w:pPr>
      <w:r>
        <w:rPr>
          <w:rtl/>
          <w:lang w:bidi="fa-IR"/>
        </w:rPr>
        <w:t xml:space="preserve">۱۰- </w:t>
      </w:r>
      <w:r>
        <w:rPr>
          <w:rtl/>
        </w:rPr>
        <w:t>غررالحكم .</w:t>
      </w:r>
    </w:p>
    <w:p w:rsidR="00827620" w:rsidRDefault="00827620" w:rsidP="00250B2A">
      <w:pPr>
        <w:pStyle w:val="libFootnote0"/>
        <w:rPr>
          <w:rtl/>
        </w:rPr>
      </w:pPr>
      <w:r>
        <w:rPr>
          <w:rtl/>
          <w:lang w:bidi="fa-IR"/>
        </w:rPr>
        <w:t xml:space="preserve">۱۱- </w:t>
      </w:r>
      <w:r>
        <w:rPr>
          <w:rtl/>
        </w:rPr>
        <w:t>غررالحكم .</w:t>
      </w:r>
    </w:p>
    <w:p w:rsidR="00827620" w:rsidRDefault="00827620" w:rsidP="00250B2A">
      <w:pPr>
        <w:pStyle w:val="libFootnote0"/>
        <w:rPr>
          <w:rtl/>
        </w:rPr>
      </w:pPr>
      <w:r>
        <w:rPr>
          <w:rtl/>
          <w:lang w:bidi="fa-IR"/>
        </w:rPr>
        <w:t xml:space="preserve">۱۲- </w:t>
      </w:r>
      <w:r>
        <w:rPr>
          <w:rtl/>
        </w:rPr>
        <w:t>غررالحكم .</w:t>
      </w:r>
    </w:p>
    <w:p w:rsidR="00827620" w:rsidRDefault="00827620" w:rsidP="00250B2A">
      <w:pPr>
        <w:pStyle w:val="libFootnote0"/>
        <w:rPr>
          <w:rtl/>
        </w:rPr>
      </w:pPr>
      <w:r>
        <w:rPr>
          <w:rtl/>
          <w:lang w:bidi="fa-IR"/>
        </w:rPr>
        <w:t xml:space="preserve">۱۳- </w:t>
      </w:r>
      <w:r>
        <w:rPr>
          <w:rtl/>
        </w:rPr>
        <w:t>غررالحكم ، نهج البلاغه .</w:t>
      </w:r>
    </w:p>
    <w:p w:rsidR="00827620" w:rsidRDefault="00827620" w:rsidP="00250B2A">
      <w:pPr>
        <w:pStyle w:val="libFootnote0"/>
        <w:rPr>
          <w:rtl/>
        </w:rPr>
      </w:pPr>
      <w:r>
        <w:rPr>
          <w:rtl/>
          <w:lang w:bidi="fa-IR"/>
        </w:rPr>
        <w:t xml:space="preserve">۱۴- </w:t>
      </w:r>
      <w:r>
        <w:rPr>
          <w:rtl/>
        </w:rPr>
        <w:t xml:space="preserve">نهج البلاغه ، خ </w:t>
      </w:r>
      <w:r>
        <w:rPr>
          <w:rtl/>
          <w:lang w:bidi="fa-IR"/>
        </w:rPr>
        <w:t>۳.</w:t>
      </w:r>
    </w:p>
    <w:p w:rsidR="00827620" w:rsidRDefault="00827620" w:rsidP="00250B2A">
      <w:pPr>
        <w:pStyle w:val="libFootnote0"/>
        <w:rPr>
          <w:rtl/>
        </w:rPr>
      </w:pPr>
      <w:r>
        <w:rPr>
          <w:rtl/>
          <w:lang w:bidi="fa-IR"/>
        </w:rPr>
        <w:t xml:space="preserve">۱۵- </w:t>
      </w:r>
      <w:r>
        <w:rPr>
          <w:rtl/>
        </w:rPr>
        <w:t>غررالحكم .</w:t>
      </w:r>
    </w:p>
    <w:p w:rsidR="00827620" w:rsidRDefault="00827620" w:rsidP="00250B2A">
      <w:pPr>
        <w:pStyle w:val="libFootnote0"/>
        <w:rPr>
          <w:rtl/>
        </w:rPr>
      </w:pPr>
      <w:r>
        <w:rPr>
          <w:rtl/>
          <w:lang w:bidi="fa-IR"/>
        </w:rPr>
        <w:t xml:space="preserve">۱۶- </w:t>
      </w:r>
      <w:r>
        <w:rPr>
          <w:rtl/>
        </w:rPr>
        <w:t>غررالحكم .</w:t>
      </w:r>
    </w:p>
    <w:p w:rsidR="00827620" w:rsidRDefault="00827620" w:rsidP="00250B2A">
      <w:pPr>
        <w:pStyle w:val="libFootnote0"/>
        <w:rPr>
          <w:rtl/>
        </w:rPr>
      </w:pPr>
      <w:r>
        <w:rPr>
          <w:rtl/>
          <w:lang w:bidi="fa-IR"/>
        </w:rPr>
        <w:t xml:space="preserve">۱۷- </w:t>
      </w:r>
      <w:r>
        <w:rPr>
          <w:rtl/>
        </w:rPr>
        <w:t>غررالحكم .</w:t>
      </w:r>
    </w:p>
    <w:p w:rsidR="00827620" w:rsidRDefault="00827620" w:rsidP="00250B2A">
      <w:pPr>
        <w:pStyle w:val="libFootnote0"/>
        <w:rPr>
          <w:rtl/>
        </w:rPr>
      </w:pPr>
      <w:r>
        <w:rPr>
          <w:rtl/>
          <w:lang w:bidi="fa-IR"/>
        </w:rPr>
        <w:t xml:space="preserve">۱۸- </w:t>
      </w:r>
      <w:r>
        <w:rPr>
          <w:rtl/>
        </w:rPr>
        <w:t>غررالحكم .</w:t>
      </w:r>
    </w:p>
    <w:p w:rsidR="00827620" w:rsidRDefault="00827620" w:rsidP="00250B2A">
      <w:pPr>
        <w:pStyle w:val="libFootnote0"/>
        <w:rPr>
          <w:rtl/>
        </w:rPr>
      </w:pPr>
      <w:r>
        <w:rPr>
          <w:rtl/>
          <w:lang w:bidi="fa-IR"/>
        </w:rPr>
        <w:t xml:space="preserve">۱۹- </w:t>
      </w:r>
      <w:r>
        <w:rPr>
          <w:rtl/>
        </w:rPr>
        <w:t xml:space="preserve">سفينه البحار، ج </w:t>
      </w:r>
      <w:r>
        <w:rPr>
          <w:rtl/>
          <w:lang w:bidi="fa-IR"/>
        </w:rPr>
        <w:t>۱.</w:t>
      </w:r>
    </w:p>
    <w:p w:rsidR="00827620" w:rsidRDefault="00827620" w:rsidP="00250B2A">
      <w:pPr>
        <w:pStyle w:val="libFootnote0"/>
        <w:rPr>
          <w:rtl/>
        </w:rPr>
      </w:pPr>
      <w:r>
        <w:rPr>
          <w:rtl/>
          <w:lang w:bidi="fa-IR"/>
        </w:rPr>
        <w:t xml:space="preserve">۲۰- </w:t>
      </w:r>
      <w:r>
        <w:rPr>
          <w:rtl/>
        </w:rPr>
        <w:t>غررالحكم .</w:t>
      </w:r>
    </w:p>
    <w:p w:rsidR="00827620" w:rsidRDefault="00827620" w:rsidP="00250B2A">
      <w:pPr>
        <w:pStyle w:val="libFootnote0"/>
        <w:rPr>
          <w:rtl/>
        </w:rPr>
      </w:pPr>
      <w:r>
        <w:rPr>
          <w:rtl/>
          <w:lang w:bidi="fa-IR"/>
        </w:rPr>
        <w:t xml:space="preserve">۲۱- </w:t>
      </w:r>
      <w:r>
        <w:rPr>
          <w:rtl/>
        </w:rPr>
        <w:t>غررالحكم .</w:t>
      </w:r>
    </w:p>
    <w:p w:rsidR="00827620" w:rsidRDefault="00827620" w:rsidP="00250B2A">
      <w:pPr>
        <w:pStyle w:val="libFootnote0"/>
        <w:rPr>
          <w:rtl/>
        </w:rPr>
      </w:pPr>
      <w:r>
        <w:rPr>
          <w:rtl/>
          <w:lang w:bidi="fa-IR"/>
        </w:rPr>
        <w:t xml:space="preserve">۲۲- </w:t>
      </w:r>
      <w:r>
        <w:rPr>
          <w:rtl/>
        </w:rPr>
        <w:t xml:space="preserve">امام حسن </w:t>
      </w:r>
      <w:r w:rsidR="000F71D1" w:rsidRPr="000F71D1">
        <w:rPr>
          <w:rStyle w:val="libAlaemChar"/>
          <w:rtl/>
        </w:rPr>
        <w:t xml:space="preserve">عليه‌السلام </w:t>
      </w:r>
      <w:r>
        <w:rPr>
          <w:rtl/>
        </w:rPr>
        <w:t>.</w:t>
      </w:r>
    </w:p>
    <w:p w:rsidR="00827620" w:rsidRDefault="00827620" w:rsidP="00250B2A">
      <w:pPr>
        <w:pStyle w:val="libFootnote0"/>
        <w:rPr>
          <w:rtl/>
        </w:rPr>
      </w:pPr>
      <w:r>
        <w:rPr>
          <w:rtl/>
          <w:lang w:bidi="fa-IR"/>
        </w:rPr>
        <w:t xml:space="preserve">۲۳- </w:t>
      </w:r>
      <w:r>
        <w:rPr>
          <w:rtl/>
        </w:rPr>
        <w:t xml:space="preserve">نهج البلاغه ، ج </w:t>
      </w:r>
      <w:r>
        <w:rPr>
          <w:rtl/>
          <w:lang w:bidi="fa-IR"/>
        </w:rPr>
        <w:t>۲۱.</w:t>
      </w:r>
    </w:p>
    <w:p w:rsidR="00827620" w:rsidRDefault="00827620" w:rsidP="00250B2A">
      <w:pPr>
        <w:pStyle w:val="libFootnote0"/>
        <w:rPr>
          <w:rtl/>
        </w:rPr>
      </w:pPr>
      <w:r>
        <w:rPr>
          <w:rtl/>
          <w:lang w:bidi="fa-IR"/>
        </w:rPr>
        <w:t xml:space="preserve">۲۴- </w:t>
      </w:r>
      <w:r>
        <w:rPr>
          <w:rtl/>
        </w:rPr>
        <w:t xml:space="preserve">نهج البلاغه ، خ </w:t>
      </w:r>
      <w:r>
        <w:rPr>
          <w:rtl/>
          <w:lang w:bidi="fa-IR"/>
        </w:rPr>
        <w:t>۳۲.</w:t>
      </w:r>
    </w:p>
    <w:p w:rsidR="00827620" w:rsidRDefault="00827620" w:rsidP="00250B2A">
      <w:pPr>
        <w:pStyle w:val="libFootnote0"/>
        <w:rPr>
          <w:rtl/>
        </w:rPr>
      </w:pPr>
      <w:r>
        <w:rPr>
          <w:rtl/>
          <w:lang w:bidi="fa-IR"/>
        </w:rPr>
        <w:t xml:space="preserve">۲۵- </w:t>
      </w:r>
      <w:r>
        <w:rPr>
          <w:rtl/>
        </w:rPr>
        <w:t>غررالحكم .</w:t>
      </w:r>
    </w:p>
    <w:p w:rsidR="00827620" w:rsidRDefault="00827620" w:rsidP="00250B2A">
      <w:pPr>
        <w:pStyle w:val="libFootnote0"/>
        <w:rPr>
          <w:rtl/>
        </w:rPr>
      </w:pPr>
      <w:r>
        <w:rPr>
          <w:rtl/>
          <w:lang w:bidi="fa-IR"/>
        </w:rPr>
        <w:lastRenderedPageBreak/>
        <w:t xml:space="preserve">۲۶- </w:t>
      </w:r>
      <w:r>
        <w:rPr>
          <w:rtl/>
        </w:rPr>
        <w:t>غررالحكم .</w:t>
      </w:r>
    </w:p>
    <w:p w:rsidR="00827620" w:rsidRDefault="00827620" w:rsidP="00250B2A">
      <w:pPr>
        <w:pStyle w:val="libFootnote0"/>
        <w:rPr>
          <w:rtl/>
        </w:rPr>
      </w:pPr>
      <w:r>
        <w:rPr>
          <w:rtl/>
          <w:lang w:bidi="fa-IR"/>
        </w:rPr>
        <w:t xml:space="preserve">۲۷- </w:t>
      </w:r>
      <w:r>
        <w:rPr>
          <w:rtl/>
        </w:rPr>
        <w:t>غررالحكم .</w:t>
      </w:r>
    </w:p>
    <w:p w:rsidR="00827620" w:rsidRDefault="00827620" w:rsidP="00250B2A">
      <w:pPr>
        <w:pStyle w:val="libFootnote0"/>
        <w:rPr>
          <w:rtl/>
        </w:rPr>
      </w:pPr>
      <w:r>
        <w:rPr>
          <w:rtl/>
          <w:lang w:bidi="fa-IR"/>
        </w:rPr>
        <w:t xml:space="preserve">۲۸- </w:t>
      </w:r>
      <w:r>
        <w:rPr>
          <w:rtl/>
        </w:rPr>
        <w:t>غررالحكم .</w:t>
      </w:r>
    </w:p>
    <w:p w:rsidR="00827620" w:rsidRDefault="00827620" w:rsidP="00250B2A">
      <w:pPr>
        <w:pStyle w:val="libFootnote0"/>
        <w:rPr>
          <w:rtl/>
        </w:rPr>
      </w:pPr>
      <w:r>
        <w:rPr>
          <w:rtl/>
          <w:lang w:bidi="fa-IR"/>
        </w:rPr>
        <w:t xml:space="preserve">۲۹- </w:t>
      </w:r>
      <w:r>
        <w:rPr>
          <w:rtl/>
        </w:rPr>
        <w:t>نهج البلاغه .</w:t>
      </w:r>
    </w:p>
    <w:p w:rsidR="00827620" w:rsidRDefault="00827620" w:rsidP="00250B2A">
      <w:pPr>
        <w:pStyle w:val="libFootnote0"/>
        <w:rPr>
          <w:rtl/>
        </w:rPr>
      </w:pPr>
      <w:r>
        <w:rPr>
          <w:rtl/>
          <w:lang w:bidi="fa-IR"/>
        </w:rPr>
        <w:t xml:space="preserve">۳۰- </w:t>
      </w:r>
      <w:r>
        <w:rPr>
          <w:rtl/>
        </w:rPr>
        <w:t>نهج البلاغه .</w:t>
      </w:r>
    </w:p>
    <w:p w:rsidR="00827620" w:rsidRDefault="00827620" w:rsidP="00250B2A">
      <w:pPr>
        <w:pStyle w:val="libFootnote0"/>
        <w:rPr>
          <w:rtl/>
        </w:rPr>
      </w:pPr>
      <w:r>
        <w:rPr>
          <w:rtl/>
          <w:lang w:bidi="fa-IR"/>
        </w:rPr>
        <w:t xml:space="preserve">۳۱- </w:t>
      </w:r>
      <w:r>
        <w:rPr>
          <w:rtl/>
        </w:rPr>
        <w:t>غرر.</w:t>
      </w:r>
    </w:p>
    <w:p w:rsidR="00827620" w:rsidRDefault="00827620" w:rsidP="00250B2A">
      <w:pPr>
        <w:pStyle w:val="libFootnote0"/>
        <w:rPr>
          <w:rtl/>
        </w:rPr>
      </w:pPr>
      <w:r>
        <w:rPr>
          <w:rtl/>
          <w:lang w:bidi="fa-IR"/>
        </w:rPr>
        <w:t xml:space="preserve">۳۲- </w:t>
      </w:r>
      <w:r>
        <w:rPr>
          <w:rtl/>
        </w:rPr>
        <w:t>غرر.</w:t>
      </w:r>
    </w:p>
    <w:p w:rsidR="00827620" w:rsidRDefault="00827620" w:rsidP="00250B2A">
      <w:pPr>
        <w:pStyle w:val="libFootnote0"/>
        <w:rPr>
          <w:rtl/>
        </w:rPr>
      </w:pPr>
      <w:r>
        <w:rPr>
          <w:rtl/>
          <w:lang w:bidi="fa-IR"/>
        </w:rPr>
        <w:t xml:space="preserve">۳۳- </w:t>
      </w:r>
      <w:r>
        <w:rPr>
          <w:rtl/>
        </w:rPr>
        <w:t>غرر.</w:t>
      </w:r>
    </w:p>
    <w:p w:rsidR="00827620" w:rsidRDefault="00827620" w:rsidP="00250B2A">
      <w:pPr>
        <w:pStyle w:val="libFootnote0"/>
        <w:rPr>
          <w:rtl/>
        </w:rPr>
      </w:pPr>
      <w:r>
        <w:rPr>
          <w:rtl/>
          <w:lang w:bidi="fa-IR"/>
        </w:rPr>
        <w:t xml:space="preserve">۳۴- </w:t>
      </w:r>
      <w:r>
        <w:rPr>
          <w:rtl/>
        </w:rPr>
        <w:t>غرر.</w:t>
      </w:r>
    </w:p>
    <w:p w:rsidR="00827620" w:rsidRDefault="00827620" w:rsidP="00250B2A">
      <w:pPr>
        <w:pStyle w:val="libFootnote0"/>
        <w:rPr>
          <w:rtl/>
        </w:rPr>
      </w:pPr>
      <w:r>
        <w:rPr>
          <w:rtl/>
          <w:lang w:bidi="fa-IR"/>
        </w:rPr>
        <w:t xml:space="preserve">۳۵- </w:t>
      </w:r>
      <w:r>
        <w:rPr>
          <w:rtl/>
        </w:rPr>
        <w:t>غرر.</w:t>
      </w:r>
    </w:p>
    <w:p w:rsidR="00827620" w:rsidRDefault="00827620" w:rsidP="00250B2A">
      <w:pPr>
        <w:pStyle w:val="libFootnote0"/>
        <w:rPr>
          <w:rtl/>
        </w:rPr>
      </w:pPr>
      <w:r>
        <w:rPr>
          <w:rtl/>
          <w:lang w:bidi="fa-IR"/>
        </w:rPr>
        <w:t xml:space="preserve">۳۶- </w:t>
      </w:r>
      <w:r>
        <w:rPr>
          <w:rtl/>
        </w:rPr>
        <w:t>غرر.</w:t>
      </w:r>
    </w:p>
    <w:p w:rsidR="00827620" w:rsidRDefault="00827620" w:rsidP="00250B2A">
      <w:pPr>
        <w:pStyle w:val="libFootnote0"/>
        <w:rPr>
          <w:rtl/>
        </w:rPr>
      </w:pPr>
      <w:r>
        <w:rPr>
          <w:rtl/>
          <w:lang w:bidi="fa-IR"/>
        </w:rPr>
        <w:t xml:space="preserve">۳۷- </w:t>
      </w:r>
      <w:r>
        <w:rPr>
          <w:rtl/>
        </w:rPr>
        <w:t>غرر.</w:t>
      </w:r>
    </w:p>
    <w:p w:rsidR="00827620" w:rsidRDefault="00827620" w:rsidP="00250B2A">
      <w:pPr>
        <w:pStyle w:val="libFootnote0"/>
        <w:rPr>
          <w:rtl/>
        </w:rPr>
      </w:pPr>
      <w:r>
        <w:rPr>
          <w:rtl/>
          <w:lang w:bidi="fa-IR"/>
        </w:rPr>
        <w:t xml:space="preserve">۳۸- </w:t>
      </w:r>
      <w:r>
        <w:rPr>
          <w:rtl/>
        </w:rPr>
        <w:t>غرر.</w:t>
      </w:r>
    </w:p>
    <w:p w:rsidR="00827620" w:rsidRDefault="00827620" w:rsidP="00250B2A">
      <w:pPr>
        <w:pStyle w:val="libFootnote0"/>
        <w:rPr>
          <w:rtl/>
        </w:rPr>
      </w:pPr>
      <w:r>
        <w:rPr>
          <w:rtl/>
          <w:lang w:bidi="fa-IR"/>
        </w:rPr>
        <w:t xml:space="preserve">۳۹- </w:t>
      </w:r>
      <w:r>
        <w:rPr>
          <w:rtl/>
        </w:rPr>
        <w:t>غرر.</w:t>
      </w:r>
    </w:p>
    <w:p w:rsidR="00827620" w:rsidRDefault="00827620" w:rsidP="00250B2A">
      <w:pPr>
        <w:pStyle w:val="libFootnote0"/>
        <w:rPr>
          <w:rtl/>
        </w:rPr>
      </w:pPr>
      <w:r>
        <w:rPr>
          <w:rtl/>
          <w:lang w:bidi="fa-IR"/>
        </w:rPr>
        <w:t xml:space="preserve">۴۰- </w:t>
      </w:r>
      <w:r>
        <w:rPr>
          <w:rtl/>
        </w:rPr>
        <w:t>غرر.</w:t>
      </w:r>
    </w:p>
    <w:p w:rsidR="00827620" w:rsidRDefault="00827620" w:rsidP="00250B2A">
      <w:pPr>
        <w:pStyle w:val="libFootnote0"/>
        <w:rPr>
          <w:rtl/>
        </w:rPr>
      </w:pPr>
      <w:r>
        <w:rPr>
          <w:rtl/>
          <w:lang w:bidi="fa-IR"/>
        </w:rPr>
        <w:t xml:space="preserve">۴۱- </w:t>
      </w:r>
      <w:r>
        <w:rPr>
          <w:rtl/>
        </w:rPr>
        <w:t>غررالحكم .</w:t>
      </w:r>
    </w:p>
    <w:p w:rsidR="00827620" w:rsidRDefault="00827620" w:rsidP="00250B2A">
      <w:pPr>
        <w:pStyle w:val="libFootnote0"/>
        <w:rPr>
          <w:rtl/>
        </w:rPr>
      </w:pPr>
      <w:r>
        <w:rPr>
          <w:rtl/>
          <w:lang w:bidi="fa-IR"/>
        </w:rPr>
        <w:t xml:space="preserve">۴۲- </w:t>
      </w:r>
      <w:r>
        <w:rPr>
          <w:rtl/>
        </w:rPr>
        <w:t>غررالحكم .</w:t>
      </w:r>
    </w:p>
    <w:p w:rsidR="00827620" w:rsidRDefault="00827620" w:rsidP="00250B2A">
      <w:pPr>
        <w:pStyle w:val="libFootnote0"/>
        <w:rPr>
          <w:rtl/>
        </w:rPr>
      </w:pPr>
      <w:r>
        <w:rPr>
          <w:rtl/>
          <w:lang w:bidi="fa-IR"/>
        </w:rPr>
        <w:t xml:space="preserve">۴۳- </w:t>
      </w:r>
      <w:r>
        <w:rPr>
          <w:rtl/>
        </w:rPr>
        <w:t>نهج البلاغه .</w:t>
      </w:r>
    </w:p>
    <w:p w:rsidR="00827620" w:rsidRDefault="00827620" w:rsidP="00250B2A">
      <w:pPr>
        <w:pStyle w:val="libFootnote0"/>
        <w:rPr>
          <w:rtl/>
        </w:rPr>
      </w:pPr>
      <w:r>
        <w:rPr>
          <w:rtl/>
          <w:lang w:bidi="fa-IR"/>
        </w:rPr>
        <w:t xml:space="preserve">۴۴- </w:t>
      </w:r>
      <w:r>
        <w:rPr>
          <w:rtl/>
        </w:rPr>
        <w:t xml:space="preserve">نهج البلاغه ، قصار </w:t>
      </w:r>
      <w:r>
        <w:rPr>
          <w:rtl/>
          <w:lang w:bidi="fa-IR"/>
        </w:rPr>
        <w:t>۳۸۲.</w:t>
      </w:r>
    </w:p>
    <w:p w:rsidR="00827620" w:rsidRDefault="00827620" w:rsidP="00250B2A">
      <w:pPr>
        <w:pStyle w:val="libFootnote0"/>
        <w:rPr>
          <w:rtl/>
        </w:rPr>
      </w:pPr>
      <w:r>
        <w:rPr>
          <w:rtl/>
          <w:lang w:bidi="fa-IR"/>
        </w:rPr>
        <w:t xml:space="preserve">۴۵- </w:t>
      </w:r>
      <w:r>
        <w:rPr>
          <w:rtl/>
        </w:rPr>
        <w:t xml:space="preserve">بحار / </w:t>
      </w:r>
      <w:r>
        <w:rPr>
          <w:rtl/>
          <w:lang w:bidi="fa-IR"/>
        </w:rPr>
        <w:t>۳۲۵.</w:t>
      </w:r>
    </w:p>
    <w:p w:rsidR="00827620" w:rsidRDefault="00827620" w:rsidP="00250B2A">
      <w:pPr>
        <w:pStyle w:val="libFootnote0"/>
        <w:rPr>
          <w:rtl/>
        </w:rPr>
      </w:pPr>
      <w:r>
        <w:rPr>
          <w:rtl/>
          <w:lang w:bidi="fa-IR"/>
        </w:rPr>
        <w:t xml:space="preserve">۴۶- </w:t>
      </w:r>
      <w:r>
        <w:rPr>
          <w:rtl/>
        </w:rPr>
        <w:t xml:space="preserve">تحف العقول ، ص </w:t>
      </w:r>
      <w:r>
        <w:rPr>
          <w:rtl/>
          <w:lang w:bidi="fa-IR"/>
        </w:rPr>
        <w:t>۲۲۲.</w:t>
      </w:r>
    </w:p>
    <w:p w:rsidR="00827620" w:rsidRDefault="00827620" w:rsidP="00250B2A">
      <w:pPr>
        <w:pStyle w:val="libFootnote0"/>
        <w:rPr>
          <w:rtl/>
        </w:rPr>
      </w:pPr>
      <w:r>
        <w:rPr>
          <w:rtl/>
          <w:lang w:bidi="fa-IR"/>
        </w:rPr>
        <w:t xml:space="preserve">۴۷- </w:t>
      </w:r>
      <w:r>
        <w:rPr>
          <w:rtl/>
        </w:rPr>
        <w:t>غررالحكم .</w:t>
      </w:r>
    </w:p>
    <w:p w:rsidR="00827620" w:rsidRDefault="00827620" w:rsidP="00250B2A">
      <w:pPr>
        <w:pStyle w:val="libFootnote0"/>
        <w:rPr>
          <w:rtl/>
        </w:rPr>
      </w:pPr>
      <w:r>
        <w:rPr>
          <w:rtl/>
          <w:lang w:bidi="fa-IR"/>
        </w:rPr>
        <w:t xml:space="preserve">۴۸- </w:t>
      </w:r>
      <w:r>
        <w:rPr>
          <w:rtl/>
        </w:rPr>
        <w:t>غرر.</w:t>
      </w:r>
    </w:p>
    <w:p w:rsidR="00827620" w:rsidRDefault="00827620" w:rsidP="00250B2A">
      <w:pPr>
        <w:pStyle w:val="libFootnote0"/>
        <w:rPr>
          <w:rtl/>
        </w:rPr>
      </w:pPr>
      <w:r>
        <w:rPr>
          <w:rtl/>
          <w:lang w:bidi="fa-IR"/>
        </w:rPr>
        <w:t xml:space="preserve">۴۹- </w:t>
      </w:r>
      <w:r>
        <w:rPr>
          <w:rtl/>
        </w:rPr>
        <w:t>الحديث مرحوم فلسفى .</w:t>
      </w:r>
    </w:p>
    <w:p w:rsidR="00827620" w:rsidRDefault="00827620" w:rsidP="00250B2A">
      <w:pPr>
        <w:pStyle w:val="libFootnote0"/>
        <w:rPr>
          <w:rtl/>
        </w:rPr>
      </w:pPr>
      <w:r>
        <w:rPr>
          <w:rtl/>
          <w:lang w:bidi="fa-IR"/>
        </w:rPr>
        <w:t xml:space="preserve">۵۰- </w:t>
      </w:r>
      <w:r>
        <w:rPr>
          <w:rtl/>
        </w:rPr>
        <w:t>غررالحكم .</w:t>
      </w:r>
    </w:p>
    <w:p w:rsidR="00827620" w:rsidRDefault="00827620" w:rsidP="00250B2A">
      <w:pPr>
        <w:pStyle w:val="libFootnote0"/>
        <w:rPr>
          <w:rtl/>
        </w:rPr>
      </w:pPr>
      <w:r>
        <w:rPr>
          <w:rtl/>
          <w:lang w:bidi="fa-IR"/>
        </w:rPr>
        <w:t xml:space="preserve">۵۱- </w:t>
      </w:r>
      <w:r>
        <w:rPr>
          <w:rtl/>
        </w:rPr>
        <w:t xml:space="preserve">غررالحكم ، ص </w:t>
      </w:r>
      <w:r>
        <w:rPr>
          <w:rtl/>
          <w:lang w:bidi="fa-IR"/>
        </w:rPr>
        <w:t>۴۴۹.</w:t>
      </w:r>
    </w:p>
    <w:p w:rsidR="00827620" w:rsidRDefault="00827620" w:rsidP="00250B2A">
      <w:pPr>
        <w:pStyle w:val="libFootnote0"/>
        <w:rPr>
          <w:rtl/>
        </w:rPr>
      </w:pPr>
      <w:r>
        <w:rPr>
          <w:rtl/>
          <w:lang w:bidi="fa-IR"/>
        </w:rPr>
        <w:t xml:space="preserve">۵۲- </w:t>
      </w:r>
      <w:r>
        <w:rPr>
          <w:rtl/>
        </w:rPr>
        <w:t>غررالحكم .</w:t>
      </w:r>
    </w:p>
    <w:p w:rsidR="00827620" w:rsidRDefault="00827620" w:rsidP="00250B2A">
      <w:pPr>
        <w:pStyle w:val="libFootnote0"/>
        <w:rPr>
          <w:rtl/>
        </w:rPr>
      </w:pPr>
      <w:r>
        <w:rPr>
          <w:rtl/>
          <w:lang w:bidi="fa-IR"/>
        </w:rPr>
        <w:t xml:space="preserve">۵۳- </w:t>
      </w:r>
      <w:r>
        <w:rPr>
          <w:rtl/>
        </w:rPr>
        <w:t>غررالحكم .</w:t>
      </w:r>
    </w:p>
    <w:p w:rsidR="00827620" w:rsidRDefault="00827620" w:rsidP="00250B2A">
      <w:pPr>
        <w:pStyle w:val="libFootnote0"/>
        <w:rPr>
          <w:rtl/>
        </w:rPr>
      </w:pPr>
      <w:r>
        <w:rPr>
          <w:rtl/>
          <w:lang w:bidi="fa-IR"/>
        </w:rPr>
        <w:lastRenderedPageBreak/>
        <w:t xml:space="preserve">۵۴- </w:t>
      </w:r>
      <w:r>
        <w:rPr>
          <w:rtl/>
        </w:rPr>
        <w:t xml:space="preserve">ارشاد مرحوم مفيد، ص </w:t>
      </w:r>
      <w:r>
        <w:rPr>
          <w:rtl/>
          <w:lang w:bidi="fa-IR"/>
        </w:rPr>
        <w:t>۱۴۱.</w:t>
      </w:r>
    </w:p>
    <w:p w:rsidR="00827620" w:rsidRDefault="00827620" w:rsidP="00250B2A">
      <w:pPr>
        <w:pStyle w:val="libFootnote0"/>
        <w:rPr>
          <w:rtl/>
        </w:rPr>
      </w:pPr>
      <w:r>
        <w:rPr>
          <w:rtl/>
          <w:lang w:bidi="fa-IR"/>
        </w:rPr>
        <w:t xml:space="preserve">۵۵- </w:t>
      </w:r>
      <w:r>
        <w:rPr>
          <w:rtl/>
        </w:rPr>
        <w:t xml:space="preserve">وسائل الشيعه ، ج </w:t>
      </w:r>
      <w:r>
        <w:rPr>
          <w:rtl/>
          <w:lang w:bidi="fa-IR"/>
        </w:rPr>
        <w:t>۵</w:t>
      </w:r>
      <w:r>
        <w:rPr>
          <w:rtl/>
        </w:rPr>
        <w:t xml:space="preserve">، ص </w:t>
      </w:r>
      <w:r>
        <w:rPr>
          <w:rtl/>
          <w:lang w:bidi="fa-IR"/>
        </w:rPr>
        <w:t>۱۳۳.</w:t>
      </w:r>
    </w:p>
    <w:p w:rsidR="00827620" w:rsidRDefault="00827620" w:rsidP="00250B2A">
      <w:pPr>
        <w:pStyle w:val="libFootnote0"/>
        <w:rPr>
          <w:rtl/>
        </w:rPr>
      </w:pPr>
      <w:r>
        <w:rPr>
          <w:rtl/>
          <w:lang w:bidi="fa-IR"/>
        </w:rPr>
        <w:t xml:space="preserve">۵۶- </w:t>
      </w:r>
      <w:r>
        <w:rPr>
          <w:rtl/>
        </w:rPr>
        <w:t xml:space="preserve">بحارالانوار، ج </w:t>
      </w:r>
      <w:r>
        <w:rPr>
          <w:rtl/>
          <w:lang w:bidi="fa-IR"/>
        </w:rPr>
        <w:t>۲۳</w:t>
      </w:r>
      <w:r>
        <w:rPr>
          <w:rtl/>
        </w:rPr>
        <w:t xml:space="preserve">، ص </w:t>
      </w:r>
      <w:r>
        <w:rPr>
          <w:rtl/>
          <w:lang w:bidi="fa-IR"/>
        </w:rPr>
        <w:t>۶.</w:t>
      </w:r>
    </w:p>
    <w:p w:rsidR="00827620" w:rsidRDefault="00827620" w:rsidP="00250B2A">
      <w:pPr>
        <w:pStyle w:val="libFootnote0"/>
        <w:rPr>
          <w:rtl/>
        </w:rPr>
      </w:pPr>
      <w:r>
        <w:rPr>
          <w:rtl/>
          <w:lang w:bidi="fa-IR"/>
        </w:rPr>
        <w:t xml:space="preserve">۵۷- </w:t>
      </w:r>
      <w:r>
        <w:rPr>
          <w:rtl/>
        </w:rPr>
        <w:t xml:space="preserve">نهج البلاغه ، نامه </w:t>
      </w:r>
      <w:r>
        <w:rPr>
          <w:rtl/>
          <w:lang w:bidi="fa-IR"/>
        </w:rPr>
        <w:t>۳۱.</w:t>
      </w:r>
    </w:p>
    <w:p w:rsidR="00827620" w:rsidRDefault="00827620" w:rsidP="00250B2A">
      <w:pPr>
        <w:pStyle w:val="libFootnote0"/>
        <w:rPr>
          <w:rtl/>
        </w:rPr>
      </w:pPr>
      <w:r>
        <w:rPr>
          <w:rtl/>
          <w:lang w:bidi="fa-IR"/>
        </w:rPr>
        <w:t xml:space="preserve">۵۸- </w:t>
      </w:r>
      <w:r>
        <w:rPr>
          <w:rtl/>
        </w:rPr>
        <w:t>وسائل الشيعه ، احكام الاولاد.</w:t>
      </w:r>
    </w:p>
    <w:p w:rsidR="00827620" w:rsidRDefault="00827620" w:rsidP="00250B2A">
      <w:pPr>
        <w:pStyle w:val="libFootnote0"/>
        <w:rPr>
          <w:rtl/>
        </w:rPr>
      </w:pPr>
      <w:r>
        <w:rPr>
          <w:rtl/>
          <w:lang w:bidi="fa-IR"/>
        </w:rPr>
        <w:t xml:space="preserve">۵۹- </w:t>
      </w:r>
      <w:r>
        <w:rPr>
          <w:rtl/>
        </w:rPr>
        <w:t>همان مدرك .</w:t>
      </w:r>
    </w:p>
    <w:p w:rsidR="00827620" w:rsidRDefault="00827620" w:rsidP="00250B2A">
      <w:pPr>
        <w:pStyle w:val="libFootnote0"/>
        <w:rPr>
          <w:rtl/>
        </w:rPr>
      </w:pPr>
      <w:r>
        <w:rPr>
          <w:rtl/>
          <w:lang w:bidi="fa-IR"/>
        </w:rPr>
        <w:t xml:space="preserve">۶۰- </w:t>
      </w:r>
      <w:r>
        <w:rPr>
          <w:rtl/>
        </w:rPr>
        <w:t>همان مدرك .</w:t>
      </w:r>
    </w:p>
    <w:p w:rsidR="00827620" w:rsidRDefault="00827620" w:rsidP="00250B2A">
      <w:pPr>
        <w:pStyle w:val="libFootnote0"/>
        <w:rPr>
          <w:rtl/>
        </w:rPr>
      </w:pPr>
      <w:r>
        <w:rPr>
          <w:rtl/>
          <w:lang w:bidi="fa-IR"/>
        </w:rPr>
        <w:t xml:space="preserve">۶۱- </w:t>
      </w:r>
      <w:r>
        <w:rPr>
          <w:rtl/>
        </w:rPr>
        <w:t>همان مدرك .</w:t>
      </w:r>
    </w:p>
    <w:p w:rsidR="00827620" w:rsidRDefault="00827620" w:rsidP="00250B2A">
      <w:pPr>
        <w:pStyle w:val="libFootnote0"/>
        <w:rPr>
          <w:rtl/>
        </w:rPr>
      </w:pPr>
      <w:r>
        <w:rPr>
          <w:rtl/>
          <w:lang w:bidi="fa-IR"/>
        </w:rPr>
        <w:t xml:space="preserve">۶۲- </w:t>
      </w:r>
      <w:r>
        <w:rPr>
          <w:rtl/>
        </w:rPr>
        <w:t>همان مدرك .</w:t>
      </w:r>
    </w:p>
    <w:p w:rsidR="00827620" w:rsidRDefault="00827620" w:rsidP="00250B2A">
      <w:pPr>
        <w:pStyle w:val="libFootnote0"/>
        <w:rPr>
          <w:rtl/>
        </w:rPr>
      </w:pPr>
      <w:r>
        <w:rPr>
          <w:rtl/>
          <w:lang w:bidi="fa-IR"/>
        </w:rPr>
        <w:t xml:space="preserve">۶۳- </w:t>
      </w:r>
      <w:r>
        <w:rPr>
          <w:rtl/>
        </w:rPr>
        <w:t>همان مدرك .</w:t>
      </w:r>
    </w:p>
    <w:p w:rsidR="00827620" w:rsidRDefault="00827620" w:rsidP="00250B2A">
      <w:pPr>
        <w:pStyle w:val="libFootnote0"/>
        <w:rPr>
          <w:rtl/>
        </w:rPr>
      </w:pPr>
      <w:r>
        <w:rPr>
          <w:rtl/>
          <w:lang w:bidi="fa-IR"/>
        </w:rPr>
        <w:t xml:space="preserve">۶۴- </w:t>
      </w:r>
      <w:r>
        <w:rPr>
          <w:rtl/>
        </w:rPr>
        <w:t xml:space="preserve">تحف العقول ، ص </w:t>
      </w:r>
      <w:r>
        <w:rPr>
          <w:rtl/>
          <w:lang w:bidi="fa-IR"/>
        </w:rPr>
        <w:t>۸۴.</w:t>
      </w:r>
    </w:p>
    <w:p w:rsidR="00827620" w:rsidRDefault="00827620" w:rsidP="00250B2A">
      <w:pPr>
        <w:pStyle w:val="libFootnote0"/>
        <w:rPr>
          <w:rtl/>
        </w:rPr>
      </w:pPr>
      <w:r>
        <w:rPr>
          <w:rtl/>
          <w:lang w:bidi="fa-IR"/>
        </w:rPr>
        <w:t xml:space="preserve">۶۵- </w:t>
      </w:r>
      <w:r>
        <w:rPr>
          <w:rtl/>
        </w:rPr>
        <w:t xml:space="preserve">الحديث ، ج </w:t>
      </w:r>
      <w:r>
        <w:rPr>
          <w:rtl/>
          <w:lang w:bidi="fa-IR"/>
        </w:rPr>
        <w:t>۳</w:t>
      </w:r>
      <w:r>
        <w:rPr>
          <w:rtl/>
        </w:rPr>
        <w:t xml:space="preserve">، ص </w:t>
      </w:r>
      <w:r>
        <w:rPr>
          <w:rtl/>
          <w:lang w:bidi="fa-IR"/>
        </w:rPr>
        <w:t>۱۲۵.</w:t>
      </w:r>
    </w:p>
    <w:p w:rsidR="00827620" w:rsidRDefault="00827620" w:rsidP="00250B2A">
      <w:pPr>
        <w:pStyle w:val="libFootnote0"/>
        <w:rPr>
          <w:rtl/>
        </w:rPr>
      </w:pPr>
      <w:r>
        <w:rPr>
          <w:rtl/>
          <w:lang w:bidi="fa-IR"/>
        </w:rPr>
        <w:t xml:space="preserve">۶۶- </w:t>
      </w:r>
      <w:r>
        <w:rPr>
          <w:rtl/>
        </w:rPr>
        <w:t xml:space="preserve">تحف العقول ، </w:t>
      </w:r>
      <w:r>
        <w:rPr>
          <w:rtl/>
          <w:lang w:bidi="fa-IR"/>
        </w:rPr>
        <w:t>۹۱.</w:t>
      </w:r>
    </w:p>
    <w:p w:rsidR="00827620" w:rsidRDefault="00827620" w:rsidP="00250B2A">
      <w:pPr>
        <w:pStyle w:val="libFootnote0"/>
        <w:rPr>
          <w:rtl/>
        </w:rPr>
      </w:pPr>
      <w:r>
        <w:rPr>
          <w:rtl/>
          <w:lang w:bidi="fa-IR"/>
        </w:rPr>
        <w:t xml:space="preserve">۶۷- </w:t>
      </w:r>
      <w:r>
        <w:rPr>
          <w:rtl/>
        </w:rPr>
        <w:t xml:space="preserve">مستدرك ، ج </w:t>
      </w:r>
      <w:r>
        <w:rPr>
          <w:rtl/>
          <w:lang w:bidi="fa-IR"/>
        </w:rPr>
        <w:t>۲</w:t>
      </w:r>
      <w:r>
        <w:rPr>
          <w:rtl/>
        </w:rPr>
        <w:t xml:space="preserve">، ص </w:t>
      </w:r>
      <w:r>
        <w:rPr>
          <w:rtl/>
          <w:lang w:bidi="fa-IR"/>
        </w:rPr>
        <w:t>۶۷.</w:t>
      </w:r>
    </w:p>
    <w:p w:rsidR="00827620" w:rsidRDefault="00827620" w:rsidP="00250B2A">
      <w:pPr>
        <w:pStyle w:val="libFootnote0"/>
        <w:rPr>
          <w:rtl/>
        </w:rPr>
      </w:pPr>
      <w:r>
        <w:rPr>
          <w:rtl/>
          <w:lang w:bidi="fa-IR"/>
        </w:rPr>
        <w:t xml:space="preserve">۶۸- </w:t>
      </w:r>
      <w:r>
        <w:rPr>
          <w:rtl/>
        </w:rPr>
        <w:t xml:space="preserve">بحار، ج </w:t>
      </w:r>
      <w:r>
        <w:rPr>
          <w:rtl/>
          <w:lang w:bidi="fa-IR"/>
        </w:rPr>
        <w:t>۲۳</w:t>
      </w:r>
      <w:r>
        <w:rPr>
          <w:rtl/>
        </w:rPr>
        <w:t xml:space="preserve">، ص </w:t>
      </w:r>
      <w:r>
        <w:rPr>
          <w:rtl/>
          <w:lang w:bidi="fa-IR"/>
        </w:rPr>
        <w:t>۵۵.</w:t>
      </w:r>
    </w:p>
    <w:p w:rsidR="00827620" w:rsidRDefault="00827620" w:rsidP="00250B2A">
      <w:pPr>
        <w:pStyle w:val="libFootnote0"/>
        <w:rPr>
          <w:rtl/>
        </w:rPr>
      </w:pPr>
      <w:r>
        <w:rPr>
          <w:rtl/>
          <w:lang w:bidi="fa-IR"/>
        </w:rPr>
        <w:t xml:space="preserve">۶۹- </w:t>
      </w:r>
      <w:r>
        <w:rPr>
          <w:rtl/>
        </w:rPr>
        <w:t>سفينه البحار.</w:t>
      </w:r>
    </w:p>
    <w:p w:rsidR="00827620" w:rsidRDefault="00827620" w:rsidP="00250B2A">
      <w:pPr>
        <w:pStyle w:val="libFootnote0"/>
        <w:rPr>
          <w:rtl/>
        </w:rPr>
      </w:pPr>
      <w:r>
        <w:rPr>
          <w:rtl/>
          <w:lang w:bidi="fa-IR"/>
        </w:rPr>
        <w:t xml:space="preserve">۷۰- </w:t>
      </w:r>
      <w:r>
        <w:rPr>
          <w:rtl/>
        </w:rPr>
        <w:t xml:space="preserve">بحار، ج </w:t>
      </w:r>
      <w:r>
        <w:rPr>
          <w:rtl/>
          <w:lang w:bidi="fa-IR"/>
        </w:rPr>
        <w:t>۱۶</w:t>
      </w:r>
      <w:r>
        <w:rPr>
          <w:rtl/>
        </w:rPr>
        <w:t xml:space="preserve">، ص </w:t>
      </w:r>
      <w:r>
        <w:rPr>
          <w:rtl/>
          <w:lang w:bidi="fa-IR"/>
        </w:rPr>
        <w:t>۱۵۴.</w:t>
      </w:r>
    </w:p>
    <w:p w:rsidR="00827620" w:rsidRDefault="00827620" w:rsidP="00250B2A">
      <w:pPr>
        <w:pStyle w:val="libFootnote0"/>
        <w:rPr>
          <w:rtl/>
        </w:rPr>
      </w:pPr>
      <w:r>
        <w:rPr>
          <w:rtl/>
          <w:lang w:bidi="fa-IR"/>
        </w:rPr>
        <w:t xml:space="preserve">۷۱- </w:t>
      </w:r>
      <w:r>
        <w:rPr>
          <w:rtl/>
        </w:rPr>
        <w:t xml:space="preserve">بحار، ج </w:t>
      </w:r>
      <w:r>
        <w:rPr>
          <w:rtl/>
          <w:lang w:bidi="fa-IR"/>
        </w:rPr>
        <w:t>۲۳</w:t>
      </w:r>
      <w:r>
        <w:rPr>
          <w:rtl/>
        </w:rPr>
        <w:t xml:space="preserve">، ص </w:t>
      </w:r>
      <w:r>
        <w:rPr>
          <w:rtl/>
          <w:lang w:bidi="fa-IR"/>
        </w:rPr>
        <w:t>۱۹.</w:t>
      </w:r>
    </w:p>
    <w:p w:rsidR="00827620" w:rsidRDefault="00827620" w:rsidP="00250B2A">
      <w:pPr>
        <w:pStyle w:val="libFootnote0"/>
        <w:rPr>
          <w:rtl/>
        </w:rPr>
      </w:pPr>
      <w:r>
        <w:rPr>
          <w:rtl/>
          <w:lang w:bidi="fa-IR"/>
        </w:rPr>
        <w:t xml:space="preserve">۷۲- </w:t>
      </w:r>
      <w:r>
        <w:rPr>
          <w:rtl/>
        </w:rPr>
        <w:t xml:space="preserve">مستدرك الوسائل ، ج </w:t>
      </w:r>
      <w:r>
        <w:rPr>
          <w:rtl/>
          <w:lang w:bidi="fa-IR"/>
        </w:rPr>
        <w:t>۲</w:t>
      </w:r>
      <w:r>
        <w:rPr>
          <w:rtl/>
        </w:rPr>
        <w:t xml:space="preserve">، ص </w:t>
      </w:r>
      <w:r>
        <w:rPr>
          <w:rtl/>
          <w:lang w:bidi="fa-IR"/>
        </w:rPr>
        <w:t>۴۱۷.</w:t>
      </w:r>
    </w:p>
    <w:p w:rsidR="00827620" w:rsidRDefault="00827620" w:rsidP="00250B2A">
      <w:pPr>
        <w:pStyle w:val="libFootnote0"/>
        <w:rPr>
          <w:rtl/>
        </w:rPr>
      </w:pPr>
      <w:r>
        <w:rPr>
          <w:rtl/>
          <w:lang w:bidi="fa-IR"/>
        </w:rPr>
        <w:t xml:space="preserve">۷۳- </w:t>
      </w:r>
      <w:r>
        <w:rPr>
          <w:rtl/>
        </w:rPr>
        <w:t>سفينه ، حرص .</w:t>
      </w:r>
    </w:p>
    <w:p w:rsidR="00827620" w:rsidRDefault="00827620" w:rsidP="00250B2A">
      <w:pPr>
        <w:pStyle w:val="libFootnote0"/>
        <w:rPr>
          <w:rtl/>
        </w:rPr>
      </w:pPr>
      <w:r>
        <w:rPr>
          <w:rtl/>
          <w:lang w:bidi="fa-IR"/>
        </w:rPr>
        <w:t xml:space="preserve">۷۴- </w:t>
      </w:r>
      <w:r>
        <w:rPr>
          <w:rtl/>
        </w:rPr>
        <w:t>غررالحكم .</w:t>
      </w:r>
    </w:p>
    <w:p w:rsidR="00827620" w:rsidRDefault="00827620" w:rsidP="00250B2A">
      <w:pPr>
        <w:pStyle w:val="libFootnote0"/>
        <w:rPr>
          <w:rtl/>
        </w:rPr>
      </w:pPr>
      <w:r>
        <w:rPr>
          <w:rtl/>
          <w:lang w:bidi="fa-IR"/>
        </w:rPr>
        <w:t xml:space="preserve">۷۵- </w:t>
      </w:r>
      <w:r>
        <w:rPr>
          <w:rtl/>
        </w:rPr>
        <w:t xml:space="preserve">وسائل ، ج </w:t>
      </w:r>
      <w:r>
        <w:rPr>
          <w:rtl/>
          <w:lang w:bidi="fa-IR"/>
        </w:rPr>
        <w:t>۳</w:t>
      </w:r>
      <w:r>
        <w:rPr>
          <w:rtl/>
        </w:rPr>
        <w:t xml:space="preserve">، ص </w:t>
      </w:r>
      <w:r>
        <w:rPr>
          <w:rtl/>
          <w:lang w:bidi="fa-IR"/>
        </w:rPr>
        <w:t>۲۳۲.</w:t>
      </w:r>
    </w:p>
    <w:p w:rsidR="00827620" w:rsidRDefault="00827620" w:rsidP="00250B2A">
      <w:pPr>
        <w:pStyle w:val="libFootnote0"/>
        <w:rPr>
          <w:rtl/>
        </w:rPr>
      </w:pPr>
      <w:r>
        <w:rPr>
          <w:rtl/>
          <w:lang w:bidi="fa-IR"/>
        </w:rPr>
        <w:t xml:space="preserve">۷۶- </w:t>
      </w:r>
      <w:r>
        <w:rPr>
          <w:rtl/>
        </w:rPr>
        <w:t xml:space="preserve">نهج البلاغه ، قصص ، ص </w:t>
      </w:r>
      <w:r>
        <w:rPr>
          <w:rtl/>
          <w:lang w:bidi="fa-IR"/>
        </w:rPr>
        <w:t>۱۲۶۴.</w:t>
      </w:r>
    </w:p>
    <w:p w:rsidR="00827620" w:rsidRDefault="00827620" w:rsidP="00250B2A">
      <w:pPr>
        <w:pStyle w:val="libFootnote0"/>
        <w:rPr>
          <w:rtl/>
        </w:rPr>
      </w:pPr>
      <w:r>
        <w:rPr>
          <w:rtl/>
          <w:lang w:bidi="fa-IR"/>
        </w:rPr>
        <w:t xml:space="preserve">۷۷- </w:t>
      </w:r>
      <w:r>
        <w:rPr>
          <w:rtl/>
        </w:rPr>
        <w:t>نهج البلاغه .</w:t>
      </w:r>
    </w:p>
    <w:p w:rsidR="00827620" w:rsidRDefault="00827620" w:rsidP="00250B2A">
      <w:pPr>
        <w:pStyle w:val="libFootnote0"/>
        <w:rPr>
          <w:rtl/>
        </w:rPr>
      </w:pPr>
      <w:r>
        <w:rPr>
          <w:rtl/>
          <w:lang w:bidi="fa-IR"/>
        </w:rPr>
        <w:t xml:space="preserve">۷۸- </w:t>
      </w:r>
      <w:r>
        <w:rPr>
          <w:rtl/>
        </w:rPr>
        <w:t>غرر.</w:t>
      </w:r>
    </w:p>
    <w:p w:rsidR="00827620" w:rsidRDefault="00827620" w:rsidP="00250B2A">
      <w:pPr>
        <w:pStyle w:val="libFootnote0"/>
        <w:rPr>
          <w:rtl/>
        </w:rPr>
      </w:pPr>
      <w:r>
        <w:rPr>
          <w:rtl/>
          <w:lang w:bidi="fa-IR"/>
        </w:rPr>
        <w:t xml:space="preserve">۷۹- </w:t>
      </w:r>
      <w:r>
        <w:rPr>
          <w:rtl/>
        </w:rPr>
        <w:t>غرر.</w:t>
      </w:r>
    </w:p>
    <w:p w:rsidR="00827620" w:rsidRDefault="00827620" w:rsidP="00250B2A">
      <w:pPr>
        <w:pStyle w:val="libFootnote0"/>
        <w:rPr>
          <w:rtl/>
        </w:rPr>
      </w:pPr>
      <w:r>
        <w:rPr>
          <w:rtl/>
          <w:lang w:bidi="fa-IR"/>
        </w:rPr>
        <w:t xml:space="preserve">۸۰- </w:t>
      </w:r>
      <w:r>
        <w:rPr>
          <w:rtl/>
        </w:rPr>
        <w:t>غررالحكم .</w:t>
      </w:r>
    </w:p>
    <w:p w:rsidR="00827620" w:rsidRDefault="00827620" w:rsidP="00250B2A">
      <w:pPr>
        <w:pStyle w:val="libFootnote0"/>
        <w:rPr>
          <w:rtl/>
        </w:rPr>
      </w:pPr>
      <w:r>
        <w:rPr>
          <w:rtl/>
          <w:lang w:bidi="fa-IR"/>
        </w:rPr>
        <w:t xml:space="preserve">۸۱- </w:t>
      </w:r>
      <w:r>
        <w:rPr>
          <w:rtl/>
        </w:rPr>
        <w:t xml:space="preserve">شرح ابن ابى الحديد، ج </w:t>
      </w:r>
      <w:r>
        <w:rPr>
          <w:rtl/>
          <w:lang w:bidi="fa-IR"/>
        </w:rPr>
        <w:t>۲۰</w:t>
      </w:r>
      <w:r>
        <w:rPr>
          <w:rtl/>
        </w:rPr>
        <w:t xml:space="preserve">، ص </w:t>
      </w:r>
      <w:r>
        <w:rPr>
          <w:rtl/>
          <w:lang w:bidi="fa-IR"/>
        </w:rPr>
        <w:t>۳۶۷.</w:t>
      </w:r>
    </w:p>
    <w:p w:rsidR="00827620" w:rsidRDefault="00827620" w:rsidP="00250B2A">
      <w:pPr>
        <w:pStyle w:val="libFootnote0"/>
        <w:rPr>
          <w:rtl/>
        </w:rPr>
      </w:pPr>
      <w:r>
        <w:rPr>
          <w:rtl/>
          <w:lang w:bidi="fa-IR"/>
        </w:rPr>
        <w:lastRenderedPageBreak/>
        <w:t xml:space="preserve">۸۲- </w:t>
      </w:r>
      <w:r>
        <w:rPr>
          <w:rtl/>
        </w:rPr>
        <w:t xml:space="preserve">اثبات الهداه ، ص </w:t>
      </w:r>
      <w:r>
        <w:rPr>
          <w:rtl/>
          <w:lang w:bidi="fa-IR"/>
        </w:rPr>
        <w:t>۴۶.</w:t>
      </w:r>
    </w:p>
    <w:p w:rsidR="00827620" w:rsidRDefault="00827620" w:rsidP="00250B2A">
      <w:pPr>
        <w:pStyle w:val="libFootnote0"/>
        <w:rPr>
          <w:rtl/>
        </w:rPr>
      </w:pPr>
      <w:r>
        <w:rPr>
          <w:rtl/>
          <w:lang w:bidi="fa-IR"/>
        </w:rPr>
        <w:t xml:space="preserve">۸۳- </w:t>
      </w:r>
      <w:r>
        <w:rPr>
          <w:rtl/>
        </w:rPr>
        <w:t>همان مدرك .</w:t>
      </w:r>
    </w:p>
    <w:p w:rsidR="00827620" w:rsidRDefault="00827620" w:rsidP="00250B2A">
      <w:pPr>
        <w:pStyle w:val="libFootnote0"/>
        <w:rPr>
          <w:rtl/>
        </w:rPr>
      </w:pPr>
      <w:r>
        <w:rPr>
          <w:rtl/>
          <w:lang w:bidi="fa-IR"/>
        </w:rPr>
        <w:t xml:space="preserve">۸۴- </w:t>
      </w:r>
      <w:r>
        <w:rPr>
          <w:rtl/>
        </w:rPr>
        <w:t xml:space="preserve">همان مدرك ، ص </w:t>
      </w:r>
      <w:r>
        <w:rPr>
          <w:rtl/>
          <w:lang w:bidi="fa-IR"/>
        </w:rPr>
        <w:t>۱۳۶.</w:t>
      </w:r>
    </w:p>
    <w:p w:rsidR="00827620" w:rsidRDefault="00827620" w:rsidP="00250B2A">
      <w:pPr>
        <w:pStyle w:val="libFootnote0"/>
        <w:rPr>
          <w:rtl/>
        </w:rPr>
      </w:pPr>
      <w:r>
        <w:rPr>
          <w:rtl/>
          <w:lang w:bidi="fa-IR"/>
        </w:rPr>
        <w:t xml:space="preserve">۸۵- </w:t>
      </w:r>
      <w:r>
        <w:rPr>
          <w:rtl/>
        </w:rPr>
        <w:t>غرر.</w:t>
      </w:r>
    </w:p>
    <w:p w:rsidR="00827620" w:rsidRDefault="00827620" w:rsidP="00250B2A">
      <w:pPr>
        <w:pStyle w:val="libFootnote0"/>
        <w:rPr>
          <w:rtl/>
        </w:rPr>
      </w:pPr>
      <w:r>
        <w:rPr>
          <w:rtl/>
          <w:lang w:bidi="fa-IR"/>
        </w:rPr>
        <w:t xml:space="preserve">۸۶- </w:t>
      </w:r>
      <w:r>
        <w:rPr>
          <w:rtl/>
        </w:rPr>
        <w:t>غرر.</w:t>
      </w:r>
    </w:p>
    <w:p w:rsidR="00827620" w:rsidRDefault="00827620" w:rsidP="00250B2A">
      <w:pPr>
        <w:pStyle w:val="libFootnote0"/>
        <w:rPr>
          <w:rtl/>
        </w:rPr>
      </w:pPr>
      <w:r>
        <w:rPr>
          <w:rtl/>
          <w:lang w:bidi="fa-IR"/>
        </w:rPr>
        <w:t xml:space="preserve">۸۷- </w:t>
      </w:r>
      <w:r>
        <w:rPr>
          <w:rtl/>
        </w:rPr>
        <w:t>غرر.</w:t>
      </w:r>
    </w:p>
    <w:p w:rsidR="00827620" w:rsidRDefault="00827620" w:rsidP="00250B2A">
      <w:pPr>
        <w:pStyle w:val="libFootnote0"/>
        <w:rPr>
          <w:rtl/>
        </w:rPr>
      </w:pPr>
      <w:r>
        <w:rPr>
          <w:rtl/>
          <w:lang w:bidi="fa-IR"/>
        </w:rPr>
        <w:t xml:space="preserve">۸۸- </w:t>
      </w:r>
      <w:r>
        <w:rPr>
          <w:rtl/>
        </w:rPr>
        <w:t>غرر.</w:t>
      </w:r>
    </w:p>
    <w:p w:rsidR="00827620" w:rsidRDefault="00827620" w:rsidP="00250B2A">
      <w:pPr>
        <w:pStyle w:val="libFootnote0"/>
        <w:rPr>
          <w:rtl/>
        </w:rPr>
      </w:pPr>
      <w:r>
        <w:rPr>
          <w:rtl/>
          <w:lang w:bidi="fa-IR"/>
        </w:rPr>
        <w:t xml:space="preserve">۸۹- </w:t>
      </w:r>
      <w:r>
        <w:rPr>
          <w:rtl/>
        </w:rPr>
        <w:t>غررالحكم .</w:t>
      </w:r>
    </w:p>
    <w:p w:rsidR="00827620" w:rsidRDefault="00827620" w:rsidP="00250B2A">
      <w:pPr>
        <w:pStyle w:val="libFootnote0"/>
        <w:rPr>
          <w:rtl/>
        </w:rPr>
      </w:pPr>
      <w:r>
        <w:rPr>
          <w:rtl/>
          <w:lang w:bidi="fa-IR"/>
        </w:rPr>
        <w:t xml:space="preserve">۹۰- </w:t>
      </w:r>
      <w:r>
        <w:rPr>
          <w:rtl/>
        </w:rPr>
        <w:t xml:space="preserve">وسائل ، ج </w:t>
      </w:r>
      <w:r>
        <w:rPr>
          <w:rtl/>
          <w:lang w:bidi="fa-IR"/>
        </w:rPr>
        <w:t>۴</w:t>
      </w:r>
      <w:r>
        <w:rPr>
          <w:rtl/>
        </w:rPr>
        <w:t xml:space="preserve">، ص </w:t>
      </w:r>
      <w:r>
        <w:rPr>
          <w:rtl/>
          <w:lang w:bidi="fa-IR"/>
        </w:rPr>
        <w:t>۲۹.</w:t>
      </w:r>
    </w:p>
    <w:p w:rsidR="00827620" w:rsidRDefault="00827620" w:rsidP="00250B2A">
      <w:pPr>
        <w:pStyle w:val="libFootnote0"/>
        <w:rPr>
          <w:rtl/>
        </w:rPr>
      </w:pPr>
      <w:r>
        <w:rPr>
          <w:rtl/>
          <w:lang w:bidi="fa-IR"/>
        </w:rPr>
        <w:t xml:space="preserve">۹۱- </w:t>
      </w:r>
      <w:r>
        <w:rPr>
          <w:rtl/>
        </w:rPr>
        <w:t>غرر.</w:t>
      </w:r>
    </w:p>
    <w:p w:rsidR="00827620" w:rsidRDefault="00827620" w:rsidP="00250B2A">
      <w:pPr>
        <w:pStyle w:val="libFootnote0"/>
        <w:rPr>
          <w:rtl/>
        </w:rPr>
      </w:pPr>
      <w:r>
        <w:rPr>
          <w:rtl/>
          <w:lang w:bidi="fa-IR"/>
        </w:rPr>
        <w:t xml:space="preserve">۹۲- </w:t>
      </w:r>
      <w:r>
        <w:rPr>
          <w:rtl/>
        </w:rPr>
        <w:t>غرر.</w:t>
      </w:r>
    </w:p>
    <w:p w:rsidR="00827620" w:rsidRDefault="00827620" w:rsidP="00250B2A">
      <w:pPr>
        <w:pStyle w:val="libFootnote0"/>
        <w:rPr>
          <w:rtl/>
        </w:rPr>
      </w:pPr>
      <w:r>
        <w:rPr>
          <w:rtl/>
          <w:lang w:bidi="fa-IR"/>
        </w:rPr>
        <w:t xml:space="preserve">۹۳- </w:t>
      </w:r>
      <w:r>
        <w:rPr>
          <w:rtl/>
        </w:rPr>
        <w:t>غرر.</w:t>
      </w:r>
    </w:p>
    <w:p w:rsidR="00827620" w:rsidRDefault="00827620" w:rsidP="00250B2A">
      <w:pPr>
        <w:pStyle w:val="libFootnote0"/>
        <w:rPr>
          <w:rtl/>
        </w:rPr>
      </w:pPr>
      <w:r>
        <w:rPr>
          <w:rtl/>
          <w:lang w:bidi="fa-IR"/>
        </w:rPr>
        <w:t xml:space="preserve">۹۴- </w:t>
      </w:r>
      <w:r>
        <w:rPr>
          <w:rtl/>
        </w:rPr>
        <w:t xml:space="preserve">نهج الحكمه ، ص </w:t>
      </w:r>
      <w:r>
        <w:rPr>
          <w:rtl/>
          <w:lang w:bidi="fa-IR"/>
        </w:rPr>
        <w:t>۵۵.</w:t>
      </w:r>
    </w:p>
    <w:p w:rsidR="00827620" w:rsidRDefault="00827620" w:rsidP="00250B2A">
      <w:pPr>
        <w:pStyle w:val="libFootnote0"/>
        <w:rPr>
          <w:rtl/>
        </w:rPr>
      </w:pPr>
      <w:r>
        <w:rPr>
          <w:rtl/>
          <w:lang w:bidi="fa-IR"/>
        </w:rPr>
        <w:t xml:space="preserve">۹۵- </w:t>
      </w:r>
      <w:r>
        <w:rPr>
          <w:rtl/>
        </w:rPr>
        <w:t xml:space="preserve">بحار، ج </w:t>
      </w:r>
      <w:r>
        <w:rPr>
          <w:rtl/>
          <w:lang w:bidi="fa-IR"/>
        </w:rPr>
        <w:t>۱۵</w:t>
      </w:r>
      <w:r>
        <w:rPr>
          <w:rtl/>
        </w:rPr>
        <w:t xml:space="preserve">، ص </w:t>
      </w:r>
      <w:r>
        <w:rPr>
          <w:rtl/>
          <w:lang w:bidi="fa-IR"/>
        </w:rPr>
        <w:t>۹۷.</w:t>
      </w:r>
    </w:p>
    <w:p w:rsidR="00827620" w:rsidRDefault="00827620" w:rsidP="00250B2A">
      <w:pPr>
        <w:pStyle w:val="libFootnote0"/>
        <w:rPr>
          <w:rtl/>
        </w:rPr>
      </w:pPr>
      <w:r>
        <w:rPr>
          <w:rtl/>
          <w:lang w:bidi="fa-IR"/>
        </w:rPr>
        <w:t xml:space="preserve">۹۶- </w:t>
      </w:r>
      <w:r>
        <w:rPr>
          <w:rtl/>
        </w:rPr>
        <w:t>سفينه البحار، خلق .</w:t>
      </w:r>
    </w:p>
    <w:p w:rsidR="00827620" w:rsidRDefault="00827620" w:rsidP="00250B2A">
      <w:pPr>
        <w:pStyle w:val="libFootnote0"/>
        <w:rPr>
          <w:rtl/>
        </w:rPr>
      </w:pPr>
      <w:r>
        <w:rPr>
          <w:rtl/>
          <w:lang w:bidi="fa-IR"/>
        </w:rPr>
        <w:t xml:space="preserve">۹۷- </w:t>
      </w:r>
      <w:r>
        <w:rPr>
          <w:rtl/>
        </w:rPr>
        <w:t xml:space="preserve">تحف العقول ، ص </w:t>
      </w:r>
      <w:r>
        <w:rPr>
          <w:rtl/>
          <w:lang w:bidi="fa-IR"/>
        </w:rPr>
        <w:t>۲۰۷.</w:t>
      </w:r>
    </w:p>
    <w:p w:rsidR="00827620" w:rsidRDefault="00827620" w:rsidP="00250B2A">
      <w:pPr>
        <w:pStyle w:val="libFootnote0"/>
        <w:rPr>
          <w:rtl/>
        </w:rPr>
      </w:pPr>
      <w:r>
        <w:rPr>
          <w:rtl/>
          <w:lang w:bidi="fa-IR"/>
        </w:rPr>
        <w:t xml:space="preserve">۹۸- </w:t>
      </w:r>
      <w:r>
        <w:rPr>
          <w:rtl/>
        </w:rPr>
        <w:t xml:space="preserve">نهج البلاغه ، كلمه </w:t>
      </w:r>
      <w:r>
        <w:rPr>
          <w:rtl/>
          <w:lang w:bidi="fa-IR"/>
        </w:rPr>
        <w:t>۳۴۹.</w:t>
      </w:r>
    </w:p>
    <w:p w:rsidR="00827620" w:rsidRDefault="00827620" w:rsidP="00250B2A">
      <w:pPr>
        <w:pStyle w:val="libFootnote0"/>
        <w:rPr>
          <w:rtl/>
        </w:rPr>
      </w:pPr>
      <w:r>
        <w:rPr>
          <w:rtl/>
          <w:lang w:bidi="fa-IR"/>
        </w:rPr>
        <w:t xml:space="preserve">۹۹- </w:t>
      </w:r>
      <w:r>
        <w:rPr>
          <w:rtl/>
        </w:rPr>
        <w:t>غرر.</w:t>
      </w:r>
    </w:p>
    <w:p w:rsidR="00827620" w:rsidRDefault="00827620" w:rsidP="00250B2A">
      <w:pPr>
        <w:pStyle w:val="libFootnote0"/>
        <w:rPr>
          <w:rtl/>
        </w:rPr>
      </w:pPr>
      <w:r>
        <w:rPr>
          <w:rtl/>
          <w:lang w:bidi="fa-IR"/>
        </w:rPr>
        <w:t xml:space="preserve">۱۰۰- </w:t>
      </w:r>
      <w:r>
        <w:rPr>
          <w:rtl/>
        </w:rPr>
        <w:t>غرر.</w:t>
      </w:r>
    </w:p>
    <w:p w:rsidR="00827620" w:rsidRDefault="00827620" w:rsidP="00250B2A">
      <w:pPr>
        <w:pStyle w:val="libFootnote0"/>
        <w:rPr>
          <w:rtl/>
        </w:rPr>
      </w:pPr>
      <w:r>
        <w:rPr>
          <w:rtl/>
          <w:lang w:bidi="fa-IR"/>
        </w:rPr>
        <w:t xml:space="preserve">۱۰۱- </w:t>
      </w:r>
      <w:r>
        <w:rPr>
          <w:rtl/>
        </w:rPr>
        <w:t xml:space="preserve">تحف العقول ، ص </w:t>
      </w:r>
      <w:r>
        <w:rPr>
          <w:rtl/>
          <w:lang w:bidi="fa-IR"/>
        </w:rPr>
        <w:t>۱۷۱.</w:t>
      </w:r>
    </w:p>
    <w:p w:rsidR="00827620" w:rsidRDefault="00827620" w:rsidP="00250B2A">
      <w:pPr>
        <w:pStyle w:val="libFootnote0"/>
        <w:rPr>
          <w:rtl/>
        </w:rPr>
      </w:pPr>
      <w:r>
        <w:rPr>
          <w:rtl/>
          <w:lang w:bidi="fa-IR"/>
        </w:rPr>
        <w:t xml:space="preserve">۱۰۲- </w:t>
      </w:r>
      <w:r>
        <w:rPr>
          <w:rtl/>
        </w:rPr>
        <w:t>غرر.</w:t>
      </w:r>
    </w:p>
    <w:p w:rsidR="00827620" w:rsidRDefault="00827620" w:rsidP="00250B2A">
      <w:pPr>
        <w:pStyle w:val="libFootnote0"/>
        <w:rPr>
          <w:rtl/>
        </w:rPr>
      </w:pPr>
      <w:r>
        <w:rPr>
          <w:rtl/>
          <w:lang w:bidi="fa-IR"/>
        </w:rPr>
        <w:t xml:space="preserve">۱۰۳- </w:t>
      </w:r>
      <w:r>
        <w:rPr>
          <w:rtl/>
        </w:rPr>
        <w:t>غرر.</w:t>
      </w:r>
    </w:p>
    <w:p w:rsidR="00827620" w:rsidRDefault="00827620" w:rsidP="00250B2A">
      <w:pPr>
        <w:pStyle w:val="libFootnote0"/>
        <w:rPr>
          <w:rtl/>
        </w:rPr>
      </w:pPr>
      <w:r>
        <w:rPr>
          <w:rtl/>
          <w:lang w:bidi="fa-IR"/>
        </w:rPr>
        <w:t xml:space="preserve">۱۰۴- </w:t>
      </w:r>
      <w:r>
        <w:rPr>
          <w:rtl/>
        </w:rPr>
        <w:t>غرر.</w:t>
      </w:r>
    </w:p>
    <w:p w:rsidR="00827620" w:rsidRDefault="00827620" w:rsidP="00250B2A">
      <w:pPr>
        <w:pStyle w:val="libFootnote0"/>
        <w:rPr>
          <w:rtl/>
        </w:rPr>
      </w:pPr>
      <w:r>
        <w:rPr>
          <w:rtl/>
          <w:lang w:bidi="fa-IR"/>
        </w:rPr>
        <w:t xml:space="preserve">۱۰۵- </w:t>
      </w:r>
      <w:r>
        <w:rPr>
          <w:rtl/>
        </w:rPr>
        <w:t>غرر.</w:t>
      </w:r>
    </w:p>
    <w:p w:rsidR="00827620" w:rsidRDefault="00827620" w:rsidP="00250B2A">
      <w:pPr>
        <w:pStyle w:val="libFootnote0"/>
        <w:rPr>
          <w:rtl/>
        </w:rPr>
      </w:pPr>
      <w:r>
        <w:rPr>
          <w:rtl/>
          <w:lang w:bidi="fa-IR"/>
        </w:rPr>
        <w:t xml:space="preserve">۱۰۶- </w:t>
      </w:r>
      <w:r>
        <w:rPr>
          <w:rtl/>
        </w:rPr>
        <w:t xml:space="preserve">كتاب الحديث ، ج </w:t>
      </w:r>
      <w:r>
        <w:rPr>
          <w:rtl/>
          <w:lang w:bidi="fa-IR"/>
        </w:rPr>
        <w:t>۳</w:t>
      </w:r>
      <w:r>
        <w:rPr>
          <w:rtl/>
        </w:rPr>
        <w:t xml:space="preserve">، ص </w:t>
      </w:r>
      <w:r>
        <w:rPr>
          <w:rtl/>
          <w:lang w:bidi="fa-IR"/>
        </w:rPr>
        <w:t>۳۶۷.</w:t>
      </w:r>
    </w:p>
    <w:p w:rsidR="00827620" w:rsidRDefault="00827620" w:rsidP="00250B2A">
      <w:pPr>
        <w:pStyle w:val="libFootnote0"/>
        <w:rPr>
          <w:rtl/>
        </w:rPr>
      </w:pPr>
      <w:r>
        <w:rPr>
          <w:rtl/>
          <w:lang w:bidi="fa-IR"/>
        </w:rPr>
        <w:t xml:space="preserve">۱۰۷- </w:t>
      </w:r>
      <w:r>
        <w:rPr>
          <w:rtl/>
        </w:rPr>
        <w:t>نهج البلاغه .</w:t>
      </w:r>
    </w:p>
    <w:p w:rsidR="00827620" w:rsidRDefault="00827620" w:rsidP="00250B2A">
      <w:pPr>
        <w:pStyle w:val="libFootnote0"/>
        <w:rPr>
          <w:rtl/>
        </w:rPr>
      </w:pPr>
      <w:r>
        <w:rPr>
          <w:rtl/>
          <w:lang w:bidi="fa-IR"/>
        </w:rPr>
        <w:t xml:space="preserve">۱۰۸- </w:t>
      </w:r>
      <w:r>
        <w:rPr>
          <w:rtl/>
        </w:rPr>
        <w:t>غرر.</w:t>
      </w:r>
    </w:p>
    <w:p w:rsidR="00827620" w:rsidRDefault="00827620" w:rsidP="00250B2A">
      <w:pPr>
        <w:pStyle w:val="libFootnote0"/>
        <w:rPr>
          <w:rtl/>
        </w:rPr>
      </w:pPr>
      <w:r>
        <w:rPr>
          <w:rtl/>
          <w:lang w:bidi="fa-IR"/>
        </w:rPr>
        <w:t xml:space="preserve">۱۰۹- </w:t>
      </w:r>
      <w:r>
        <w:rPr>
          <w:rtl/>
        </w:rPr>
        <w:t>غرر.</w:t>
      </w:r>
    </w:p>
    <w:p w:rsidR="00827620" w:rsidRDefault="00827620" w:rsidP="00250B2A">
      <w:pPr>
        <w:pStyle w:val="libFootnote0"/>
        <w:rPr>
          <w:rtl/>
        </w:rPr>
      </w:pPr>
      <w:r>
        <w:rPr>
          <w:rtl/>
          <w:lang w:bidi="fa-IR"/>
        </w:rPr>
        <w:lastRenderedPageBreak/>
        <w:t xml:space="preserve">۱۱۰- </w:t>
      </w:r>
      <w:r>
        <w:rPr>
          <w:rtl/>
        </w:rPr>
        <w:t>غرر.</w:t>
      </w:r>
    </w:p>
    <w:p w:rsidR="00827620" w:rsidRDefault="00827620" w:rsidP="00250B2A">
      <w:pPr>
        <w:pStyle w:val="libFootnote0"/>
        <w:rPr>
          <w:rtl/>
        </w:rPr>
      </w:pPr>
      <w:r>
        <w:rPr>
          <w:rtl/>
          <w:lang w:bidi="fa-IR"/>
        </w:rPr>
        <w:t xml:space="preserve">۱۱۱- </w:t>
      </w:r>
      <w:r>
        <w:rPr>
          <w:rtl/>
        </w:rPr>
        <w:t>غرر.</w:t>
      </w:r>
    </w:p>
    <w:p w:rsidR="00827620" w:rsidRDefault="00827620" w:rsidP="00250B2A">
      <w:pPr>
        <w:pStyle w:val="libFootnote0"/>
        <w:rPr>
          <w:rtl/>
        </w:rPr>
      </w:pPr>
      <w:r>
        <w:rPr>
          <w:rtl/>
          <w:lang w:bidi="fa-IR"/>
        </w:rPr>
        <w:t xml:space="preserve">۱۱۲- </w:t>
      </w:r>
      <w:r>
        <w:rPr>
          <w:rtl/>
        </w:rPr>
        <w:t>غرر.</w:t>
      </w:r>
    </w:p>
    <w:p w:rsidR="00827620" w:rsidRDefault="00827620" w:rsidP="00250B2A">
      <w:pPr>
        <w:pStyle w:val="libFootnote0"/>
        <w:rPr>
          <w:rtl/>
        </w:rPr>
      </w:pPr>
      <w:r>
        <w:rPr>
          <w:rtl/>
          <w:lang w:bidi="fa-IR"/>
        </w:rPr>
        <w:t xml:space="preserve">۱۱۳- </w:t>
      </w:r>
      <w:r>
        <w:rPr>
          <w:rtl/>
        </w:rPr>
        <w:t>غرر.</w:t>
      </w:r>
    </w:p>
    <w:p w:rsidR="00827620" w:rsidRDefault="00827620" w:rsidP="00250B2A">
      <w:pPr>
        <w:pStyle w:val="libFootnote0"/>
        <w:rPr>
          <w:rtl/>
        </w:rPr>
      </w:pPr>
      <w:r>
        <w:rPr>
          <w:rtl/>
          <w:lang w:bidi="fa-IR"/>
        </w:rPr>
        <w:t xml:space="preserve">۱۱۴- </w:t>
      </w:r>
      <w:r>
        <w:rPr>
          <w:rtl/>
        </w:rPr>
        <w:t xml:space="preserve">نهج / </w:t>
      </w:r>
      <w:r>
        <w:rPr>
          <w:rtl/>
          <w:lang w:bidi="fa-IR"/>
        </w:rPr>
        <w:t>۱۲۷۵.</w:t>
      </w:r>
    </w:p>
    <w:p w:rsidR="00827620" w:rsidRDefault="00827620" w:rsidP="00250B2A">
      <w:pPr>
        <w:pStyle w:val="libFootnote0"/>
        <w:rPr>
          <w:rtl/>
        </w:rPr>
      </w:pPr>
      <w:r>
        <w:rPr>
          <w:rtl/>
          <w:lang w:bidi="fa-IR"/>
        </w:rPr>
        <w:t xml:space="preserve">۱۱۵- </w:t>
      </w:r>
      <w:r>
        <w:rPr>
          <w:rtl/>
        </w:rPr>
        <w:t xml:space="preserve">مجموعه ورام ، ج </w:t>
      </w:r>
      <w:r>
        <w:rPr>
          <w:rtl/>
          <w:lang w:bidi="fa-IR"/>
        </w:rPr>
        <w:t>۲</w:t>
      </w:r>
      <w:r>
        <w:rPr>
          <w:rtl/>
        </w:rPr>
        <w:t xml:space="preserve">، ص </w:t>
      </w:r>
      <w:r>
        <w:rPr>
          <w:rtl/>
          <w:lang w:bidi="fa-IR"/>
        </w:rPr>
        <w:t>۱۰.</w:t>
      </w:r>
    </w:p>
    <w:p w:rsidR="00827620" w:rsidRDefault="00827620" w:rsidP="00250B2A">
      <w:pPr>
        <w:pStyle w:val="libFootnote0"/>
        <w:rPr>
          <w:rtl/>
        </w:rPr>
      </w:pPr>
      <w:r>
        <w:rPr>
          <w:rtl/>
          <w:lang w:bidi="fa-IR"/>
        </w:rPr>
        <w:t xml:space="preserve">۱۱۶- </w:t>
      </w:r>
      <w:r>
        <w:rPr>
          <w:rtl/>
        </w:rPr>
        <w:t>غرر.</w:t>
      </w:r>
    </w:p>
    <w:p w:rsidR="00827620" w:rsidRDefault="00827620" w:rsidP="00250B2A">
      <w:pPr>
        <w:pStyle w:val="libFootnote0"/>
        <w:rPr>
          <w:rtl/>
        </w:rPr>
      </w:pPr>
      <w:r>
        <w:rPr>
          <w:rtl/>
          <w:lang w:bidi="fa-IR"/>
        </w:rPr>
        <w:t xml:space="preserve">۱۱۷- </w:t>
      </w:r>
      <w:r>
        <w:rPr>
          <w:rtl/>
        </w:rPr>
        <w:t xml:space="preserve">بحار، ج </w:t>
      </w:r>
      <w:r>
        <w:rPr>
          <w:rtl/>
          <w:lang w:bidi="fa-IR"/>
        </w:rPr>
        <w:t>۱۷</w:t>
      </w:r>
      <w:r>
        <w:rPr>
          <w:rtl/>
        </w:rPr>
        <w:t xml:space="preserve">، ص </w:t>
      </w:r>
      <w:r>
        <w:rPr>
          <w:rtl/>
          <w:lang w:bidi="fa-IR"/>
        </w:rPr>
        <w:t>۱۱۶.</w:t>
      </w:r>
    </w:p>
    <w:p w:rsidR="00827620" w:rsidRDefault="00827620" w:rsidP="00250B2A">
      <w:pPr>
        <w:pStyle w:val="libFootnote0"/>
        <w:rPr>
          <w:rtl/>
        </w:rPr>
      </w:pPr>
      <w:r>
        <w:rPr>
          <w:rtl/>
          <w:lang w:bidi="fa-IR"/>
        </w:rPr>
        <w:t xml:space="preserve">۱۱۸- </w:t>
      </w:r>
      <w:r>
        <w:rPr>
          <w:rtl/>
        </w:rPr>
        <w:t xml:space="preserve">ارشاد مفيد، ص </w:t>
      </w:r>
      <w:r>
        <w:rPr>
          <w:rtl/>
          <w:lang w:bidi="fa-IR"/>
        </w:rPr>
        <w:t>۱۴۱.</w:t>
      </w:r>
    </w:p>
    <w:p w:rsidR="00827620" w:rsidRDefault="00827620" w:rsidP="00250B2A">
      <w:pPr>
        <w:pStyle w:val="libFootnote0"/>
        <w:rPr>
          <w:rtl/>
        </w:rPr>
      </w:pPr>
      <w:r>
        <w:rPr>
          <w:rtl/>
          <w:lang w:bidi="fa-IR"/>
        </w:rPr>
        <w:t xml:space="preserve">۱۱۹- </w:t>
      </w:r>
      <w:r>
        <w:rPr>
          <w:rtl/>
        </w:rPr>
        <w:t>غرر.</w:t>
      </w:r>
    </w:p>
    <w:p w:rsidR="00827620" w:rsidRDefault="00827620" w:rsidP="00250B2A">
      <w:pPr>
        <w:pStyle w:val="libFootnote0"/>
        <w:rPr>
          <w:rtl/>
        </w:rPr>
      </w:pPr>
      <w:r>
        <w:rPr>
          <w:rtl/>
          <w:lang w:bidi="fa-IR"/>
        </w:rPr>
        <w:t xml:space="preserve">۱۲۰- </w:t>
      </w:r>
      <w:r>
        <w:rPr>
          <w:rtl/>
        </w:rPr>
        <w:t>غرر.</w:t>
      </w:r>
    </w:p>
    <w:p w:rsidR="00827620" w:rsidRDefault="00827620" w:rsidP="00250B2A">
      <w:pPr>
        <w:pStyle w:val="libFootnote0"/>
        <w:rPr>
          <w:rtl/>
        </w:rPr>
      </w:pPr>
      <w:r>
        <w:rPr>
          <w:rtl/>
          <w:lang w:bidi="fa-IR"/>
        </w:rPr>
        <w:t xml:space="preserve">۱۲۱- </w:t>
      </w:r>
      <w:r>
        <w:rPr>
          <w:rtl/>
        </w:rPr>
        <w:t>غرر.</w:t>
      </w:r>
    </w:p>
    <w:p w:rsidR="00827620" w:rsidRDefault="00827620" w:rsidP="00250B2A">
      <w:pPr>
        <w:pStyle w:val="libFootnote0"/>
        <w:rPr>
          <w:rtl/>
        </w:rPr>
      </w:pPr>
      <w:r>
        <w:rPr>
          <w:rtl/>
          <w:lang w:bidi="fa-IR"/>
        </w:rPr>
        <w:t xml:space="preserve">۱۲۲- </w:t>
      </w:r>
      <w:r>
        <w:rPr>
          <w:rtl/>
        </w:rPr>
        <w:t>غرر.</w:t>
      </w:r>
    </w:p>
    <w:p w:rsidR="00827620" w:rsidRDefault="00827620" w:rsidP="00250B2A">
      <w:pPr>
        <w:pStyle w:val="libFootnote0"/>
        <w:rPr>
          <w:rtl/>
        </w:rPr>
      </w:pPr>
      <w:r>
        <w:rPr>
          <w:rtl/>
          <w:lang w:bidi="fa-IR"/>
        </w:rPr>
        <w:t xml:space="preserve">۱۲۳- </w:t>
      </w:r>
      <w:r>
        <w:rPr>
          <w:rtl/>
        </w:rPr>
        <w:t xml:space="preserve">الحديث ، ج </w:t>
      </w:r>
      <w:r>
        <w:rPr>
          <w:rtl/>
          <w:lang w:bidi="fa-IR"/>
        </w:rPr>
        <w:t>۳</w:t>
      </w:r>
      <w:r>
        <w:rPr>
          <w:rtl/>
        </w:rPr>
        <w:t xml:space="preserve">، ص </w:t>
      </w:r>
      <w:r>
        <w:rPr>
          <w:rtl/>
          <w:lang w:bidi="fa-IR"/>
        </w:rPr>
        <w:t>۳۶۳.</w:t>
      </w:r>
    </w:p>
    <w:p w:rsidR="00827620" w:rsidRDefault="00827620" w:rsidP="00250B2A">
      <w:pPr>
        <w:pStyle w:val="libFootnote0"/>
        <w:rPr>
          <w:rtl/>
        </w:rPr>
      </w:pPr>
      <w:r>
        <w:rPr>
          <w:rtl/>
          <w:lang w:bidi="fa-IR"/>
        </w:rPr>
        <w:t xml:space="preserve">۱۲۴- </w:t>
      </w:r>
      <w:r>
        <w:rPr>
          <w:rtl/>
        </w:rPr>
        <w:t>همان مدرك .</w:t>
      </w:r>
    </w:p>
    <w:p w:rsidR="00827620" w:rsidRDefault="00827620" w:rsidP="00250B2A">
      <w:pPr>
        <w:pStyle w:val="libFootnote0"/>
        <w:rPr>
          <w:rtl/>
        </w:rPr>
      </w:pPr>
      <w:r>
        <w:rPr>
          <w:rtl/>
          <w:lang w:bidi="fa-IR"/>
        </w:rPr>
        <w:t xml:space="preserve">۱۲۵- </w:t>
      </w:r>
      <w:r>
        <w:rPr>
          <w:rtl/>
        </w:rPr>
        <w:t>غررالحكم .</w:t>
      </w:r>
    </w:p>
    <w:p w:rsidR="00827620" w:rsidRDefault="00827620" w:rsidP="00250B2A">
      <w:pPr>
        <w:pStyle w:val="libFootnote0"/>
        <w:rPr>
          <w:rtl/>
        </w:rPr>
      </w:pPr>
      <w:r>
        <w:rPr>
          <w:rtl/>
          <w:lang w:bidi="fa-IR"/>
        </w:rPr>
        <w:t xml:space="preserve">۱۲۶- </w:t>
      </w:r>
      <w:r>
        <w:rPr>
          <w:rtl/>
        </w:rPr>
        <w:t>نهج البلاغه .</w:t>
      </w:r>
    </w:p>
    <w:p w:rsidR="00827620" w:rsidRDefault="00827620" w:rsidP="00250B2A">
      <w:pPr>
        <w:pStyle w:val="libFootnote0"/>
        <w:rPr>
          <w:rtl/>
        </w:rPr>
      </w:pPr>
      <w:r>
        <w:rPr>
          <w:rtl/>
          <w:lang w:bidi="fa-IR"/>
        </w:rPr>
        <w:t xml:space="preserve">۱۲۷- </w:t>
      </w:r>
      <w:r>
        <w:rPr>
          <w:rtl/>
        </w:rPr>
        <w:t>غررالحكم .</w:t>
      </w:r>
    </w:p>
    <w:p w:rsidR="00827620" w:rsidRDefault="00827620" w:rsidP="00250B2A">
      <w:pPr>
        <w:pStyle w:val="libFootnote0"/>
        <w:rPr>
          <w:rtl/>
        </w:rPr>
      </w:pPr>
      <w:r>
        <w:rPr>
          <w:rtl/>
          <w:lang w:bidi="fa-IR"/>
        </w:rPr>
        <w:t>۱۲۸-</w:t>
      </w:r>
      <w:r>
        <w:rPr>
          <w:rtl/>
        </w:rPr>
        <w:t>وسائل ، ابواب جهاد النفس .</w:t>
      </w:r>
    </w:p>
    <w:p w:rsidR="00827620" w:rsidRDefault="00827620" w:rsidP="00250B2A">
      <w:pPr>
        <w:pStyle w:val="libFootnote0"/>
        <w:rPr>
          <w:rtl/>
        </w:rPr>
      </w:pPr>
      <w:r>
        <w:rPr>
          <w:rtl/>
          <w:lang w:bidi="fa-IR"/>
        </w:rPr>
        <w:t xml:space="preserve">۱۲۹- </w:t>
      </w:r>
      <w:r>
        <w:rPr>
          <w:rtl/>
        </w:rPr>
        <w:t xml:space="preserve">نهج البلاغه ، كلمه </w:t>
      </w:r>
      <w:r>
        <w:rPr>
          <w:rtl/>
          <w:lang w:bidi="fa-IR"/>
        </w:rPr>
        <w:t>۳۹۰.</w:t>
      </w:r>
    </w:p>
    <w:p w:rsidR="00827620" w:rsidRDefault="00827620" w:rsidP="00250B2A">
      <w:pPr>
        <w:pStyle w:val="libFootnote0"/>
        <w:rPr>
          <w:rtl/>
        </w:rPr>
      </w:pPr>
      <w:r>
        <w:rPr>
          <w:rtl/>
          <w:lang w:bidi="fa-IR"/>
        </w:rPr>
        <w:t xml:space="preserve">۱۳۰- </w:t>
      </w:r>
      <w:r>
        <w:rPr>
          <w:rtl/>
        </w:rPr>
        <w:t>غررالحكم .</w:t>
      </w:r>
    </w:p>
    <w:p w:rsidR="00827620" w:rsidRDefault="00827620" w:rsidP="00250B2A">
      <w:pPr>
        <w:pStyle w:val="libFootnote0"/>
        <w:rPr>
          <w:rtl/>
        </w:rPr>
      </w:pPr>
      <w:r>
        <w:rPr>
          <w:rtl/>
          <w:lang w:bidi="fa-IR"/>
        </w:rPr>
        <w:t xml:space="preserve">۱۳۱- </w:t>
      </w:r>
      <w:r>
        <w:rPr>
          <w:rtl/>
        </w:rPr>
        <w:t>غرر.</w:t>
      </w:r>
    </w:p>
    <w:p w:rsidR="00827620" w:rsidRDefault="00827620" w:rsidP="00250B2A">
      <w:pPr>
        <w:pStyle w:val="libFootnote0"/>
        <w:rPr>
          <w:rtl/>
        </w:rPr>
      </w:pPr>
      <w:r>
        <w:rPr>
          <w:rtl/>
          <w:lang w:bidi="fa-IR"/>
        </w:rPr>
        <w:t xml:space="preserve">۱۳۲- </w:t>
      </w:r>
      <w:r>
        <w:rPr>
          <w:rtl/>
        </w:rPr>
        <w:t xml:space="preserve">تحف العقول ، ص </w:t>
      </w:r>
      <w:r>
        <w:rPr>
          <w:rtl/>
          <w:lang w:bidi="fa-IR"/>
        </w:rPr>
        <w:t>۸۸.</w:t>
      </w:r>
    </w:p>
    <w:p w:rsidR="00827620" w:rsidRDefault="00827620" w:rsidP="00250B2A">
      <w:pPr>
        <w:pStyle w:val="libFootnote0"/>
        <w:rPr>
          <w:rtl/>
        </w:rPr>
      </w:pPr>
      <w:r>
        <w:rPr>
          <w:rtl/>
          <w:lang w:bidi="fa-IR"/>
        </w:rPr>
        <w:t xml:space="preserve">۱۳۳- </w:t>
      </w:r>
      <w:r>
        <w:rPr>
          <w:rtl/>
        </w:rPr>
        <w:t>سفينه ، خلق .</w:t>
      </w:r>
    </w:p>
    <w:p w:rsidR="00827620" w:rsidRDefault="00827620" w:rsidP="00250B2A">
      <w:pPr>
        <w:pStyle w:val="libFootnote0"/>
        <w:rPr>
          <w:rtl/>
        </w:rPr>
      </w:pPr>
      <w:r>
        <w:rPr>
          <w:rtl/>
          <w:lang w:bidi="fa-IR"/>
        </w:rPr>
        <w:t xml:space="preserve">۱۳۴- </w:t>
      </w:r>
      <w:r>
        <w:rPr>
          <w:rtl/>
        </w:rPr>
        <w:t xml:space="preserve">مستدرك ، ج </w:t>
      </w:r>
      <w:r>
        <w:rPr>
          <w:rtl/>
          <w:lang w:bidi="fa-IR"/>
        </w:rPr>
        <w:t>۲</w:t>
      </w:r>
      <w:r>
        <w:rPr>
          <w:rtl/>
        </w:rPr>
        <w:t xml:space="preserve">، ص </w:t>
      </w:r>
      <w:r>
        <w:rPr>
          <w:rtl/>
          <w:lang w:bidi="fa-IR"/>
        </w:rPr>
        <w:t>۲۸۷.</w:t>
      </w:r>
    </w:p>
    <w:p w:rsidR="00827620" w:rsidRDefault="00827620" w:rsidP="00250B2A">
      <w:pPr>
        <w:pStyle w:val="libFootnote0"/>
        <w:rPr>
          <w:rtl/>
        </w:rPr>
      </w:pPr>
      <w:r>
        <w:rPr>
          <w:rtl/>
          <w:lang w:bidi="fa-IR"/>
        </w:rPr>
        <w:t xml:space="preserve">۱۳۵- </w:t>
      </w:r>
      <w:r>
        <w:rPr>
          <w:rtl/>
        </w:rPr>
        <w:t xml:space="preserve">مستدرك ، ج </w:t>
      </w:r>
      <w:r>
        <w:rPr>
          <w:rtl/>
          <w:lang w:bidi="fa-IR"/>
        </w:rPr>
        <w:t>۲</w:t>
      </w:r>
      <w:r>
        <w:rPr>
          <w:rtl/>
        </w:rPr>
        <w:t xml:space="preserve">، ص </w:t>
      </w:r>
      <w:r>
        <w:rPr>
          <w:rtl/>
          <w:lang w:bidi="fa-IR"/>
        </w:rPr>
        <w:t>۶۵.</w:t>
      </w:r>
    </w:p>
    <w:p w:rsidR="00827620" w:rsidRDefault="00827620" w:rsidP="00250B2A">
      <w:pPr>
        <w:pStyle w:val="libFootnote0"/>
        <w:rPr>
          <w:rtl/>
        </w:rPr>
      </w:pPr>
      <w:r>
        <w:rPr>
          <w:rtl/>
          <w:lang w:bidi="fa-IR"/>
        </w:rPr>
        <w:t xml:space="preserve">۱۳۶- </w:t>
      </w:r>
      <w:r>
        <w:rPr>
          <w:rtl/>
        </w:rPr>
        <w:t>نهج البلاغه ، عهد مالك اشتر.</w:t>
      </w:r>
    </w:p>
    <w:p w:rsidR="00827620" w:rsidRDefault="00827620" w:rsidP="00250B2A">
      <w:pPr>
        <w:pStyle w:val="libFootnote0"/>
        <w:rPr>
          <w:rtl/>
        </w:rPr>
      </w:pPr>
      <w:r>
        <w:rPr>
          <w:rtl/>
          <w:lang w:bidi="fa-IR"/>
        </w:rPr>
        <w:t xml:space="preserve">۱۳۷- </w:t>
      </w:r>
      <w:r>
        <w:rPr>
          <w:rtl/>
        </w:rPr>
        <w:t xml:space="preserve">وسائل ج </w:t>
      </w:r>
      <w:r>
        <w:rPr>
          <w:rtl/>
          <w:lang w:bidi="fa-IR"/>
        </w:rPr>
        <w:t>۳</w:t>
      </w:r>
      <w:r>
        <w:rPr>
          <w:rtl/>
        </w:rPr>
        <w:t xml:space="preserve">، ص </w:t>
      </w:r>
      <w:r>
        <w:rPr>
          <w:rtl/>
          <w:lang w:bidi="fa-IR"/>
        </w:rPr>
        <w:t>۲۰۶</w:t>
      </w:r>
      <w:r>
        <w:rPr>
          <w:rtl/>
        </w:rPr>
        <w:t>؛ نهج البلاغه .</w:t>
      </w:r>
    </w:p>
    <w:p w:rsidR="00827620" w:rsidRDefault="00827620" w:rsidP="00250B2A">
      <w:pPr>
        <w:pStyle w:val="libFootnote0"/>
        <w:rPr>
          <w:rtl/>
        </w:rPr>
      </w:pPr>
      <w:r>
        <w:rPr>
          <w:rtl/>
          <w:lang w:bidi="fa-IR"/>
        </w:rPr>
        <w:lastRenderedPageBreak/>
        <w:t xml:space="preserve">۱۳۸- </w:t>
      </w:r>
      <w:r>
        <w:rPr>
          <w:rtl/>
        </w:rPr>
        <w:t xml:space="preserve">مستدرك ، </w:t>
      </w:r>
      <w:r>
        <w:rPr>
          <w:rtl/>
          <w:lang w:bidi="fa-IR"/>
        </w:rPr>
        <w:t>۶۵.</w:t>
      </w:r>
    </w:p>
    <w:p w:rsidR="00827620" w:rsidRDefault="00827620" w:rsidP="00250B2A">
      <w:pPr>
        <w:pStyle w:val="libFootnote0"/>
        <w:rPr>
          <w:rtl/>
        </w:rPr>
      </w:pPr>
      <w:r>
        <w:rPr>
          <w:rtl/>
          <w:lang w:bidi="fa-IR"/>
        </w:rPr>
        <w:t xml:space="preserve">۱۳۹- </w:t>
      </w:r>
      <w:r>
        <w:rPr>
          <w:rtl/>
        </w:rPr>
        <w:t xml:space="preserve">نهج البلاغه ، نامه </w:t>
      </w:r>
      <w:r>
        <w:rPr>
          <w:rtl/>
          <w:lang w:bidi="fa-IR"/>
        </w:rPr>
        <w:t>۶۹.</w:t>
      </w:r>
    </w:p>
    <w:p w:rsidR="00827620" w:rsidRDefault="00827620" w:rsidP="00250B2A">
      <w:pPr>
        <w:pStyle w:val="libFootnote0"/>
        <w:rPr>
          <w:rtl/>
        </w:rPr>
      </w:pPr>
      <w:r>
        <w:rPr>
          <w:rtl/>
          <w:lang w:bidi="fa-IR"/>
        </w:rPr>
        <w:t xml:space="preserve">۱۴۰- </w:t>
      </w:r>
      <w:r>
        <w:rPr>
          <w:rtl/>
        </w:rPr>
        <w:t>غررالحكم .</w:t>
      </w:r>
    </w:p>
    <w:p w:rsidR="00827620" w:rsidRDefault="00827620" w:rsidP="00250B2A">
      <w:pPr>
        <w:pStyle w:val="libFootnote0"/>
        <w:rPr>
          <w:rtl/>
        </w:rPr>
      </w:pPr>
      <w:r>
        <w:rPr>
          <w:rtl/>
          <w:lang w:bidi="fa-IR"/>
        </w:rPr>
        <w:t xml:space="preserve">۱۴۱- </w:t>
      </w:r>
      <w:r>
        <w:rPr>
          <w:rtl/>
        </w:rPr>
        <w:t>غررالحكم .</w:t>
      </w:r>
    </w:p>
    <w:p w:rsidR="00827620" w:rsidRDefault="00827620" w:rsidP="00250B2A">
      <w:pPr>
        <w:pStyle w:val="libFootnote0"/>
        <w:rPr>
          <w:rtl/>
        </w:rPr>
      </w:pPr>
      <w:r>
        <w:rPr>
          <w:rtl/>
          <w:lang w:bidi="fa-IR"/>
        </w:rPr>
        <w:t xml:space="preserve">۱۴۲- </w:t>
      </w:r>
      <w:r>
        <w:rPr>
          <w:rtl/>
        </w:rPr>
        <w:t xml:space="preserve">مستدرك ، ج </w:t>
      </w:r>
      <w:r>
        <w:rPr>
          <w:rtl/>
          <w:lang w:bidi="fa-IR"/>
        </w:rPr>
        <w:t>۲</w:t>
      </w:r>
      <w:r>
        <w:rPr>
          <w:rtl/>
        </w:rPr>
        <w:t xml:space="preserve">، ص </w:t>
      </w:r>
      <w:r>
        <w:rPr>
          <w:rtl/>
          <w:lang w:bidi="fa-IR"/>
        </w:rPr>
        <w:t>۳۶۲.</w:t>
      </w:r>
    </w:p>
    <w:p w:rsidR="00827620" w:rsidRDefault="00827620" w:rsidP="00250B2A">
      <w:pPr>
        <w:pStyle w:val="libFootnote0"/>
        <w:rPr>
          <w:rtl/>
        </w:rPr>
      </w:pPr>
      <w:r>
        <w:rPr>
          <w:rtl/>
          <w:lang w:bidi="fa-IR"/>
        </w:rPr>
        <w:t xml:space="preserve">۱۴۳- </w:t>
      </w:r>
      <w:r>
        <w:rPr>
          <w:rtl/>
        </w:rPr>
        <w:t xml:space="preserve">بحار، </w:t>
      </w:r>
      <w:r>
        <w:rPr>
          <w:rtl/>
          <w:lang w:bidi="fa-IR"/>
        </w:rPr>
        <w:t>۳۲۲.</w:t>
      </w:r>
    </w:p>
    <w:p w:rsidR="00827620" w:rsidRDefault="00827620" w:rsidP="00250B2A">
      <w:pPr>
        <w:pStyle w:val="libFootnote0"/>
        <w:rPr>
          <w:rtl/>
        </w:rPr>
      </w:pPr>
      <w:r>
        <w:rPr>
          <w:rtl/>
          <w:lang w:bidi="fa-IR"/>
        </w:rPr>
        <w:t xml:space="preserve">۱۴۴- </w:t>
      </w:r>
      <w:r>
        <w:rPr>
          <w:rtl/>
        </w:rPr>
        <w:t>غررالحكم .</w:t>
      </w:r>
    </w:p>
    <w:p w:rsidR="00827620" w:rsidRDefault="00827620" w:rsidP="00250B2A">
      <w:pPr>
        <w:pStyle w:val="libFootnote0"/>
        <w:rPr>
          <w:rtl/>
        </w:rPr>
      </w:pPr>
      <w:r>
        <w:rPr>
          <w:rtl/>
          <w:lang w:bidi="fa-IR"/>
        </w:rPr>
        <w:t xml:space="preserve">۱۴۵- </w:t>
      </w:r>
      <w:r>
        <w:rPr>
          <w:rtl/>
        </w:rPr>
        <w:t xml:space="preserve">بحار، ج </w:t>
      </w:r>
      <w:r>
        <w:rPr>
          <w:rtl/>
          <w:lang w:bidi="fa-IR"/>
        </w:rPr>
        <w:t>۱۲۰</w:t>
      </w:r>
      <w:r>
        <w:rPr>
          <w:rtl/>
        </w:rPr>
        <w:t xml:space="preserve">، ص </w:t>
      </w:r>
      <w:r>
        <w:rPr>
          <w:rtl/>
          <w:lang w:bidi="fa-IR"/>
        </w:rPr>
        <w:t>۶۸.</w:t>
      </w:r>
    </w:p>
    <w:p w:rsidR="00827620" w:rsidRDefault="00827620" w:rsidP="00250B2A">
      <w:pPr>
        <w:pStyle w:val="libFootnote0"/>
        <w:rPr>
          <w:rtl/>
        </w:rPr>
      </w:pPr>
      <w:r>
        <w:rPr>
          <w:rtl/>
          <w:lang w:bidi="fa-IR"/>
        </w:rPr>
        <w:t xml:space="preserve">۱۴۶- </w:t>
      </w:r>
      <w:r>
        <w:rPr>
          <w:rtl/>
        </w:rPr>
        <w:t xml:space="preserve">نهج البلاغه ، الحياه ، ج </w:t>
      </w:r>
      <w:r>
        <w:rPr>
          <w:rtl/>
          <w:lang w:bidi="fa-IR"/>
        </w:rPr>
        <w:t>۱۲۸.</w:t>
      </w:r>
    </w:p>
    <w:p w:rsidR="00827620" w:rsidRDefault="00827620" w:rsidP="00250B2A">
      <w:pPr>
        <w:pStyle w:val="libFootnote0"/>
        <w:rPr>
          <w:rtl/>
        </w:rPr>
      </w:pPr>
      <w:r>
        <w:rPr>
          <w:rtl/>
          <w:lang w:bidi="fa-IR"/>
        </w:rPr>
        <w:t xml:space="preserve">۱۴۷- </w:t>
      </w:r>
      <w:r>
        <w:rPr>
          <w:rtl/>
        </w:rPr>
        <w:t xml:space="preserve">بحار، ج </w:t>
      </w:r>
      <w:r>
        <w:rPr>
          <w:rtl/>
          <w:lang w:bidi="fa-IR"/>
        </w:rPr>
        <w:t>۷۸</w:t>
      </w:r>
      <w:r>
        <w:rPr>
          <w:rtl/>
        </w:rPr>
        <w:t xml:space="preserve">، ص </w:t>
      </w:r>
      <w:r>
        <w:rPr>
          <w:rtl/>
          <w:lang w:bidi="fa-IR"/>
        </w:rPr>
        <w:t>۱۰.</w:t>
      </w:r>
    </w:p>
    <w:p w:rsidR="00827620" w:rsidRDefault="00827620" w:rsidP="00250B2A">
      <w:pPr>
        <w:pStyle w:val="libFootnote0"/>
        <w:rPr>
          <w:rtl/>
        </w:rPr>
      </w:pPr>
      <w:r>
        <w:rPr>
          <w:rtl/>
          <w:lang w:bidi="fa-IR"/>
        </w:rPr>
        <w:t xml:space="preserve">۱۴۸- </w:t>
      </w:r>
      <w:r>
        <w:rPr>
          <w:rtl/>
        </w:rPr>
        <w:t>غررالحكم .</w:t>
      </w:r>
    </w:p>
    <w:p w:rsidR="00827620" w:rsidRDefault="00827620" w:rsidP="00250B2A">
      <w:pPr>
        <w:pStyle w:val="libFootnote0"/>
        <w:rPr>
          <w:rtl/>
        </w:rPr>
      </w:pPr>
      <w:r>
        <w:rPr>
          <w:rtl/>
          <w:lang w:bidi="fa-IR"/>
        </w:rPr>
        <w:t xml:space="preserve">۱۴۹- </w:t>
      </w:r>
      <w:r>
        <w:rPr>
          <w:rtl/>
        </w:rPr>
        <w:t xml:space="preserve">اماله شيخ طوسى ، ج </w:t>
      </w:r>
      <w:r>
        <w:rPr>
          <w:rtl/>
          <w:lang w:bidi="fa-IR"/>
        </w:rPr>
        <w:t>۱</w:t>
      </w:r>
      <w:r>
        <w:rPr>
          <w:rtl/>
        </w:rPr>
        <w:t xml:space="preserve">، ص </w:t>
      </w:r>
      <w:r>
        <w:rPr>
          <w:rtl/>
          <w:lang w:bidi="fa-IR"/>
        </w:rPr>
        <w:t>۱۴۶</w:t>
      </w:r>
      <w:r>
        <w:rPr>
          <w:rtl/>
        </w:rPr>
        <w:t xml:space="preserve">؛ تحف العقول ، </w:t>
      </w:r>
      <w:r>
        <w:rPr>
          <w:rtl/>
          <w:lang w:bidi="fa-IR"/>
        </w:rPr>
        <w:t>۱۴۴.</w:t>
      </w:r>
    </w:p>
    <w:p w:rsidR="00827620" w:rsidRDefault="00827620" w:rsidP="00250B2A">
      <w:pPr>
        <w:pStyle w:val="libFootnote0"/>
        <w:rPr>
          <w:rtl/>
        </w:rPr>
      </w:pPr>
      <w:r>
        <w:rPr>
          <w:rtl/>
          <w:lang w:bidi="fa-IR"/>
        </w:rPr>
        <w:t xml:space="preserve">۱۵۰- </w:t>
      </w:r>
      <w:r>
        <w:rPr>
          <w:rtl/>
        </w:rPr>
        <w:t>نهج البلاغه ، عهد مالك اشتر.</w:t>
      </w:r>
    </w:p>
    <w:p w:rsidR="00827620" w:rsidRDefault="00827620" w:rsidP="00250B2A">
      <w:pPr>
        <w:pStyle w:val="libFootnote0"/>
        <w:rPr>
          <w:rtl/>
        </w:rPr>
      </w:pPr>
      <w:r>
        <w:rPr>
          <w:rtl/>
          <w:lang w:bidi="fa-IR"/>
        </w:rPr>
        <w:t xml:space="preserve">۱۵۱- </w:t>
      </w:r>
      <w:r>
        <w:rPr>
          <w:rtl/>
        </w:rPr>
        <w:t>غرر.</w:t>
      </w:r>
    </w:p>
    <w:p w:rsidR="00827620" w:rsidRDefault="00827620" w:rsidP="00250B2A">
      <w:pPr>
        <w:pStyle w:val="libFootnote0"/>
        <w:rPr>
          <w:rtl/>
        </w:rPr>
      </w:pPr>
      <w:r>
        <w:rPr>
          <w:rtl/>
          <w:lang w:bidi="fa-IR"/>
        </w:rPr>
        <w:t xml:space="preserve">۱۵۲- </w:t>
      </w:r>
      <w:r>
        <w:rPr>
          <w:rtl/>
        </w:rPr>
        <w:t>نهج البلاغه ، عهد مالك اشتر.</w:t>
      </w:r>
    </w:p>
    <w:p w:rsidR="00827620" w:rsidRDefault="00827620" w:rsidP="00250B2A">
      <w:pPr>
        <w:pStyle w:val="libFootnote0"/>
        <w:rPr>
          <w:rtl/>
        </w:rPr>
      </w:pPr>
      <w:r>
        <w:rPr>
          <w:rtl/>
          <w:lang w:bidi="fa-IR"/>
        </w:rPr>
        <w:t xml:space="preserve">۱۵۳- </w:t>
      </w:r>
      <w:r>
        <w:rPr>
          <w:rtl/>
        </w:rPr>
        <w:t>غرر.</w:t>
      </w:r>
    </w:p>
    <w:p w:rsidR="00827620" w:rsidRDefault="00827620" w:rsidP="00250B2A">
      <w:pPr>
        <w:pStyle w:val="libFootnote0"/>
        <w:rPr>
          <w:rtl/>
        </w:rPr>
      </w:pPr>
      <w:r>
        <w:rPr>
          <w:rtl/>
          <w:lang w:bidi="fa-IR"/>
        </w:rPr>
        <w:t xml:space="preserve">۱۵۴- </w:t>
      </w:r>
      <w:r>
        <w:rPr>
          <w:rtl/>
        </w:rPr>
        <w:t xml:space="preserve">تحف العقول ، </w:t>
      </w:r>
      <w:r>
        <w:rPr>
          <w:rtl/>
          <w:lang w:bidi="fa-IR"/>
        </w:rPr>
        <w:t>۲۴۴.</w:t>
      </w:r>
    </w:p>
    <w:p w:rsidR="00827620" w:rsidRDefault="00827620" w:rsidP="00250B2A">
      <w:pPr>
        <w:pStyle w:val="libFootnote0"/>
        <w:rPr>
          <w:rtl/>
        </w:rPr>
      </w:pPr>
      <w:r>
        <w:rPr>
          <w:rtl/>
          <w:lang w:bidi="fa-IR"/>
        </w:rPr>
        <w:t xml:space="preserve">۱۵۵- </w:t>
      </w:r>
      <w:r>
        <w:rPr>
          <w:rtl/>
        </w:rPr>
        <w:t xml:space="preserve">كافى ، ج </w:t>
      </w:r>
      <w:r>
        <w:rPr>
          <w:rtl/>
          <w:lang w:bidi="fa-IR"/>
        </w:rPr>
        <w:t>۵</w:t>
      </w:r>
      <w:r>
        <w:rPr>
          <w:rtl/>
        </w:rPr>
        <w:t xml:space="preserve">، ص </w:t>
      </w:r>
      <w:r>
        <w:rPr>
          <w:rtl/>
          <w:lang w:bidi="fa-IR"/>
        </w:rPr>
        <w:t>۱۳۶.</w:t>
      </w:r>
    </w:p>
    <w:p w:rsidR="00827620" w:rsidRDefault="00827620" w:rsidP="00250B2A">
      <w:pPr>
        <w:pStyle w:val="libFootnote0"/>
        <w:rPr>
          <w:rtl/>
        </w:rPr>
      </w:pPr>
      <w:r>
        <w:rPr>
          <w:rtl/>
          <w:lang w:bidi="fa-IR"/>
        </w:rPr>
        <w:t xml:space="preserve">۱۵۶- </w:t>
      </w:r>
      <w:r>
        <w:rPr>
          <w:rtl/>
        </w:rPr>
        <w:t>غرر.</w:t>
      </w:r>
    </w:p>
    <w:p w:rsidR="00827620" w:rsidRDefault="00827620" w:rsidP="00250B2A">
      <w:pPr>
        <w:pStyle w:val="libFootnote0"/>
        <w:rPr>
          <w:rtl/>
        </w:rPr>
      </w:pPr>
      <w:r>
        <w:rPr>
          <w:rtl/>
          <w:lang w:bidi="fa-IR"/>
        </w:rPr>
        <w:t xml:space="preserve">۱۵۷- </w:t>
      </w:r>
      <w:r>
        <w:rPr>
          <w:rtl/>
        </w:rPr>
        <w:t>غرر.</w:t>
      </w:r>
    </w:p>
    <w:p w:rsidR="00827620" w:rsidRDefault="00827620" w:rsidP="00250B2A">
      <w:pPr>
        <w:pStyle w:val="libFootnote0"/>
        <w:rPr>
          <w:rtl/>
        </w:rPr>
      </w:pPr>
      <w:r>
        <w:rPr>
          <w:rtl/>
          <w:lang w:bidi="fa-IR"/>
        </w:rPr>
        <w:t xml:space="preserve">۱۵۸- </w:t>
      </w:r>
      <w:r>
        <w:rPr>
          <w:rtl/>
        </w:rPr>
        <w:t xml:space="preserve">بحارالانوار، ج </w:t>
      </w:r>
      <w:r>
        <w:rPr>
          <w:rtl/>
          <w:lang w:bidi="fa-IR"/>
        </w:rPr>
        <w:t>۷۷</w:t>
      </w:r>
      <w:r>
        <w:rPr>
          <w:rtl/>
        </w:rPr>
        <w:t xml:space="preserve">، ص </w:t>
      </w:r>
      <w:r>
        <w:rPr>
          <w:rtl/>
          <w:lang w:bidi="fa-IR"/>
        </w:rPr>
        <w:t>۱۶۵.</w:t>
      </w:r>
    </w:p>
    <w:p w:rsidR="00827620" w:rsidRDefault="00827620" w:rsidP="00250B2A">
      <w:pPr>
        <w:pStyle w:val="libFootnote0"/>
        <w:rPr>
          <w:rtl/>
        </w:rPr>
      </w:pPr>
      <w:r>
        <w:rPr>
          <w:rtl/>
          <w:lang w:bidi="fa-IR"/>
        </w:rPr>
        <w:t xml:space="preserve">۱۵۹- </w:t>
      </w:r>
      <w:r>
        <w:rPr>
          <w:rtl/>
        </w:rPr>
        <w:t xml:space="preserve">نهج البلاغه ، </w:t>
      </w:r>
      <w:r>
        <w:rPr>
          <w:rtl/>
          <w:lang w:bidi="fa-IR"/>
        </w:rPr>
        <w:t>۳۳۰</w:t>
      </w:r>
      <w:r>
        <w:rPr>
          <w:rtl/>
        </w:rPr>
        <w:t xml:space="preserve">؛ الحياه ، ج </w:t>
      </w:r>
      <w:r>
        <w:rPr>
          <w:rtl/>
          <w:lang w:bidi="fa-IR"/>
        </w:rPr>
        <w:t>۱</w:t>
      </w:r>
      <w:r>
        <w:rPr>
          <w:rtl/>
        </w:rPr>
        <w:t xml:space="preserve">، ص </w:t>
      </w:r>
      <w:r>
        <w:rPr>
          <w:rtl/>
          <w:lang w:bidi="fa-IR"/>
        </w:rPr>
        <w:t>۱۵۶.</w:t>
      </w:r>
    </w:p>
    <w:p w:rsidR="00827620" w:rsidRDefault="00827620" w:rsidP="00250B2A">
      <w:pPr>
        <w:pStyle w:val="libFootnote0"/>
        <w:rPr>
          <w:rtl/>
        </w:rPr>
      </w:pPr>
      <w:r>
        <w:rPr>
          <w:rtl/>
          <w:lang w:bidi="fa-IR"/>
        </w:rPr>
        <w:t xml:space="preserve">۱۶۰- </w:t>
      </w:r>
      <w:r>
        <w:rPr>
          <w:rtl/>
        </w:rPr>
        <w:t>غرر.</w:t>
      </w:r>
    </w:p>
    <w:p w:rsidR="00827620" w:rsidRDefault="00827620" w:rsidP="00250B2A">
      <w:pPr>
        <w:pStyle w:val="libFootnote0"/>
        <w:rPr>
          <w:rtl/>
        </w:rPr>
      </w:pPr>
      <w:r>
        <w:rPr>
          <w:rtl/>
          <w:lang w:bidi="fa-IR"/>
        </w:rPr>
        <w:t xml:space="preserve">۱۶۱- </w:t>
      </w:r>
      <w:r>
        <w:rPr>
          <w:rtl/>
        </w:rPr>
        <w:t xml:space="preserve">بحارالانوار، ج </w:t>
      </w:r>
      <w:r>
        <w:rPr>
          <w:rtl/>
          <w:lang w:bidi="fa-IR"/>
        </w:rPr>
        <w:t>۷۱</w:t>
      </w:r>
      <w:r>
        <w:rPr>
          <w:rtl/>
        </w:rPr>
        <w:t xml:space="preserve">، ص </w:t>
      </w:r>
      <w:r>
        <w:rPr>
          <w:rtl/>
          <w:lang w:bidi="fa-IR"/>
        </w:rPr>
        <w:t>۱۲.</w:t>
      </w:r>
    </w:p>
    <w:p w:rsidR="00827620" w:rsidRDefault="00827620" w:rsidP="00250B2A">
      <w:pPr>
        <w:pStyle w:val="libFootnote0"/>
        <w:rPr>
          <w:rtl/>
        </w:rPr>
      </w:pPr>
      <w:r>
        <w:rPr>
          <w:rtl/>
          <w:lang w:bidi="fa-IR"/>
        </w:rPr>
        <w:t xml:space="preserve">۱۶۲- </w:t>
      </w:r>
      <w:r>
        <w:rPr>
          <w:rtl/>
        </w:rPr>
        <w:t>غرر.</w:t>
      </w:r>
    </w:p>
    <w:p w:rsidR="00827620" w:rsidRDefault="00827620" w:rsidP="00250B2A">
      <w:pPr>
        <w:pStyle w:val="libFootnote0"/>
        <w:rPr>
          <w:rtl/>
        </w:rPr>
      </w:pPr>
      <w:r>
        <w:rPr>
          <w:rtl/>
          <w:lang w:bidi="fa-IR"/>
        </w:rPr>
        <w:t xml:space="preserve">۱۶۳- </w:t>
      </w:r>
      <w:r>
        <w:rPr>
          <w:rtl/>
        </w:rPr>
        <w:t>غرر.</w:t>
      </w:r>
    </w:p>
    <w:p w:rsidR="00827620" w:rsidRDefault="00827620" w:rsidP="00250B2A">
      <w:pPr>
        <w:pStyle w:val="libFootnote0"/>
        <w:rPr>
          <w:rtl/>
        </w:rPr>
      </w:pPr>
      <w:r>
        <w:rPr>
          <w:rtl/>
          <w:lang w:bidi="fa-IR"/>
        </w:rPr>
        <w:t xml:space="preserve">۱۶۴- </w:t>
      </w:r>
      <w:r>
        <w:rPr>
          <w:rtl/>
        </w:rPr>
        <w:t>نهج البلاغه .</w:t>
      </w:r>
    </w:p>
    <w:p w:rsidR="00827620" w:rsidRDefault="00827620" w:rsidP="00250B2A">
      <w:pPr>
        <w:pStyle w:val="libFootnote0"/>
        <w:rPr>
          <w:rtl/>
        </w:rPr>
      </w:pPr>
      <w:r>
        <w:rPr>
          <w:rtl/>
          <w:lang w:bidi="fa-IR"/>
        </w:rPr>
        <w:t xml:space="preserve">۱۶۵- </w:t>
      </w:r>
      <w:r>
        <w:rPr>
          <w:rtl/>
        </w:rPr>
        <w:t xml:space="preserve">تحف العقول ، ص </w:t>
      </w:r>
      <w:r>
        <w:rPr>
          <w:rtl/>
          <w:lang w:bidi="fa-IR"/>
        </w:rPr>
        <w:t>۲۹۴.</w:t>
      </w:r>
    </w:p>
    <w:p w:rsidR="00827620" w:rsidRDefault="00827620" w:rsidP="00250B2A">
      <w:pPr>
        <w:pStyle w:val="libFootnote0"/>
        <w:rPr>
          <w:rtl/>
        </w:rPr>
      </w:pPr>
      <w:r>
        <w:rPr>
          <w:rtl/>
          <w:lang w:bidi="fa-IR"/>
        </w:rPr>
        <w:lastRenderedPageBreak/>
        <w:t xml:space="preserve">۱۶۶- </w:t>
      </w:r>
      <w:r>
        <w:rPr>
          <w:rtl/>
        </w:rPr>
        <w:t>نهج البلاغه .</w:t>
      </w:r>
    </w:p>
    <w:p w:rsidR="00827620" w:rsidRDefault="00827620" w:rsidP="00250B2A">
      <w:pPr>
        <w:pStyle w:val="libFootnote0"/>
        <w:rPr>
          <w:rtl/>
        </w:rPr>
      </w:pPr>
      <w:r>
        <w:rPr>
          <w:rtl/>
          <w:lang w:bidi="fa-IR"/>
        </w:rPr>
        <w:t xml:space="preserve">۱۶۷- </w:t>
      </w:r>
      <w:r>
        <w:rPr>
          <w:rtl/>
        </w:rPr>
        <w:t xml:space="preserve">ارشاد، ص </w:t>
      </w:r>
      <w:r>
        <w:rPr>
          <w:rtl/>
          <w:lang w:bidi="fa-IR"/>
        </w:rPr>
        <w:t>۱۴۲.</w:t>
      </w:r>
    </w:p>
    <w:p w:rsidR="00827620" w:rsidRDefault="00827620" w:rsidP="00250B2A">
      <w:pPr>
        <w:pStyle w:val="libFootnote0"/>
        <w:rPr>
          <w:rtl/>
        </w:rPr>
      </w:pPr>
      <w:r>
        <w:rPr>
          <w:rtl/>
          <w:lang w:bidi="fa-IR"/>
        </w:rPr>
        <w:t xml:space="preserve">۱۶۸- </w:t>
      </w:r>
      <w:r>
        <w:rPr>
          <w:rtl/>
        </w:rPr>
        <w:t xml:space="preserve">بحار الانوار، ج </w:t>
      </w:r>
      <w:r>
        <w:rPr>
          <w:rtl/>
          <w:lang w:bidi="fa-IR"/>
        </w:rPr>
        <w:t>۷۸</w:t>
      </w:r>
      <w:r>
        <w:rPr>
          <w:rtl/>
        </w:rPr>
        <w:t xml:space="preserve">، ص </w:t>
      </w:r>
      <w:r>
        <w:rPr>
          <w:rtl/>
          <w:lang w:bidi="fa-IR"/>
        </w:rPr>
        <w:t>۱۲.</w:t>
      </w:r>
    </w:p>
    <w:p w:rsidR="00827620" w:rsidRDefault="00827620" w:rsidP="00250B2A">
      <w:pPr>
        <w:pStyle w:val="libFootnote0"/>
        <w:rPr>
          <w:rtl/>
        </w:rPr>
      </w:pPr>
      <w:r>
        <w:rPr>
          <w:rtl/>
          <w:lang w:bidi="fa-IR"/>
        </w:rPr>
        <w:t xml:space="preserve">۱۶۹- </w:t>
      </w:r>
      <w:r>
        <w:rPr>
          <w:rtl/>
        </w:rPr>
        <w:t>نهج البلاغه .</w:t>
      </w:r>
    </w:p>
    <w:p w:rsidR="00827620" w:rsidRDefault="00827620" w:rsidP="00250B2A">
      <w:pPr>
        <w:pStyle w:val="libFootnote0"/>
        <w:rPr>
          <w:rtl/>
        </w:rPr>
      </w:pPr>
      <w:r>
        <w:rPr>
          <w:rtl/>
          <w:lang w:bidi="fa-IR"/>
        </w:rPr>
        <w:t xml:space="preserve">۱۷۰- </w:t>
      </w:r>
      <w:r>
        <w:rPr>
          <w:rtl/>
        </w:rPr>
        <w:t xml:space="preserve">بحارالانوار، ج </w:t>
      </w:r>
      <w:r>
        <w:rPr>
          <w:rtl/>
          <w:lang w:bidi="fa-IR"/>
        </w:rPr>
        <w:t>۷۵</w:t>
      </w:r>
      <w:r>
        <w:rPr>
          <w:rtl/>
        </w:rPr>
        <w:t xml:space="preserve">، ص </w:t>
      </w:r>
      <w:r>
        <w:rPr>
          <w:rtl/>
          <w:lang w:bidi="fa-IR"/>
        </w:rPr>
        <w:t>۱۰۳.</w:t>
      </w:r>
    </w:p>
    <w:p w:rsidR="00827620" w:rsidRDefault="00827620" w:rsidP="00250B2A">
      <w:pPr>
        <w:pStyle w:val="libFootnote0"/>
        <w:rPr>
          <w:rtl/>
        </w:rPr>
      </w:pPr>
      <w:r>
        <w:rPr>
          <w:rtl/>
          <w:lang w:bidi="fa-IR"/>
        </w:rPr>
        <w:t xml:space="preserve">۱۷۱- </w:t>
      </w:r>
      <w:r>
        <w:rPr>
          <w:rtl/>
        </w:rPr>
        <w:t>غرر.</w:t>
      </w:r>
    </w:p>
    <w:p w:rsidR="00827620" w:rsidRDefault="00827620" w:rsidP="00250B2A">
      <w:pPr>
        <w:pStyle w:val="libFootnote0"/>
        <w:rPr>
          <w:rtl/>
        </w:rPr>
      </w:pPr>
      <w:r>
        <w:rPr>
          <w:rtl/>
          <w:lang w:bidi="fa-IR"/>
        </w:rPr>
        <w:t xml:space="preserve">۱۷۲- </w:t>
      </w:r>
      <w:r>
        <w:rPr>
          <w:rtl/>
        </w:rPr>
        <w:t xml:space="preserve">بحارالانوار، ج </w:t>
      </w:r>
      <w:r>
        <w:rPr>
          <w:rtl/>
          <w:lang w:bidi="fa-IR"/>
        </w:rPr>
        <w:t>۱۰۳</w:t>
      </w:r>
      <w:r>
        <w:rPr>
          <w:rtl/>
        </w:rPr>
        <w:t xml:space="preserve">، ص </w:t>
      </w:r>
      <w:r>
        <w:rPr>
          <w:rtl/>
          <w:lang w:bidi="fa-IR"/>
        </w:rPr>
        <w:t>۲۵۳.</w:t>
      </w:r>
    </w:p>
    <w:p w:rsidR="00827620" w:rsidRDefault="00827620" w:rsidP="00250B2A">
      <w:pPr>
        <w:pStyle w:val="libFootnote0"/>
        <w:rPr>
          <w:rtl/>
        </w:rPr>
      </w:pPr>
      <w:r>
        <w:rPr>
          <w:rtl/>
          <w:lang w:bidi="fa-IR"/>
        </w:rPr>
        <w:t xml:space="preserve">۱۷۳- </w:t>
      </w:r>
      <w:r>
        <w:rPr>
          <w:rtl/>
        </w:rPr>
        <w:t>غرر.</w:t>
      </w:r>
    </w:p>
    <w:p w:rsidR="00827620" w:rsidRDefault="00827620" w:rsidP="00250B2A">
      <w:pPr>
        <w:pStyle w:val="libFootnote0"/>
        <w:rPr>
          <w:rtl/>
        </w:rPr>
      </w:pPr>
      <w:r>
        <w:rPr>
          <w:rtl/>
          <w:lang w:bidi="fa-IR"/>
        </w:rPr>
        <w:t xml:space="preserve">۱۷۴- </w:t>
      </w:r>
      <w:r>
        <w:rPr>
          <w:rtl/>
        </w:rPr>
        <w:t>غرر.</w:t>
      </w:r>
    </w:p>
    <w:p w:rsidR="00827620" w:rsidRDefault="00827620" w:rsidP="00250B2A">
      <w:pPr>
        <w:pStyle w:val="libFootnote0"/>
        <w:rPr>
          <w:rtl/>
        </w:rPr>
      </w:pPr>
      <w:r>
        <w:rPr>
          <w:rtl/>
          <w:lang w:bidi="fa-IR"/>
        </w:rPr>
        <w:t xml:space="preserve">۱۷۵- </w:t>
      </w:r>
      <w:r>
        <w:rPr>
          <w:rtl/>
        </w:rPr>
        <w:t xml:space="preserve">بحار، ج </w:t>
      </w:r>
      <w:r>
        <w:rPr>
          <w:rtl/>
          <w:lang w:bidi="fa-IR"/>
        </w:rPr>
        <w:t>۷۸</w:t>
      </w:r>
      <w:r>
        <w:rPr>
          <w:rtl/>
        </w:rPr>
        <w:t xml:space="preserve">، ص </w:t>
      </w:r>
      <w:r>
        <w:rPr>
          <w:rtl/>
          <w:lang w:bidi="fa-IR"/>
        </w:rPr>
        <w:t>۱۲۸.</w:t>
      </w:r>
    </w:p>
    <w:p w:rsidR="00827620" w:rsidRDefault="00827620" w:rsidP="00250B2A">
      <w:pPr>
        <w:pStyle w:val="libFootnote0"/>
        <w:rPr>
          <w:rtl/>
        </w:rPr>
      </w:pPr>
      <w:r>
        <w:rPr>
          <w:rtl/>
          <w:lang w:bidi="fa-IR"/>
        </w:rPr>
        <w:t xml:space="preserve">۱۷۶- </w:t>
      </w:r>
      <w:r>
        <w:rPr>
          <w:rtl/>
        </w:rPr>
        <w:t xml:space="preserve">الحياه ، ج </w:t>
      </w:r>
      <w:r>
        <w:rPr>
          <w:rtl/>
          <w:lang w:bidi="fa-IR"/>
        </w:rPr>
        <w:t>۱</w:t>
      </w:r>
      <w:r>
        <w:rPr>
          <w:rtl/>
        </w:rPr>
        <w:t xml:space="preserve">، ص </w:t>
      </w:r>
      <w:r>
        <w:rPr>
          <w:rtl/>
          <w:lang w:bidi="fa-IR"/>
        </w:rPr>
        <w:t>۱۷۲.</w:t>
      </w:r>
    </w:p>
    <w:p w:rsidR="00827620" w:rsidRDefault="00827620" w:rsidP="00250B2A">
      <w:pPr>
        <w:pStyle w:val="libFootnote0"/>
        <w:rPr>
          <w:rtl/>
        </w:rPr>
      </w:pPr>
      <w:r>
        <w:rPr>
          <w:rtl/>
          <w:lang w:bidi="fa-IR"/>
        </w:rPr>
        <w:t xml:space="preserve">۱۷۷- </w:t>
      </w:r>
      <w:r>
        <w:rPr>
          <w:rtl/>
        </w:rPr>
        <w:t>غرر.</w:t>
      </w:r>
    </w:p>
    <w:p w:rsidR="00827620" w:rsidRDefault="00827620" w:rsidP="00250B2A">
      <w:pPr>
        <w:pStyle w:val="libFootnote0"/>
        <w:rPr>
          <w:rtl/>
        </w:rPr>
      </w:pPr>
      <w:r>
        <w:rPr>
          <w:rtl/>
          <w:lang w:bidi="fa-IR"/>
        </w:rPr>
        <w:t xml:space="preserve">۱۷۸- </w:t>
      </w:r>
      <w:r>
        <w:rPr>
          <w:rtl/>
        </w:rPr>
        <w:t>غرر.</w:t>
      </w:r>
    </w:p>
    <w:p w:rsidR="00827620" w:rsidRDefault="00827620" w:rsidP="00250B2A">
      <w:pPr>
        <w:pStyle w:val="libFootnote0"/>
        <w:rPr>
          <w:rtl/>
        </w:rPr>
      </w:pPr>
      <w:r>
        <w:rPr>
          <w:rtl/>
          <w:lang w:bidi="fa-IR"/>
        </w:rPr>
        <w:t xml:space="preserve">۱۷۹- </w:t>
      </w:r>
      <w:r>
        <w:rPr>
          <w:rtl/>
        </w:rPr>
        <w:t>غرر.</w:t>
      </w:r>
    </w:p>
    <w:p w:rsidR="00827620" w:rsidRDefault="00827620" w:rsidP="00250B2A">
      <w:pPr>
        <w:pStyle w:val="libFootnote0"/>
        <w:rPr>
          <w:rtl/>
        </w:rPr>
      </w:pPr>
      <w:r>
        <w:rPr>
          <w:rtl/>
          <w:lang w:bidi="fa-IR"/>
        </w:rPr>
        <w:t>۱۸۰-</w:t>
      </w:r>
      <w:r>
        <w:rPr>
          <w:rtl/>
        </w:rPr>
        <w:t xml:space="preserve">امام صادق </w:t>
      </w:r>
      <w:r w:rsidR="000F71D1" w:rsidRPr="000F71D1">
        <w:rPr>
          <w:rStyle w:val="libAlaemChar"/>
          <w:rtl/>
        </w:rPr>
        <w:t xml:space="preserve">عليه‌السلام </w:t>
      </w:r>
      <w:r>
        <w:rPr>
          <w:rtl/>
        </w:rPr>
        <w:t>.</w:t>
      </w:r>
    </w:p>
    <w:p w:rsidR="00827620" w:rsidRDefault="00827620" w:rsidP="00250B2A">
      <w:pPr>
        <w:pStyle w:val="libFootnote0"/>
        <w:rPr>
          <w:rtl/>
        </w:rPr>
      </w:pPr>
      <w:r>
        <w:rPr>
          <w:rtl/>
          <w:lang w:bidi="fa-IR"/>
        </w:rPr>
        <w:t xml:space="preserve">۱۸۱- </w:t>
      </w:r>
      <w:r>
        <w:rPr>
          <w:rtl/>
        </w:rPr>
        <w:t>غرر.</w:t>
      </w:r>
    </w:p>
    <w:p w:rsidR="00827620" w:rsidRDefault="00827620" w:rsidP="00250B2A">
      <w:pPr>
        <w:pStyle w:val="libFootnote0"/>
        <w:rPr>
          <w:rtl/>
        </w:rPr>
      </w:pPr>
      <w:r>
        <w:rPr>
          <w:rtl/>
          <w:lang w:bidi="fa-IR"/>
        </w:rPr>
        <w:t xml:space="preserve">۱۸۲- </w:t>
      </w:r>
      <w:r>
        <w:rPr>
          <w:rtl/>
        </w:rPr>
        <w:t xml:space="preserve">مستدرك ، ج </w:t>
      </w:r>
      <w:r>
        <w:rPr>
          <w:rtl/>
          <w:lang w:bidi="fa-IR"/>
        </w:rPr>
        <w:t>۲</w:t>
      </w:r>
      <w:r>
        <w:rPr>
          <w:rtl/>
        </w:rPr>
        <w:t xml:space="preserve">، ص </w:t>
      </w:r>
      <w:r>
        <w:rPr>
          <w:rtl/>
          <w:lang w:bidi="fa-IR"/>
        </w:rPr>
        <w:t>۲۷۱.</w:t>
      </w:r>
    </w:p>
    <w:p w:rsidR="00827620" w:rsidRDefault="00827620" w:rsidP="00250B2A">
      <w:pPr>
        <w:pStyle w:val="libFootnote0"/>
        <w:rPr>
          <w:rtl/>
        </w:rPr>
      </w:pPr>
      <w:r>
        <w:rPr>
          <w:rtl/>
          <w:lang w:bidi="fa-IR"/>
        </w:rPr>
        <w:t xml:space="preserve">۱۸۳- </w:t>
      </w:r>
      <w:r>
        <w:rPr>
          <w:rtl/>
        </w:rPr>
        <w:t>غرر.</w:t>
      </w:r>
    </w:p>
    <w:p w:rsidR="00827620" w:rsidRDefault="00827620" w:rsidP="00250B2A">
      <w:pPr>
        <w:pStyle w:val="libFootnote0"/>
        <w:rPr>
          <w:rtl/>
        </w:rPr>
      </w:pPr>
      <w:r>
        <w:rPr>
          <w:rtl/>
          <w:lang w:bidi="fa-IR"/>
        </w:rPr>
        <w:t xml:space="preserve">۱۸۴- </w:t>
      </w:r>
      <w:r>
        <w:rPr>
          <w:rtl/>
        </w:rPr>
        <w:t xml:space="preserve">تحف العقول ، ص </w:t>
      </w:r>
      <w:r>
        <w:rPr>
          <w:rtl/>
          <w:lang w:bidi="fa-IR"/>
        </w:rPr>
        <w:t>۲۷۲.</w:t>
      </w:r>
    </w:p>
    <w:p w:rsidR="00827620" w:rsidRDefault="00827620" w:rsidP="00250B2A">
      <w:pPr>
        <w:pStyle w:val="libFootnote0"/>
        <w:rPr>
          <w:rtl/>
        </w:rPr>
      </w:pPr>
      <w:r>
        <w:rPr>
          <w:rtl/>
          <w:lang w:bidi="fa-IR"/>
        </w:rPr>
        <w:t xml:space="preserve">۱۸۵- </w:t>
      </w:r>
      <w:r>
        <w:rPr>
          <w:rtl/>
        </w:rPr>
        <w:t xml:space="preserve">كافى ، ج </w:t>
      </w:r>
      <w:r>
        <w:rPr>
          <w:rtl/>
          <w:lang w:bidi="fa-IR"/>
        </w:rPr>
        <w:t>۸</w:t>
      </w:r>
      <w:r>
        <w:rPr>
          <w:rtl/>
        </w:rPr>
        <w:t xml:space="preserve">، ص </w:t>
      </w:r>
      <w:r>
        <w:rPr>
          <w:rtl/>
          <w:lang w:bidi="fa-IR"/>
        </w:rPr>
        <w:t>۳۸۶.</w:t>
      </w:r>
    </w:p>
    <w:p w:rsidR="00827620" w:rsidRDefault="00827620" w:rsidP="00250B2A">
      <w:pPr>
        <w:pStyle w:val="libFootnote0"/>
        <w:rPr>
          <w:rtl/>
        </w:rPr>
      </w:pPr>
      <w:r>
        <w:rPr>
          <w:rtl/>
          <w:lang w:bidi="fa-IR"/>
        </w:rPr>
        <w:t xml:space="preserve">۱۸۶- </w:t>
      </w:r>
      <w:r>
        <w:rPr>
          <w:rtl/>
        </w:rPr>
        <w:t xml:space="preserve">مكارم اخلاق ، ص </w:t>
      </w:r>
      <w:r>
        <w:rPr>
          <w:rtl/>
          <w:lang w:bidi="fa-IR"/>
        </w:rPr>
        <w:t>۵۱۰.</w:t>
      </w:r>
    </w:p>
    <w:p w:rsidR="00827620" w:rsidRDefault="00827620" w:rsidP="00250B2A">
      <w:pPr>
        <w:pStyle w:val="libFootnote0"/>
        <w:rPr>
          <w:rtl/>
        </w:rPr>
      </w:pPr>
      <w:r>
        <w:rPr>
          <w:rtl/>
          <w:lang w:bidi="fa-IR"/>
        </w:rPr>
        <w:t xml:space="preserve">۱۸۷- </w:t>
      </w:r>
      <w:r>
        <w:rPr>
          <w:rtl/>
        </w:rPr>
        <w:t xml:space="preserve">نهج البلاغه ، محمد عبده ، ص </w:t>
      </w:r>
      <w:r>
        <w:rPr>
          <w:rtl/>
          <w:lang w:bidi="fa-IR"/>
        </w:rPr>
        <w:t>۳۹۲.</w:t>
      </w:r>
    </w:p>
    <w:p w:rsidR="00827620" w:rsidRDefault="00827620" w:rsidP="00250B2A">
      <w:pPr>
        <w:pStyle w:val="libFootnote0"/>
        <w:rPr>
          <w:rtl/>
        </w:rPr>
      </w:pPr>
      <w:r>
        <w:rPr>
          <w:rtl/>
          <w:lang w:bidi="fa-IR"/>
        </w:rPr>
        <w:t xml:space="preserve">۱۸۸- </w:t>
      </w:r>
      <w:r>
        <w:rPr>
          <w:rtl/>
        </w:rPr>
        <w:t xml:space="preserve">همان ، ص </w:t>
      </w:r>
      <w:r>
        <w:rPr>
          <w:rtl/>
          <w:lang w:bidi="fa-IR"/>
        </w:rPr>
        <w:t>۱۰۶۹.</w:t>
      </w:r>
    </w:p>
    <w:p w:rsidR="00827620" w:rsidRDefault="00827620" w:rsidP="00250B2A">
      <w:pPr>
        <w:pStyle w:val="libFootnote0"/>
        <w:rPr>
          <w:rtl/>
        </w:rPr>
      </w:pPr>
      <w:r>
        <w:rPr>
          <w:rtl/>
          <w:lang w:bidi="fa-IR"/>
        </w:rPr>
        <w:t xml:space="preserve">۱۸۹- </w:t>
      </w:r>
      <w:r>
        <w:rPr>
          <w:rtl/>
        </w:rPr>
        <w:t xml:space="preserve">بحار، ج </w:t>
      </w:r>
      <w:r>
        <w:rPr>
          <w:rtl/>
          <w:lang w:bidi="fa-IR"/>
        </w:rPr>
        <w:t>۷۳</w:t>
      </w:r>
      <w:r>
        <w:rPr>
          <w:rtl/>
        </w:rPr>
        <w:t xml:space="preserve">، ص </w:t>
      </w:r>
      <w:r>
        <w:rPr>
          <w:rtl/>
          <w:lang w:bidi="fa-IR"/>
        </w:rPr>
        <w:t>۳۵۵.</w:t>
      </w:r>
    </w:p>
    <w:p w:rsidR="00827620" w:rsidRDefault="00827620" w:rsidP="00250B2A">
      <w:pPr>
        <w:pStyle w:val="libFootnote0"/>
        <w:rPr>
          <w:rtl/>
        </w:rPr>
      </w:pPr>
      <w:r>
        <w:rPr>
          <w:rtl/>
          <w:lang w:bidi="fa-IR"/>
        </w:rPr>
        <w:t xml:space="preserve">۱۹۰- </w:t>
      </w:r>
      <w:r>
        <w:rPr>
          <w:rtl/>
        </w:rPr>
        <w:t xml:space="preserve">تحت العقول ، ص </w:t>
      </w:r>
      <w:r>
        <w:rPr>
          <w:rtl/>
          <w:lang w:bidi="fa-IR"/>
        </w:rPr>
        <w:t>۱۵۰.</w:t>
      </w:r>
    </w:p>
    <w:p w:rsidR="00827620" w:rsidRDefault="00827620" w:rsidP="00250B2A">
      <w:pPr>
        <w:pStyle w:val="libFootnote0"/>
        <w:rPr>
          <w:rtl/>
        </w:rPr>
      </w:pPr>
      <w:r>
        <w:rPr>
          <w:rtl/>
          <w:lang w:bidi="fa-IR"/>
        </w:rPr>
        <w:t xml:space="preserve">۱۹۱- </w:t>
      </w:r>
      <w:r>
        <w:rPr>
          <w:rtl/>
        </w:rPr>
        <w:t xml:space="preserve">بحار، ج </w:t>
      </w:r>
      <w:r>
        <w:rPr>
          <w:rtl/>
          <w:lang w:bidi="fa-IR"/>
        </w:rPr>
        <w:t>۷۰</w:t>
      </w:r>
      <w:r>
        <w:rPr>
          <w:rtl/>
        </w:rPr>
        <w:t xml:space="preserve">، ص </w:t>
      </w:r>
      <w:r>
        <w:rPr>
          <w:rtl/>
          <w:lang w:bidi="fa-IR"/>
        </w:rPr>
        <w:t>۳۰۷.</w:t>
      </w:r>
    </w:p>
    <w:p w:rsidR="00827620" w:rsidRDefault="00827620" w:rsidP="00250B2A">
      <w:pPr>
        <w:pStyle w:val="libFootnote0"/>
        <w:rPr>
          <w:rtl/>
        </w:rPr>
      </w:pPr>
      <w:r>
        <w:rPr>
          <w:rtl/>
          <w:lang w:bidi="fa-IR"/>
        </w:rPr>
        <w:t xml:space="preserve">۱۹۲- </w:t>
      </w:r>
      <w:r>
        <w:rPr>
          <w:rtl/>
        </w:rPr>
        <w:t xml:space="preserve">نهج البلاغه ، </w:t>
      </w:r>
      <w:r>
        <w:rPr>
          <w:rtl/>
          <w:lang w:bidi="fa-IR"/>
        </w:rPr>
        <w:t>۱۳۹.</w:t>
      </w:r>
    </w:p>
    <w:p w:rsidR="00827620" w:rsidRDefault="00827620" w:rsidP="00250B2A">
      <w:pPr>
        <w:pStyle w:val="libFootnote0"/>
        <w:rPr>
          <w:rtl/>
        </w:rPr>
      </w:pPr>
      <w:r>
        <w:rPr>
          <w:rtl/>
          <w:lang w:bidi="fa-IR"/>
        </w:rPr>
        <w:t xml:space="preserve">۱۹۳- </w:t>
      </w:r>
      <w:r>
        <w:rPr>
          <w:rtl/>
        </w:rPr>
        <w:t>غرر.</w:t>
      </w:r>
    </w:p>
    <w:p w:rsidR="00827620" w:rsidRDefault="00827620" w:rsidP="00250B2A">
      <w:pPr>
        <w:pStyle w:val="libFootnote0"/>
        <w:rPr>
          <w:rtl/>
        </w:rPr>
      </w:pPr>
      <w:r>
        <w:rPr>
          <w:rtl/>
          <w:lang w:bidi="fa-IR"/>
        </w:rPr>
        <w:lastRenderedPageBreak/>
        <w:t xml:space="preserve">۱۹۴- </w:t>
      </w:r>
      <w:r>
        <w:rPr>
          <w:rtl/>
        </w:rPr>
        <w:t>غرر.</w:t>
      </w:r>
    </w:p>
    <w:p w:rsidR="00827620" w:rsidRDefault="00827620" w:rsidP="00250B2A">
      <w:pPr>
        <w:pStyle w:val="libFootnote0"/>
        <w:rPr>
          <w:rtl/>
        </w:rPr>
      </w:pPr>
      <w:r>
        <w:rPr>
          <w:rtl/>
          <w:lang w:bidi="fa-IR"/>
        </w:rPr>
        <w:t xml:space="preserve">۱۹۵- </w:t>
      </w:r>
      <w:r>
        <w:rPr>
          <w:rtl/>
        </w:rPr>
        <w:t>نهج البلاغه .</w:t>
      </w:r>
    </w:p>
    <w:p w:rsidR="00827620" w:rsidRDefault="00827620" w:rsidP="00250B2A">
      <w:pPr>
        <w:pStyle w:val="libFootnote0"/>
        <w:rPr>
          <w:rtl/>
        </w:rPr>
      </w:pPr>
      <w:r>
        <w:rPr>
          <w:rtl/>
          <w:lang w:bidi="fa-IR"/>
        </w:rPr>
        <w:t xml:space="preserve">۱۹۶- </w:t>
      </w:r>
      <w:r>
        <w:rPr>
          <w:rtl/>
        </w:rPr>
        <w:t xml:space="preserve">كافى ، ج </w:t>
      </w:r>
      <w:r>
        <w:rPr>
          <w:rtl/>
          <w:lang w:bidi="fa-IR"/>
        </w:rPr>
        <w:t>۸</w:t>
      </w:r>
      <w:r>
        <w:rPr>
          <w:rtl/>
        </w:rPr>
        <w:t xml:space="preserve">، ص </w:t>
      </w:r>
      <w:r>
        <w:rPr>
          <w:rtl/>
          <w:lang w:bidi="fa-IR"/>
        </w:rPr>
        <w:t>۲۲.</w:t>
      </w:r>
    </w:p>
    <w:p w:rsidR="00827620" w:rsidRDefault="00827620" w:rsidP="00250B2A">
      <w:pPr>
        <w:pStyle w:val="libFootnote0"/>
        <w:rPr>
          <w:rtl/>
        </w:rPr>
      </w:pPr>
      <w:r>
        <w:rPr>
          <w:rtl/>
          <w:lang w:bidi="fa-IR"/>
        </w:rPr>
        <w:t xml:space="preserve">۱۹۷- </w:t>
      </w:r>
      <w:r>
        <w:rPr>
          <w:rtl/>
        </w:rPr>
        <w:t>غررالحكم .</w:t>
      </w:r>
    </w:p>
    <w:p w:rsidR="00827620" w:rsidRDefault="00827620" w:rsidP="00250B2A">
      <w:pPr>
        <w:pStyle w:val="libFootnote0"/>
        <w:rPr>
          <w:rtl/>
        </w:rPr>
      </w:pPr>
      <w:r>
        <w:rPr>
          <w:rtl/>
          <w:lang w:bidi="fa-IR"/>
        </w:rPr>
        <w:t xml:space="preserve">۱۹۸- </w:t>
      </w:r>
      <w:r>
        <w:rPr>
          <w:rtl/>
        </w:rPr>
        <w:t>غرر.</w:t>
      </w:r>
    </w:p>
    <w:p w:rsidR="00827620" w:rsidRDefault="00827620" w:rsidP="00250B2A">
      <w:pPr>
        <w:pStyle w:val="libFootnote0"/>
        <w:rPr>
          <w:rtl/>
        </w:rPr>
      </w:pPr>
      <w:r>
        <w:rPr>
          <w:rtl/>
          <w:lang w:bidi="fa-IR"/>
        </w:rPr>
        <w:t xml:space="preserve">۱۹۹- </w:t>
      </w:r>
      <w:r>
        <w:rPr>
          <w:rtl/>
        </w:rPr>
        <w:t>غرر.</w:t>
      </w:r>
    </w:p>
    <w:p w:rsidR="00827620" w:rsidRDefault="00827620" w:rsidP="00250B2A">
      <w:pPr>
        <w:pStyle w:val="libFootnote0"/>
        <w:rPr>
          <w:rtl/>
        </w:rPr>
      </w:pPr>
      <w:r>
        <w:rPr>
          <w:rtl/>
          <w:lang w:bidi="fa-IR"/>
        </w:rPr>
        <w:t xml:space="preserve">۲۰۰- </w:t>
      </w:r>
      <w:r>
        <w:rPr>
          <w:rtl/>
        </w:rPr>
        <w:t xml:space="preserve">نهج البلاغه ، محمد عبده ، ص </w:t>
      </w:r>
      <w:r>
        <w:rPr>
          <w:rtl/>
          <w:lang w:bidi="fa-IR"/>
        </w:rPr>
        <w:t>۱۱۰۵.</w:t>
      </w:r>
    </w:p>
    <w:p w:rsidR="00827620" w:rsidRDefault="00827620" w:rsidP="00250B2A">
      <w:pPr>
        <w:pStyle w:val="libFootnote0"/>
        <w:rPr>
          <w:rtl/>
        </w:rPr>
      </w:pPr>
      <w:r>
        <w:rPr>
          <w:rtl/>
          <w:lang w:bidi="fa-IR"/>
        </w:rPr>
        <w:t xml:space="preserve">۲۰۱- </w:t>
      </w:r>
      <w:r>
        <w:rPr>
          <w:rtl/>
        </w:rPr>
        <w:t xml:space="preserve">بحار، ج </w:t>
      </w:r>
      <w:r>
        <w:rPr>
          <w:rtl/>
          <w:lang w:bidi="fa-IR"/>
        </w:rPr>
        <w:t>۷۸</w:t>
      </w:r>
      <w:r>
        <w:rPr>
          <w:rtl/>
        </w:rPr>
        <w:t xml:space="preserve">، ص </w:t>
      </w:r>
      <w:r>
        <w:rPr>
          <w:rtl/>
          <w:lang w:bidi="fa-IR"/>
        </w:rPr>
        <w:t>۷.</w:t>
      </w:r>
    </w:p>
    <w:p w:rsidR="00827620" w:rsidRDefault="00827620" w:rsidP="00250B2A">
      <w:pPr>
        <w:pStyle w:val="libFootnote0"/>
        <w:rPr>
          <w:rtl/>
        </w:rPr>
      </w:pPr>
      <w:r>
        <w:rPr>
          <w:rtl/>
          <w:lang w:bidi="fa-IR"/>
        </w:rPr>
        <w:t xml:space="preserve">۲۰۲- </w:t>
      </w:r>
      <w:r>
        <w:rPr>
          <w:rtl/>
        </w:rPr>
        <w:t xml:space="preserve">تحف العقول ، </w:t>
      </w:r>
      <w:r>
        <w:rPr>
          <w:rtl/>
          <w:lang w:bidi="fa-IR"/>
        </w:rPr>
        <w:t>۱۶۱.</w:t>
      </w:r>
    </w:p>
    <w:p w:rsidR="00827620" w:rsidRDefault="00827620" w:rsidP="00250B2A">
      <w:pPr>
        <w:pStyle w:val="libFootnote0"/>
        <w:rPr>
          <w:rtl/>
        </w:rPr>
      </w:pPr>
      <w:r>
        <w:rPr>
          <w:rtl/>
          <w:lang w:bidi="fa-IR"/>
        </w:rPr>
        <w:t xml:space="preserve">۲۰۳- </w:t>
      </w:r>
      <w:r>
        <w:rPr>
          <w:rtl/>
        </w:rPr>
        <w:t xml:space="preserve">نهج البلاغه ، محمد عبده ، ص </w:t>
      </w:r>
      <w:r>
        <w:rPr>
          <w:rtl/>
          <w:lang w:bidi="fa-IR"/>
        </w:rPr>
        <w:t>۱۰۳۱.</w:t>
      </w:r>
    </w:p>
    <w:p w:rsidR="00827620" w:rsidRDefault="00827620" w:rsidP="00250B2A">
      <w:pPr>
        <w:pStyle w:val="libFootnote0"/>
        <w:rPr>
          <w:rtl/>
        </w:rPr>
      </w:pPr>
      <w:r>
        <w:rPr>
          <w:rtl/>
          <w:lang w:bidi="fa-IR"/>
        </w:rPr>
        <w:t xml:space="preserve">۲۰۴- </w:t>
      </w:r>
      <w:r>
        <w:rPr>
          <w:rtl/>
        </w:rPr>
        <w:t xml:space="preserve">نهج البلاغه ، نامه </w:t>
      </w:r>
      <w:r>
        <w:rPr>
          <w:rtl/>
          <w:lang w:bidi="fa-IR"/>
        </w:rPr>
        <w:t>۳۱.</w:t>
      </w:r>
    </w:p>
    <w:p w:rsidR="00827620" w:rsidRDefault="00827620" w:rsidP="00250B2A">
      <w:pPr>
        <w:pStyle w:val="libFootnote0"/>
        <w:rPr>
          <w:rtl/>
        </w:rPr>
      </w:pPr>
      <w:r>
        <w:rPr>
          <w:rtl/>
          <w:lang w:bidi="fa-IR"/>
        </w:rPr>
        <w:t xml:space="preserve">۲۰۵- </w:t>
      </w:r>
      <w:r>
        <w:rPr>
          <w:rtl/>
        </w:rPr>
        <w:t>همان مدرك .</w:t>
      </w:r>
    </w:p>
    <w:p w:rsidR="00827620" w:rsidRDefault="00827620" w:rsidP="00250B2A">
      <w:pPr>
        <w:pStyle w:val="libFootnote0"/>
        <w:rPr>
          <w:rtl/>
        </w:rPr>
      </w:pPr>
      <w:r>
        <w:rPr>
          <w:rtl/>
          <w:lang w:bidi="fa-IR"/>
        </w:rPr>
        <w:t xml:space="preserve">۲۰۶- </w:t>
      </w:r>
      <w:r>
        <w:rPr>
          <w:rtl/>
        </w:rPr>
        <w:t>نهج البلاغه .</w:t>
      </w:r>
    </w:p>
    <w:p w:rsidR="00827620" w:rsidRDefault="00827620" w:rsidP="00250B2A">
      <w:pPr>
        <w:pStyle w:val="libFootnote0"/>
        <w:rPr>
          <w:rtl/>
        </w:rPr>
      </w:pPr>
      <w:r>
        <w:rPr>
          <w:rtl/>
          <w:lang w:bidi="fa-IR"/>
        </w:rPr>
        <w:t xml:space="preserve">۲۰۷- </w:t>
      </w:r>
      <w:r>
        <w:rPr>
          <w:rtl/>
        </w:rPr>
        <w:t xml:space="preserve">تحف العقول ، </w:t>
      </w:r>
      <w:r>
        <w:rPr>
          <w:rtl/>
          <w:lang w:bidi="fa-IR"/>
        </w:rPr>
        <w:t>۱۸۴.</w:t>
      </w:r>
    </w:p>
    <w:p w:rsidR="00827620" w:rsidRDefault="00827620" w:rsidP="00250B2A">
      <w:pPr>
        <w:pStyle w:val="libFootnote0"/>
        <w:rPr>
          <w:rtl/>
        </w:rPr>
      </w:pPr>
      <w:r>
        <w:rPr>
          <w:rtl/>
          <w:lang w:bidi="fa-IR"/>
        </w:rPr>
        <w:t xml:space="preserve">۲۰۸- </w:t>
      </w:r>
      <w:r>
        <w:rPr>
          <w:rtl/>
        </w:rPr>
        <w:t xml:space="preserve">همان مدرك ، ص </w:t>
      </w:r>
      <w:r>
        <w:rPr>
          <w:rtl/>
          <w:lang w:bidi="fa-IR"/>
        </w:rPr>
        <w:t>۲۷۱.</w:t>
      </w:r>
    </w:p>
    <w:p w:rsidR="00827620" w:rsidRDefault="00827620" w:rsidP="00250B2A">
      <w:pPr>
        <w:pStyle w:val="libFootnote0"/>
        <w:rPr>
          <w:rtl/>
        </w:rPr>
      </w:pPr>
      <w:r>
        <w:rPr>
          <w:rtl/>
          <w:lang w:bidi="fa-IR"/>
        </w:rPr>
        <w:t xml:space="preserve">۲۰۹- </w:t>
      </w:r>
      <w:r>
        <w:rPr>
          <w:rtl/>
        </w:rPr>
        <w:t>غرر.</w:t>
      </w:r>
    </w:p>
    <w:p w:rsidR="00827620" w:rsidRDefault="00827620" w:rsidP="00250B2A">
      <w:pPr>
        <w:pStyle w:val="libFootnote0"/>
        <w:rPr>
          <w:rtl/>
        </w:rPr>
      </w:pPr>
      <w:r>
        <w:rPr>
          <w:rtl/>
          <w:lang w:bidi="fa-IR"/>
        </w:rPr>
        <w:t xml:space="preserve">۲۱۰- </w:t>
      </w:r>
      <w:r>
        <w:rPr>
          <w:rtl/>
        </w:rPr>
        <w:t xml:space="preserve">بحار، ج </w:t>
      </w:r>
      <w:r>
        <w:rPr>
          <w:rtl/>
          <w:lang w:bidi="fa-IR"/>
        </w:rPr>
        <w:t>۹۶</w:t>
      </w:r>
      <w:r>
        <w:rPr>
          <w:rtl/>
        </w:rPr>
        <w:t xml:space="preserve">، ص </w:t>
      </w:r>
      <w:r>
        <w:rPr>
          <w:rtl/>
          <w:lang w:bidi="fa-IR"/>
        </w:rPr>
        <w:t>۱۱۸.</w:t>
      </w:r>
    </w:p>
    <w:p w:rsidR="00827620" w:rsidRDefault="00827620" w:rsidP="00250B2A">
      <w:pPr>
        <w:pStyle w:val="libFootnote0"/>
        <w:rPr>
          <w:rtl/>
        </w:rPr>
      </w:pPr>
      <w:r>
        <w:rPr>
          <w:rtl/>
          <w:lang w:bidi="fa-IR"/>
        </w:rPr>
        <w:t xml:space="preserve">۲۱۱- </w:t>
      </w:r>
      <w:r>
        <w:rPr>
          <w:rtl/>
        </w:rPr>
        <w:t>غرر.</w:t>
      </w:r>
    </w:p>
    <w:p w:rsidR="00827620" w:rsidRDefault="00827620" w:rsidP="00250B2A">
      <w:pPr>
        <w:pStyle w:val="libFootnote0"/>
        <w:rPr>
          <w:rtl/>
        </w:rPr>
      </w:pPr>
      <w:r>
        <w:rPr>
          <w:rtl/>
          <w:lang w:bidi="fa-IR"/>
        </w:rPr>
        <w:t xml:space="preserve">۲۱۲- </w:t>
      </w:r>
      <w:r>
        <w:rPr>
          <w:rtl/>
        </w:rPr>
        <w:t>نهج البلاغه .</w:t>
      </w:r>
    </w:p>
    <w:p w:rsidR="00827620" w:rsidRDefault="00827620" w:rsidP="00250B2A">
      <w:pPr>
        <w:pStyle w:val="libFootnote0"/>
        <w:rPr>
          <w:rtl/>
        </w:rPr>
      </w:pPr>
      <w:r>
        <w:rPr>
          <w:rtl/>
          <w:lang w:bidi="fa-IR"/>
        </w:rPr>
        <w:t>۲۱۳-</w:t>
      </w:r>
      <w:r>
        <w:rPr>
          <w:rtl/>
        </w:rPr>
        <w:t xml:space="preserve">مستدرك ، ص </w:t>
      </w:r>
      <w:r>
        <w:rPr>
          <w:rtl/>
          <w:lang w:bidi="fa-IR"/>
        </w:rPr>
        <w:t>۵۳</w:t>
      </w:r>
      <w:r>
        <w:rPr>
          <w:rtl/>
        </w:rPr>
        <w:t xml:space="preserve">؛ الحياه ، ج </w:t>
      </w:r>
      <w:r>
        <w:rPr>
          <w:rtl/>
          <w:lang w:bidi="fa-IR"/>
        </w:rPr>
        <w:t>۲</w:t>
      </w:r>
      <w:r>
        <w:rPr>
          <w:rtl/>
        </w:rPr>
        <w:t xml:space="preserve">، ص </w:t>
      </w:r>
      <w:r>
        <w:rPr>
          <w:rtl/>
          <w:lang w:bidi="fa-IR"/>
        </w:rPr>
        <w:t>۲۶۱.</w:t>
      </w:r>
    </w:p>
    <w:p w:rsidR="00827620" w:rsidRDefault="00827620" w:rsidP="00250B2A">
      <w:pPr>
        <w:pStyle w:val="libFootnote0"/>
        <w:rPr>
          <w:rtl/>
        </w:rPr>
      </w:pPr>
      <w:r>
        <w:rPr>
          <w:rtl/>
          <w:lang w:bidi="fa-IR"/>
        </w:rPr>
        <w:t xml:space="preserve">۲۱۴- </w:t>
      </w:r>
      <w:r>
        <w:rPr>
          <w:rtl/>
        </w:rPr>
        <w:t>غرر.</w:t>
      </w:r>
    </w:p>
    <w:p w:rsidR="00827620" w:rsidRDefault="00827620" w:rsidP="00250B2A">
      <w:pPr>
        <w:pStyle w:val="libFootnote0"/>
        <w:rPr>
          <w:rtl/>
        </w:rPr>
      </w:pPr>
      <w:r>
        <w:rPr>
          <w:rtl/>
          <w:lang w:bidi="fa-IR"/>
        </w:rPr>
        <w:t xml:space="preserve">۲۱۵- </w:t>
      </w:r>
      <w:r>
        <w:rPr>
          <w:rtl/>
        </w:rPr>
        <w:t>نهج البلاغه .</w:t>
      </w:r>
    </w:p>
    <w:p w:rsidR="00827620" w:rsidRDefault="00827620" w:rsidP="00250B2A">
      <w:pPr>
        <w:pStyle w:val="libFootnote0"/>
        <w:rPr>
          <w:rtl/>
        </w:rPr>
      </w:pPr>
      <w:r>
        <w:rPr>
          <w:rtl/>
          <w:lang w:bidi="fa-IR"/>
        </w:rPr>
        <w:t xml:space="preserve">۲۱۶- </w:t>
      </w:r>
      <w:r>
        <w:rPr>
          <w:rtl/>
        </w:rPr>
        <w:t>غررالحكم .</w:t>
      </w:r>
    </w:p>
    <w:p w:rsidR="00827620" w:rsidRDefault="00827620" w:rsidP="00250B2A">
      <w:pPr>
        <w:pStyle w:val="libFootnote0"/>
        <w:rPr>
          <w:rtl/>
        </w:rPr>
      </w:pPr>
      <w:r>
        <w:rPr>
          <w:rtl/>
          <w:lang w:bidi="fa-IR"/>
        </w:rPr>
        <w:t xml:space="preserve">۲۱۷- </w:t>
      </w:r>
      <w:r>
        <w:rPr>
          <w:rtl/>
        </w:rPr>
        <w:t>غرر.</w:t>
      </w:r>
    </w:p>
    <w:p w:rsidR="00827620" w:rsidRDefault="00827620" w:rsidP="00250B2A">
      <w:pPr>
        <w:pStyle w:val="libFootnote0"/>
        <w:rPr>
          <w:rtl/>
        </w:rPr>
      </w:pPr>
      <w:r>
        <w:rPr>
          <w:rtl/>
          <w:lang w:bidi="fa-IR"/>
        </w:rPr>
        <w:t xml:space="preserve">۲۱۸- </w:t>
      </w:r>
      <w:r>
        <w:rPr>
          <w:rtl/>
        </w:rPr>
        <w:t xml:space="preserve">بحار، ج </w:t>
      </w:r>
      <w:r>
        <w:rPr>
          <w:rtl/>
          <w:lang w:bidi="fa-IR"/>
        </w:rPr>
        <w:t>۲</w:t>
      </w:r>
      <w:r>
        <w:rPr>
          <w:rtl/>
        </w:rPr>
        <w:t xml:space="preserve">، ص </w:t>
      </w:r>
      <w:r>
        <w:rPr>
          <w:rtl/>
          <w:lang w:bidi="fa-IR"/>
        </w:rPr>
        <w:t>۳۷.</w:t>
      </w:r>
    </w:p>
    <w:p w:rsidR="00827620" w:rsidRDefault="00827620" w:rsidP="00250B2A">
      <w:pPr>
        <w:pStyle w:val="libFootnote0"/>
        <w:rPr>
          <w:rtl/>
        </w:rPr>
      </w:pPr>
      <w:r>
        <w:rPr>
          <w:rtl/>
          <w:lang w:bidi="fa-IR"/>
        </w:rPr>
        <w:t xml:space="preserve">۲۱۹- </w:t>
      </w:r>
      <w:r>
        <w:rPr>
          <w:rtl/>
        </w:rPr>
        <w:t>غرر.</w:t>
      </w:r>
    </w:p>
    <w:p w:rsidR="00827620" w:rsidRDefault="00827620" w:rsidP="00250B2A">
      <w:pPr>
        <w:pStyle w:val="libFootnote0"/>
        <w:rPr>
          <w:rtl/>
        </w:rPr>
      </w:pPr>
      <w:r>
        <w:rPr>
          <w:rtl/>
          <w:lang w:bidi="fa-IR"/>
        </w:rPr>
        <w:t xml:space="preserve">۲۲۰- </w:t>
      </w:r>
      <w:r>
        <w:rPr>
          <w:rtl/>
        </w:rPr>
        <w:t>نهج البلاغه ، خطبه شقشقيه .</w:t>
      </w:r>
    </w:p>
    <w:p w:rsidR="00827620" w:rsidRDefault="00827620" w:rsidP="00250B2A">
      <w:pPr>
        <w:pStyle w:val="libFootnote0"/>
        <w:rPr>
          <w:rtl/>
        </w:rPr>
      </w:pPr>
      <w:r>
        <w:rPr>
          <w:rtl/>
          <w:lang w:bidi="fa-IR"/>
        </w:rPr>
        <w:t xml:space="preserve">۲۲۱- </w:t>
      </w:r>
      <w:r>
        <w:rPr>
          <w:rtl/>
        </w:rPr>
        <w:t xml:space="preserve">بحار، ج </w:t>
      </w:r>
      <w:r>
        <w:rPr>
          <w:rtl/>
          <w:lang w:bidi="fa-IR"/>
        </w:rPr>
        <w:t>۱</w:t>
      </w:r>
      <w:r>
        <w:rPr>
          <w:rtl/>
        </w:rPr>
        <w:t xml:space="preserve">، ص </w:t>
      </w:r>
      <w:r>
        <w:rPr>
          <w:rtl/>
          <w:lang w:bidi="fa-IR"/>
        </w:rPr>
        <w:t>۲۰۸.</w:t>
      </w:r>
    </w:p>
    <w:p w:rsidR="00827620" w:rsidRDefault="00827620" w:rsidP="00250B2A">
      <w:pPr>
        <w:pStyle w:val="libFootnote0"/>
        <w:rPr>
          <w:rtl/>
        </w:rPr>
      </w:pPr>
      <w:r>
        <w:rPr>
          <w:rtl/>
          <w:lang w:bidi="fa-IR"/>
        </w:rPr>
        <w:lastRenderedPageBreak/>
        <w:t xml:space="preserve">۲۲۲- </w:t>
      </w:r>
      <w:r>
        <w:rPr>
          <w:rtl/>
        </w:rPr>
        <w:t xml:space="preserve">نهج البلاغه ، </w:t>
      </w:r>
      <w:r>
        <w:rPr>
          <w:rtl/>
          <w:lang w:bidi="fa-IR"/>
        </w:rPr>
        <w:t>۱۱۵۵.</w:t>
      </w:r>
    </w:p>
    <w:p w:rsidR="00827620" w:rsidRDefault="00827620" w:rsidP="00250B2A">
      <w:pPr>
        <w:pStyle w:val="libFootnote0"/>
        <w:rPr>
          <w:rtl/>
        </w:rPr>
      </w:pPr>
      <w:r>
        <w:rPr>
          <w:rtl/>
          <w:lang w:bidi="fa-IR"/>
        </w:rPr>
        <w:t xml:space="preserve">۲۲۳- </w:t>
      </w:r>
      <w:r>
        <w:rPr>
          <w:rtl/>
        </w:rPr>
        <w:t>همان مدرك .</w:t>
      </w:r>
    </w:p>
    <w:p w:rsidR="00827620" w:rsidRDefault="00827620" w:rsidP="00250B2A">
      <w:pPr>
        <w:pStyle w:val="libFootnote0"/>
        <w:rPr>
          <w:rtl/>
        </w:rPr>
      </w:pPr>
      <w:r>
        <w:rPr>
          <w:rtl/>
          <w:lang w:bidi="fa-IR"/>
        </w:rPr>
        <w:t xml:space="preserve">۲۲۴- </w:t>
      </w:r>
      <w:r>
        <w:rPr>
          <w:rtl/>
        </w:rPr>
        <w:t xml:space="preserve">تحف العقول ، ص </w:t>
      </w:r>
      <w:r>
        <w:rPr>
          <w:rtl/>
          <w:lang w:bidi="fa-IR"/>
        </w:rPr>
        <w:t>۱۴۱.</w:t>
      </w:r>
    </w:p>
    <w:p w:rsidR="00827620" w:rsidRDefault="00827620" w:rsidP="00250B2A">
      <w:pPr>
        <w:pStyle w:val="libFootnote0"/>
        <w:rPr>
          <w:rtl/>
        </w:rPr>
      </w:pPr>
      <w:r>
        <w:rPr>
          <w:rtl/>
          <w:lang w:bidi="fa-IR"/>
        </w:rPr>
        <w:t xml:space="preserve">۲۲۵- </w:t>
      </w:r>
      <w:r>
        <w:rPr>
          <w:rtl/>
        </w:rPr>
        <w:t xml:space="preserve">نهج البلاغه ، ص </w:t>
      </w:r>
      <w:r>
        <w:rPr>
          <w:rtl/>
          <w:lang w:bidi="fa-IR"/>
        </w:rPr>
        <w:t>۱۲۹۶.</w:t>
      </w:r>
    </w:p>
    <w:p w:rsidR="00827620" w:rsidRDefault="00827620" w:rsidP="00250B2A">
      <w:pPr>
        <w:pStyle w:val="libFootnote0"/>
        <w:rPr>
          <w:rtl/>
        </w:rPr>
      </w:pPr>
      <w:r>
        <w:rPr>
          <w:rtl/>
          <w:lang w:bidi="fa-IR"/>
        </w:rPr>
        <w:t xml:space="preserve">۲۲۶- </w:t>
      </w:r>
      <w:r>
        <w:rPr>
          <w:rtl/>
        </w:rPr>
        <w:t>ميزان الحكمه به نقل از غرر.</w:t>
      </w:r>
    </w:p>
    <w:p w:rsidR="00827620" w:rsidRDefault="00827620" w:rsidP="00250B2A">
      <w:pPr>
        <w:pStyle w:val="libFootnote0"/>
        <w:rPr>
          <w:rtl/>
        </w:rPr>
      </w:pPr>
      <w:r>
        <w:rPr>
          <w:rtl/>
          <w:lang w:bidi="fa-IR"/>
        </w:rPr>
        <w:t xml:space="preserve">۲۲۷- </w:t>
      </w:r>
      <w:r>
        <w:rPr>
          <w:rtl/>
        </w:rPr>
        <w:t>غرر.</w:t>
      </w:r>
    </w:p>
    <w:p w:rsidR="00827620" w:rsidRDefault="00827620" w:rsidP="00250B2A">
      <w:pPr>
        <w:pStyle w:val="libFootnote0"/>
        <w:rPr>
          <w:rtl/>
        </w:rPr>
      </w:pPr>
      <w:r>
        <w:rPr>
          <w:rtl/>
          <w:lang w:bidi="fa-IR"/>
        </w:rPr>
        <w:t xml:space="preserve">۲۲۸- </w:t>
      </w:r>
      <w:r>
        <w:rPr>
          <w:rtl/>
        </w:rPr>
        <w:t>غرر.</w:t>
      </w:r>
    </w:p>
    <w:p w:rsidR="00827620" w:rsidRDefault="00827620" w:rsidP="00250B2A">
      <w:pPr>
        <w:pStyle w:val="libFootnote0"/>
        <w:rPr>
          <w:rtl/>
        </w:rPr>
      </w:pPr>
      <w:r>
        <w:rPr>
          <w:rtl/>
          <w:lang w:bidi="fa-IR"/>
        </w:rPr>
        <w:t xml:space="preserve">۲۲۹- </w:t>
      </w:r>
      <w:r>
        <w:rPr>
          <w:rtl/>
        </w:rPr>
        <w:t>غرر.</w:t>
      </w:r>
    </w:p>
    <w:p w:rsidR="00827620" w:rsidRDefault="00827620" w:rsidP="00250B2A">
      <w:pPr>
        <w:pStyle w:val="libFootnote0"/>
        <w:rPr>
          <w:rtl/>
        </w:rPr>
      </w:pPr>
      <w:r>
        <w:rPr>
          <w:rtl/>
          <w:lang w:bidi="fa-IR"/>
        </w:rPr>
        <w:t xml:space="preserve">۲۳۰- </w:t>
      </w:r>
      <w:r>
        <w:rPr>
          <w:rtl/>
        </w:rPr>
        <w:t>غرر.</w:t>
      </w:r>
    </w:p>
    <w:p w:rsidR="00827620" w:rsidRDefault="00827620" w:rsidP="00250B2A">
      <w:pPr>
        <w:pStyle w:val="libFootnote0"/>
        <w:rPr>
          <w:rtl/>
        </w:rPr>
      </w:pPr>
      <w:r>
        <w:rPr>
          <w:rtl/>
          <w:lang w:bidi="fa-IR"/>
        </w:rPr>
        <w:t xml:space="preserve">۲۳۱- </w:t>
      </w:r>
      <w:r>
        <w:rPr>
          <w:rtl/>
        </w:rPr>
        <w:t>غرر.</w:t>
      </w:r>
    </w:p>
    <w:p w:rsidR="00827620" w:rsidRDefault="00827620" w:rsidP="00250B2A">
      <w:pPr>
        <w:pStyle w:val="libFootnote0"/>
        <w:rPr>
          <w:rtl/>
        </w:rPr>
      </w:pPr>
      <w:r>
        <w:rPr>
          <w:rtl/>
          <w:lang w:bidi="fa-IR"/>
        </w:rPr>
        <w:t xml:space="preserve">۲۳۲- </w:t>
      </w:r>
      <w:r>
        <w:rPr>
          <w:rtl/>
        </w:rPr>
        <w:t>ميزان الحكمه ، سعد.</w:t>
      </w:r>
    </w:p>
    <w:p w:rsidR="00827620" w:rsidRDefault="00827620" w:rsidP="00250B2A">
      <w:pPr>
        <w:pStyle w:val="libFootnote0"/>
        <w:rPr>
          <w:rtl/>
        </w:rPr>
      </w:pPr>
      <w:r>
        <w:rPr>
          <w:rtl/>
          <w:lang w:bidi="fa-IR"/>
        </w:rPr>
        <w:t xml:space="preserve">۲۳۳- </w:t>
      </w:r>
      <w:r>
        <w:rPr>
          <w:rtl/>
        </w:rPr>
        <w:t>غرر.</w:t>
      </w:r>
    </w:p>
    <w:p w:rsidR="00827620" w:rsidRDefault="00827620" w:rsidP="00250B2A">
      <w:pPr>
        <w:pStyle w:val="libFootnote0"/>
        <w:rPr>
          <w:rtl/>
        </w:rPr>
      </w:pPr>
      <w:r>
        <w:rPr>
          <w:rtl/>
          <w:lang w:bidi="fa-IR"/>
        </w:rPr>
        <w:t xml:space="preserve">۲۳۴- </w:t>
      </w:r>
      <w:r>
        <w:rPr>
          <w:rtl/>
        </w:rPr>
        <w:t xml:space="preserve">بحار، ج </w:t>
      </w:r>
      <w:r>
        <w:rPr>
          <w:rtl/>
          <w:lang w:bidi="fa-IR"/>
        </w:rPr>
        <w:t>۲</w:t>
      </w:r>
      <w:r>
        <w:rPr>
          <w:rtl/>
        </w:rPr>
        <w:t xml:space="preserve">، ص </w:t>
      </w:r>
      <w:r>
        <w:rPr>
          <w:rtl/>
          <w:lang w:bidi="fa-IR"/>
        </w:rPr>
        <w:t>۱۱۱.</w:t>
      </w:r>
    </w:p>
    <w:p w:rsidR="00827620" w:rsidRDefault="00827620" w:rsidP="00250B2A">
      <w:pPr>
        <w:pStyle w:val="libFootnote0"/>
        <w:rPr>
          <w:rtl/>
        </w:rPr>
      </w:pPr>
      <w:r>
        <w:rPr>
          <w:rtl/>
          <w:lang w:bidi="fa-IR"/>
        </w:rPr>
        <w:t xml:space="preserve">۲۳۵- </w:t>
      </w:r>
      <w:r>
        <w:rPr>
          <w:rtl/>
        </w:rPr>
        <w:t xml:space="preserve">الحياه ، ج </w:t>
      </w:r>
      <w:r>
        <w:rPr>
          <w:rtl/>
          <w:lang w:bidi="fa-IR"/>
        </w:rPr>
        <w:t>۲</w:t>
      </w:r>
      <w:r>
        <w:rPr>
          <w:rtl/>
        </w:rPr>
        <w:t xml:space="preserve">، ص </w:t>
      </w:r>
      <w:r>
        <w:rPr>
          <w:rtl/>
          <w:lang w:bidi="fa-IR"/>
        </w:rPr>
        <w:t>۲۳۰.</w:t>
      </w:r>
    </w:p>
    <w:p w:rsidR="00827620" w:rsidRDefault="00827620" w:rsidP="00250B2A">
      <w:pPr>
        <w:pStyle w:val="libFootnote0"/>
        <w:rPr>
          <w:rtl/>
        </w:rPr>
      </w:pPr>
      <w:r>
        <w:rPr>
          <w:rtl/>
          <w:lang w:bidi="fa-IR"/>
        </w:rPr>
        <w:t xml:space="preserve">۲۳۶- </w:t>
      </w:r>
      <w:r>
        <w:rPr>
          <w:rtl/>
        </w:rPr>
        <w:t>غرر.</w:t>
      </w:r>
    </w:p>
    <w:p w:rsidR="00827620" w:rsidRDefault="00827620" w:rsidP="00250B2A">
      <w:pPr>
        <w:pStyle w:val="libFootnote0"/>
        <w:rPr>
          <w:rtl/>
        </w:rPr>
      </w:pPr>
      <w:r>
        <w:rPr>
          <w:rtl/>
          <w:lang w:bidi="fa-IR"/>
        </w:rPr>
        <w:t xml:space="preserve">۲۳۷- </w:t>
      </w:r>
      <w:r>
        <w:rPr>
          <w:rtl/>
        </w:rPr>
        <w:t xml:space="preserve">بحار، ج </w:t>
      </w:r>
      <w:r>
        <w:rPr>
          <w:rtl/>
          <w:lang w:bidi="fa-IR"/>
        </w:rPr>
        <w:t>۲</w:t>
      </w:r>
      <w:r>
        <w:rPr>
          <w:rtl/>
        </w:rPr>
        <w:t xml:space="preserve">، ص </w:t>
      </w:r>
      <w:r>
        <w:rPr>
          <w:rtl/>
          <w:lang w:bidi="fa-IR"/>
        </w:rPr>
        <w:t>۵۲.</w:t>
      </w:r>
    </w:p>
    <w:p w:rsidR="00827620" w:rsidRDefault="00827620" w:rsidP="00250B2A">
      <w:pPr>
        <w:pStyle w:val="libFootnote0"/>
        <w:rPr>
          <w:rtl/>
        </w:rPr>
      </w:pPr>
      <w:r>
        <w:rPr>
          <w:rtl/>
          <w:lang w:bidi="fa-IR"/>
        </w:rPr>
        <w:t xml:space="preserve">۲۳۸- </w:t>
      </w:r>
      <w:r>
        <w:rPr>
          <w:rtl/>
        </w:rPr>
        <w:t xml:space="preserve">خصال ، ج </w:t>
      </w:r>
      <w:r>
        <w:rPr>
          <w:rtl/>
          <w:lang w:bidi="fa-IR"/>
        </w:rPr>
        <w:t>۲</w:t>
      </w:r>
      <w:r>
        <w:rPr>
          <w:rtl/>
        </w:rPr>
        <w:t xml:space="preserve">، ص </w:t>
      </w:r>
      <w:r>
        <w:rPr>
          <w:rtl/>
          <w:lang w:bidi="fa-IR"/>
        </w:rPr>
        <w:t>۱۴۲.</w:t>
      </w:r>
    </w:p>
    <w:p w:rsidR="00827620" w:rsidRDefault="00827620" w:rsidP="00250B2A">
      <w:pPr>
        <w:pStyle w:val="libFootnote0"/>
        <w:rPr>
          <w:rtl/>
        </w:rPr>
      </w:pPr>
      <w:r>
        <w:rPr>
          <w:rtl/>
          <w:lang w:bidi="fa-IR"/>
        </w:rPr>
        <w:t xml:space="preserve">۲۳۹- </w:t>
      </w:r>
      <w:r>
        <w:rPr>
          <w:rtl/>
        </w:rPr>
        <w:t xml:space="preserve">نهج البلاغه ؛ الحياه ، ج </w:t>
      </w:r>
      <w:r>
        <w:rPr>
          <w:rtl/>
          <w:lang w:bidi="fa-IR"/>
        </w:rPr>
        <w:t>۲</w:t>
      </w:r>
      <w:r>
        <w:rPr>
          <w:rtl/>
        </w:rPr>
        <w:t xml:space="preserve">، ص </w:t>
      </w:r>
      <w:r>
        <w:rPr>
          <w:rtl/>
          <w:lang w:bidi="fa-IR"/>
        </w:rPr>
        <w:t>۳۸۴.</w:t>
      </w:r>
    </w:p>
    <w:p w:rsidR="00827620" w:rsidRDefault="00827620" w:rsidP="00250B2A">
      <w:pPr>
        <w:pStyle w:val="libFootnote0"/>
        <w:rPr>
          <w:rtl/>
        </w:rPr>
      </w:pPr>
      <w:r>
        <w:rPr>
          <w:rtl/>
          <w:lang w:bidi="fa-IR"/>
        </w:rPr>
        <w:t xml:space="preserve">۲۴۰- </w:t>
      </w:r>
      <w:r>
        <w:rPr>
          <w:rtl/>
        </w:rPr>
        <w:t xml:space="preserve">بحار، ج </w:t>
      </w:r>
      <w:r>
        <w:rPr>
          <w:rtl/>
          <w:lang w:bidi="fa-IR"/>
        </w:rPr>
        <w:t>۸۹</w:t>
      </w:r>
      <w:r>
        <w:rPr>
          <w:rtl/>
        </w:rPr>
        <w:t xml:space="preserve">، ص </w:t>
      </w:r>
      <w:r>
        <w:rPr>
          <w:rtl/>
          <w:lang w:bidi="fa-IR"/>
        </w:rPr>
        <w:t>۲۵۶.</w:t>
      </w:r>
    </w:p>
    <w:p w:rsidR="00827620" w:rsidRDefault="00827620" w:rsidP="00250B2A">
      <w:pPr>
        <w:pStyle w:val="libFootnote0"/>
        <w:rPr>
          <w:rtl/>
        </w:rPr>
      </w:pPr>
      <w:r>
        <w:rPr>
          <w:rtl/>
          <w:lang w:bidi="fa-IR"/>
        </w:rPr>
        <w:t xml:space="preserve">۲۴۱- </w:t>
      </w:r>
      <w:r>
        <w:rPr>
          <w:rtl/>
        </w:rPr>
        <w:t xml:space="preserve">بحار، ج </w:t>
      </w:r>
      <w:r>
        <w:rPr>
          <w:rtl/>
          <w:lang w:bidi="fa-IR"/>
        </w:rPr>
        <w:t>۲۳</w:t>
      </w:r>
      <w:r>
        <w:rPr>
          <w:rtl/>
        </w:rPr>
        <w:t xml:space="preserve">، ص </w:t>
      </w:r>
      <w:r>
        <w:rPr>
          <w:rtl/>
          <w:lang w:bidi="fa-IR"/>
        </w:rPr>
        <w:t>۲۲.</w:t>
      </w:r>
    </w:p>
    <w:p w:rsidR="00827620" w:rsidRDefault="00827620" w:rsidP="00250B2A">
      <w:pPr>
        <w:pStyle w:val="libFootnote0"/>
        <w:rPr>
          <w:rtl/>
        </w:rPr>
      </w:pPr>
      <w:r>
        <w:rPr>
          <w:rtl/>
          <w:lang w:bidi="fa-IR"/>
        </w:rPr>
        <w:t xml:space="preserve">۲۴۲- </w:t>
      </w:r>
      <w:r>
        <w:rPr>
          <w:rtl/>
        </w:rPr>
        <w:t xml:space="preserve">بحار، ج </w:t>
      </w:r>
      <w:r>
        <w:rPr>
          <w:rtl/>
          <w:lang w:bidi="fa-IR"/>
        </w:rPr>
        <w:t>۸</w:t>
      </w:r>
      <w:r>
        <w:rPr>
          <w:rtl/>
        </w:rPr>
        <w:t xml:space="preserve">، ص </w:t>
      </w:r>
      <w:r>
        <w:rPr>
          <w:rtl/>
          <w:lang w:bidi="fa-IR"/>
        </w:rPr>
        <w:t>۴۷۲</w:t>
      </w:r>
      <w:r>
        <w:rPr>
          <w:rtl/>
        </w:rPr>
        <w:t xml:space="preserve">؛ الحياه ، ج </w:t>
      </w:r>
      <w:r>
        <w:rPr>
          <w:rtl/>
          <w:lang w:bidi="fa-IR"/>
        </w:rPr>
        <w:t>۲</w:t>
      </w:r>
      <w:r>
        <w:rPr>
          <w:rtl/>
        </w:rPr>
        <w:t xml:space="preserve">، ص </w:t>
      </w:r>
      <w:r>
        <w:rPr>
          <w:rtl/>
          <w:lang w:bidi="fa-IR"/>
        </w:rPr>
        <w:t>۳۸۵.</w:t>
      </w:r>
    </w:p>
    <w:p w:rsidR="00827620" w:rsidRDefault="00827620" w:rsidP="00250B2A">
      <w:pPr>
        <w:pStyle w:val="libFootnote0"/>
        <w:rPr>
          <w:rtl/>
        </w:rPr>
      </w:pPr>
      <w:r>
        <w:rPr>
          <w:rtl/>
          <w:lang w:bidi="fa-IR"/>
        </w:rPr>
        <w:t xml:space="preserve">۲۴۳- </w:t>
      </w:r>
      <w:r>
        <w:rPr>
          <w:rtl/>
        </w:rPr>
        <w:t xml:space="preserve">غررالحكم ؛ الحياه ، ج </w:t>
      </w:r>
      <w:r>
        <w:rPr>
          <w:rtl/>
          <w:lang w:bidi="fa-IR"/>
        </w:rPr>
        <w:t>۲</w:t>
      </w:r>
      <w:r>
        <w:rPr>
          <w:rtl/>
        </w:rPr>
        <w:t xml:space="preserve">، ص </w:t>
      </w:r>
      <w:r>
        <w:rPr>
          <w:rtl/>
          <w:lang w:bidi="fa-IR"/>
        </w:rPr>
        <w:t>۳۹۳.</w:t>
      </w:r>
    </w:p>
    <w:p w:rsidR="00827620" w:rsidRDefault="00827620" w:rsidP="00250B2A">
      <w:pPr>
        <w:pStyle w:val="libFootnote0"/>
        <w:rPr>
          <w:rtl/>
        </w:rPr>
      </w:pPr>
      <w:r>
        <w:rPr>
          <w:rtl/>
          <w:lang w:bidi="fa-IR"/>
        </w:rPr>
        <w:t xml:space="preserve">۲۴۴- </w:t>
      </w:r>
      <w:r>
        <w:rPr>
          <w:rtl/>
        </w:rPr>
        <w:t xml:space="preserve">بحار، ج </w:t>
      </w:r>
      <w:r>
        <w:rPr>
          <w:rtl/>
          <w:lang w:bidi="fa-IR"/>
        </w:rPr>
        <w:t>۸۹</w:t>
      </w:r>
      <w:r>
        <w:rPr>
          <w:rtl/>
        </w:rPr>
        <w:t xml:space="preserve">، ص </w:t>
      </w:r>
      <w:r>
        <w:rPr>
          <w:rtl/>
          <w:lang w:bidi="fa-IR"/>
        </w:rPr>
        <w:t>۱۹۶.</w:t>
      </w:r>
    </w:p>
    <w:p w:rsidR="00827620" w:rsidRDefault="00827620" w:rsidP="00250B2A">
      <w:pPr>
        <w:pStyle w:val="libFootnote0"/>
        <w:rPr>
          <w:rtl/>
        </w:rPr>
      </w:pPr>
      <w:r>
        <w:rPr>
          <w:rtl/>
          <w:lang w:bidi="fa-IR"/>
        </w:rPr>
        <w:t>۲۴۵-</w:t>
      </w:r>
      <w:r>
        <w:rPr>
          <w:rtl/>
        </w:rPr>
        <w:t xml:space="preserve">مستدرك ، ج </w:t>
      </w:r>
      <w:r>
        <w:rPr>
          <w:rtl/>
          <w:lang w:bidi="fa-IR"/>
        </w:rPr>
        <w:t>۳</w:t>
      </w:r>
      <w:r>
        <w:rPr>
          <w:rtl/>
        </w:rPr>
        <w:t xml:space="preserve">، ص </w:t>
      </w:r>
      <w:r>
        <w:rPr>
          <w:rtl/>
          <w:lang w:bidi="fa-IR"/>
        </w:rPr>
        <w:t>۱۳۹.</w:t>
      </w:r>
    </w:p>
    <w:p w:rsidR="00827620" w:rsidRDefault="00827620" w:rsidP="00250B2A">
      <w:pPr>
        <w:pStyle w:val="libFootnote0"/>
        <w:rPr>
          <w:rtl/>
        </w:rPr>
      </w:pPr>
      <w:r>
        <w:rPr>
          <w:rtl/>
          <w:lang w:bidi="fa-IR"/>
        </w:rPr>
        <w:t xml:space="preserve">۲۴۶- </w:t>
      </w:r>
      <w:r>
        <w:rPr>
          <w:rtl/>
        </w:rPr>
        <w:t xml:space="preserve">مستدرك ، ج </w:t>
      </w:r>
      <w:r>
        <w:rPr>
          <w:rtl/>
          <w:lang w:bidi="fa-IR"/>
        </w:rPr>
        <w:t>۲</w:t>
      </w:r>
      <w:r>
        <w:rPr>
          <w:rtl/>
        </w:rPr>
        <w:t xml:space="preserve">، ص </w:t>
      </w:r>
      <w:r>
        <w:rPr>
          <w:rtl/>
          <w:lang w:bidi="fa-IR"/>
        </w:rPr>
        <w:t>۳۳۸.</w:t>
      </w:r>
    </w:p>
    <w:p w:rsidR="00827620" w:rsidRDefault="00827620" w:rsidP="00250B2A">
      <w:pPr>
        <w:pStyle w:val="libFootnote0"/>
        <w:rPr>
          <w:rtl/>
        </w:rPr>
      </w:pPr>
      <w:r>
        <w:rPr>
          <w:rtl/>
          <w:lang w:bidi="fa-IR"/>
        </w:rPr>
        <w:t xml:space="preserve">۲۴۷- </w:t>
      </w:r>
      <w:r>
        <w:rPr>
          <w:rtl/>
        </w:rPr>
        <w:t xml:space="preserve">سفينه ، ج </w:t>
      </w:r>
      <w:r>
        <w:rPr>
          <w:rtl/>
          <w:lang w:bidi="fa-IR"/>
        </w:rPr>
        <w:t>۱</w:t>
      </w:r>
      <w:r>
        <w:rPr>
          <w:rtl/>
        </w:rPr>
        <w:t xml:space="preserve">، ص </w:t>
      </w:r>
      <w:r>
        <w:rPr>
          <w:rtl/>
          <w:lang w:bidi="fa-IR"/>
        </w:rPr>
        <w:t>۶۹۵.</w:t>
      </w:r>
    </w:p>
    <w:p w:rsidR="00827620" w:rsidRDefault="00827620" w:rsidP="00250B2A">
      <w:pPr>
        <w:pStyle w:val="libFootnote0"/>
        <w:rPr>
          <w:rtl/>
        </w:rPr>
      </w:pPr>
      <w:r>
        <w:rPr>
          <w:rtl/>
          <w:lang w:bidi="fa-IR"/>
        </w:rPr>
        <w:t xml:space="preserve">۲۴۸- </w:t>
      </w:r>
      <w:r>
        <w:rPr>
          <w:rtl/>
        </w:rPr>
        <w:t xml:space="preserve">بحار، ص </w:t>
      </w:r>
      <w:r>
        <w:rPr>
          <w:rtl/>
          <w:lang w:bidi="fa-IR"/>
        </w:rPr>
        <w:t>۶۴.</w:t>
      </w:r>
    </w:p>
    <w:p w:rsidR="00827620" w:rsidRDefault="00827620" w:rsidP="00250B2A">
      <w:pPr>
        <w:pStyle w:val="libFootnote0"/>
        <w:rPr>
          <w:rtl/>
        </w:rPr>
      </w:pPr>
      <w:r>
        <w:rPr>
          <w:rtl/>
          <w:lang w:bidi="fa-IR"/>
        </w:rPr>
        <w:t xml:space="preserve">۲۴۹- </w:t>
      </w:r>
      <w:r>
        <w:rPr>
          <w:rtl/>
        </w:rPr>
        <w:t xml:space="preserve">نهج البلاغه ، </w:t>
      </w:r>
      <w:r>
        <w:rPr>
          <w:rtl/>
          <w:lang w:bidi="fa-IR"/>
        </w:rPr>
        <w:t>۱۲۶۴</w:t>
      </w:r>
      <w:r>
        <w:rPr>
          <w:rtl/>
        </w:rPr>
        <w:t>، فيض .</w:t>
      </w:r>
    </w:p>
    <w:p w:rsidR="00827620" w:rsidRDefault="00827620" w:rsidP="00250B2A">
      <w:pPr>
        <w:pStyle w:val="libFootnote0"/>
        <w:rPr>
          <w:rtl/>
        </w:rPr>
      </w:pPr>
    </w:p>
    <w:p w:rsidR="00827620" w:rsidRDefault="00827620" w:rsidP="00250B2A">
      <w:pPr>
        <w:pStyle w:val="libFootnote0"/>
        <w:rPr>
          <w:rtl/>
        </w:rPr>
      </w:pPr>
      <w:r>
        <w:rPr>
          <w:rtl/>
          <w:lang w:bidi="fa-IR"/>
        </w:rPr>
        <w:t xml:space="preserve">۲۵۰- </w:t>
      </w:r>
      <w:r>
        <w:rPr>
          <w:rtl/>
        </w:rPr>
        <w:t xml:space="preserve">نهج البلاغه ، خطبه </w:t>
      </w:r>
      <w:r>
        <w:rPr>
          <w:rtl/>
          <w:lang w:bidi="fa-IR"/>
        </w:rPr>
        <w:t>۷۸.</w:t>
      </w:r>
    </w:p>
    <w:p w:rsidR="00827620" w:rsidRDefault="00827620" w:rsidP="00250B2A">
      <w:pPr>
        <w:pStyle w:val="libFootnote0"/>
        <w:rPr>
          <w:rtl/>
        </w:rPr>
      </w:pPr>
      <w:r>
        <w:rPr>
          <w:rtl/>
          <w:lang w:bidi="fa-IR"/>
        </w:rPr>
        <w:t xml:space="preserve">۲۵۱- </w:t>
      </w:r>
      <w:r>
        <w:rPr>
          <w:rtl/>
        </w:rPr>
        <w:t>غرر.</w:t>
      </w:r>
    </w:p>
    <w:p w:rsidR="00827620" w:rsidRDefault="00827620" w:rsidP="00250B2A">
      <w:pPr>
        <w:pStyle w:val="libFootnote0"/>
        <w:rPr>
          <w:rtl/>
        </w:rPr>
      </w:pPr>
      <w:r>
        <w:rPr>
          <w:rtl/>
          <w:lang w:bidi="fa-IR"/>
        </w:rPr>
        <w:t xml:space="preserve">۲۵۲- </w:t>
      </w:r>
      <w:r>
        <w:rPr>
          <w:rtl/>
        </w:rPr>
        <w:t>نهج البلاغه .</w:t>
      </w:r>
    </w:p>
    <w:p w:rsidR="00827620" w:rsidRDefault="00827620" w:rsidP="00250B2A">
      <w:pPr>
        <w:pStyle w:val="libFootnote0"/>
        <w:rPr>
          <w:rtl/>
        </w:rPr>
      </w:pPr>
      <w:r>
        <w:rPr>
          <w:rtl/>
          <w:lang w:bidi="fa-IR"/>
        </w:rPr>
        <w:t xml:space="preserve">۲۵۳- </w:t>
      </w:r>
      <w:r>
        <w:rPr>
          <w:rtl/>
        </w:rPr>
        <w:t>غررالحكم .</w:t>
      </w:r>
    </w:p>
    <w:p w:rsidR="00827620" w:rsidRDefault="00827620" w:rsidP="00250B2A">
      <w:pPr>
        <w:pStyle w:val="libFootnote0"/>
        <w:rPr>
          <w:rtl/>
        </w:rPr>
      </w:pPr>
      <w:r>
        <w:rPr>
          <w:rtl/>
          <w:lang w:bidi="fa-IR"/>
        </w:rPr>
        <w:t xml:space="preserve">۲۵۴- </w:t>
      </w:r>
      <w:r>
        <w:rPr>
          <w:rtl/>
        </w:rPr>
        <w:t xml:space="preserve">مكارم الاخلاق ، ص </w:t>
      </w:r>
      <w:r>
        <w:rPr>
          <w:rtl/>
          <w:lang w:bidi="fa-IR"/>
        </w:rPr>
        <w:t>۷۶.</w:t>
      </w:r>
    </w:p>
    <w:p w:rsidR="00827620" w:rsidRDefault="00827620" w:rsidP="00250B2A">
      <w:pPr>
        <w:pStyle w:val="libFootnote0"/>
        <w:rPr>
          <w:rtl/>
        </w:rPr>
      </w:pPr>
      <w:r>
        <w:rPr>
          <w:rtl/>
          <w:lang w:bidi="fa-IR"/>
        </w:rPr>
        <w:t xml:space="preserve">۲۵۵- </w:t>
      </w:r>
      <w:r>
        <w:rPr>
          <w:rtl/>
        </w:rPr>
        <w:t>غرر.</w:t>
      </w:r>
    </w:p>
    <w:p w:rsidR="00827620" w:rsidRDefault="00827620" w:rsidP="00250B2A">
      <w:pPr>
        <w:pStyle w:val="libFootnote0"/>
        <w:rPr>
          <w:rtl/>
        </w:rPr>
      </w:pPr>
      <w:r>
        <w:rPr>
          <w:rtl/>
          <w:lang w:bidi="fa-IR"/>
        </w:rPr>
        <w:t xml:space="preserve">۲۵۶- </w:t>
      </w:r>
      <w:r>
        <w:rPr>
          <w:rtl/>
        </w:rPr>
        <w:t>فهرست غرر.</w:t>
      </w:r>
    </w:p>
    <w:p w:rsidR="00827620" w:rsidRDefault="00827620" w:rsidP="00250B2A">
      <w:pPr>
        <w:pStyle w:val="libFootnote0"/>
        <w:rPr>
          <w:rtl/>
        </w:rPr>
      </w:pPr>
      <w:r>
        <w:rPr>
          <w:rtl/>
          <w:lang w:bidi="fa-IR"/>
        </w:rPr>
        <w:t xml:space="preserve">۲۵۷- </w:t>
      </w:r>
      <w:r>
        <w:rPr>
          <w:rtl/>
        </w:rPr>
        <w:t xml:space="preserve">الحديث ، ج </w:t>
      </w:r>
      <w:r>
        <w:rPr>
          <w:rtl/>
          <w:lang w:bidi="fa-IR"/>
        </w:rPr>
        <w:t>۲</w:t>
      </w:r>
      <w:r>
        <w:rPr>
          <w:rtl/>
        </w:rPr>
        <w:t xml:space="preserve">، ص </w:t>
      </w:r>
      <w:r>
        <w:rPr>
          <w:rtl/>
          <w:lang w:bidi="fa-IR"/>
        </w:rPr>
        <w:t>۲۴۲.</w:t>
      </w:r>
    </w:p>
    <w:p w:rsidR="00827620" w:rsidRDefault="00827620" w:rsidP="00250B2A">
      <w:pPr>
        <w:pStyle w:val="libFootnote0"/>
        <w:rPr>
          <w:rtl/>
        </w:rPr>
      </w:pPr>
      <w:r>
        <w:rPr>
          <w:rtl/>
          <w:lang w:bidi="fa-IR"/>
        </w:rPr>
        <w:t xml:space="preserve">۲۵۸- </w:t>
      </w:r>
      <w:r>
        <w:rPr>
          <w:rtl/>
        </w:rPr>
        <w:t xml:space="preserve">شرح ابن ابى الحديد، ج </w:t>
      </w:r>
      <w:r>
        <w:rPr>
          <w:rtl/>
          <w:lang w:bidi="fa-IR"/>
        </w:rPr>
        <w:t>۲۰</w:t>
      </w:r>
      <w:r>
        <w:rPr>
          <w:rtl/>
        </w:rPr>
        <w:t xml:space="preserve">، ص </w:t>
      </w:r>
      <w:r>
        <w:rPr>
          <w:rtl/>
          <w:lang w:bidi="fa-IR"/>
        </w:rPr>
        <w:t>۳۳۵.</w:t>
      </w:r>
    </w:p>
    <w:p w:rsidR="00827620" w:rsidRDefault="00827620" w:rsidP="00250B2A">
      <w:pPr>
        <w:pStyle w:val="libFootnote0"/>
        <w:rPr>
          <w:rtl/>
        </w:rPr>
      </w:pPr>
      <w:r>
        <w:rPr>
          <w:rtl/>
          <w:lang w:bidi="fa-IR"/>
        </w:rPr>
        <w:t xml:space="preserve">۲۵۹- </w:t>
      </w:r>
      <w:r>
        <w:rPr>
          <w:rtl/>
        </w:rPr>
        <w:t xml:space="preserve">نهج البلاغه ، كلمات قصار، </w:t>
      </w:r>
      <w:r>
        <w:rPr>
          <w:rtl/>
          <w:lang w:bidi="fa-IR"/>
        </w:rPr>
        <w:t>۱۱.</w:t>
      </w:r>
    </w:p>
    <w:p w:rsidR="00827620" w:rsidRDefault="00827620" w:rsidP="00250B2A">
      <w:pPr>
        <w:pStyle w:val="libFootnote0"/>
        <w:rPr>
          <w:rtl/>
        </w:rPr>
      </w:pPr>
      <w:r>
        <w:rPr>
          <w:rtl/>
          <w:lang w:bidi="fa-IR"/>
        </w:rPr>
        <w:t>۲۶۰-</w:t>
      </w:r>
      <w:r>
        <w:rPr>
          <w:rtl/>
        </w:rPr>
        <w:t xml:space="preserve">الحديث ، ج </w:t>
      </w:r>
      <w:r>
        <w:rPr>
          <w:rtl/>
          <w:lang w:bidi="fa-IR"/>
        </w:rPr>
        <w:t>۲</w:t>
      </w:r>
      <w:r>
        <w:rPr>
          <w:rtl/>
        </w:rPr>
        <w:t xml:space="preserve">، ص </w:t>
      </w:r>
      <w:r>
        <w:rPr>
          <w:rtl/>
          <w:lang w:bidi="fa-IR"/>
        </w:rPr>
        <w:t>۲۴۳</w:t>
      </w:r>
      <w:r>
        <w:rPr>
          <w:rtl/>
        </w:rPr>
        <w:t xml:space="preserve"> از الانوار.</w:t>
      </w:r>
    </w:p>
    <w:p w:rsidR="00827620" w:rsidRDefault="00827620" w:rsidP="00250B2A">
      <w:pPr>
        <w:pStyle w:val="libFootnote0"/>
        <w:rPr>
          <w:rtl/>
        </w:rPr>
      </w:pPr>
      <w:r>
        <w:rPr>
          <w:rtl/>
          <w:lang w:bidi="fa-IR"/>
        </w:rPr>
        <w:t xml:space="preserve">۲۶۱- </w:t>
      </w:r>
      <w:r>
        <w:rPr>
          <w:rtl/>
        </w:rPr>
        <w:t>همان مدرك .</w:t>
      </w:r>
    </w:p>
    <w:p w:rsidR="00827620" w:rsidRDefault="00827620" w:rsidP="00250B2A">
      <w:pPr>
        <w:pStyle w:val="libFootnote0"/>
        <w:rPr>
          <w:rtl/>
        </w:rPr>
      </w:pPr>
      <w:r>
        <w:rPr>
          <w:rtl/>
          <w:lang w:bidi="fa-IR"/>
        </w:rPr>
        <w:t xml:space="preserve">۲۶۲- </w:t>
      </w:r>
      <w:r>
        <w:rPr>
          <w:rtl/>
        </w:rPr>
        <w:t xml:space="preserve">تحت العقول ، ص </w:t>
      </w:r>
      <w:r>
        <w:rPr>
          <w:rtl/>
          <w:lang w:bidi="fa-IR"/>
        </w:rPr>
        <w:t>۳۵۸.</w:t>
      </w:r>
    </w:p>
    <w:p w:rsidR="00827620" w:rsidRDefault="00827620" w:rsidP="00250B2A">
      <w:pPr>
        <w:pStyle w:val="libFootnote0"/>
        <w:rPr>
          <w:rtl/>
        </w:rPr>
      </w:pPr>
      <w:r>
        <w:rPr>
          <w:rtl/>
          <w:lang w:bidi="fa-IR"/>
        </w:rPr>
        <w:t xml:space="preserve">۲۶۳- </w:t>
      </w:r>
      <w:r>
        <w:rPr>
          <w:rtl/>
        </w:rPr>
        <w:t>غرر.</w:t>
      </w:r>
    </w:p>
    <w:p w:rsidR="00827620" w:rsidRDefault="00827620" w:rsidP="00250B2A">
      <w:pPr>
        <w:pStyle w:val="libFootnote0"/>
        <w:rPr>
          <w:rtl/>
        </w:rPr>
      </w:pPr>
      <w:r>
        <w:rPr>
          <w:rtl/>
          <w:lang w:bidi="fa-IR"/>
        </w:rPr>
        <w:t xml:space="preserve">۲۶۴- </w:t>
      </w:r>
      <w:r>
        <w:rPr>
          <w:rtl/>
        </w:rPr>
        <w:t>غرر.</w:t>
      </w:r>
    </w:p>
    <w:p w:rsidR="00827620" w:rsidRDefault="00827620" w:rsidP="00250B2A">
      <w:pPr>
        <w:pStyle w:val="libFootnote0"/>
        <w:rPr>
          <w:rtl/>
        </w:rPr>
      </w:pPr>
      <w:r>
        <w:rPr>
          <w:rtl/>
          <w:lang w:bidi="fa-IR"/>
        </w:rPr>
        <w:t xml:space="preserve">۲۶۵- </w:t>
      </w:r>
      <w:r>
        <w:rPr>
          <w:rtl/>
        </w:rPr>
        <w:t xml:space="preserve">الحديث ، ج </w:t>
      </w:r>
      <w:r>
        <w:rPr>
          <w:rtl/>
          <w:lang w:bidi="fa-IR"/>
        </w:rPr>
        <w:t>۳</w:t>
      </w:r>
      <w:r>
        <w:rPr>
          <w:rtl/>
        </w:rPr>
        <w:t xml:space="preserve">، ص </w:t>
      </w:r>
      <w:r>
        <w:rPr>
          <w:rtl/>
          <w:lang w:bidi="fa-IR"/>
        </w:rPr>
        <w:t>۲۴۷.</w:t>
      </w:r>
    </w:p>
    <w:p w:rsidR="00827620" w:rsidRDefault="00827620" w:rsidP="00250B2A">
      <w:pPr>
        <w:pStyle w:val="libFootnote0"/>
        <w:rPr>
          <w:rtl/>
        </w:rPr>
      </w:pPr>
      <w:r>
        <w:rPr>
          <w:rtl/>
          <w:lang w:bidi="fa-IR"/>
        </w:rPr>
        <w:t xml:space="preserve">۲۶۶- </w:t>
      </w:r>
      <w:r>
        <w:rPr>
          <w:rtl/>
        </w:rPr>
        <w:t xml:space="preserve">بحار، ج </w:t>
      </w:r>
      <w:r>
        <w:rPr>
          <w:rtl/>
          <w:lang w:bidi="fa-IR"/>
        </w:rPr>
        <w:t>۱۷</w:t>
      </w:r>
      <w:r>
        <w:rPr>
          <w:rtl/>
        </w:rPr>
        <w:t xml:space="preserve">، ص </w:t>
      </w:r>
      <w:r>
        <w:rPr>
          <w:rtl/>
          <w:lang w:bidi="fa-IR"/>
        </w:rPr>
        <w:t>۲۱۷.</w:t>
      </w:r>
    </w:p>
    <w:p w:rsidR="00827620" w:rsidRDefault="00827620" w:rsidP="00250B2A">
      <w:pPr>
        <w:pStyle w:val="libFootnote0"/>
        <w:rPr>
          <w:rtl/>
        </w:rPr>
      </w:pPr>
      <w:r>
        <w:rPr>
          <w:rtl/>
          <w:lang w:bidi="fa-IR"/>
        </w:rPr>
        <w:t xml:space="preserve">۲۶۷- </w:t>
      </w:r>
      <w:r>
        <w:rPr>
          <w:rtl/>
        </w:rPr>
        <w:t>غرر.</w:t>
      </w:r>
    </w:p>
    <w:p w:rsidR="00827620" w:rsidRDefault="00827620" w:rsidP="00250B2A">
      <w:pPr>
        <w:pStyle w:val="libFootnote0"/>
        <w:rPr>
          <w:rtl/>
        </w:rPr>
      </w:pPr>
      <w:r>
        <w:rPr>
          <w:rtl/>
          <w:lang w:bidi="fa-IR"/>
        </w:rPr>
        <w:t xml:space="preserve">۲۶۸- </w:t>
      </w:r>
      <w:r>
        <w:rPr>
          <w:rtl/>
        </w:rPr>
        <w:t xml:space="preserve">نهج البلاغه نامه </w:t>
      </w:r>
      <w:r>
        <w:rPr>
          <w:rtl/>
          <w:lang w:bidi="fa-IR"/>
        </w:rPr>
        <w:t>۳۱.</w:t>
      </w:r>
    </w:p>
    <w:p w:rsidR="00827620" w:rsidRDefault="00827620" w:rsidP="00250B2A">
      <w:pPr>
        <w:pStyle w:val="libFootnote0"/>
        <w:rPr>
          <w:rtl/>
        </w:rPr>
      </w:pPr>
      <w:r>
        <w:rPr>
          <w:rtl/>
          <w:lang w:bidi="fa-IR"/>
        </w:rPr>
        <w:t xml:space="preserve">۲۶۹- </w:t>
      </w:r>
      <w:r>
        <w:rPr>
          <w:rtl/>
        </w:rPr>
        <w:t xml:space="preserve">نهج البلاغه ، كلمه </w:t>
      </w:r>
      <w:r>
        <w:rPr>
          <w:rtl/>
          <w:lang w:bidi="fa-IR"/>
        </w:rPr>
        <w:t>۳۵۱.</w:t>
      </w:r>
    </w:p>
    <w:p w:rsidR="00827620" w:rsidRDefault="00827620" w:rsidP="00250B2A">
      <w:pPr>
        <w:pStyle w:val="libFootnote0"/>
        <w:rPr>
          <w:rtl/>
        </w:rPr>
      </w:pPr>
      <w:r>
        <w:rPr>
          <w:rtl/>
          <w:lang w:bidi="fa-IR"/>
        </w:rPr>
        <w:t xml:space="preserve">۲۷۰- </w:t>
      </w:r>
      <w:r>
        <w:rPr>
          <w:rtl/>
        </w:rPr>
        <w:t>غرر.</w:t>
      </w:r>
    </w:p>
    <w:p w:rsidR="00827620" w:rsidRDefault="00827620" w:rsidP="00250B2A">
      <w:pPr>
        <w:pStyle w:val="libFootnote0"/>
        <w:rPr>
          <w:rtl/>
        </w:rPr>
      </w:pPr>
      <w:r>
        <w:rPr>
          <w:rtl/>
          <w:lang w:bidi="fa-IR"/>
        </w:rPr>
        <w:t xml:space="preserve">۲۷۱- </w:t>
      </w:r>
      <w:r>
        <w:rPr>
          <w:rtl/>
        </w:rPr>
        <w:t>غرر.</w:t>
      </w:r>
    </w:p>
    <w:p w:rsidR="00827620" w:rsidRDefault="00827620" w:rsidP="00250B2A">
      <w:pPr>
        <w:pStyle w:val="libFootnote0"/>
        <w:rPr>
          <w:rtl/>
        </w:rPr>
      </w:pPr>
      <w:r>
        <w:rPr>
          <w:rtl/>
          <w:lang w:bidi="fa-IR"/>
        </w:rPr>
        <w:t xml:space="preserve">۲۷۲- </w:t>
      </w:r>
      <w:r>
        <w:rPr>
          <w:rtl/>
        </w:rPr>
        <w:t>غرر.</w:t>
      </w:r>
    </w:p>
    <w:p w:rsidR="00827620" w:rsidRDefault="00827620" w:rsidP="00250B2A">
      <w:pPr>
        <w:pStyle w:val="libFootnote0"/>
        <w:rPr>
          <w:rtl/>
        </w:rPr>
      </w:pPr>
      <w:r>
        <w:rPr>
          <w:rtl/>
          <w:lang w:bidi="fa-IR"/>
        </w:rPr>
        <w:t xml:space="preserve">۲۷۳- </w:t>
      </w:r>
      <w:r>
        <w:rPr>
          <w:rtl/>
        </w:rPr>
        <w:t>فهرست غرر.</w:t>
      </w:r>
    </w:p>
    <w:p w:rsidR="00827620" w:rsidRDefault="00827620" w:rsidP="00250B2A">
      <w:pPr>
        <w:pStyle w:val="libFootnote0"/>
        <w:rPr>
          <w:rtl/>
        </w:rPr>
      </w:pPr>
      <w:r>
        <w:rPr>
          <w:rtl/>
          <w:lang w:bidi="fa-IR"/>
        </w:rPr>
        <w:t xml:space="preserve">۲۷۴- </w:t>
      </w:r>
      <w:r>
        <w:rPr>
          <w:rtl/>
        </w:rPr>
        <w:t xml:space="preserve">بحار، ج </w:t>
      </w:r>
      <w:r>
        <w:rPr>
          <w:rtl/>
          <w:lang w:bidi="fa-IR"/>
        </w:rPr>
        <w:t>۱۷</w:t>
      </w:r>
      <w:r>
        <w:rPr>
          <w:rtl/>
        </w:rPr>
        <w:t xml:space="preserve">، (ص) </w:t>
      </w:r>
      <w:r>
        <w:rPr>
          <w:rtl/>
          <w:lang w:bidi="fa-IR"/>
        </w:rPr>
        <w:t>۲۱۶.</w:t>
      </w:r>
    </w:p>
    <w:p w:rsidR="00827620" w:rsidRDefault="00827620" w:rsidP="00250B2A">
      <w:pPr>
        <w:pStyle w:val="libFootnote0"/>
        <w:rPr>
          <w:rtl/>
        </w:rPr>
      </w:pPr>
      <w:r>
        <w:rPr>
          <w:rtl/>
          <w:lang w:bidi="fa-IR"/>
        </w:rPr>
        <w:t xml:space="preserve">۲۷۵- </w:t>
      </w:r>
      <w:r>
        <w:rPr>
          <w:rtl/>
        </w:rPr>
        <w:t>غرر.</w:t>
      </w:r>
    </w:p>
    <w:p w:rsidR="00827620" w:rsidRDefault="00827620" w:rsidP="00250B2A">
      <w:pPr>
        <w:pStyle w:val="libFootnote0"/>
        <w:rPr>
          <w:rtl/>
        </w:rPr>
      </w:pPr>
      <w:r>
        <w:rPr>
          <w:rtl/>
          <w:lang w:bidi="fa-IR"/>
        </w:rPr>
        <w:t xml:space="preserve">۲۷۶- </w:t>
      </w:r>
      <w:r>
        <w:rPr>
          <w:rtl/>
        </w:rPr>
        <w:t xml:space="preserve">غرر، ج </w:t>
      </w:r>
      <w:r>
        <w:rPr>
          <w:rtl/>
          <w:lang w:bidi="fa-IR"/>
        </w:rPr>
        <w:t>۱</w:t>
      </w:r>
      <w:r>
        <w:rPr>
          <w:rtl/>
        </w:rPr>
        <w:t xml:space="preserve">، (ص) </w:t>
      </w:r>
      <w:r>
        <w:rPr>
          <w:rtl/>
          <w:lang w:bidi="fa-IR"/>
        </w:rPr>
        <w:t>۱۵۳۳.</w:t>
      </w:r>
    </w:p>
    <w:p w:rsidR="00827620" w:rsidRDefault="00827620" w:rsidP="00250B2A">
      <w:pPr>
        <w:pStyle w:val="libFootnote0"/>
        <w:rPr>
          <w:rtl/>
        </w:rPr>
      </w:pPr>
      <w:r>
        <w:rPr>
          <w:rtl/>
          <w:lang w:bidi="fa-IR"/>
        </w:rPr>
        <w:lastRenderedPageBreak/>
        <w:t xml:space="preserve">۲۷۷- </w:t>
      </w:r>
      <w:r>
        <w:rPr>
          <w:rtl/>
        </w:rPr>
        <w:t xml:space="preserve">نهج البلاغه ، فيض ، ص </w:t>
      </w:r>
      <w:r>
        <w:rPr>
          <w:rtl/>
          <w:lang w:bidi="fa-IR"/>
        </w:rPr>
        <w:t>۱۱۴۳.</w:t>
      </w:r>
    </w:p>
    <w:p w:rsidR="00827620" w:rsidRDefault="00827620" w:rsidP="00250B2A">
      <w:pPr>
        <w:pStyle w:val="libFootnote0"/>
        <w:rPr>
          <w:rtl/>
        </w:rPr>
      </w:pPr>
      <w:r>
        <w:rPr>
          <w:rtl/>
          <w:lang w:bidi="fa-IR"/>
        </w:rPr>
        <w:t xml:space="preserve">۲۷۸- </w:t>
      </w:r>
      <w:r>
        <w:rPr>
          <w:rtl/>
        </w:rPr>
        <w:t>غرر.</w:t>
      </w:r>
    </w:p>
    <w:p w:rsidR="00827620" w:rsidRDefault="00827620" w:rsidP="00250B2A">
      <w:pPr>
        <w:pStyle w:val="libFootnote0"/>
        <w:rPr>
          <w:rtl/>
        </w:rPr>
      </w:pPr>
      <w:r>
        <w:rPr>
          <w:rtl/>
          <w:lang w:bidi="fa-IR"/>
        </w:rPr>
        <w:t xml:space="preserve">۲۷۹- </w:t>
      </w:r>
      <w:r>
        <w:rPr>
          <w:rtl/>
        </w:rPr>
        <w:t>غرر.</w:t>
      </w:r>
    </w:p>
    <w:p w:rsidR="00827620" w:rsidRDefault="00827620" w:rsidP="00250B2A">
      <w:pPr>
        <w:pStyle w:val="libFootnote0"/>
        <w:rPr>
          <w:rtl/>
        </w:rPr>
      </w:pPr>
      <w:r>
        <w:rPr>
          <w:rtl/>
          <w:lang w:bidi="fa-IR"/>
        </w:rPr>
        <w:t xml:space="preserve">۲۸۰- </w:t>
      </w:r>
      <w:r>
        <w:rPr>
          <w:rtl/>
        </w:rPr>
        <w:t>غرر.</w:t>
      </w:r>
    </w:p>
    <w:p w:rsidR="00827620" w:rsidRDefault="00827620" w:rsidP="00250B2A">
      <w:pPr>
        <w:pStyle w:val="libFootnote0"/>
        <w:rPr>
          <w:rtl/>
        </w:rPr>
      </w:pPr>
      <w:r>
        <w:rPr>
          <w:rtl/>
          <w:lang w:bidi="fa-IR"/>
        </w:rPr>
        <w:t xml:space="preserve">۲۸۱- </w:t>
      </w:r>
      <w:r>
        <w:rPr>
          <w:rtl/>
        </w:rPr>
        <w:t>غرر.</w:t>
      </w:r>
    </w:p>
    <w:p w:rsidR="00827620" w:rsidRDefault="00827620" w:rsidP="00250B2A">
      <w:pPr>
        <w:pStyle w:val="libFootnote0"/>
        <w:rPr>
          <w:rtl/>
        </w:rPr>
      </w:pPr>
      <w:r>
        <w:rPr>
          <w:rtl/>
          <w:lang w:bidi="fa-IR"/>
        </w:rPr>
        <w:t xml:space="preserve">۲۸۲- </w:t>
      </w:r>
      <w:r>
        <w:rPr>
          <w:rtl/>
        </w:rPr>
        <w:t xml:space="preserve">نهج ، فيض ، </w:t>
      </w:r>
      <w:r>
        <w:rPr>
          <w:rtl/>
          <w:lang w:bidi="fa-IR"/>
        </w:rPr>
        <w:t>۱۰۸۱.</w:t>
      </w:r>
    </w:p>
    <w:p w:rsidR="00827620" w:rsidRDefault="00827620" w:rsidP="00250B2A">
      <w:pPr>
        <w:pStyle w:val="libFootnote0"/>
        <w:rPr>
          <w:rtl/>
        </w:rPr>
      </w:pPr>
      <w:r>
        <w:rPr>
          <w:rtl/>
          <w:lang w:bidi="fa-IR"/>
        </w:rPr>
        <w:t xml:space="preserve">۲۸۳- </w:t>
      </w:r>
      <w:r>
        <w:rPr>
          <w:rtl/>
        </w:rPr>
        <w:t>غرر.</w:t>
      </w:r>
    </w:p>
    <w:p w:rsidR="00827620" w:rsidRDefault="00827620" w:rsidP="00250B2A">
      <w:pPr>
        <w:pStyle w:val="libFootnote0"/>
        <w:rPr>
          <w:rtl/>
        </w:rPr>
      </w:pPr>
      <w:r>
        <w:rPr>
          <w:rtl/>
          <w:lang w:bidi="fa-IR"/>
        </w:rPr>
        <w:t xml:space="preserve">۲۸۴- </w:t>
      </w:r>
      <w:r>
        <w:rPr>
          <w:rtl/>
        </w:rPr>
        <w:t>غرر.</w:t>
      </w:r>
    </w:p>
    <w:p w:rsidR="00827620" w:rsidRDefault="00827620" w:rsidP="00250B2A">
      <w:pPr>
        <w:pStyle w:val="libFootnote0"/>
        <w:rPr>
          <w:rtl/>
        </w:rPr>
      </w:pPr>
      <w:r>
        <w:rPr>
          <w:rtl/>
          <w:lang w:bidi="fa-IR"/>
        </w:rPr>
        <w:t xml:space="preserve">۲۸۵- </w:t>
      </w:r>
      <w:r>
        <w:rPr>
          <w:rtl/>
        </w:rPr>
        <w:t>غرر.</w:t>
      </w:r>
    </w:p>
    <w:p w:rsidR="00827620" w:rsidRDefault="00827620" w:rsidP="00250B2A">
      <w:pPr>
        <w:pStyle w:val="libFootnote0"/>
        <w:rPr>
          <w:rtl/>
        </w:rPr>
      </w:pPr>
      <w:r>
        <w:rPr>
          <w:rtl/>
          <w:lang w:bidi="fa-IR"/>
        </w:rPr>
        <w:t xml:space="preserve">۲۸۶- </w:t>
      </w:r>
      <w:r>
        <w:rPr>
          <w:rtl/>
        </w:rPr>
        <w:t>غرر.</w:t>
      </w:r>
    </w:p>
    <w:p w:rsidR="00827620" w:rsidRDefault="00827620" w:rsidP="00250B2A">
      <w:pPr>
        <w:pStyle w:val="libFootnote0"/>
        <w:rPr>
          <w:rtl/>
        </w:rPr>
      </w:pPr>
      <w:r>
        <w:rPr>
          <w:rtl/>
          <w:lang w:bidi="fa-IR"/>
        </w:rPr>
        <w:t xml:space="preserve">۲۸۷- </w:t>
      </w:r>
      <w:r>
        <w:rPr>
          <w:rtl/>
        </w:rPr>
        <w:t xml:space="preserve">نهج ، فيض ، </w:t>
      </w:r>
      <w:r>
        <w:rPr>
          <w:rtl/>
          <w:lang w:bidi="fa-IR"/>
        </w:rPr>
        <w:t>۱۰۲۲.</w:t>
      </w:r>
    </w:p>
    <w:p w:rsidR="00827620" w:rsidRDefault="00827620" w:rsidP="00250B2A">
      <w:pPr>
        <w:pStyle w:val="libFootnote0"/>
        <w:rPr>
          <w:rtl/>
        </w:rPr>
      </w:pPr>
      <w:r>
        <w:rPr>
          <w:rtl/>
          <w:lang w:bidi="fa-IR"/>
        </w:rPr>
        <w:t xml:space="preserve">۲۸۸- </w:t>
      </w:r>
      <w:r>
        <w:rPr>
          <w:rtl/>
        </w:rPr>
        <w:t xml:space="preserve">الحديث </w:t>
      </w:r>
      <w:r>
        <w:rPr>
          <w:rtl/>
          <w:lang w:bidi="fa-IR"/>
        </w:rPr>
        <w:t>۲</w:t>
      </w:r>
      <w:r>
        <w:rPr>
          <w:rtl/>
        </w:rPr>
        <w:t xml:space="preserve">، (ص) </w:t>
      </w:r>
      <w:r>
        <w:rPr>
          <w:rtl/>
          <w:lang w:bidi="fa-IR"/>
        </w:rPr>
        <w:t>۲۹۳</w:t>
      </w:r>
      <w:r>
        <w:rPr>
          <w:rtl/>
        </w:rPr>
        <w:t xml:space="preserve"> از فهرست غرر.</w:t>
      </w:r>
    </w:p>
    <w:p w:rsidR="00827620" w:rsidRDefault="00827620" w:rsidP="00250B2A">
      <w:pPr>
        <w:pStyle w:val="libFootnote0"/>
        <w:rPr>
          <w:rtl/>
        </w:rPr>
      </w:pPr>
      <w:r>
        <w:rPr>
          <w:rtl/>
          <w:lang w:bidi="fa-IR"/>
        </w:rPr>
        <w:t xml:space="preserve">۲۸۹- </w:t>
      </w:r>
      <w:r>
        <w:rPr>
          <w:rtl/>
        </w:rPr>
        <w:t xml:space="preserve">نهج البلاغه ، فيض ، </w:t>
      </w:r>
      <w:r>
        <w:rPr>
          <w:rtl/>
          <w:lang w:bidi="fa-IR"/>
        </w:rPr>
        <w:t>۹۸۸.</w:t>
      </w:r>
    </w:p>
    <w:p w:rsidR="00827620" w:rsidRDefault="00827620" w:rsidP="00250B2A">
      <w:pPr>
        <w:pStyle w:val="libFootnote0"/>
        <w:rPr>
          <w:rtl/>
        </w:rPr>
      </w:pPr>
      <w:r>
        <w:rPr>
          <w:rtl/>
          <w:lang w:bidi="fa-IR"/>
        </w:rPr>
        <w:t xml:space="preserve">۲۹۰- </w:t>
      </w:r>
      <w:r>
        <w:rPr>
          <w:rtl/>
        </w:rPr>
        <w:t>غرر.</w:t>
      </w:r>
    </w:p>
    <w:p w:rsidR="00827620" w:rsidRDefault="00827620" w:rsidP="00250B2A">
      <w:pPr>
        <w:pStyle w:val="libFootnote0"/>
        <w:rPr>
          <w:rtl/>
        </w:rPr>
      </w:pPr>
      <w:r>
        <w:rPr>
          <w:rtl/>
          <w:lang w:bidi="fa-IR"/>
        </w:rPr>
        <w:t xml:space="preserve">۲۹۱- </w:t>
      </w:r>
      <w:r>
        <w:rPr>
          <w:rtl/>
        </w:rPr>
        <w:t>غرر.</w:t>
      </w:r>
    </w:p>
    <w:p w:rsidR="00827620" w:rsidRDefault="00827620" w:rsidP="00250B2A">
      <w:pPr>
        <w:pStyle w:val="libFootnote0"/>
        <w:rPr>
          <w:rtl/>
        </w:rPr>
      </w:pPr>
      <w:r>
        <w:rPr>
          <w:rtl/>
          <w:lang w:bidi="fa-IR"/>
        </w:rPr>
        <w:t xml:space="preserve">۲۹۲- </w:t>
      </w:r>
      <w:r>
        <w:rPr>
          <w:rtl/>
        </w:rPr>
        <w:t>غرر.</w:t>
      </w:r>
    </w:p>
    <w:p w:rsidR="00827620" w:rsidRDefault="00827620" w:rsidP="00250B2A">
      <w:pPr>
        <w:pStyle w:val="libFootnote0"/>
        <w:rPr>
          <w:rtl/>
        </w:rPr>
      </w:pPr>
      <w:r>
        <w:rPr>
          <w:rtl/>
          <w:lang w:bidi="fa-IR"/>
        </w:rPr>
        <w:t xml:space="preserve">۲۹۳- </w:t>
      </w:r>
      <w:r>
        <w:rPr>
          <w:rtl/>
        </w:rPr>
        <w:t xml:space="preserve">الحديث </w:t>
      </w:r>
      <w:r>
        <w:rPr>
          <w:rtl/>
          <w:lang w:bidi="fa-IR"/>
        </w:rPr>
        <w:t>۲</w:t>
      </w:r>
      <w:r>
        <w:rPr>
          <w:rtl/>
        </w:rPr>
        <w:t xml:space="preserve">، ص </w:t>
      </w:r>
      <w:r>
        <w:rPr>
          <w:rtl/>
          <w:lang w:bidi="fa-IR"/>
        </w:rPr>
        <w:t>۳۰۳</w:t>
      </w:r>
      <w:r>
        <w:rPr>
          <w:rtl/>
        </w:rPr>
        <w:t>، فهرست غرر.</w:t>
      </w:r>
    </w:p>
    <w:p w:rsidR="00827620" w:rsidRDefault="00827620" w:rsidP="00250B2A">
      <w:pPr>
        <w:pStyle w:val="libFootnote0"/>
        <w:rPr>
          <w:rtl/>
        </w:rPr>
      </w:pPr>
      <w:r>
        <w:rPr>
          <w:rtl/>
          <w:lang w:bidi="fa-IR"/>
        </w:rPr>
        <w:t xml:space="preserve">۲۹۴- </w:t>
      </w:r>
      <w:r>
        <w:rPr>
          <w:rtl/>
        </w:rPr>
        <w:t>همان ، مدرك .</w:t>
      </w:r>
    </w:p>
    <w:p w:rsidR="00827620" w:rsidRDefault="00827620" w:rsidP="00250B2A">
      <w:pPr>
        <w:pStyle w:val="libFootnote0"/>
        <w:rPr>
          <w:rtl/>
        </w:rPr>
      </w:pPr>
      <w:r>
        <w:rPr>
          <w:rtl/>
          <w:lang w:bidi="fa-IR"/>
        </w:rPr>
        <w:t xml:space="preserve">۲۹۵- </w:t>
      </w:r>
      <w:r>
        <w:rPr>
          <w:rtl/>
        </w:rPr>
        <w:t>غرر.</w:t>
      </w:r>
    </w:p>
    <w:p w:rsidR="00827620" w:rsidRDefault="00827620" w:rsidP="00250B2A">
      <w:pPr>
        <w:pStyle w:val="libFootnote0"/>
        <w:rPr>
          <w:rtl/>
        </w:rPr>
      </w:pPr>
      <w:r>
        <w:rPr>
          <w:rtl/>
          <w:lang w:bidi="fa-IR"/>
        </w:rPr>
        <w:t xml:space="preserve">۲۹۶- </w:t>
      </w:r>
      <w:r>
        <w:rPr>
          <w:rtl/>
        </w:rPr>
        <w:t>نهج البلاغه .</w:t>
      </w:r>
    </w:p>
    <w:p w:rsidR="00827620" w:rsidRDefault="00827620" w:rsidP="00250B2A">
      <w:pPr>
        <w:pStyle w:val="libFootnote0"/>
        <w:rPr>
          <w:rtl/>
        </w:rPr>
      </w:pPr>
      <w:r>
        <w:rPr>
          <w:rtl/>
          <w:lang w:bidi="fa-IR"/>
        </w:rPr>
        <w:t xml:space="preserve">۲۹۷- </w:t>
      </w:r>
      <w:r>
        <w:rPr>
          <w:rtl/>
        </w:rPr>
        <w:t xml:space="preserve">بحار، ج </w:t>
      </w:r>
      <w:r>
        <w:rPr>
          <w:rtl/>
          <w:lang w:bidi="fa-IR"/>
        </w:rPr>
        <w:t>۱۷</w:t>
      </w:r>
      <w:r>
        <w:rPr>
          <w:rtl/>
        </w:rPr>
        <w:t xml:space="preserve">، ص </w:t>
      </w:r>
      <w:r>
        <w:rPr>
          <w:rtl/>
          <w:lang w:bidi="fa-IR"/>
        </w:rPr>
        <w:t>۱۱۶.</w:t>
      </w:r>
    </w:p>
    <w:p w:rsidR="00827620" w:rsidRDefault="00827620" w:rsidP="00250B2A">
      <w:pPr>
        <w:pStyle w:val="libFootnote0"/>
        <w:rPr>
          <w:rtl/>
        </w:rPr>
      </w:pPr>
      <w:r>
        <w:rPr>
          <w:rtl/>
          <w:lang w:bidi="fa-IR"/>
        </w:rPr>
        <w:t xml:space="preserve">۲۹۸- </w:t>
      </w:r>
      <w:r>
        <w:rPr>
          <w:rtl/>
        </w:rPr>
        <w:t xml:space="preserve">بحار، ج </w:t>
      </w:r>
      <w:r>
        <w:rPr>
          <w:rtl/>
          <w:lang w:bidi="fa-IR"/>
        </w:rPr>
        <w:t>۱۷</w:t>
      </w:r>
      <w:r>
        <w:rPr>
          <w:rtl/>
        </w:rPr>
        <w:t xml:space="preserve">، ص </w:t>
      </w:r>
      <w:r>
        <w:rPr>
          <w:rtl/>
          <w:lang w:bidi="fa-IR"/>
        </w:rPr>
        <w:t>۱۱۶.</w:t>
      </w:r>
    </w:p>
    <w:p w:rsidR="00827620" w:rsidRDefault="00827620" w:rsidP="00250B2A">
      <w:pPr>
        <w:pStyle w:val="libFootnote0"/>
        <w:rPr>
          <w:rtl/>
        </w:rPr>
      </w:pPr>
      <w:r>
        <w:rPr>
          <w:rtl/>
          <w:lang w:bidi="fa-IR"/>
        </w:rPr>
        <w:t xml:space="preserve">۲۹۹- </w:t>
      </w:r>
      <w:r>
        <w:rPr>
          <w:rtl/>
        </w:rPr>
        <w:t xml:space="preserve">كافى ، ج </w:t>
      </w:r>
      <w:r>
        <w:rPr>
          <w:rtl/>
          <w:lang w:bidi="fa-IR"/>
        </w:rPr>
        <w:t>۱</w:t>
      </w:r>
      <w:r>
        <w:rPr>
          <w:rtl/>
        </w:rPr>
        <w:t xml:space="preserve">، ص </w:t>
      </w:r>
      <w:r>
        <w:rPr>
          <w:rtl/>
          <w:lang w:bidi="fa-IR"/>
        </w:rPr>
        <w:t>۲۵.</w:t>
      </w:r>
    </w:p>
    <w:p w:rsidR="00827620" w:rsidRDefault="00827620" w:rsidP="00250B2A">
      <w:pPr>
        <w:pStyle w:val="libFootnote0"/>
        <w:rPr>
          <w:rtl/>
        </w:rPr>
      </w:pPr>
      <w:r>
        <w:rPr>
          <w:rtl/>
          <w:lang w:bidi="fa-IR"/>
        </w:rPr>
        <w:t xml:space="preserve">۳۰۰- </w:t>
      </w:r>
      <w:r>
        <w:rPr>
          <w:rtl/>
        </w:rPr>
        <w:t xml:space="preserve">تحف العقول ، ص </w:t>
      </w:r>
      <w:r>
        <w:rPr>
          <w:rtl/>
          <w:lang w:bidi="fa-IR"/>
        </w:rPr>
        <w:t>۵۴.</w:t>
      </w:r>
    </w:p>
    <w:p w:rsidR="00827620" w:rsidRDefault="00827620" w:rsidP="00250B2A">
      <w:pPr>
        <w:pStyle w:val="libFootnote0"/>
        <w:rPr>
          <w:rtl/>
        </w:rPr>
      </w:pPr>
      <w:r>
        <w:rPr>
          <w:rtl/>
          <w:lang w:bidi="fa-IR"/>
        </w:rPr>
        <w:t xml:space="preserve">۳۰۱- </w:t>
      </w:r>
      <w:r>
        <w:rPr>
          <w:rtl/>
        </w:rPr>
        <w:t xml:space="preserve">الحديث ، ج </w:t>
      </w:r>
      <w:r>
        <w:rPr>
          <w:rtl/>
          <w:lang w:bidi="fa-IR"/>
        </w:rPr>
        <w:t>۲</w:t>
      </w:r>
      <w:r>
        <w:rPr>
          <w:rtl/>
        </w:rPr>
        <w:t xml:space="preserve">، ص </w:t>
      </w:r>
      <w:r>
        <w:rPr>
          <w:rtl/>
          <w:lang w:bidi="fa-IR"/>
        </w:rPr>
        <w:t>۳۰۷</w:t>
      </w:r>
      <w:r>
        <w:rPr>
          <w:rtl/>
        </w:rPr>
        <w:t xml:space="preserve"> فهرست غرر.</w:t>
      </w:r>
    </w:p>
    <w:p w:rsidR="00827620" w:rsidRDefault="00827620" w:rsidP="00250B2A">
      <w:pPr>
        <w:pStyle w:val="libFootnote0"/>
        <w:rPr>
          <w:rtl/>
        </w:rPr>
      </w:pPr>
      <w:r>
        <w:rPr>
          <w:rtl/>
          <w:lang w:bidi="fa-IR"/>
        </w:rPr>
        <w:t xml:space="preserve">۳۰۲- </w:t>
      </w:r>
      <w:r>
        <w:rPr>
          <w:rtl/>
        </w:rPr>
        <w:t>غرر.</w:t>
      </w:r>
    </w:p>
    <w:p w:rsidR="00827620" w:rsidRDefault="00827620" w:rsidP="00250B2A">
      <w:pPr>
        <w:pStyle w:val="libFootnote0"/>
        <w:rPr>
          <w:rtl/>
        </w:rPr>
      </w:pPr>
      <w:r>
        <w:rPr>
          <w:rtl/>
          <w:lang w:bidi="fa-IR"/>
        </w:rPr>
        <w:t xml:space="preserve">۳۰۳- </w:t>
      </w:r>
      <w:r>
        <w:rPr>
          <w:rtl/>
        </w:rPr>
        <w:t>غرر.</w:t>
      </w:r>
    </w:p>
    <w:p w:rsidR="00827620" w:rsidRDefault="00827620" w:rsidP="00250B2A">
      <w:pPr>
        <w:pStyle w:val="libFootnote0"/>
        <w:rPr>
          <w:rtl/>
        </w:rPr>
      </w:pPr>
      <w:r>
        <w:rPr>
          <w:rtl/>
          <w:lang w:bidi="fa-IR"/>
        </w:rPr>
        <w:t xml:space="preserve">۳۰۴- </w:t>
      </w:r>
      <w:r>
        <w:rPr>
          <w:rtl/>
        </w:rPr>
        <w:t xml:space="preserve">مستدرك ، ج </w:t>
      </w:r>
      <w:r>
        <w:rPr>
          <w:rtl/>
          <w:lang w:bidi="fa-IR"/>
        </w:rPr>
        <w:t>۱</w:t>
      </w:r>
      <w:r>
        <w:rPr>
          <w:rtl/>
        </w:rPr>
        <w:t xml:space="preserve">، ص </w:t>
      </w:r>
      <w:r>
        <w:rPr>
          <w:rtl/>
          <w:lang w:bidi="fa-IR"/>
        </w:rPr>
        <w:t>۸۳.</w:t>
      </w:r>
    </w:p>
    <w:p w:rsidR="00827620" w:rsidRDefault="00827620" w:rsidP="00250B2A">
      <w:pPr>
        <w:pStyle w:val="libFootnote0"/>
        <w:rPr>
          <w:rtl/>
        </w:rPr>
      </w:pPr>
      <w:r>
        <w:rPr>
          <w:rtl/>
          <w:lang w:bidi="fa-IR"/>
        </w:rPr>
        <w:lastRenderedPageBreak/>
        <w:t xml:space="preserve">۳۰۵- </w:t>
      </w:r>
      <w:r>
        <w:rPr>
          <w:rtl/>
        </w:rPr>
        <w:t>همان مدرك .</w:t>
      </w:r>
    </w:p>
    <w:p w:rsidR="00827620" w:rsidRDefault="00827620" w:rsidP="00250B2A">
      <w:pPr>
        <w:pStyle w:val="libFootnote0"/>
        <w:rPr>
          <w:rtl/>
        </w:rPr>
      </w:pPr>
      <w:r>
        <w:rPr>
          <w:rtl/>
          <w:lang w:bidi="fa-IR"/>
        </w:rPr>
        <w:t xml:space="preserve">۳۰۶- </w:t>
      </w:r>
      <w:r>
        <w:rPr>
          <w:rtl/>
        </w:rPr>
        <w:t>غرر.</w:t>
      </w:r>
    </w:p>
    <w:p w:rsidR="00827620" w:rsidRDefault="00827620" w:rsidP="00250B2A">
      <w:pPr>
        <w:pStyle w:val="libFootnote0"/>
        <w:rPr>
          <w:rtl/>
        </w:rPr>
      </w:pPr>
      <w:r>
        <w:rPr>
          <w:rtl/>
          <w:lang w:bidi="fa-IR"/>
        </w:rPr>
        <w:t xml:space="preserve">۳۰۷- </w:t>
      </w:r>
      <w:r>
        <w:rPr>
          <w:rtl/>
        </w:rPr>
        <w:t>غرر.</w:t>
      </w:r>
    </w:p>
    <w:p w:rsidR="00827620" w:rsidRDefault="00827620" w:rsidP="00250B2A">
      <w:pPr>
        <w:pStyle w:val="libFootnote0"/>
        <w:rPr>
          <w:rtl/>
        </w:rPr>
      </w:pPr>
      <w:r>
        <w:rPr>
          <w:rtl/>
          <w:lang w:bidi="fa-IR"/>
        </w:rPr>
        <w:t xml:space="preserve">۳۰۸- </w:t>
      </w:r>
      <w:r>
        <w:rPr>
          <w:rtl/>
        </w:rPr>
        <w:t>غرر.</w:t>
      </w:r>
    </w:p>
    <w:p w:rsidR="00827620" w:rsidRDefault="00827620" w:rsidP="00250B2A">
      <w:pPr>
        <w:pStyle w:val="libFootnote0"/>
        <w:rPr>
          <w:rtl/>
        </w:rPr>
      </w:pPr>
      <w:r>
        <w:rPr>
          <w:rtl/>
          <w:lang w:bidi="fa-IR"/>
        </w:rPr>
        <w:t xml:space="preserve">۳۰۹- </w:t>
      </w:r>
      <w:r>
        <w:rPr>
          <w:rtl/>
        </w:rPr>
        <w:t xml:space="preserve">نهج </w:t>
      </w:r>
      <w:r>
        <w:rPr>
          <w:rtl/>
          <w:lang w:bidi="fa-IR"/>
        </w:rPr>
        <w:t>۱۰۸۶.</w:t>
      </w:r>
    </w:p>
    <w:p w:rsidR="00827620" w:rsidRDefault="00827620" w:rsidP="00250B2A">
      <w:pPr>
        <w:pStyle w:val="libFootnote0"/>
        <w:rPr>
          <w:rtl/>
        </w:rPr>
      </w:pPr>
      <w:r>
        <w:rPr>
          <w:rtl/>
          <w:lang w:bidi="fa-IR"/>
        </w:rPr>
        <w:t xml:space="preserve">۳۱۰- </w:t>
      </w:r>
      <w:r>
        <w:rPr>
          <w:rtl/>
        </w:rPr>
        <w:t>غرر.</w:t>
      </w:r>
    </w:p>
    <w:p w:rsidR="00827620" w:rsidRDefault="00827620" w:rsidP="00250B2A">
      <w:pPr>
        <w:pStyle w:val="libFootnote0"/>
        <w:rPr>
          <w:rtl/>
        </w:rPr>
      </w:pPr>
      <w:r>
        <w:rPr>
          <w:rtl/>
          <w:lang w:bidi="fa-IR"/>
        </w:rPr>
        <w:t xml:space="preserve">۳۱۱- </w:t>
      </w:r>
      <w:r>
        <w:rPr>
          <w:rtl/>
        </w:rPr>
        <w:t xml:space="preserve">تحف العقول ، </w:t>
      </w:r>
      <w:r>
        <w:rPr>
          <w:rtl/>
          <w:lang w:bidi="fa-IR"/>
        </w:rPr>
        <w:t>۳۰۴.</w:t>
      </w:r>
    </w:p>
    <w:p w:rsidR="00827620" w:rsidRDefault="00827620" w:rsidP="00250B2A">
      <w:pPr>
        <w:pStyle w:val="libFootnote0"/>
        <w:rPr>
          <w:rtl/>
        </w:rPr>
      </w:pPr>
      <w:r>
        <w:rPr>
          <w:rtl/>
          <w:lang w:bidi="fa-IR"/>
        </w:rPr>
        <w:t xml:space="preserve">۳۱۲- </w:t>
      </w:r>
      <w:r>
        <w:rPr>
          <w:rtl/>
        </w:rPr>
        <w:t>غرر.</w:t>
      </w:r>
    </w:p>
    <w:p w:rsidR="00827620" w:rsidRDefault="00827620" w:rsidP="00250B2A">
      <w:pPr>
        <w:pStyle w:val="libFootnote0"/>
        <w:rPr>
          <w:rtl/>
        </w:rPr>
      </w:pPr>
      <w:r>
        <w:rPr>
          <w:rtl/>
          <w:lang w:bidi="fa-IR"/>
        </w:rPr>
        <w:t xml:space="preserve">۳۱۳- </w:t>
      </w:r>
      <w:r>
        <w:rPr>
          <w:rtl/>
        </w:rPr>
        <w:t xml:space="preserve">نهج ، </w:t>
      </w:r>
      <w:r>
        <w:rPr>
          <w:rtl/>
          <w:lang w:bidi="fa-IR"/>
        </w:rPr>
        <w:t>۱۲۳۸.</w:t>
      </w:r>
    </w:p>
    <w:p w:rsidR="00827620" w:rsidRDefault="00827620" w:rsidP="00250B2A">
      <w:pPr>
        <w:pStyle w:val="libFootnote0"/>
        <w:rPr>
          <w:rtl/>
        </w:rPr>
      </w:pPr>
      <w:r>
        <w:rPr>
          <w:rtl/>
          <w:lang w:bidi="fa-IR"/>
        </w:rPr>
        <w:t xml:space="preserve">۳۱۴- </w:t>
      </w:r>
      <w:r>
        <w:rPr>
          <w:rtl/>
        </w:rPr>
        <w:t xml:space="preserve">غرر، ج </w:t>
      </w:r>
      <w:r>
        <w:rPr>
          <w:rtl/>
          <w:lang w:bidi="fa-IR"/>
        </w:rPr>
        <w:t>۱</w:t>
      </w:r>
      <w:r>
        <w:rPr>
          <w:rtl/>
        </w:rPr>
        <w:t xml:space="preserve">، ص </w:t>
      </w:r>
      <w:r>
        <w:rPr>
          <w:rtl/>
          <w:lang w:bidi="fa-IR"/>
        </w:rPr>
        <w:t>۴.</w:t>
      </w:r>
    </w:p>
    <w:p w:rsidR="00827620" w:rsidRDefault="00827620" w:rsidP="00250B2A">
      <w:pPr>
        <w:pStyle w:val="libFootnote0"/>
        <w:rPr>
          <w:rtl/>
        </w:rPr>
      </w:pPr>
      <w:r>
        <w:rPr>
          <w:rtl/>
          <w:lang w:bidi="fa-IR"/>
        </w:rPr>
        <w:t xml:space="preserve">۳۱۵- </w:t>
      </w:r>
      <w:r>
        <w:rPr>
          <w:rtl/>
        </w:rPr>
        <w:t>همان مدرك .</w:t>
      </w:r>
    </w:p>
    <w:p w:rsidR="00827620" w:rsidRDefault="00827620" w:rsidP="00250B2A">
      <w:pPr>
        <w:pStyle w:val="libFootnote0"/>
        <w:rPr>
          <w:rtl/>
        </w:rPr>
      </w:pPr>
      <w:r>
        <w:rPr>
          <w:rtl/>
          <w:lang w:bidi="fa-IR"/>
        </w:rPr>
        <w:t xml:space="preserve">۳۱۶- </w:t>
      </w:r>
      <w:r>
        <w:rPr>
          <w:rtl/>
        </w:rPr>
        <w:t xml:space="preserve">غرر، ج </w:t>
      </w:r>
      <w:r>
        <w:rPr>
          <w:rtl/>
          <w:lang w:bidi="fa-IR"/>
        </w:rPr>
        <w:t>۱</w:t>
      </w:r>
      <w:r>
        <w:rPr>
          <w:rtl/>
        </w:rPr>
        <w:t xml:space="preserve">، ص </w:t>
      </w:r>
      <w:r>
        <w:rPr>
          <w:rtl/>
          <w:lang w:bidi="fa-IR"/>
        </w:rPr>
        <w:t>۹.</w:t>
      </w:r>
    </w:p>
    <w:p w:rsidR="00827620" w:rsidRDefault="00827620" w:rsidP="00250B2A">
      <w:pPr>
        <w:pStyle w:val="libFootnote0"/>
        <w:rPr>
          <w:rtl/>
        </w:rPr>
      </w:pPr>
      <w:r>
        <w:rPr>
          <w:rtl/>
          <w:lang w:bidi="fa-IR"/>
        </w:rPr>
        <w:t xml:space="preserve">۳۱۷- </w:t>
      </w:r>
      <w:r>
        <w:rPr>
          <w:rtl/>
        </w:rPr>
        <w:t>همان مدرك .</w:t>
      </w:r>
    </w:p>
    <w:p w:rsidR="00827620" w:rsidRDefault="00827620" w:rsidP="00250B2A">
      <w:pPr>
        <w:pStyle w:val="libFootnote0"/>
        <w:rPr>
          <w:rtl/>
        </w:rPr>
      </w:pPr>
      <w:r>
        <w:rPr>
          <w:rtl/>
          <w:lang w:bidi="fa-IR"/>
        </w:rPr>
        <w:t xml:space="preserve">۳۱۸- </w:t>
      </w:r>
      <w:r>
        <w:rPr>
          <w:rtl/>
        </w:rPr>
        <w:t>همان مدرك .</w:t>
      </w:r>
    </w:p>
    <w:p w:rsidR="00827620" w:rsidRDefault="00827620" w:rsidP="00250B2A">
      <w:pPr>
        <w:pStyle w:val="libFootnote0"/>
        <w:rPr>
          <w:rtl/>
        </w:rPr>
      </w:pPr>
      <w:r>
        <w:rPr>
          <w:rtl/>
          <w:lang w:bidi="fa-IR"/>
        </w:rPr>
        <w:t xml:space="preserve">۳۱۹- </w:t>
      </w:r>
      <w:r>
        <w:rPr>
          <w:rtl/>
        </w:rPr>
        <w:t>همان مدرك .</w:t>
      </w:r>
    </w:p>
    <w:p w:rsidR="00827620" w:rsidRDefault="00827620" w:rsidP="00250B2A">
      <w:pPr>
        <w:pStyle w:val="libFootnote0"/>
        <w:rPr>
          <w:rtl/>
        </w:rPr>
      </w:pPr>
      <w:r>
        <w:rPr>
          <w:rtl/>
          <w:lang w:bidi="fa-IR"/>
        </w:rPr>
        <w:t xml:space="preserve">۳۲۰- </w:t>
      </w:r>
      <w:r>
        <w:rPr>
          <w:rtl/>
        </w:rPr>
        <w:t>همان مدرك .</w:t>
      </w:r>
    </w:p>
    <w:p w:rsidR="00827620" w:rsidRDefault="00827620" w:rsidP="00250B2A">
      <w:pPr>
        <w:pStyle w:val="libFootnote0"/>
        <w:rPr>
          <w:rtl/>
        </w:rPr>
      </w:pPr>
      <w:r>
        <w:rPr>
          <w:rtl/>
          <w:lang w:bidi="fa-IR"/>
        </w:rPr>
        <w:t xml:space="preserve">۳۲۱- </w:t>
      </w:r>
      <w:r>
        <w:rPr>
          <w:rtl/>
        </w:rPr>
        <w:t>همان مدرك .</w:t>
      </w:r>
    </w:p>
    <w:p w:rsidR="00827620" w:rsidRDefault="00827620" w:rsidP="00250B2A">
      <w:pPr>
        <w:pStyle w:val="libFootnote0"/>
        <w:rPr>
          <w:rtl/>
        </w:rPr>
      </w:pPr>
      <w:r>
        <w:rPr>
          <w:rtl/>
          <w:lang w:bidi="fa-IR"/>
        </w:rPr>
        <w:t xml:space="preserve">۳۲۲- </w:t>
      </w:r>
      <w:r>
        <w:rPr>
          <w:rtl/>
        </w:rPr>
        <w:t xml:space="preserve">همان مدرك ، </w:t>
      </w:r>
      <w:r>
        <w:rPr>
          <w:rtl/>
          <w:lang w:bidi="fa-IR"/>
        </w:rPr>
        <w:t>۲۰.</w:t>
      </w:r>
    </w:p>
    <w:p w:rsidR="00827620" w:rsidRDefault="00827620" w:rsidP="00250B2A">
      <w:pPr>
        <w:pStyle w:val="libFootnote0"/>
        <w:rPr>
          <w:rtl/>
        </w:rPr>
      </w:pPr>
      <w:r>
        <w:rPr>
          <w:rtl/>
          <w:lang w:bidi="fa-IR"/>
        </w:rPr>
        <w:t xml:space="preserve">۳۲۳- </w:t>
      </w:r>
      <w:r>
        <w:rPr>
          <w:rtl/>
        </w:rPr>
        <w:t>همان مدرك .</w:t>
      </w:r>
    </w:p>
    <w:p w:rsidR="00827620" w:rsidRDefault="00827620" w:rsidP="00250B2A">
      <w:pPr>
        <w:pStyle w:val="libFootnote0"/>
        <w:rPr>
          <w:rtl/>
        </w:rPr>
      </w:pPr>
      <w:r>
        <w:rPr>
          <w:rtl/>
          <w:lang w:bidi="fa-IR"/>
        </w:rPr>
        <w:t xml:space="preserve">۳۲۴- </w:t>
      </w:r>
      <w:r>
        <w:rPr>
          <w:rtl/>
        </w:rPr>
        <w:t>همان مدرك .</w:t>
      </w:r>
    </w:p>
    <w:p w:rsidR="00827620" w:rsidRDefault="00827620" w:rsidP="00250B2A">
      <w:pPr>
        <w:pStyle w:val="libFootnote0"/>
        <w:rPr>
          <w:rtl/>
        </w:rPr>
      </w:pPr>
      <w:r>
        <w:rPr>
          <w:rtl/>
          <w:lang w:bidi="fa-IR"/>
        </w:rPr>
        <w:t xml:space="preserve">۳۲۵- </w:t>
      </w:r>
      <w:r>
        <w:rPr>
          <w:rtl/>
        </w:rPr>
        <w:t xml:space="preserve">همان مدرك ، ص </w:t>
      </w:r>
      <w:r>
        <w:rPr>
          <w:rtl/>
          <w:lang w:bidi="fa-IR"/>
        </w:rPr>
        <w:t>۲۰.</w:t>
      </w:r>
    </w:p>
    <w:p w:rsidR="00827620" w:rsidRDefault="00827620" w:rsidP="00250B2A">
      <w:pPr>
        <w:pStyle w:val="libFootnote0"/>
        <w:rPr>
          <w:rtl/>
        </w:rPr>
      </w:pPr>
      <w:r>
        <w:rPr>
          <w:rtl/>
          <w:lang w:bidi="fa-IR"/>
        </w:rPr>
        <w:t xml:space="preserve">۳۲۶- </w:t>
      </w:r>
      <w:r>
        <w:rPr>
          <w:rtl/>
        </w:rPr>
        <w:t xml:space="preserve">همان مدرك ، ص </w:t>
      </w:r>
      <w:r>
        <w:rPr>
          <w:rtl/>
          <w:lang w:bidi="fa-IR"/>
        </w:rPr>
        <w:t>۲۱.</w:t>
      </w:r>
    </w:p>
    <w:p w:rsidR="00827620" w:rsidRDefault="00827620" w:rsidP="00250B2A">
      <w:pPr>
        <w:pStyle w:val="libFootnote0"/>
        <w:rPr>
          <w:rtl/>
        </w:rPr>
      </w:pPr>
      <w:r>
        <w:rPr>
          <w:rtl/>
          <w:lang w:bidi="fa-IR"/>
        </w:rPr>
        <w:t xml:space="preserve">۳۲۷- </w:t>
      </w:r>
      <w:r>
        <w:rPr>
          <w:rtl/>
        </w:rPr>
        <w:t xml:space="preserve">همان مدرك ، ص </w:t>
      </w:r>
      <w:r>
        <w:rPr>
          <w:rtl/>
          <w:lang w:bidi="fa-IR"/>
        </w:rPr>
        <w:t>۲۶.</w:t>
      </w:r>
    </w:p>
    <w:p w:rsidR="00827620" w:rsidRDefault="00827620" w:rsidP="00250B2A">
      <w:pPr>
        <w:pStyle w:val="libFootnote0"/>
        <w:rPr>
          <w:rtl/>
        </w:rPr>
      </w:pPr>
      <w:r>
        <w:rPr>
          <w:rtl/>
          <w:lang w:bidi="fa-IR"/>
        </w:rPr>
        <w:t xml:space="preserve">۳۲۸- </w:t>
      </w:r>
      <w:r>
        <w:rPr>
          <w:rtl/>
        </w:rPr>
        <w:t>همان مدرك .</w:t>
      </w:r>
    </w:p>
    <w:p w:rsidR="00827620" w:rsidRDefault="00827620" w:rsidP="00250B2A">
      <w:pPr>
        <w:pStyle w:val="libFootnote0"/>
        <w:rPr>
          <w:rtl/>
        </w:rPr>
      </w:pPr>
      <w:r>
        <w:rPr>
          <w:rtl/>
          <w:lang w:bidi="fa-IR"/>
        </w:rPr>
        <w:t xml:space="preserve">۳۲۹- </w:t>
      </w:r>
      <w:r>
        <w:rPr>
          <w:rtl/>
        </w:rPr>
        <w:t>همان مدرك .</w:t>
      </w:r>
    </w:p>
    <w:p w:rsidR="00827620" w:rsidRDefault="00827620" w:rsidP="00250B2A">
      <w:pPr>
        <w:pStyle w:val="libFootnote0"/>
        <w:rPr>
          <w:rtl/>
        </w:rPr>
      </w:pPr>
      <w:r>
        <w:rPr>
          <w:rtl/>
          <w:lang w:bidi="fa-IR"/>
        </w:rPr>
        <w:t xml:space="preserve">۳۳۰- </w:t>
      </w:r>
      <w:r>
        <w:rPr>
          <w:rtl/>
        </w:rPr>
        <w:t xml:space="preserve">همان مدرك ، </w:t>
      </w:r>
      <w:r>
        <w:rPr>
          <w:rtl/>
          <w:lang w:bidi="fa-IR"/>
        </w:rPr>
        <w:t>۲۹.</w:t>
      </w:r>
    </w:p>
    <w:p w:rsidR="00827620" w:rsidRDefault="00827620" w:rsidP="00250B2A">
      <w:pPr>
        <w:pStyle w:val="libFootnote0"/>
        <w:rPr>
          <w:rtl/>
        </w:rPr>
      </w:pPr>
      <w:r>
        <w:rPr>
          <w:rtl/>
          <w:lang w:bidi="fa-IR"/>
        </w:rPr>
        <w:t xml:space="preserve">۳۳۱- </w:t>
      </w:r>
      <w:r>
        <w:rPr>
          <w:rtl/>
        </w:rPr>
        <w:t xml:space="preserve">وسائل الشيعه ج </w:t>
      </w:r>
      <w:r>
        <w:rPr>
          <w:rtl/>
          <w:lang w:bidi="fa-IR"/>
        </w:rPr>
        <w:t>۱۲</w:t>
      </w:r>
      <w:r>
        <w:rPr>
          <w:rtl/>
        </w:rPr>
        <w:t>، ابواب الجهاد.</w:t>
      </w:r>
    </w:p>
    <w:p w:rsidR="00827620" w:rsidRDefault="00827620" w:rsidP="00250B2A">
      <w:pPr>
        <w:pStyle w:val="libFootnote0"/>
        <w:rPr>
          <w:rtl/>
        </w:rPr>
      </w:pPr>
      <w:r>
        <w:rPr>
          <w:rtl/>
          <w:lang w:bidi="fa-IR"/>
        </w:rPr>
        <w:t xml:space="preserve">۳۳۲- </w:t>
      </w:r>
      <w:r>
        <w:rPr>
          <w:rtl/>
        </w:rPr>
        <w:t>همان مدرك .</w:t>
      </w:r>
    </w:p>
    <w:p w:rsidR="00827620" w:rsidRDefault="00827620" w:rsidP="00250B2A">
      <w:pPr>
        <w:pStyle w:val="libFootnote0"/>
        <w:rPr>
          <w:rtl/>
        </w:rPr>
      </w:pPr>
      <w:r>
        <w:rPr>
          <w:rtl/>
          <w:lang w:bidi="fa-IR"/>
        </w:rPr>
        <w:lastRenderedPageBreak/>
        <w:t xml:space="preserve">۳۳۳- </w:t>
      </w:r>
      <w:r>
        <w:rPr>
          <w:rtl/>
        </w:rPr>
        <w:t>همان مدرك .</w:t>
      </w:r>
    </w:p>
    <w:p w:rsidR="00827620" w:rsidRDefault="00827620" w:rsidP="00250B2A">
      <w:pPr>
        <w:pStyle w:val="libFootnote0"/>
        <w:rPr>
          <w:rtl/>
        </w:rPr>
      </w:pPr>
      <w:r>
        <w:rPr>
          <w:rtl/>
          <w:lang w:bidi="fa-IR"/>
        </w:rPr>
        <w:t xml:space="preserve">۳۳۴- </w:t>
      </w:r>
      <w:r>
        <w:rPr>
          <w:rtl/>
        </w:rPr>
        <w:t>همان مدرك .</w:t>
      </w:r>
    </w:p>
    <w:p w:rsidR="00827620" w:rsidRDefault="00827620" w:rsidP="00250B2A">
      <w:pPr>
        <w:pStyle w:val="libFootnote0"/>
        <w:rPr>
          <w:rtl/>
        </w:rPr>
      </w:pPr>
      <w:r>
        <w:rPr>
          <w:rtl/>
          <w:lang w:bidi="fa-IR"/>
        </w:rPr>
        <w:t xml:space="preserve">۳۳۵- </w:t>
      </w:r>
      <w:r>
        <w:rPr>
          <w:rtl/>
        </w:rPr>
        <w:t xml:space="preserve">نهج نامه ، </w:t>
      </w:r>
      <w:r>
        <w:rPr>
          <w:rtl/>
          <w:lang w:bidi="fa-IR"/>
        </w:rPr>
        <w:t>۳۱.</w:t>
      </w:r>
    </w:p>
    <w:p w:rsidR="00827620" w:rsidRDefault="00827620" w:rsidP="00250B2A">
      <w:pPr>
        <w:pStyle w:val="libFootnote0"/>
        <w:rPr>
          <w:rtl/>
        </w:rPr>
      </w:pPr>
      <w:r>
        <w:rPr>
          <w:rtl/>
          <w:lang w:bidi="fa-IR"/>
        </w:rPr>
        <w:t xml:space="preserve">۳۳۶- </w:t>
      </w:r>
      <w:r>
        <w:rPr>
          <w:rtl/>
        </w:rPr>
        <w:t>همان مدرك .</w:t>
      </w:r>
    </w:p>
    <w:p w:rsidR="00827620" w:rsidRDefault="00827620" w:rsidP="00250B2A">
      <w:pPr>
        <w:pStyle w:val="libFootnote0"/>
        <w:rPr>
          <w:rtl/>
        </w:rPr>
      </w:pPr>
      <w:r>
        <w:rPr>
          <w:rtl/>
          <w:lang w:bidi="fa-IR"/>
        </w:rPr>
        <w:t xml:space="preserve">۳۳۷- </w:t>
      </w:r>
      <w:r>
        <w:rPr>
          <w:rtl/>
        </w:rPr>
        <w:t>همان مدرك .</w:t>
      </w:r>
    </w:p>
    <w:p w:rsidR="00827620" w:rsidRDefault="00827620" w:rsidP="00250B2A">
      <w:pPr>
        <w:pStyle w:val="libFootnote0"/>
        <w:rPr>
          <w:rtl/>
        </w:rPr>
      </w:pPr>
      <w:r>
        <w:rPr>
          <w:rtl/>
          <w:lang w:bidi="fa-IR"/>
        </w:rPr>
        <w:t xml:space="preserve">۳۳۸- </w:t>
      </w:r>
      <w:r>
        <w:rPr>
          <w:rtl/>
        </w:rPr>
        <w:t>همان مدرك .</w:t>
      </w:r>
    </w:p>
    <w:p w:rsidR="00827620" w:rsidRDefault="00827620" w:rsidP="00250B2A">
      <w:pPr>
        <w:pStyle w:val="libFootnote0"/>
        <w:rPr>
          <w:rtl/>
        </w:rPr>
      </w:pPr>
      <w:r>
        <w:rPr>
          <w:rtl/>
          <w:lang w:bidi="fa-IR"/>
        </w:rPr>
        <w:t xml:space="preserve">۳۳۹- </w:t>
      </w:r>
      <w:r>
        <w:rPr>
          <w:rtl/>
        </w:rPr>
        <w:t>همان .</w:t>
      </w:r>
    </w:p>
    <w:p w:rsidR="00827620" w:rsidRDefault="00827620" w:rsidP="00250B2A">
      <w:pPr>
        <w:pStyle w:val="libFootnote0"/>
        <w:rPr>
          <w:rtl/>
        </w:rPr>
      </w:pPr>
      <w:r>
        <w:rPr>
          <w:rtl/>
          <w:lang w:bidi="fa-IR"/>
        </w:rPr>
        <w:t xml:space="preserve">۳۴۰- </w:t>
      </w:r>
      <w:r>
        <w:rPr>
          <w:rtl/>
        </w:rPr>
        <w:t>همان .</w:t>
      </w:r>
    </w:p>
    <w:p w:rsidR="00827620" w:rsidRDefault="00827620" w:rsidP="00250B2A">
      <w:pPr>
        <w:pStyle w:val="libFootnote0"/>
        <w:rPr>
          <w:rtl/>
        </w:rPr>
      </w:pPr>
      <w:r>
        <w:rPr>
          <w:rtl/>
          <w:lang w:bidi="fa-IR"/>
        </w:rPr>
        <w:t xml:space="preserve">۳۴۱- </w:t>
      </w:r>
      <w:r>
        <w:rPr>
          <w:rtl/>
        </w:rPr>
        <w:t xml:space="preserve">نهج نامه ، </w:t>
      </w:r>
      <w:r>
        <w:rPr>
          <w:rtl/>
          <w:lang w:bidi="fa-IR"/>
        </w:rPr>
        <w:t>۳۱.</w:t>
      </w:r>
    </w:p>
    <w:p w:rsidR="00827620" w:rsidRDefault="00827620" w:rsidP="00250B2A">
      <w:pPr>
        <w:pStyle w:val="libFootnote0"/>
        <w:rPr>
          <w:rtl/>
        </w:rPr>
      </w:pPr>
      <w:r>
        <w:rPr>
          <w:rtl/>
          <w:lang w:bidi="fa-IR"/>
        </w:rPr>
        <w:t xml:space="preserve">۳۴۲- </w:t>
      </w:r>
      <w:r>
        <w:rPr>
          <w:rtl/>
        </w:rPr>
        <w:t xml:space="preserve">نهج نامه ، </w:t>
      </w:r>
      <w:r>
        <w:rPr>
          <w:rtl/>
          <w:lang w:bidi="fa-IR"/>
        </w:rPr>
        <w:t>۳۱.</w:t>
      </w:r>
    </w:p>
    <w:p w:rsidR="00827620" w:rsidRDefault="00827620" w:rsidP="00250B2A">
      <w:pPr>
        <w:pStyle w:val="libFootnote0"/>
        <w:rPr>
          <w:rtl/>
        </w:rPr>
      </w:pPr>
      <w:r>
        <w:rPr>
          <w:rtl/>
          <w:lang w:bidi="fa-IR"/>
        </w:rPr>
        <w:t xml:space="preserve">۳۴۳- </w:t>
      </w:r>
      <w:r>
        <w:rPr>
          <w:rtl/>
        </w:rPr>
        <w:t xml:space="preserve">نهج البلاغه ، </w:t>
      </w:r>
      <w:r>
        <w:rPr>
          <w:rtl/>
          <w:lang w:bidi="fa-IR"/>
        </w:rPr>
        <w:t>۳۱.</w:t>
      </w:r>
    </w:p>
    <w:p w:rsidR="00827620" w:rsidRDefault="00827620" w:rsidP="00250B2A">
      <w:pPr>
        <w:pStyle w:val="libFootnote0"/>
        <w:rPr>
          <w:rtl/>
        </w:rPr>
      </w:pPr>
      <w:r>
        <w:rPr>
          <w:rtl/>
          <w:lang w:bidi="fa-IR"/>
        </w:rPr>
        <w:t xml:space="preserve">۳۴۴- </w:t>
      </w:r>
      <w:r>
        <w:rPr>
          <w:rtl/>
        </w:rPr>
        <w:t>همان مدرك .</w:t>
      </w:r>
    </w:p>
    <w:p w:rsidR="00827620" w:rsidRDefault="00827620" w:rsidP="00250B2A">
      <w:pPr>
        <w:pStyle w:val="libFootnote0"/>
        <w:rPr>
          <w:rtl/>
        </w:rPr>
      </w:pPr>
      <w:r>
        <w:rPr>
          <w:rtl/>
          <w:lang w:bidi="fa-IR"/>
        </w:rPr>
        <w:t xml:space="preserve">۳۴۵- </w:t>
      </w:r>
      <w:r>
        <w:rPr>
          <w:rtl/>
        </w:rPr>
        <w:t>همان مدرك .</w:t>
      </w:r>
    </w:p>
    <w:p w:rsidR="00827620" w:rsidRDefault="00827620" w:rsidP="00250B2A">
      <w:pPr>
        <w:pStyle w:val="libFootnote0"/>
        <w:rPr>
          <w:rtl/>
        </w:rPr>
      </w:pPr>
      <w:r>
        <w:rPr>
          <w:rtl/>
          <w:lang w:bidi="fa-IR"/>
        </w:rPr>
        <w:t xml:space="preserve">۳۴۶- </w:t>
      </w:r>
      <w:r>
        <w:rPr>
          <w:rtl/>
        </w:rPr>
        <w:t>همان مدرك .</w:t>
      </w:r>
    </w:p>
    <w:p w:rsidR="00827620" w:rsidRDefault="00827620" w:rsidP="00250B2A">
      <w:pPr>
        <w:pStyle w:val="libFootnote0"/>
        <w:rPr>
          <w:rtl/>
        </w:rPr>
      </w:pPr>
      <w:r>
        <w:rPr>
          <w:rtl/>
          <w:lang w:bidi="fa-IR"/>
        </w:rPr>
        <w:t xml:space="preserve">۳۴۷- </w:t>
      </w:r>
      <w:r>
        <w:rPr>
          <w:rtl/>
        </w:rPr>
        <w:t>همان مدرك .</w:t>
      </w:r>
    </w:p>
    <w:p w:rsidR="00827620" w:rsidRDefault="00827620" w:rsidP="00250B2A">
      <w:pPr>
        <w:pStyle w:val="libFootnote0"/>
        <w:rPr>
          <w:rtl/>
        </w:rPr>
      </w:pPr>
      <w:r>
        <w:rPr>
          <w:rtl/>
          <w:lang w:bidi="fa-IR"/>
        </w:rPr>
        <w:t xml:space="preserve">۳۴۸- </w:t>
      </w:r>
      <w:r>
        <w:rPr>
          <w:rtl/>
        </w:rPr>
        <w:t>همان مدرك .</w:t>
      </w:r>
    </w:p>
    <w:p w:rsidR="00827620" w:rsidRDefault="00827620" w:rsidP="00250B2A">
      <w:pPr>
        <w:pStyle w:val="libFootnote0"/>
        <w:rPr>
          <w:rtl/>
        </w:rPr>
      </w:pPr>
      <w:r>
        <w:rPr>
          <w:rtl/>
          <w:lang w:bidi="fa-IR"/>
        </w:rPr>
        <w:t xml:space="preserve">۳۴۹- </w:t>
      </w:r>
      <w:r>
        <w:rPr>
          <w:rtl/>
        </w:rPr>
        <w:t>همان مدرك .</w:t>
      </w:r>
    </w:p>
    <w:p w:rsidR="00827620" w:rsidRDefault="00827620" w:rsidP="00250B2A">
      <w:pPr>
        <w:pStyle w:val="libFootnote0"/>
        <w:rPr>
          <w:rtl/>
        </w:rPr>
      </w:pPr>
      <w:r>
        <w:rPr>
          <w:rtl/>
          <w:lang w:bidi="fa-IR"/>
        </w:rPr>
        <w:t xml:space="preserve">۳۵۰- </w:t>
      </w:r>
      <w:r>
        <w:rPr>
          <w:rtl/>
        </w:rPr>
        <w:t>نهج البلاغه ، عهدنامه مالك اشتر.</w:t>
      </w:r>
    </w:p>
    <w:p w:rsidR="00827620" w:rsidRDefault="00827620" w:rsidP="00250B2A">
      <w:pPr>
        <w:pStyle w:val="libFootnote0"/>
        <w:rPr>
          <w:rtl/>
        </w:rPr>
      </w:pPr>
      <w:r>
        <w:rPr>
          <w:rtl/>
          <w:lang w:bidi="fa-IR"/>
        </w:rPr>
        <w:t xml:space="preserve">۳۵۱- </w:t>
      </w:r>
      <w:r>
        <w:rPr>
          <w:rtl/>
        </w:rPr>
        <w:t>همان مدرك .</w:t>
      </w:r>
    </w:p>
    <w:p w:rsidR="00827620" w:rsidRDefault="00827620" w:rsidP="00250B2A">
      <w:pPr>
        <w:pStyle w:val="libFootnote0"/>
        <w:rPr>
          <w:rtl/>
        </w:rPr>
      </w:pPr>
      <w:r>
        <w:rPr>
          <w:rtl/>
          <w:lang w:bidi="fa-IR"/>
        </w:rPr>
        <w:t xml:space="preserve">۳۵۲- </w:t>
      </w:r>
      <w:r>
        <w:rPr>
          <w:rtl/>
        </w:rPr>
        <w:t>همان مدرك .</w:t>
      </w:r>
    </w:p>
    <w:p w:rsidR="00827620" w:rsidRDefault="00827620" w:rsidP="00250B2A">
      <w:pPr>
        <w:pStyle w:val="libFootnote0"/>
        <w:rPr>
          <w:rtl/>
        </w:rPr>
      </w:pPr>
      <w:r>
        <w:rPr>
          <w:rtl/>
          <w:lang w:bidi="fa-IR"/>
        </w:rPr>
        <w:t xml:space="preserve">۳۵۳- </w:t>
      </w:r>
      <w:r>
        <w:rPr>
          <w:rtl/>
        </w:rPr>
        <w:t>همان مدرك .</w:t>
      </w:r>
    </w:p>
    <w:p w:rsidR="00827620" w:rsidRDefault="00827620" w:rsidP="00250B2A">
      <w:pPr>
        <w:pStyle w:val="libFootnote0"/>
        <w:rPr>
          <w:rtl/>
        </w:rPr>
      </w:pPr>
      <w:r>
        <w:rPr>
          <w:rtl/>
          <w:lang w:bidi="fa-IR"/>
        </w:rPr>
        <w:t xml:space="preserve">۳۵۴- </w:t>
      </w:r>
      <w:r>
        <w:rPr>
          <w:rtl/>
        </w:rPr>
        <w:t>همان مدرك .</w:t>
      </w:r>
    </w:p>
    <w:p w:rsidR="00827620" w:rsidRDefault="00827620" w:rsidP="00250B2A">
      <w:pPr>
        <w:pStyle w:val="libFootnote0"/>
        <w:rPr>
          <w:rtl/>
        </w:rPr>
      </w:pPr>
      <w:r>
        <w:rPr>
          <w:rtl/>
          <w:lang w:bidi="fa-IR"/>
        </w:rPr>
        <w:t xml:space="preserve">۳۵۵- </w:t>
      </w:r>
      <w:r>
        <w:rPr>
          <w:rtl/>
        </w:rPr>
        <w:t>عهدنامه مالك اشتر.</w:t>
      </w:r>
    </w:p>
    <w:p w:rsidR="00827620" w:rsidRDefault="00827620" w:rsidP="00250B2A">
      <w:pPr>
        <w:pStyle w:val="libFootnote0"/>
        <w:rPr>
          <w:rtl/>
        </w:rPr>
      </w:pPr>
      <w:r>
        <w:rPr>
          <w:rtl/>
          <w:lang w:bidi="fa-IR"/>
        </w:rPr>
        <w:t xml:space="preserve">۳۵۶- </w:t>
      </w:r>
      <w:r>
        <w:rPr>
          <w:rtl/>
        </w:rPr>
        <w:t xml:space="preserve">نهج ، قصار </w:t>
      </w:r>
      <w:r>
        <w:rPr>
          <w:rtl/>
          <w:lang w:bidi="fa-IR"/>
        </w:rPr>
        <w:t>۳۶۶.</w:t>
      </w:r>
    </w:p>
    <w:p w:rsidR="00827620" w:rsidRDefault="00827620" w:rsidP="00250B2A">
      <w:pPr>
        <w:pStyle w:val="libFootnote0"/>
        <w:rPr>
          <w:rtl/>
        </w:rPr>
      </w:pPr>
      <w:r>
        <w:rPr>
          <w:rtl/>
          <w:lang w:bidi="fa-IR"/>
        </w:rPr>
        <w:t xml:space="preserve">۳۵۷- </w:t>
      </w:r>
      <w:r>
        <w:rPr>
          <w:rtl/>
        </w:rPr>
        <w:t xml:space="preserve">كشكول شيخ بهائى ، ص </w:t>
      </w:r>
      <w:r>
        <w:rPr>
          <w:rtl/>
          <w:lang w:bidi="fa-IR"/>
        </w:rPr>
        <w:t>۳۴۰.</w:t>
      </w:r>
    </w:p>
    <w:p w:rsidR="00827620" w:rsidRDefault="00827620" w:rsidP="00250B2A">
      <w:pPr>
        <w:pStyle w:val="libFootnote0"/>
        <w:rPr>
          <w:rtl/>
        </w:rPr>
      </w:pPr>
      <w:r>
        <w:rPr>
          <w:rtl/>
          <w:lang w:bidi="fa-IR"/>
        </w:rPr>
        <w:t xml:space="preserve">۳۵۸- </w:t>
      </w:r>
      <w:r>
        <w:rPr>
          <w:rtl/>
        </w:rPr>
        <w:t>سفينه البحار، فخر.</w:t>
      </w:r>
    </w:p>
    <w:p w:rsidR="00827620" w:rsidRDefault="00827620" w:rsidP="00250B2A">
      <w:pPr>
        <w:pStyle w:val="libFootnote0"/>
        <w:rPr>
          <w:rtl/>
        </w:rPr>
      </w:pPr>
      <w:r>
        <w:rPr>
          <w:rtl/>
          <w:lang w:bidi="fa-IR"/>
        </w:rPr>
        <w:t xml:space="preserve">۳۵۹- </w:t>
      </w:r>
      <w:r>
        <w:rPr>
          <w:rtl/>
        </w:rPr>
        <w:t>سفينه ، عفا.</w:t>
      </w:r>
    </w:p>
    <w:p w:rsidR="00827620" w:rsidRDefault="00827620" w:rsidP="00250B2A">
      <w:pPr>
        <w:pStyle w:val="libFootnote0"/>
        <w:rPr>
          <w:rtl/>
        </w:rPr>
      </w:pPr>
      <w:r>
        <w:rPr>
          <w:rtl/>
          <w:lang w:bidi="fa-IR"/>
        </w:rPr>
        <w:t xml:space="preserve">۳۶۰- </w:t>
      </w:r>
      <w:r>
        <w:rPr>
          <w:rtl/>
        </w:rPr>
        <w:t xml:space="preserve">غرر موضوعى ، ج </w:t>
      </w:r>
      <w:r>
        <w:rPr>
          <w:rtl/>
          <w:lang w:bidi="fa-IR"/>
        </w:rPr>
        <w:t>۱</w:t>
      </w:r>
      <w:r>
        <w:rPr>
          <w:rtl/>
        </w:rPr>
        <w:t xml:space="preserve">، ص </w:t>
      </w:r>
      <w:r>
        <w:rPr>
          <w:rtl/>
          <w:lang w:bidi="fa-IR"/>
        </w:rPr>
        <w:t>۹۰.</w:t>
      </w:r>
    </w:p>
    <w:p w:rsidR="00827620" w:rsidRDefault="00827620" w:rsidP="00250B2A">
      <w:pPr>
        <w:pStyle w:val="libFootnote0"/>
        <w:rPr>
          <w:rtl/>
        </w:rPr>
      </w:pPr>
      <w:r>
        <w:rPr>
          <w:rtl/>
          <w:lang w:bidi="fa-IR"/>
        </w:rPr>
        <w:lastRenderedPageBreak/>
        <w:t xml:space="preserve">۳۶۱- </w:t>
      </w:r>
      <w:r>
        <w:rPr>
          <w:rtl/>
        </w:rPr>
        <w:t xml:space="preserve">همان مدرك ، </w:t>
      </w:r>
      <w:r>
        <w:rPr>
          <w:rtl/>
          <w:lang w:bidi="fa-IR"/>
        </w:rPr>
        <w:t>۱۱۸.</w:t>
      </w:r>
    </w:p>
    <w:p w:rsidR="00827620" w:rsidRDefault="00827620" w:rsidP="00250B2A">
      <w:pPr>
        <w:pStyle w:val="libFootnote0"/>
        <w:rPr>
          <w:rtl/>
        </w:rPr>
      </w:pPr>
      <w:r>
        <w:rPr>
          <w:rtl/>
          <w:lang w:bidi="fa-IR"/>
        </w:rPr>
        <w:t xml:space="preserve">۳۶۲- </w:t>
      </w:r>
      <w:r>
        <w:rPr>
          <w:rtl/>
        </w:rPr>
        <w:t xml:space="preserve">همان مدرك ، </w:t>
      </w:r>
      <w:r>
        <w:rPr>
          <w:rtl/>
          <w:lang w:bidi="fa-IR"/>
        </w:rPr>
        <w:t>۸۶.</w:t>
      </w:r>
    </w:p>
    <w:p w:rsidR="00827620" w:rsidRDefault="00827620" w:rsidP="00250B2A">
      <w:pPr>
        <w:pStyle w:val="libFootnote0"/>
        <w:rPr>
          <w:rtl/>
        </w:rPr>
      </w:pPr>
      <w:r>
        <w:rPr>
          <w:rtl/>
          <w:lang w:bidi="fa-IR"/>
        </w:rPr>
        <w:t xml:space="preserve">۳۶۳- </w:t>
      </w:r>
      <w:r>
        <w:rPr>
          <w:rtl/>
        </w:rPr>
        <w:t xml:space="preserve">همان مدرك ، </w:t>
      </w:r>
      <w:r>
        <w:rPr>
          <w:rtl/>
          <w:lang w:bidi="fa-IR"/>
        </w:rPr>
        <w:t>۹۱.</w:t>
      </w:r>
    </w:p>
    <w:p w:rsidR="00827620" w:rsidRDefault="00827620" w:rsidP="00250B2A">
      <w:pPr>
        <w:pStyle w:val="libFootnote0"/>
        <w:rPr>
          <w:rtl/>
        </w:rPr>
      </w:pPr>
      <w:r>
        <w:rPr>
          <w:rtl/>
          <w:lang w:bidi="fa-IR"/>
        </w:rPr>
        <w:t xml:space="preserve">۳۶۴- </w:t>
      </w:r>
      <w:r>
        <w:rPr>
          <w:rtl/>
        </w:rPr>
        <w:t xml:space="preserve">همان مدرك ، </w:t>
      </w:r>
      <w:r>
        <w:rPr>
          <w:rtl/>
          <w:lang w:bidi="fa-IR"/>
        </w:rPr>
        <w:t>۱۲.</w:t>
      </w:r>
    </w:p>
    <w:p w:rsidR="00827620" w:rsidRDefault="00827620" w:rsidP="00250B2A">
      <w:pPr>
        <w:pStyle w:val="libFootnote0"/>
        <w:rPr>
          <w:rtl/>
        </w:rPr>
      </w:pPr>
      <w:r>
        <w:rPr>
          <w:rtl/>
          <w:lang w:bidi="fa-IR"/>
        </w:rPr>
        <w:t xml:space="preserve">۳۶۵- </w:t>
      </w:r>
      <w:r>
        <w:rPr>
          <w:rtl/>
        </w:rPr>
        <w:t xml:space="preserve">غرر موضوعى ، ج </w:t>
      </w:r>
      <w:r>
        <w:rPr>
          <w:rtl/>
          <w:lang w:bidi="fa-IR"/>
        </w:rPr>
        <w:t>۱</w:t>
      </w:r>
      <w:r>
        <w:rPr>
          <w:rtl/>
        </w:rPr>
        <w:t xml:space="preserve">، ص </w:t>
      </w:r>
      <w:r>
        <w:rPr>
          <w:rtl/>
          <w:lang w:bidi="fa-IR"/>
        </w:rPr>
        <w:t>۲۸.</w:t>
      </w:r>
    </w:p>
    <w:p w:rsidR="00827620" w:rsidRDefault="00827620" w:rsidP="00250B2A">
      <w:pPr>
        <w:pStyle w:val="libFootnote0"/>
        <w:rPr>
          <w:rtl/>
        </w:rPr>
      </w:pPr>
      <w:r>
        <w:rPr>
          <w:rtl/>
          <w:lang w:bidi="fa-IR"/>
        </w:rPr>
        <w:t xml:space="preserve">۳۶۶- </w:t>
      </w:r>
      <w:r>
        <w:rPr>
          <w:rtl/>
        </w:rPr>
        <w:t>همان .</w:t>
      </w:r>
    </w:p>
    <w:p w:rsidR="00827620" w:rsidRDefault="00827620" w:rsidP="00250B2A">
      <w:pPr>
        <w:pStyle w:val="libFootnote0"/>
        <w:rPr>
          <w:rtl/>
        </w:rPr>
      </w:pPr>
      <w:r>
        <w:rPr>
          <w:rtl/>
          <w:lang w:bidi="fa-IR"/>
        </w:rPr>
        <w:t xml:space="preserve">۳۶۷- </w:t>
      </w:r>
      <w:r>
        <w:rPr>
          <w:rtl/>
        </w:rPr>
        <w:t xml:space="preserve">همان مدرك ، </w:t>
      </w:r>
      <w:r>
        <w:rPr>
          <w:rtl/>
          <w:lang w:bidi="fa-IR"/>
        </w:rPr>
        <w:t>۱۷۱.</w:t>
      </w:r>
    </w:p>
    <w:p w:rsidR="00827620" w:rsidRDefault="00827620" w:rsidP="00250B2A">
      <w:pPr>
        <w:pStyle w:val="libFootnote0"/>
        <w:rPr>
          <w:rtl/>
        </w:rPr>
      </w:pPr>
      <w:r>
        <w:rPr>
          <w:rtl/>
          <w:lang w:bidi="fa-IR"/>
        </w:rPr>
        <w:t xml:space="preserve">۳۶۸- </w:t>
      </w:r>
      <w:r>
        <w:rPr>
          <w:rtl/>
        </w:rPr>
        <w:t>همان مدرك .</w:t>
      </w:r>
    </w:p>
    <w:p w:rsidR="00827620" w:rsidRDefault="00827620" w:rsidP="00250B2A">
      <w:pPr>
        <w:pStyle w:val="libFootnote0"/>
        <w:rPr>
          <w:rtl/>
        </w:rPr>
      </w:pPr>
      <w:r>
        <w:rPr>
          <w:rtl/>
          <w:lang w:bidi="fa-IR"/>
        </w:rPr>
        <w:t xml:space="preserve">۳۶۹- </w:t>
      </w:r>
      <w:r>
        <w:rPr>
          <w:rtl/>
        </w:rPr>
        <w:t>همان مدرك .</w:t>
      </w:r>
    </w:p>
    <w:p w:rsidR="00827620" w:rsidRDefault="00827620" w:rsidP="00250B2A">
      <w:pPr>
        <w:pStyle w:val="libFootnote0"/>
        <w:rPr>
          <w:rtl/>
        </w:rPr>
      </w:pPr>
      <w:r>
        <w:rPr>
          <w:rtl/>
          <w:lang w:bidi="fa-IR"/>
        </w:rPr>
        <w:t xml:space="preserve">۳۷۰- </w:t>
      </w:r>
      <w:r>
        <w:rPr>
          <w:rtl/>
        </w:rPr>
        <w:t xml:space="preserve">غرر، ج </w:t>
      </w:r>
      <w:r>
        <w:rPr>
          <w:rtl/>
          <w:lang w:bidi="fa-IR"/>
        </w:rPr>
        <w:t>۱</w:t>
      </w:r>
      <w:r>
        <w:rPr>
          <w:rtl/>
        </w:rPr>
        <w:t xml:space="preserve">، ص </w:t>
      </w:r>
      <w:r>
        <w:rPr>
          <w:rtl/>
          <w:lang w:bidi="fa-IR"/>
        </w:rPr>
        <w:t>۲۵۱.</w:t>
      </w:r>
    </w:p>
    <w:p w:rsidR="00827620" w:rsidRDefault="00827620" w:rsidP="00250B2A">
      <w:pPr>
        <w:pStyle w:val="libFootnote0"/>
        <w:rPr>
          <w:rtl/>
        </w:rPr>
      </w:pPr>
      <w:r>
        <w:rPr>
          <w:rtl/>
          <w:lang w:bidi="fa-IR"/>
        </w:rPr>
        <w:t xml:space="preserve">۳۷۱- </w:t>
      </w:r>
      <w:r>
        <w:rPr>
          <w:rtl/>
        </w:rPr>
        <w:t xml:space="preserve">غرر، ج </w:t>
      </w:r>
      <w:r>
        <w:rPr>
          <w:rtl/>
          <w:lang w:bidi="fa-IR"/>
        </w:rPr>
        <w:t>۱</w:t>
      </w:r>
      <w:r>
        <w:rPr>
          <w:rtl/>
        </w:rPr>
        <w:t xml:space="preserve">، ص </w:t>
      </w:r>
      <w:r>
        <w:rPr>
          <w:rtl/>
          <w:lang w:bidi="fa-IR"/>
        </w:rPr>
        <w:t>۳۰۷.</w:t>
      </w:r>
    </w:p>
    <w:p w:rsidR="00827620" w:rsidRDefault="00827620" w:rsidP="00250B2A">
      <w:pPr>
        <w:pStyle w:val="libFootnote0"/>
        <w:rPr>
          <w:rtl/>
        </w:rPr>
      </w:pPr>
      <w:r>
        <w:rPr>
          <w:rtl/>
          <w:lang w:bidi="fa-IR"/>
        </w:rPr>
        <w:t xml:space="preserve">۳۷۲- </w:t>
      </w:r>
      <w:r>
        <w:rPr>
          <w:rtl/>
        </w:rPr>
        <w:t>غررالحكم .</w:t>
      </w:r>
    </w:p>
    <w:p w:rsidR="00827620" w:rsidRDefault="00827620" w:rsidP="00250B2A">
      <w:pPr>
        <w:pStyle w:val="libFootnote0"/>
        <w:rPr>
          <w:rtl/>
        </w:rPr>
      </w:pPr>
      <w:r>
        <w:rPr>
          <w:rtl/>
          <w:lang w:bidi="fa-IR"/>
        </w:rPr>
        <w:t xml:space="preserve">۳۷۳- </w:t>
      </w:r>
      <w:r>
        <w:rPr>
          <w:rtl/>
        </w:rPr>
        <w:t>همان مدرك .</w:t>
      </w:r>
    </w:p>
    <w:p w:rsidR="00827620" w:rsidRDefault="00827620" w:rsidP="00250B2A">
      <w:pPr>
        <w:pStyle w:val="libFootnote0"/>
        <w:rPr>
          <w:rtl/>
        </w:rPr>
      </w:pPr>
      <w:r>
        <w:rPr>
          <w:rtl/>
          <w:lang w:bidi="fa-IR"/>
        </w:rPr>
        <w:t xml:space="preserve">۳۷۴- </w:t>
      </w:r>
      <w:r>
        <w:rPr>
          <w:rtl/>
        </w:rPr>
        <w:t>همان مدرك .</w:t>
      </w:r>
    </w:p>
    <w:p w:rsidR="00827620" w:rsidRDefault="00827620" w:rsidP="00250B2A">
      <w:pPr>
        <w:pStyle w:val="libFootnote0"/>
        <w:rPr>
          <w:rtl/>
        </w:rPr>
      </w:pPr>
      <w:r>
        <w:rPr>
          <w:rtl/>
          <w:lang w:bidi="fa-IR"/>
        </w:rPr>
        <w:t xml:space="preserve">۳۷۵- </w:t>
      </w:r>
      <w:r>
        <w:rPr>
          <w:rtl/>
        </w:rPr>
        <w:t>غررالحكم .</w:t>
      </w:r>
    </w:p>
    <w:p w:rsidR="00827620" w:rsidRDefault="00827620" w:rsidP="00250B2A">
      <w:pPr>
        <w:pStyle w:val="libFootnote0"/>
        <w:rPr>
          <w:rtl/>
        </w:rPr>
      </w:pPr>
      <w:r>
        <w:rPr>
          <w:rtl/>
          <w:lang w:bidi="fa-IR"/>
        </w:rPr>
        <w:t xml:space="preserve">۳۷۶- </w:t>
      </w:r>
      <w:r>
        <w:rPr>
          <w:rtl/>
        </w:rPr>
        <w:t>غررالحكم .</w:t>
      </w:r>
    </w:p>
    <w:p w:rsidR="00827620" w:rsidRDefault="00827620" w:rsidP="00250B2A">
      <w:pPr>
        <w:pStyle w:val="libFootnote0"/>
        <w:rPr>
          <w:rtl/>
        </w:rPr>
      </w:pPr>
      <w:r>
        <w:rPr>
          <w:rtl/>
          <w:lang w:bidi="fa-IR"/>
        </w:rPr>
        <w:t xml:space="preserve">۳۷۷- </w:t>
      </w:r>
      <w:r>
        <w:rPr>
          <w:rtl/>
        </w:rPr>
        <w:t>نهج البلاغه .</w:t>
      </w:r>
    </w:p>
    <w:p w:rsidR="00827620" w:rsidRDefault="00827620" w:rsidP="00250B2A">
      <w:pPr>
        <w:pStyle w:val="libFootnote0"/>
        <w:rPr>
          <w:rtl/>
        </w:rPr>
      </w:pPr>
      <w:r>
        <w:rPr>
          <w:rtl/>
          <w:lang w:bidi="fa-IR"/>
        </w:rPr>
        <w:t xml:space="preserve">۳۷۸- </w:t>
      </w:r>
      <w:r>
        <w:rPr>
          <w:rtl/>
        </w:rPr>
        <w:t>غررالحكم .</w:t>
      </w:r>
    </w:p>
    <w:p w:rsidR="00827620" w:rsidRDefault="00827620" w:rsidP="00250B2A">
      <w:pPr>
        <w:pStyle w:val="libFootnote0"/>
        <w:rPr>
          <w:rtl/>
        </w:rPr>
      </w:pPr>
      <w:r>
        <w:rPr>
          <w:rtl/>
          <w:lang w:bidi="fa-IR"/>
        </w:rPr>
        <w:t xml:space="preserve">۳۷۹- </w:t>
      </w:r>
      <w:r>
        <w:rPr>
          <w:rtl/>
        </w:rPr>
        <w:t>غررالحكم .</w:t>
      </w:r>
    </w:p>
    <w:p w:rsidR="00827620" w:rsidRDefault="00827620" w:rsidP="00250B2A">
      <w:pPr>
        <w:pStyle w:val="libFootnote0"/>
        <w:rPr>
          <w:rtl/>
        </w:rPr>
      </w:pPr>
      <w:r>
        <w:rPr>
          <w:rtl/>
          <w:lang w:bidi="fa-IR"/>
        </w:rPr>
        <w:t xml:space="preserve">۳۸۰- </w:t>
      </w:r>
      <w:r>
        <w:rPr>
          <w:rtl/>
        </w:rPr>
        <w:t>غررالحكم .</w:t>
      </w:r>
    </w:p>
    <w:p w:rsidR="00827620" w:rsidRDefault="00827620" w:rsidP="00250B2A">
      <w:pPr>
        <w:pStyle w:val="libFootnote0"/>
        <w:rPr>
          <w:rtl/>
        </w:rPr>
      </w:pPr>
      <w:r>
        <w:rPr>
          <w:rtl/>
          <w:lang w:bidi="fa-IR"/>
        </w:rPr>
        <w:t xml:space="preserve">۳۸۱- </w:t>
      </w:r>
      <w:r>
        <w:rPr>
          <w:rtl/>
        </w:rPr>
        <w:t>همان .</w:t>
      </w:r>
    </w:p>
    <w:p w:rsidR="00827620" w:rsidRDefault="00827620" w:rsidP="00250B2A">
      <w:pPr>
        <w:pStyle w:val="libFootnote0"/>
        <w:rPr>
          <w:rtl/>
        </w:rPr>
      </w:pPr>
      <w:r>
        <w:rPr>
          <w:rtl/>
          <w:lang w:bidi="fa-IR"/>
        </w:rPr>
        <w:t xml:space="preserve">۳۸۲- </w:t>
      </w:r>
      <w:r>
        <w:rPr>
          <w:rtl/>
        </w:rPr>
        <w:t xml:space="preserve">غرر، ج </w:t>
      </w:r>
      <w:r>
        <w:rPr>
          <w:rtl/>
          <w:lang w:bidi="fa-IR"/>
        </w:rPr>
        <w:t>۱</w:t>
      </w:r>
      <w:r>
        <w:rPr>
          <w:rtl/>
        </w:rPr>
        <w:t xml:space="preserve">، ص </w:t>
      </w:r>
      <w:r>
        <w:rPr>
          <w:rtl/>
          <w:lang w:bidi="fa-IR"/>
        </w:rPr>
        <w:t>۳۳۴.</w:t>
      </w:r>
    </w:p>
    <w:p w:rsidR="00827620" w:rsidRDefault="00827620" w:rsidP="00250B2A">
      <w:pPr>
        <w:pStyle w:val="libFootnote0"/>
        <w:rPr>
          <w:rtl/>
        </w:rPr>
      </w:pPr>
      <w:r>
        <w:rPr>
          <w:rtl/>
          <w:lang w:bidi="fa-IR"/>
        </w:rPr>
        <w:t xml:space="preserve">۳۸۳- </w:t>
      </w:r>
      <w:r>
        <w:rPr>
          <w:rtl/>
        </w:rPr>
        <w:t>همان .</w:t>
      </w:r>
    </w:p>
    <w:p w:rsidR="00827620" w:rsidRDefault="00827620" w:rsidP="00250B2A">
      <w:pPr>
        <w:pStyle w:val="libFootnote0"/>
        <w:rPr>
          <w:rtl/>
        </w:rPr>
      </w:pPr>
      <w:r>
        <w:rPr>
          <w:rtl/>
          <w:lang w:bidi="fa-IR"/>
        </w:rPr>
        <w:t xml:space="preserve">۳۸۴- </w:t>
      </w:r>
      <w:r>
        <w:rPr>
          <w:rtl/>
        </w:rPr>
        <w:t xml:space="preserve">قصار </w:t>
      </w:r>
      <w:r>
        <w:rPr>
          <w:rtl/>
          <w:lang w:bidi="fa-IR"/>
        </w:rPr>
        <w:t>۱۰۵.</w:t>
      </w:r>
    </w:p>
    <w:p w:rsidR="00827620" w:rsidRDefault="00827620" w:rsidP="00250B2A">
      <w:pPr>
        <w:pStyle w:val="libFootnote0"/>
        <w:rPr>
          <w:rtl/>
        </w:rPr>
      </w:pPr>
      <w:r>
        <w:rPr>
          <w:rtl/>
          <w:lang w:bidi="fa-IR"/>
        </w:rPr>
        <w:t xml:space="preserve">۳۸۵- </w:t>
      </w:r>
      <w:r>
        <w:rPr>
          <w:rtl/>
        </w:rPr>
        <w:t xml:space="preserve">بحار، ج </w:t>
      </w:r>
      <w:r>
        <w:rPr>
          <w:rtl/>
          <w:lang w:bidi="fa-IR"/>
        </w:rPr>
        <w:t>۲</w:t>
      </w:r>
      <w:r>
        <w:rPr>
          <w:rtl/>
        </w:rPr>
        <w:t xml:space="preserve">، ص </w:t>
      </w:r>
      <w:r>
        <w:rPr>
          <w:rtl/>
          <w:lang w:bidi="fa-IR"/>
        </w:rPr>
        <w:t>۲.</w:t>
      </w:r>
    </w:p>
    <w:p w:rsidR="00827620" w:rsidRDefault="00827620" w:rsidP="00250B2A">
      <w:pPr>
        <w:pStyle w:val="libFootnote0"/>
        <w:rPr>
          <w:rtl/>
        </w:rPr>
      </w:pPr>
      <w:r>
        <w:rPr>
          <w:rtl/>
          <w:lang w:bidi="fa-IR"/>
        </w:rPr>
        <w:t xml:space="preserve">۳۸۶- </w:t>
      </w:r>
      <w:r>
        <w:rPr>
          <w:rtl/>
        </w:rPr>
        <w:t xml:space="preserve">بحار، ج </w:t>
      </w:r>
      <w:r>
        <w:rPr>
          <w:rtl/>
          <w:lang w:bidi="fa-IR"/>
        </w:rPr>
        <w:t>۱۵</w:t>
      </w:r>
      <w:r>
        <w:rPr>
          <w:rtl/>
        </w:rPr>
        <w:t xml:space="preserve">، ص </w:t>
      </w:r>
      <w:r>
        <w:rPr>
          <w:rtl/>
          <w:lang w:bidi="fa-IR"/>
        </w:rPr>
        <w:t>۱۴۴.</w:t>
      </w:r>
    </w:p>
    <w:p w:rsidR="00827620" w:rsidRDefault="00827620" w:rsidP="00250B2A">
      <w:pPr>
        <w:pStyle w:val="libFootnote0"/>
        <w:rPr>
          <w:rtl/>
        </w:rPr>
      </w:pPr>
      <w:r>
        <w:rPr>
          <w:rtl/>
          <w:lang w:bidi="fa-IR"/>
        </w:rPr>
        <w:t xml:space="preserve">۳۸۷- </w:t>
      </w:r>
      <w:r>
        <w:rPr>
          <w:rtl/>
        </w:rPr>
        <w:t xml:space="preserve">نهج ، قصار </w:t>
      </w:r>
      <w:r>
        <w:rPr>
          <w:rtl/>
          <w:lang w:bidi="fa-IR"/>
        </w:rPr>
        <w:t>۲۷۲.</w:t>
      </w:r>
    </w:p>
    <w:p w:rsidR="00827620" w:rsidRDefault="00827620" w:rsidP="00250B2A">
      <w:pPr>
        <w:pStyle w:val="libFootnote0"/>
        <w:rPr>
          <w:rtl/>
        </w:rPr>
      </w:pPr>
      <w:r>
        <w:rPr>
          <w:rtl/>
          <w:lang w:bidi="fa-IR"/>
        </w:rPr>
        <w:t xml:space="preserve">۳۸۸- </w:t>
      </w:r>
      <w:r>
        <w:rPr>
          <w:rtl/>
        </w:rPr>
        <w:t>نهج البلاغه .</w:t>
      </w:r>
    </w:p>
    <w:p w:rsidR="00827620" w:rsidRDefault="00827620" w:rsidP="00250B2A">
      <w:pPr>
        <w:pStyle w:val="libFootnote0"/>
        <w:rPr>
          <w:rtl/>
        </w:rPr>
      </w:pPr>
      <w:r>
        <w:rPr>
          <w:rtl/>
          <w:lang w:bidi="fa-IR"/>
        </w:rPr>
        <w:lastRenderedPageBreak/>
        <w:t xml:space="preserve">۳۸۹- </w:t>
      </w:r>
      <w:r>
        <w:rPr>
          <w:rtl/>
        </w:rPr>
        <w:t xml:space="preserve">بحار، ج </w:t>
      </w:r>
      <w:r>
        <w:rPr>
          <w:rtl/>
          <w:lang w:bidi="fa-IR"/>
        </w:rPr>
        <w:t>۱۰</w:t>
      </w:r>
      <w:r>
        <w:rPr>
          <w:rtl/>
        </w:rPr>
        <w:t xml:space="preserve">، ص </w:t>
      </w:r>
      <w:r>
        <w:rPr>
          <w:rtl/>
          <w:lang w:bidi="fa-IR"/>
        </w:rPr>
        <w:t>۹۴.</w:t>
      </w:r>
    </w:p>
    <w:p w:rsidR="00827620" w:rsidRDefault="00827620" w:rsidP="00250B2A">
      <w:pPr>
        <w:pStyle w:val="libFootnote0"/>
        <w:rPr>
          <w:rtl/>
        </w:rPr>
      </w:pPr>
      <w:r>
        <w:rPr>
          <w:rtl/>
          <w:lang w:bidi="fa-IR"/>
        </w:rPr>
        <w:t xml:space="preserve">۳۹۰- </w:t>
      </w:r>
      <w:r>
        <w:rPr>
          <w:rtl/>
        </w:rPr>
        <w:t xml:space="preserve">بحار، ج </w:t>
      </w:r>
      <w:r>
        <w:rPr>
          <w:rtl/>
          <w:lang w:bidi="fa-IR"/>
        </w:rPr>
        <w:t>۴۰</w:t>
      </w:r>
      <w:r>
        <w:rPr>
          <w:rtl/>
        </w:rPr>
        <w:t xml:space="preserve">، ص </w:t>
      </w:r>
      <w:r>
        <w:rPr>
          <w:rtl/>
          <w:lang w:bidi="fa-IR"/>
        </w:rPr>
        <w:t>۳۲۸.</w:t>
      </w:r>
    </w:p>
    <w:p w:rsidR="00827620" w:rsidRDefault="00827620" w:rsidP="00250B2A">
      <w:pPr>
        <w:pStyle w:val="libFootnote0"/>
        <w:rPr>
          <w:rtl/>
        </w:rPr>
      </w:pPr>
      <w:r>
        <w:rPr>
          <w:rtl/>
          <w:lang w:bidi="fa-IR"/>
        </w:rPr>
        <w:t xml:space="preserve">۳۹۱- </w:t>
      </w:r>
      <w:r>
        <w:rPr>
          <w:rtl/>
        </w:rPr>
        <w:t xml:space="preserve">بحار، ج </w:t>
      </w:r>
      <w:r>
        <w:rPr>
          <w:rtl/>
          <w:lang w:bidi="fa-IR"/>
        </w:rPr>
        <w:t>۷۸</w:t>
      </w:r>
      <w:r>
        <w:rPr>
          <w:rtl/>
        </w:rPr>
        <w:t xml:space="preserve">، ص </w:t>
      </w:r>
      <w:r>
        <w:rPr>
          <w:rtl/>
          <w:lang w:bidi="fa-IR"/>
        </w:rPr>
        <w:t>۱۱۶.</w:t>
      </w:r>
    </w:p>
    <w:p w:rsidR="00827620" w:rsidRDefault="00827620" w:rsidP="00250B2A">
      <w:pPr>
        <w:pStyle w:val="libFootnote0"/>
        <w:rPr>
          <w:rtl/>
        </w:rPr>
      </w:pPr>
      <w:r>
        <w:rPr>
          <w:rtl/>
          <w:lang w:bidi="fa-IR"/>
        </w:rPr>
        <w:t xml:space="preserve">۳۹۲- </w:t>
      </w:r>
      <w:r>
        <w:rPr>
          <w:rtl/>
        </w:rPr>
        <w:t xml:space="preserve">تحف العقول ، ص </w:t>
      </w:r>
      <w:r>
        <w:rPr>
          <w:rtl/>
          <w:lang w:bidi="fa-IR"/>
        </w:rPr>
        <w:t>۲۲۶.</w:t>
      </w:r>
    </w:p>
    <w:p w:rsidR="00827620" w:rsidRDefault="00827620" w:rsidP="00250B2A">
      <w:pPr>
        <w:pStyle w:val="libFootnote0"/>
        <w:rPr>
          <w:rtl/>
        </w:rPr>
      </w:pPr>
      <w:r>
        <w:rPr>
          <w:rtl/>
          <w:lang w:bidi="fa-IR"/>
        </w:rPr>
        <w:t xml:space="preserve">۳۹۳- </w:t>
      </w:r>
      <w:r>
        <w:rPr>
          <w:rtl/>
        </w:rPr>
        <w:t xml:space="preserve">نهج البلاغه ، قصار </w:t>
      </w:r>
      <w:r>
        <w:rPr>
          <w:rtl/>
          <w:lang w:bidi="fa-IR"/>
        </w:rPr>
        <w:t>۷۳.</w:t>
      </w:r>
    </w:p>
    <w:p w:rsidR="00827620" w:rsidRDefault="00827620" w:rsidP="00250B2A">
      <w:pPr>
        <w:pStyle w:val="libFootnote0"/>
        <w:rPr>
          <w:rtl/>
        </w:rPr>
      </w:pPr>
      <w:r>
        <w:rPr>
          <w:rtl/>
          <w:lang w:bidi="fa-IR"/>
        </w:rPr>
        <w:t xml:space="preserve">۳۹۴- </w:t>
      </w:r>
      <w:r>
        <w:rPr>
          <w:rtl/>
        </w:rPr>
        <w:t xml:space="preserve">تحف العقول </w:t>
      </w:r>
      <w:r>
        <w:rPr>
          <w:rtl/>
          <w:lang w:bidi="fa-IR"/>
        </w:rPr>
        <w:t>۱۵۰.</w:t>
      </w:r>
    </w:p>
    <w:p w:rsidR="00827620" w:rsidRDefault="00827620" w:rsidP="00250B2A">
      <w:pPr>
        <w:pStyle w:val="libFootnote0"/>
        <w:rPr>
          <w:rtl/>
        </w:rPr>
      </w:pPr>
    </w:p>
    <w:p w:rsidR="00827620" w:rsidRDefault="00827620" w:rsidP="00250B2A">
      <w:pPr>
        <w:pStyle w:val="libFootnote0"/>
        <w:rPr>
          <w:rtl/>
        </w:rPr>
      </w:pPr>
      <w:r>
        <w:rPr>
          <w:rtl/>
          <w:lang w:bidi="fa-IR"/>
        </w:rPr>
        <w:t xml:space="preserve">۳۹۵- </w:t>
      </w:r>
      <w:r>
        <w:rPr>
          <w:rtl/>
        </w:rPr>
        <w:t xml:space="preserve">شرح غرر، ج </w:t>
      </w:r>
      <w:r>
        <w:rPr>
          <w:rtl/>
          <w:lang w:bidi="fa-IR"/>
        </w:rPr>
        <w:t>۲</w:t>
      </w:r>
      <w:r>
        <w:rPr>
          <w:rtl/>
        </w:rPr>
        <w:t xml:space="preserve">، ص </w:t>
      </w:r>
      <w:r>
        <w:rPr>
          <w:rtl/>
          <w:lang w:bidi="fa-IR"/>
        </w:rPr>
        <w:t>۱۷۵.</w:t>
      </w:r>
    </w:p>
    <w:p w:rsidR="00827620" w:rsidRDefault="00827620" w:rsidP="00250B2A">
      <w:pPr>
        <w:pStyle w:val="libFootnote0"/>
        <w:rPr>
          <w:rtl/>
        </w:rPr>
      </w:pPr>
      <w:r>
        <w:rPr>
          <w:rtl/>
          <w:lang w:bidi="fa-IR"/>
        </w:rPr>
        <w:t xml:space="preserve">۳۹۶- </w:t>
      </w:r>
      <w:r>
        <w:rPr>
          <w:rtl/>
        </w:rPr>
        <w:t xml:space="preserve">نهج البلاغه ، نامه </w:t>
      </w:r>
      <w:r>
        <w:rPr>
          <w:rtl/>
          <w:lang w:bidi="fa-IR"/>
        </w:rPr>
        <w:t>۲۷.</w:t>
      </w:r>
    </w:p>
    <w:p w:rsidR="00827620" w:rsidRDefault="00827620" w:rsidP="00250B2A">
      <w:pPr>
        <w:pStyle w:val="libFootnote0"/>
        <w:rPr>
          <w:rtl/>
        </w:rPr>
      </w:pPr>
      <w:r>
        <w:rPr>
          <w:rtl/>
          <w:lang w:bidi="fa-IR"/>
        </w:rPr>
        <w:t xml:space="preserve">۳۹۷- </w:t>
      </w:r>
      <w:r>
        <w:rPr>
          <w:rtl/>
        </w:rPr>
        <w:t xml:space="preserve">خصال </w:t>
      </w:r>
      <w:r>
        <w:rPr>
          <w:rtl/>
          <w:lang w:bidi="fa-IR"/>
        </w:rPr>
        <w:t>۶۱۷.</w:t>
      </w:r>
    </w:p>
    <w:p w:rsidR="00827620" w:rsidRDefault="00827620" w:rsidP="00250B2A">
      <w:pPr>
        <w:pStyle w:val="libFootnote0"/>
        <w:rPr>
          <w:rtl/>
        </w:rPr>
      </w:pPr>
      <w:r>
        <w:rPr>
          <w:rtl/>
          <w:lang w:bidi="fa-IR"/>
        </w:rPr>
        <w:t xml:space="preserve">۳۹۸- </w:t>
      </w:r>
      <w:r>
        <w:rPr>
          <w:rtl/>
        </w:rPr>
        <w:t xml:space="preserve">شرح غرر، </w:t>
      </w:r>
      <w:r>
        <w:rPr>
          <w:rtl/>
          <w:lang w:bidi="fa-IR"/>
        </w:rPr>
        <w:t>۱۹۰.</w:t>
      </w:r>
    </w:p>
    <w:p w:rsidR="00827620" w:rsidRDefault="00827620" w:rsidP="00250B2A">
      <w:pPr>
        <w:pStyle w:val="libFootnote0"/>
        <w:rPr>
          <w:rtl/>
        </w:rPr>
      </w:pPr>
      <w:r>
        <w:rPr>
          <w:rtl/>
          <w:lang w:bidi="fa-IR"/>
        </w:rPr>
        <w:t xml:space="preserve">۳۹۹- </w:t>
      </w:r>
      <w:r>
        <w:rPr>
          <w:rtl/>
        </w:rPr>
        <w:t>نهج البلاغه .</w:t>
      </w:r>
    </w:p>
    <w:p w:rsidR="00827620" w:rsidRDefault="00827620" w:rsidP="00250B2A">
      <w:pPr>
        <w:pStyle w:val="libFootnote0"/>
        <w:rPr>
          <w:rtl/>
        </w:rPr>
      </w:pPr>
      <w:r>
        <w:rPr>
          <w:rtl/>
          <w:lang w:bidi="fa-IR"/>
        </w:rPr>
        <w:t xml:space="preserve">۴۰۰- </w:t>
      </w:r>
      <w:r>
        <w:rPr>
          <w:rtl/>
        </w:rPr>
        <w:t xml:space="preserve">نهج البلاغه ، قصار </w:t>
      </w:r>
      <w:r>
        <w:rPr>
          <w:rtl/>
          <w:lang w:bidi="fa-IR"/>
        </w:rPr>
        <w:t>۴۲۸.</w:t>
      </w:r>
    </w:p>
    <w:p w:rsidR="00827620" w:rsidRDefault="00827620" w:rsidP="00250B2A">
      <w:pPr>
        <w:pStyle w:val="libFootnote0"/>
        <w:rPr>
          <w:rtl/>
        </w:rPr>
      </w:pPr>
      <w:r>
        <w:rPr>
          <w:rtl/>
          <w:lang w:bidi="fa-IR"/>
        </w:rPr>
        <w:t xml:space="preserve">۴۰۱- </w:t>
      </w:r>
      <w:r>
        <w:rPr>
          <w:rtl/>
        </w:rPr>
        <w:t xml:space="preserve">غررالحكم ، ج </w:t>
      </w:r>
      <w:r>
        <w:rPr>
          <w:rtl/>
          <w:lang w:bidi="fa-IR"/>
        </w:rPr>
        <w:t>۱</w:t>
      </w:r>
      <w:r>
        <w:rPr>
          <w:rtl/>
        </w:rPr>
        <w:t xml:space="preserve">، ص </w:t>
      </w:r>
      <w:r>
        <w:rPr>
          <w:rtl/>
          <w:lang w:bidi="fa-IR"/>
        </w:rPr>
        <w:t>۳۳۵.</w:t>
      </w:r>
    </w:p>
    <w:p w:rsidR="00827620" w:rsidRDefault="00827620" w:rsidP="00250B2A">
      <w:pPr>
        <w:pStyle w:val="libFootnote0"/>
        <w:rPr>
          <w:rtl/>
        </w:rPr>
      </w:pPr>
      <w:r>
        <w:rPr>
          <w:rtl/>
          <w:lang w:bidi="fa-IR"/>
        </w:rPr>
        <w:t xml:space="preserve">۴۰۲- </w:t>
      </w:r>
      <w:r>
        <w:rPr>
          <w:rtl/>
        </w:rPr>
        <w:t xml:space="preserve">غررالحكم ، ج </w:t>
      </w:r>
      <w:r>
        <w:rPr>
          <w:rtl/>
          <w:lang w:bidi="fa-IR"/>
        </w:rPr>
        <w:t>۱</w:t>
      </w:r>
      <w:r>
        <w:rPr>
          <w:rtl/>
        </w:rPr>
        <w:t xml:space="preserve">، ص </w:t>
      </w:r>
      <w:r>
        <w:rPr>
          <w:rtl/>
          <w:lang w:bidi="fa-IR"/>
        </w:rPr>
        <w:t>۳۳۵.</w:t>
      </w:r>
    </w:p>
    <w:p w:rsidR="00827620" w:rsidRDefault="00827620" w:rsidP="00250B2A">
      <w:pPr>
        <w:pStyle w:val="libFootnote0"/>
        <w:rPr>
          <w:rtl/>
        </w:rPr>
      </w:pPr>
      <w:r>
        <w:rPr>
          <w:rtl/>
          <w:lang w:bidi="fa-IR"/>
        </w:rPr>
        <w:t xml:space="preserve">۴۰۳- </w:t>
      </w:r>
      <w:r>
        <w:rPr>
          <w:rtl/>
        </w:rPr>
        <w:t xml:space="preserve">غررالحكم ، ص </w:t>
      </w:r>
      <w:r>
        <w:rPr>
          <w:rtl/>
          <w:lang w:bidi="fa-IR"/>
        </w:rPr>
        <w:t>۳۳۵.</w:t>
      </w:r>
    </w:p>
    <w:p w:rsidR="00827620" w:rsidRDefault="00827620" w:rsidP="00250B2A">
      <w:pPr>
        <w:pStyle w:val="libFootnote0"/>
        <w:rPr>
          <w:rtl/>
        </w:rPr>
      </w:pPr>
      <w:r>
        <w:rPr>
          <w:rtl/>
          <w:lang w:bidi="fa-IR"/>
        </w:rPr>
        <w:t xml:space="preserve">۴۰۴- </w:t>
      </w:r>
      <w:r>
        <w:rPr>
          <w:rtl/>
        </w:rPr>
        <w:t>همان مدرك .</w:t>
      </w:r>
    </w:p>
    <w:p w:rsidR="00827620" w:rsidRDefault="00827620" w:rsidP="00250B2A">
      <w:pPr>
        <w:pStyle w:val="libFootnote0"/>
        <w:rPr>
          <w:rtl/>
        </w:rPr>
      </w:pPr>
      <w:r>
        <w:rPr>
          <w:rtl/>
          <w:lang w:bidi="fa-IR"/>
        </w:rPr>
        <w:t xml:space="preserve">۴۰۵- </w:t>
      </w:r>
      <w:r>
        <w:rPr>
          <w:rtl/>
        </w:rPr>
        <w:t>همان مدرك .</w:t>
      </w:r>
    </w:p>
    <w:p w:rsidR="00827620" w:rsidRDefault="00827620" w:rsidP="00250B2A">
      <w:pPr>
        <w:pStyle w:val="libFootnote0"/>
        <w:rPr>
          <w:rtl/>
        </w:rPr>
      </w:pPr>
      <w:r>
        <w:rPr>
          <w:rtl/>
          <w:lang w:bidi="fa-IR"/>
        </w:rPr>
        <w:t xml:space="preserve">۴۰۶- </w:t>
      </w:r>
      <w:r>
        <w:rPr>
          <w:rtl/>
        </w:rPr>
        <w:t>همان مدرك .</w:t>
      </w:r>
    </w:p>
    <w:p w:rsidR="00827620" w:rsidRDefault="00827620" w:rsidP="00250B2A">
      <w:pPr>
        <w:pStyle w:val="libFootnote0"/>
        <w:rPr>
          <w:rtl/>
        </w:rPr>
      </w:pPr>
      <w:r>
        <w:rPr>
          <w:rtl/>
          <w:lang w:bidi="fa-IR"/>
        </w:rPr>
        <w:t xml:space="preserve">۴۰۷- </w:t>
      </w:r>
      <w:r>
        <w:rPr>
          <w:rtl/>
        </w:rPr>
        <w:t>همان مدرك .</w:t>
      </w:r>
    </w:p>
    <w:p w:rsidR="00827620" w:rsidRDefault="00827620" w:rsidP="00250B2A">
      <w:pPr>
        <w:pStyle w:val="libFootnote0"/>
        <w:rPr>
          <w:rtl/>
        </w:rPr>
      </w:pPr>
      <w:r>
        <w:rPr>
          <w:rtl/>
          <w:lang w:bidi="fa-IR"/>
        </w:rPr>
        <w:t xml:space="preserve">۴۰۸- </w:t>
      </w:r>
      <w:r>
        <w:rPr>
          <w:rtl/>
        </w:rPr>
        <w:t xml:space="preserve">شورا / </w:t>
      </w:r>
      <w:r>
        <w:rPr>
          <w:rtl/>
          <w:lang w:bidi="fa-IR"/>
        </w:rPr>
        <w:t>۲۳.</w:t>
      </w:r>
    </w:p>
    <w:p w:rsidR="00827620" w:rsidRDefault="00827620" w:rsidP="00250B2A">
      <w:pPr>
        <w:pStyle w:val="libFootnote0"/>
        <w:rPr>
          <w:rtl/>
        </w:rPr>
      </w:pPr>
      <w:r>
        <w:rPr>
          <w:rtl/>
          <w:lang w:bidi="fa-IR"/>
        </w:rPr>
        <w:t xml:space="preserve">۴۰۹- </w:t>
      </w:r>
      <w:r>
        <w:rPr>
          <w:rtl/>
        </w:rPr>
        <w:t xml:space="preserve">غررالحكم ، ص </w:t>
      </w:r>
      <w:r>
        <w:rPr>
          <w:rtl/>
          <w:lang w:bidi="fa-IR"/>
        </w:rPr>
        <w:t>۳۶۲.</w:t>
      </w:r>
    </w:p>
    <w:p w:rsidR="00827620" w:rsidRDefault="00827620" w:rsidP="00250B2A">
      <w:pPr>
        <w:pStyle w:val="libFootnote0"/>
        <w:rPr>
          <w:rtl/>
        </w:rPr>
      </w:pPr>
      <w:r>
        <w:rPr>
          <w:rtl/>
          <w:lang w:bidi="fa-IR"/>
        </w:rPr>
        <w:t xml:space="preserve">۴۱۰- </w:t>
      </w:r>
      <w:r>
        <w:rPr>
          <w:rtl/>
        </w:rPr>
        <w:t xml:space="preserve">غررالحكم ، ج </w:t>
      </w:r>
      <w:r>
        <w:rPr>
          <w:rtl/>
          <w:lang w:bidi="fa-IR"/>
        </w:rPr>
        <w:t>۱</w:t>
      </w:r>
      <w:r>
        <w:rPr>
          <w:rtl/>
        </w:rPr>
        <w:t xml:space="preserve">، ص </w:t>
      </w:r>
      <w:r>
        <w:rPr>
          <w:rtl/>
          <w:lang w:bidi="fa-IR"/>
        </w:rPr>
        <w:t>۳۶۷.</w:t>
      </w:r>
    </w:p>
    <w:p w:rsidR="00827620" w:rsidRDefault="00827620" w:rsidP="00250B2A">
      <w:pPr>
        <w:pStyle w:val="libFootnote0"/>
        <w:rPr>
          <w:rtl/>
        </w:rPr>
      </w:pPr>
      <w:r>
        <w:rPr>
          <w:rtl/>
          <w:lang w:bidi="fa-IR"/>
        </w:rPr>
        <w:t xml:space="preserve">۴۱۱- </w:t>
      </w:r>
      <w:r>
        <w:rPr>
          <w:rtl/>
        </w:rPr>
        <w:t>همان مدرك .</w:t>
      </w:r>
    </w:p>
    <w:p w:rsidR="00827620" w:rsidRDefault="00827620" w:rsidP="00250B2A">
      <w:pPr>
        <w:pStyle w:val="libFootnote0"/>
        <w:rPr>
          <w:rtl/>
        </w:rPr>
      </w:pPr>
      <w:r>
        <w:rPr>
          <w:rtl/>
          <w:lang w:bidi="fa-IR"/>
        </w:rPr>
        <w:t xml:space="preserve">۴۱۲- </w:t>
      </w:r>
      <w:r>
        <w:rPr>
          <w:rtl/>
        </w:rPr>
        <w:t xml:space="preserve">غررالحكم ، ج </w:t>
      </w:r>
      <w:r>
        <w:rPr>
          <w:rtl/>
          <w:lang w:bidi="fa-IR"/>
        </w:rPr>
        <w:t>۱</w:t>
      </w:r>
      <w:r>
        <w:rPr>
          <w:rtl/>
        </w:rPr>
        <w:t xml:space="preserve">، ص </w:t>
      </w:r>
      <w:r>
        <w:rPr>
          <w:rtl/>
          <w:lang w:bidi="fa-IR"/>
        </w:rPr>
        <w:t>۳۸۱.</w:t>
      </w:r>
    </w:p>
    <w:p w:rsidR="00827620" w:rsidRDefault="00827620" w:rsidP="00250B2A">
      <w:pPr>
        <w:pStyle w:val="libFootnote0"/>
        <w:rPr>
          <w:rtl/>
        </w:rPr>
      </w:pPr>
      <w:r>
        <w:rPr>
          <w:rtl/>
          <w:lang w:bidi="fa-IR"/>
        </w:rPr>
        <w:t xml:space="preserve">۴۱۳- </w:t>
      </w:r>
      <w:r>
        <w:rPr>
          <w:rtl/>
        </w:rPr>
        <w:t>همان مدرك .</w:t>
      </w:r>
    </w:p>
    <w:p w:rsidR="00827620" w:rsidRDefault="00827620" w:rsidP="00250B2A">
      <w:pPr>
        <w:pStyle w:val="libFootnote0"/>
        <w:rPr>
          <w:rtl/>
        </w:rPr>
      </w:pPr>
      <w:r>
        <w:rPr>
          <w:rtl/>
          <w:lang w:bidi="fa-IR"/>
        </w:rPr>
        <w:t xml:space="preserve">۴۱۴- </w:t>
      </w:r>
      <w:r>
        <w:rPr>
          <w:rtl/>
        </w:rPr>
        <w:t xml:space="preserve">غررالحكم ، </w:t>
      </w:r>
      <w:r>
        <w:rPr>
          <w:rtl/>
          <w:lang w:bidi="fa-IR"/>
        </w:rPr>
        <w:t>۳۸۰.</w:t>
      </w:r>
    </w:p>
    <w:p w:rsidR="00827620" w:rsidRDefault="00827620" w:rsidP="00250B2A">
      <w:pPr>
        <w:pStyle w:val="libFootnote0"/>
        <w:rPr>
          <w:rtl/>
        </w:rPr>
      </w:pPr>
      <w:r>
        <w:rPr>
          <w:rtl/>
          <w:lang w:bidi="fa-IR"/>
        </w:rPr>
        <w:t xml:space="preserve">۴۱۵- </w:t>
      </w:r>
      <w:r>
        <w:rPr>
          <w:rtl/>
        </w:rPr>
        <w:t xml:space="preserve">غررالحكم ، </w:t>
      </w:r>
      <w:r>
        <w:rPr>
          <w:rtl/>
          <w:lang w:bidi="fa-IR"/>
        </w:rPr>
        <w:t>۳۸۷.</w:t>
      </w:r>
    </w:p>
    <w:p w:rsidR="00827620" w:rsidRDefault="00827620" w:rsidP="00250B2A">
      <w:pPr>
        <w:pStyle w:val="libFootnote0"/>
        <w:rPr>
          <w:rtl/>
        </w:rPr>
      </w:pPr>
      <w:r>
        <w:rPr>
          <w:rtl/>
          <w:lang w:bidi="fa-IR"/>
        </w:rPr>
        <w:lastRenderedPageBreak/>
        <w:t xml:space="preserve">۴۱۶- </w:t>
      </w:r>
      <w:r>
        <w:rPr>
          <w:rtl/>
        </w:rPr>
        <w:t xml:space="preserve">غررالحكم ، ج </w:t>
      </w:r>
      <w:r>
        <w:rPr>
          <w:rtl/>
          <w:lang w:bidi="fa-IR"/>
        </w:rPr>
        <w:t>۱</w:t>
      </w:r>
      <w:r>
        <w:rPr>
          <w:rtl/>
        </w:rPr>
        <w:t xml:space="preserve">، ص </w:t>
      </w:r>
      <w:r>
        <w:rPr>
          <w:rtl/>
          <w:lang w:bidi="fa-IR"/>
        </w:rPr>
        <w:t>۳۹۰.</w:t>
      </w:r>
    </w:p>
    <w:p w:rsidR="00827620" w:rsidRDefault="00827620" w:rsidP="00250B2A">
      <w:pPr>
        <w:pStyle w:val="libFootnote0"/>
        <w:rPr>
          <w:rtl/>
        </w:rPr>
      </w:pPr>
      <w:r>
        <w:rPr>
          <w:rtl/>
          <w:lang w:bidi="fa-IR"/>
        </w:rPr>
        <w:t xml:space="preserve">۴۱۷- </w:t>
      </w:r>
      <w:r>
        <w:rPr>
          <w:rtl/>
        </w:rPr>
        <w:t xml:space="preserve">غررالحكم ، ج </w:t>
      </w:r>
      <w:r>
        <w:rPr>
          <w:rtl/>
          <w:lang w:bidi="fa-IR"/>
        </w:rPr>
        <w:t>۱</w:t>
      </w:r>
      <w:r>
        <w:rPr>
          <w:rtl/>
        </w:rPr>
        <w:t xml:space="preserve">، ص </w:t>
      </w:r>
      <w:r>
        <w:rPr>
          <w:rtl/>
          <w:lang w:bidi="fa-IR"/>
        </w:rPr>
        <w:t>۳۹۲.</w:t>
      </w:r>
    </w:p>
    <w:p w:rsidR="00827620" w:rsidRDefault="00827620" w:rsidP="00250B2A">
      <w:pPr>
        <w:pStyle w:val="libFootnote0"/>
        <w:rPr>
          <w:rtl/>
        </w:rPr>
      </w:pPr>
      <w:r>
        <w:rPr>
          <w:rtl/>
          <w:lang w:bidi="fa-IR"/>
        </w:rPr>
        <w:t xml:space="preserve">۴۱۸- </w:t>
      </w:r>
      <w:r>
        <w:rPr>
          <w:rtl/>
        </w:rPr>
        <w:t xml:space="preserve">غررالحكم ، ج </w:t>
      </w:r>
      <w:r>
        <w:rPr>
          <w:rtl/>
          <w:lang w:bidi="fa-IR"/>
        </w:rPr>
        <w:t>۱</w:t>
      </w:r>
      <w:r>
        <w:rPr>
          <w:rtl/>
        </w:rPr>
        <w:t xml:space="preserve">، ص </w:t>
      </w:r>
      <w:r>
        <w:rPr>
          <w:rtl/>
          <w:lang w:bidi="fa-IR"/>
        </w:rPr>
        <w:t>۳۹۳.</w:t>
      </w:r>
    </w:p>
    <w:p w:rsidR="00827620" w:rsidRDefault="00827620" w:rsidP="00250B2A">
      <w:pPr>
        <w:pStyle w:val="libFootnote0"/>
        <w:rPr>
          <w:rtl/>
        </w:rPr>
      </w:pPr>
      <w:r>
        <w:rPr>
          <w:rtl/>
          <w:lang w:bidi="fa-IR"/>
        </w:rPr>
        <w:t xml:space="preserve">۴۱۹- </w:t>
      </w:r>
      <w:r>
        <w:rPr>
          <w:rtl/>
        </w:rPr>
        <w:t xml:space="preserve">غررالحكم ، ج </w:t>
      </w:r>
      <w:r>
        <w:rPr>
          <w:rtl/>
          <w:lang w:bidi="fa-IR"/>
        </w:rPr>
        <w:t>۱</w:t>
      </w:r>
      <w:r>
        <w:rPr>
          <w:rtl/>
        </w:rPr>
        <w:t xml:space="preserve">، ص </w:t>
      </w:r>
      <w:r>
        <w:rPr>
          <w:rtl/>
          <w:lang w:bidi="fa-IR"/>
        </w:rPr>
        <w:t>۴۴۳.</w:t>
      </w:r>
    </w:p>
    <w:p w:rsidR="00827620" w:rsidRDefault="00827620" w:rsidP="00250B2A">
      <w:pPr>
        <w:pStyle w:val="libFootnote0"/>
        <w:rPr>
          <w:rtl/>
        </w:rPr>
      </w:pPr>
      <w:r>
        <w:rPr>
          <w:rtl/>
          <w:lang w:bidi="fa-IR"/>
        </w:rPr>
        <w:t xml:space="preserve">۴۲۰- </w:t>
      </w:r>
      <w:r>
        <w:rPr>
          <w:rtl/>
        </w:rPr>
        <w:t xml:space="preserve">غررالحكم ، ج </w:t>
      </w:r>
      <w:r>
        <w:rPr>
          <w:rtl/>
          <w:lang w:bidi="fa-IR"/>
        </w:rPr>
        <w:t>۱</w:t>
      </w:r>
      <w:r>
        <w:rPr>
          <w:rtl/>
        </w:rPr>
        <w:t xml:space="preserve">، ص </w:t>
      </w:r>
      <w:r>
        <w:rPr>
          <w:rtl/>
          <w:lang w:bidi="fa-IR"/>
        </w:rPr>
        <w:t>۴۳۹.</w:t>
      </w:r>
    </w:p>
    <w:p w:rsidR="00827620" w:rsidRDefault="00827620" w:rsidP="00250B2A">
      <w:pPr>
        <w:pStyle w:val="libFootnote0"/>
        <w:rPr>
          <w:rtl/>
        </w:rPr>
      </w:pPr>
      <w:r>
        <w:rPr>
          <w:rtl/>
          <w:lang w:bidi="fa-IR"/>
        </w:rPr>
        <w:t xml:space="preserve">۴۲۱- </w:t>
      </w:r>
      <w:r>
        <w:rPr>
          <w:rtl/>
        </w:rPr>
        <w:t>غررالحكم .</w:t>
      </w:r>
    </w:p>
    <w:p w:rsidR="00827620" w:rsidRDefault="00827620" w:rsidP="00250B2A">
      <w:pPr>
        <w:pStyle w:val="libFootnote0"/>
        <w:rPr>
          <w:rtl/>
        </w:rPr>
      </w:pPr>
      <w:r>
        <w:rPr>
          <w:rtl/>
          <w:lang w:bidi="fa-IR"/>
        </w:rPr>
        <w:t xml:space="preserve">۴۲۲- </w:t>
      </w:r>
      <w:r>
        <w:rPr>
          <w:rtl/>
        </w:rPr>
        <w:t>همان .</w:t>
      </w:r>
    </w:p>
    <w:p w:rsidR="00827620" w:rsidRDefault="00827620" w:rsidP="00250B2A">
      <w:pPr>
        <w:pStyle w:val="libFootnote0"/>
        <w:rPr>
          <w:rtl/>
        </w:rPr>
      </w:pPr>
      <w:r>
        <w:rPr>
          <w:rtl/>
          <w:lang w:bidi="fa-IR"/>
        </w:rPr>
        <w:t xml:space="preserve">۴۲۳- </w:t>
      </w:r>
      <w:r>
        <w:rPr>
          <w:rtl/>
        </w:rPr>
        <w:t>همان .</w:t>
      </w:r>
    </w:p>
    <w:p w:rsidR="00827620" w:rsidRDefault="00827620" w:rsidP="00250B2A">
      <w:pPr>
        <w:pStyle w:val="libFootnote0"/>
        <w:rPr>
          <w:rtl/>
        </w:rPr>
      </w:pPr>
      <w:r>
        <w:rPr>
          <w:rtl/>
          <w:lang w:bidi="fa-IR"/>
        </w:rPr>
        <w:t xml:space="preserve">۴۲۴- </w:t>
      </w:r>
      <w:r>
        <w:rPr>
          <w:rtl/>
        </w:rPr>
        <w:t xml:space="preserve">غررالحكم ، ج </w:t>
      </w:r>
      <w:r>
        <w:rPr>
          <w:rtl/>
          <w:lang w:bidi="fa-IR"/>
        </w:rPr>
        <w:t>۱</w:t>
      </w:r>
      <w:r>
        <w:rPr>
          <w:rtl/>
        </w:rPr>
        <w:t xml:space="preserve">، ص </w:t>
      </w:r>
      <w:r>
        <w:rPr>
          <w:rtl/>
          <w:lang w:bidi="fa-IR"/>
        </w:rPr>
        <w:t>۵۵۷.</w:t>
      </w:r>
    </w:p>
    <w:p w:rsidR="00827620" w:rsidRDefault="00827620" w:rsidP="00250B2A">
      <w:pPr>
        <w:pStyle w:val="libFootnote0"/>
        <w:rPr>
          <w:rtl/>
        </w:rPr>
      </w:pPr>
      <w:r>
        <w:rPr>
          <w:rtl/>
          <w:lang w:bidi="fa-IR"/>
        </w:rPr>
        <w:t xml:space="preserve">۴۲۵- </w:t>
      </w:r>
      <w:r>
        <w:rPr>
          <w:rtl/>
        </w:rPr>
        <w:t>همان .</w:t>
      </w:r>
    </w:p>
    <w:p w:rsidR="00827620" w:rsidRDefault="00827620" w:rsidP="00250B2A">
      <w:pPr>
        <w:pStyle w:val="libFootnote0"/>
        <w:rPr>
          <w:rtl/>
        </w:rPr>
      </w:pPr>
      <w:r>
        <w:rPr>
          <w:rtl/>
          <w:lang w:bidi="fa-IR"/>
        </w:rPr>
        <w:t xml:space="preserve">۴۲۶- </w:t>
      </w:r>
      <w:r>
        <w:rPr>
          <w:rtl/>
        </w:rPr>
        <w:t>غررالحكم .</w:t>
      </w:r>
    </w:p>
    <w:p w:rsidR="00827620" w:rsidRDefault="00827620" w:rsidP="00250B2A">
      <w:pPr>
        <w:pStyle w:val="libFootnote0"/>
        <w:rPr>
          <w:rtl/>
        </w:rPr>
      </w:pPr>
      <w:r>
        <w:rPr>
          <w:rtl/>
          <w:lang w:bidi="fa-IR"/>
        </w:rPr>
        <w:t xml:space="preserve">۴۲۷- </w:t>
      </w:r>
      <w:r>
        <w:rPr>
          <w:rtl/>
        </w:rPr>
        <w:t xml:space="preserve">تحف العقول ، ص </w:t>
      </w:r>
      <w:r>
        <w:rPr>
          <w:rtl/>
          <w:lang w:bidi="fa-IR"/>
        </w:rPr>
        <w:t>۲۰۹.</w:t>
      </w:r>
    </w:p>
    <w:p w:rsidR="00827620" w:rsidRDefault="00827620" w:rsidP="00250B2A">
      <w:pPr>
        <w:pStyle w:val="libFootnote0"/>
        <w:rPr>
          <w:rtl/>
        </w:rPr>
      </w:pPr>
      <w:r>
        <w:rPr>
          <w:rtl/>
          <w:lang w:bidi="fa-IR"/>
        </w:rPr>
        <w:t xml:space="preserve">۴۲۸- </w:t>
      </w:r>
      <w:r>
        <w:rPr>
          <w:rtl/>
        </w:rPr>
        <w:t xml:space="preserve">نهج البلاغه ، نامه </w:t>
      </w:r>
      <w:r>
        <w:rPr>
          <w:rtl/>
          <w:lang w:bidi="fa-IR"/>
        </w:rPr>
        <w:t>۵۹.</w:t>
      </w:r>
    </w:p>
    <w:p w:rsidR="00827620" w:rsidRDefault="00827620" w:rsidP="00250B2A">
      <w:pPr>
        <w:pStyle w:val="libFootnote0"/>
        <w:rPr>
          <w:rtl/>
        </w:rPr>
      </w:pPr>
      <w:r>
        <w:rPr>
          <w:rtl/>
          <w:lang w:bidi="fa-IR"/>
        </w:rPr>
        <w:t xml:space="preserve">۴۲۹- </w:t>
      </w:r>
      <w:r>
        <w:rPr>
          <w:rtl/>
        </w:rPr>
        <w:t>ميزان الحكمه ، قرآن .</w:t>
      </w:r>
    </w:p>
    <w:p w:rsidR="00827620" w:rsidRDefault="00827620" w:rsidP="00250B2A">
      <w:pPr>
        <w:pStyle w:val="libFootnote0"/>
        <w:rPr>
          <w:rtl/>
        </w:rPr>
      </w:pPr>
      <w:r>
        <w:rPr>
          <w:rtl/>
          <w:lang w:bidi="fa-IR"/>
        </w:rPr>
        <w:t xml:space="preserve">۴۳۰- </w:t>
      </w:r>
      <w:r>
        <w:rPr>
          <w:rtl/>
        </w:rPr>
        <w:t xml:space="preserve">ميزان الحكمه ، ج </w:t>
      </w:r>
      <w:r>
        <w:rPr>
          <w:rtl/>
          <w:lang w:bidi="fa-IR"/>
        </w:rPr>
        <w:t>۶</w:t>
      </w:r>
      <w:r>
        <w:rPr>
          <w:rtl/>
        </w:rPr>
        <w:t xml:space="preserve">، ص </w:t>
      </w:r>
      <w:r>
        <w:rPr>
          <w:rtl/>
          <w:lang w:bidi="fa-IR"/>
        </w:rPr>
        <w:t>۱۲.</w:t>
      </w:r>
    </w:p>
    <w:p w:rsidR="00827620" w:rsidRDefault="00827620" w:rsidP="00250B2A">
      <w:pPr>
        <w:pStyle w:val="libFootnote0"/>
        <w:rPr>
          <w:rtl/>
        </w:rPr>
      </w:pPr>
      <w:r>
        <w:rPr>
          <w:rtl/>
          <w:lang w:bidi="fa-IR"/>
        </w:rPr>
        <w:t xml:space="preserve">۴۳۱- </w:t>
      </w:r>
      <w:r>
        <w:rPr>
          <w:rtl/>
        </w:rPr>
        <w:t>غررالحكم .</w:t>
      </w:r>
    </w:p>
    <w:p w:rsidR="00827620" w:rsidRDefault="00827620" w:rsidP="00250B2A">
      <w:pPr>
        <w:pStyle w:val="libFootnote0"/>
        <w:rPr>
          <w:rtl/>
        </w:rPr>
      </w:pPr>
      <w:r>
        <w:rPr>
          <w:rtl/>
          <w:lang w:bidi="fa-IR"/>
        </w:rPr>
        <w:t xml:space="preserve">۴۳۲- </w:t>
      </w:r>
      <w:r>
        <w:rPr>
          <w:rtl/>
        </w:rPr>
        <w:t>همان .</w:t>
      </w:r>
    </w:p>
    <w:p w:rsidR="00827620" w:rsidRDefault="00827620" w:rsidP="00250B2A">
      <w:pPr>
        <w:pStyle w:val="libFootnote0"/>
        <w:rPr>
          <w:rtl/>
        </w:rPr>
      </w:pPr>
      <w:r>
        <w:rPr>
          <w:rtl/>
          <w:lang w:bidi="fa-IR"/>
        </w:rPr>
        <w:t xml:space="preserve">۴۳۳- </w:t>
      </w:r>
      <w:r>
        <w:rPr>
          <w:rtl/>
        </w:rPr>
        <w:t>همان .</w:t>
      </w:r>
    </w:p>
    <w:p w:rsidR="00827620" w:rsidRDefault="00827620" w:rsidP="00250B2A">
      <w:pPr>
        <w:pStyle w:val="libFootnote0"/>
        <w:rPr>
          <w:rtl/>
        </w:rPr>
      </w:pPr>
      <w:r>
        <w:rPr>
          <w:rtl/>
          <w:lang w:bidi="fa-IR"/>
        </w:rPr>
        <w:t xml:space="preserve">۴۳۴- </w:t>
      </w:r>
      <w:r>
        <w:rPr>
          <w:rtl/>
        </w:rPr>
        <w:t>همان .</w:t>
      </w:r>
    </w:p>
    <w:p w:rsidR="00827620" w:rsidRDefault="00827620" w:rsidP="00250B2A">
      <w:pPr>
        <w:pStyle w:val="libFootnote0"/>
        <w:rPr>
          <w:rtl/>
        </w:rPr>
      </w:pPr>
      <w:r>
        <w:rPr>
          <w:rtl/>
          <w:lang w:bidi="fa-IR"/>
        </w:rPr>
        <w:t xml:space="preserve">۴۳۵- </w:t>
      </w:r>
      <w:r>
        <w:rPr>
          <w:rtl/>
        </w:rPr>
        <w:t>غررالحكم .</w:t>
      </w:r>
    </w:p>
    <w:p w:rsidR="00827620" w:rsidRDefault="00827620" w:rsidP="00250B2A">
      <w:pPr>
        <w:pStyle w:val="libFootnote0"/>
        <w:rPr>
          <w:rtl/>
        </w:rPr>
      </w:pPr>
      <w:r>
        <w:rPr>
          <w:rtl/>
          <w:lang w:bidi="fa-IR"/>
        </w:rPr>
        <w:t xml:space="preserve">۴۳۶- </w:t>
      </w:r>
      <w:r>
        <w:rPr>
          <w:rtl/>
        </w:rPr>
        <w:t>نهج البلاغه .</w:t>
      </w:r>
    </w:p>
    <w:p w:rsidR="00827620" w:rsidRDefault="00827620" w:rsidP="00250B2A">
      <w:pPr>
        <w:pStyle w:val="libFootnote0"/>
        <w:rPr>
          <w:rtl/>
        </w:rPr>
      </w:pPr>
      <w:r>
        <w:rPr>
          <w:rtl/>
          <w:lang w:bidi="fa-IR"/>
        </w:rPr>
        <w:t xml:space="preserve">۴۳۷- </w:t>
      </w:r>
      <w:r>
        <w:rPr>
          <w:rtl/>
        </w:rPr>
        <w:t>غررالحكم .</w:t>
      </w:r>
    </w:p>
    <w:p w:rsidR="00827620" w:rsidRDefault="00827620" w:rsidP="00250B2A">
      <w:pPr>
        <w:pStyle w:val="libFootnote0"/>
        <w:rPr>
          <w:rtl/>
        </w:rPr>
      </w:pPr>
      <w:r>
        <w:rPr>
          <w:rtl/>
          <w:lang w:bidi="fa-IR"/>
        </w:rPr>
        <w:t xml:space="preserve">۴۳۸- </w:t>
      </w:r>
      <w:r>
        <w:rPr>
          <w:rtl/>
        </w:rPr>
        <w:t>نهج البلاغه .</w:t>
      </w:r>
    </w:p>
    <w:p w:rsidR="00827620" w:rsidRDefault="00827620" w:rsidP="00250B2A">
      <w:pPr>
        <w:pStyle w:val="libFootnote0"/>
        <w:rPr>
          <w:rtl/>
        </w:rPr>
      </w:pPr>
      <w:r>
        <w:rPr>
          <w:rtl/>
          <w:lang w:bidi="fa-IR"/>
        </w:rPr>
        <w:t xml:space="preserve">۴۳۹- </w:t>
      </w:r>
      <w:r>
        <w:rPr>
          <w:rtl/>
        </w:rPr>
        <w:t xml:space="preserve">وسائل ، ج </w:t>
      </w:r>
      <w:r>
        <w:rPr>
          <w:rtl/>
          <w:lang w:bidi="fa-IR"/>
        </w:rPr>
        <w:t>۶</w:t>
      </w:r>
      <w:r>
        <w:rPr>
          <w:rtl/>
        </w:rPr>
        <w:t xml:space="preserve">، ص </w:t>
      </w:r>
      <w:r>
        <w:rPr>
          <w:rtl/>
          <w:lang w:bidi="fa-IR"/>
        </w:rPr>
        <w:t>۳۴۵.</w:t>
      </w:r>
    </w:p>
    <w:p w:rsidR="00827620" w:rsidRDefault="00827620" w:rsidP="00250B2A">
      <w:pPr>
        <w:pStyle w:val="libFootnote0"/>
        <w:rPr>
          <w:rtl/>
        </w:rPr>
      </w:pPr>
      <w:r>
        <w:rPr>
          <w:rtl/>
          <w:lang w:bidi="fa-IR"/>
        </w:rPr>
        <w:t xml:space="preserve">۴۴۰- </w:t>
      </w:r>
      <w:r>
        <w:rPr>
          <w:rtl/>
        </w:rPr>
        <w:t xml:space="preserve">ميزان الحكمه ، ج </w:t>
      </w:r>
      <w:r>
        <w:rPr>
          <w:rtl/>
          <w:lang w:bidi="fa-IR"/>
        </w:rPr>
        <w:t>۲</w:t>
      </w:r>
      <w:r>
        <w:rPr>
          <w:rtl/>
        </w:rPr>
        <w:t xml:space="preserve">، ص </w:t>
      </w:r>
      <w:r>
        <w:rPr>
          <w:rtl/>
          <w:lang w:bidi="fa-IR"/>
        </w:rPr>
        <w:t>۳۵۲.</w:t>
      </w:r>
    </w:p>
    <w:p w:rsidR="00827620" w:rsidRDefault="00827620" w:rsidP="00250B2A">
      <w:pPr>
        <w:pStyle w:val="libFootnote0"/>
        <w:rPr>
          <w:rtl/>
        </w:rPr>
      </w:pPr>
      <w:r>
        <w:rPr>
          <w:rtl/>
          <w:lang w:bidi="fa-IR"/>
        </w:rPr>
        <w:t xml:space="preserve">۴۴۱- </w:t>
      </w:r>
      <w:r>
        <w:rPr>
          <w:rtl/>
        </w:rPr>
        <w:t>همان مدرك .</w:t>
      </w:r>
    </w:p>
    <w:p w:rsidR="00827620" w:rsidRDefault="00827620" w:rsidP="00250B2A">
      <w:pPr>
        <w:pStyle w:val="libFootnote0"/>
        <w:rPr>
          <w:rtl/>
        </w:rPr>
      </w:pPr>
      <w:r>
        <w:rPr>
          <w:rtl/>
          <w:lang w:bidi="fa-IR"/>
        </w:rPr>
        <w:t xml:space="preserve">۴۴۲- </w:t>
      </w:r>
      <w:r>
        <w:rPr>
          <w:rtl/>
        </w:rPr>
        <w:t>غررالحكم .</w:t>
      </w:r>
    </w:p>
    <w:p w:rsidR="00827620" w:rsidRDefault="00827620" w:rsidP="00250B2A">
      <w:pPr>
        <w:pStyle w:val="libFootnote0"/>
        <w:rPr>
          <w:rtl/>
        </w:rPr>
      </w:pPr>
      <w:r>
        <w:rPr>
          <w:rtl/>
          <w:lang w:bidi="fa-IR"/>
        </w:rPr>
        <w:t xml:space="preserve">۴۴۳- </w:t>
      </w:r>
      <w:r>
        <w:rPr>
          <w:rtl/>
        </w:rPr>
        <w:t>غررالحكم .</w:t>
      </w:r>
    </w:p>
    <w:p w:rsidR="00827620" w:rsidRDefault="00827620" w:rsidP="00250B2A">
      <w:pPr>
        <w:pStyle w:val="libFootnote0"/>
        <w:rPr>
          <w:rtl/>
        </w:rPr>
      </w:pPr>
      <w:r>
        <w:rPr>
          <w:rtl/>
          <w:lang w:bidi="fa-IR"/>
        </w:rPr>
        <w:lastRenderedPageBreak/>
        <w:t xml:space="preserve">۴۴۴- </w:t>
      </w:r>
      <w:r>
        <w:rPr>
          <w:rtl/>
        </w:rPr>
        <w:t>ميزان الحكم .</w:t>
      </w:r>
    </w:p>
    <w:p w:rsidR="00827620" w:rsidRDefault="00827620" w:rsidP="00250B2A">
      <w:pPr>
        <w:pStyle w:val="libFootnote0"/>
        <w:rPr>
          <w:rtl/>
        </w:rPr>
      </w:pPr>
      <w:r>
        <w:rPr>
          <w:rtl/>
          <w:lang w:bidi="fa-IR"/>
        </w:rPr>
        <w:t xml:space="preserve">۴۴۵- </w:t>
      </w:r>
      <w:r>
        <w:rPr>
          <w:rtl/>
        </w:rPr>
        <w:t>غررالحكم .</w:t>
      </w:r>
    </w:p>
    <w:p w:rsidR="00827620" w:rsidRDefault="00827620" w:rsidP="00250B2A">
      <w:pPr>
        <w:pStyle w:val="libFootnote0"/>
        <w:rPr>
          <w:rtl/>
        </w:rPr>
      </w:pPr>
      <w:r>
        <w:rPr>
          <w:rtl/>
          <w:lang w:bidi="fa-IR"/>
        </w:rPr>
        <w:t xml:space="preserve">۴۴۶- </w:t>
      </w:r>
      <w:r>
        <w:rPr>
          <w:rtl/>
        </w:rPr>
        <w:t>غررالحكم .</w:t>
      </w:r>
    </w:p>
    <w:p w:rsidR="00827620" w:rsidRDefault="00827620" w:rsidP="00250B2A">
      <w:pPr>
        <w:pStyle w:val="libFootnote0"/>
        <w:rPr>
          <w:rtl/>
        </w:rPr>
      </w:pPr>
      <w:r>
        <w:rPr>
          <w:rtl/>
          <w:lang w:bidi="fa-IR"/>
        </w:rPr>
        <w:t xml:space="preserve">۴۴۷- </w:t>
      </w:r>
      <w:r>
        <w:rPr>
          <w:rtl/>
        </w:rPr>
        <w:t>غررالحكم .</w:t>
      </w:r>
    </w:p>
    <w:p w:rsidR="00827620" w:rsidRDefault="00827620" w:rsidP="00250B2A">
      <w:pPr>
        <w:pStyle w:val="libFootnote0"/>
        <w:rPr>
          <w:rtl/>
        </w:rPr>
      </w:pPr>
      <w:r>
        <w:rPr>
          <w:rtl/>
          <w:lang w:bidi="fa-IR"/>
        </w:rPr>
        <w:t xml:space="preserve">۴۴۸- </w:t>
      </w:r>
      <w:r>
        <w:rPr>
          <w:rtl/>
        </w:rPr>
        <w:t>غررالحكم .</w:t>
      </w:r>
    </w:p>
    <w:p w:rsidR="00551712" w:rsidRDefault="00250B2A" w:rsidP="00250B2A">
      <w:pPr>
        <w:pStyle w:val="Heading1Center"/>
        <w:rPr>
          <w:rFonts w:hint="cs"/>
          <w:rtl/>
        </w:rPr>
      </w:pPr>
      <w:r>
        <w:rPr>
          <w:rtl/>
        </w:rPr>
        <w:br w:type="page"/>
      </w:r>
      <w:bookmarkStart w:id="227" w:name="_Toc479592408"/>
      <w:bookmarkStart w:id="228" w:name="_Toc479592528"/>
      <w:r>
        <w:rPr>
          <w:rFonts w:hint="cs"/>
          <w:rtl/>
        </w:rPr>
        <w:lastRenderedPageBreak/>
        <w:t>فهرست مطالب</w:t>
      </w:r>
      <w:bookmarkEnd w:id="227"/>
      <w:bookmarkEnd w:id="228"/>
    </w:p>
    <w:sdt>
      <w:sdtPr>
        <w:id w:val="9605717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83877" w:rsidRDefault="00283877" w:rsidP="00283877">
          <w:pPr>
            <w:pStyle w:val="TOCHeading"/>
          </w:pPr>
        </w:p>
        <w:p w:rsidR="00283877" w:rsidRDefault="00283877">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79592415" w:history="1">
            <w:r w:rsidRPr="005B0CEA">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Toc479592415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16" w:history="1">
            <w:r w:rsidRPr="005B0CEA">
              <w:rPr>
                <w:rStyle w:val="Hyperlink"/>
                <w:noProof/>
                <w:rtl/>
              </w:rPr>
              <w:t xml:space="preserve">در محضر اميرالمومنين </w:t>
            </w:r>
            <w:r w:rsidRPr="005B0CEA">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Toc479592416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17" w:history="1">
            <w:r w:rsidRPr="005B0CEA">
              <w:rPr>
                <w:rStyle w:val="Hyperlink"/>
                <w:noProof/>
                <w:rtl/>
              </w:rPr>
              <w:t>بدترين 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Toc479592417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18" w:history="1">
            <w:r w:rsidRPr="005B0CEA">
              <w:rPr>
                <w:rStyle w:val="Hyperlink"/>
                <w:noProof/>
                <w:rtl/>
              </w:rPr>
              <w:t>تعصبهاى نابجا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Toc479592418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19" w:history="1">
            <w:r w:rsidRPr="005B0CEA">
              <w:rPr>
                <w:rStyle w:val="Hyperlink"/>
                <w:noProof/>
                <w:rtl/>
              </w:rPr>
              <w:t>چپ و راست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Toc479592419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0" w:history="1">
            <w:r w:rsidRPr="005B0CEA">
              <w:rPr>
                <w:rStyle w:val="Hyperlink"/>
                <w:noProof/>
                <w:rtl/>
              </w:rPr>
              <w:t>فتنه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1" w:history="1">
            <w:r w:rsidRPr="005B0CEA">
              <w:rPr>
                <w:rStyle w:val="Hyperlink"/>
                <w:noProof/>
                <w:rtl/>
              </w:rPr>
              <w:t>درمان 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2" w:history="1">
            <w:r w:rsidRPr="005B0CEA">
              <w:rPr>
                <w:rStyle w:val="Hyperlink"/>
                <w:noProof/>
                <w:rtl/>
              </w:rPr>
              <w:t>مبارزه با 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3" w:history="1">
            <w:r w:rsidRPr="005B0CEA">
              <w:rPr>
                <w:rStyle w:val="Hyperlink"/>
                <w:noProof/>
                <w:rtl/>
              </w:rPr>
              <w:t>وظيفه ثروتمندان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4" w:history="1">
            <w:r w:rsidRPr="005B0CEA">
              <w:rPr>
                <w:rStyle w:val="Hyperlink"/>
                <w:noProof/>
                <w:rtl/>
              </w:rPr>
              <w:t>آزادى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5" w:history="1">
            <w:r w:rsidRPr="005B0CEA">
              <w:rPr>
                <w:rStyle w:val="Hyperlink"/>
                <w:noProof/>
                <w:rtl/>
              </w:rPr>
              <w:t>آنچه مايه نگرانى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6" w:history="1">
            <w:r w:rsidRPr="005B0CEA">
              <w:rPr>
                <w:rStyle w:val="Hyperlink"/>
                <w:noProof/>
                <w:rtl/>
              </w:rPr>
              <w:t>نقش عدالت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7" w:history="1">
            <w:r w:rsidRPr="005B0CEA">
              <w:rPr>
                <w:rStyle w:val="Hyperlink"/>
                <w:noProof/>
                <w:rtl/>
              </w:rPr>
              <w:t>رمز موفقيت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8" w:history="1">
            <w:r w:rsidRPr="005B0CEA">
              <w:rPr>
                <w:rStyle w:val="Hyperlink"/>
                <w:noProof/>
                <w:rtl/>
              </w:rPr>
              <w:t>ارزش عمر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29" w:history="1">
            <w:r w:rsidRPr="005B0CEA">
              <w:rPr>
                <w:rStyle w:val="Hyperlink"/>
                <w:noProof/>
                <w:rtl/>
              </w:rPr>
              <w:t>زمان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Toc479592429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0" w:history="1">
            <w:r w:rsidRPr="005B0CEA">
              <w:rPr>
                <w:rStyle w:val="Hyperlink"/>
                <w:noProof/>
                <w:rtl/>
              </w:rPr>
              <w:t>روزگار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1" w:history="1">
            <w:r w:rsidRPr="005B0CEA">
              <w:rPr>
                <w:rStyle w:val="Hyperlink"/>
                <w:noProof/>
                <w:rtl/>
              </w:rPr>
              <w:t>جوانى و 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2" w:history="1">
            <w:r w:rsidRPr="005B0CEA">
              <w:rPr>
                <w:rStyle w:val="Hyperlink"/>
                <w:noProof/>
                <w:rtl/>
              </w:rPr>
              <w:t>بيكارى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3" w:history="1">
            <w:r w:rsidRPr="005B0CEA">
              <w:rPr>
                <w:rStyle w:val="Hyperlink"/>
                <w:noProof/>
                <w:rtl/>
              </w:rPr>
              <w:t>ادب گرانترين هديه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4" w:history="1">
            <w:r w:rsidRPr="005B0CEA">
              <w:rPr>
                <w:rStyle w:val="Hyperlink"/>
                <w:noProof/>
                <w:rtl/>
              </w:rPr>
              <w:t>وظيفه 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5" w:history="1">
            <w:r w:rsidRPr="005B0CEA">
              <w:rPr>
                <w:rStyle w:val="Hyperlink"/>
                <w:noProof/>
                <w:rtl/>
              </w:rPr>
              <w:t>تفكر و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6" w:history="1">
            <w:r w:rsidRPr="005B0CEA">
              <w:rPr>
                <w:rStyle w:val="Hyperlink"/>
                <w:noProof/>
                <w:rtl/>
              </w:rPr>
              <w:t>رفتارهاى 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7" w:history="1">
            <w:r w:rsidRPr="005B0CEA">
              <w:rPr>
                <w:rStyle w:val="Hyperlink"/>
                <w:noProof/>
                <w:rtl/>
              </w:rPr>
              <w:t>كشاورزى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8" w:history="1">
            <w:r w:rsidRPr="005B0CEA">
              <w:rPr>
                <w:rStyle w:val="Hyperlink"/>
                <w:noProof/>
                <w:rtl/>
              </w:rPr>
              <w:t>سخن زيبا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39" w:history="1">
            <w:r w:rsidRPr="005B0CEA">
              <w:rPr>
                <w:rStyle w:val="Hyperlink"/>
                <w:noProof/>
                <w:rtl/>
              </w:rPr>
              <w:t>فرزندان و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Toc479592439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0" w:history="1">
            <w:r w:rsidRPr="005B0CEA">
              <w:rPr>
                <w:rStyle w:val="Hyperlink"/>
                <w:noProof/>
                <w:rtl/>
              </w:rPr>
              <w:t>به سخن توجه كن نه به سخنگو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1" w:history="1">
            <w:r w:rsidRPr="005B0CEA">
              <w:rPr>
                <w:rStyle w:val="Hyperlink"/>
                <w:noProof/>
                <w:rtl/>
              </w:rPr>
              <w:t>خوشگذرانيهاى بى حد و مرز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2" w:history="1">
            <w:r w:rsidRPr="005B0CEA">
              <w:rPr>
                <w:rStyle w:val="Hyperlink"/>
                <w:noProof/>
                <w:rtl/>
              </w:rPr>
              <w:t>عوامل لغزش خردمندان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3" w:history="1">
            <w:r w:rsidRPr="005B0CEA">
              <w:rPr>
                <w:rStyle w:val="Hyperlink"/>
                <w:noProof/>
                <w:rtl/>
              </w:rPr>
              <w:t>مومن چگونه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4" w:history="1">
            <w:r w:rsidRPr="005B0CEA">
              <w:rPr>
                <w:rStyle w:val="Hyperlink"/>
                <w:noProof/>
                <w:rtl/>
              </w:rPr>
              <w:t>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5" w:history="1">
            <w:r w:rsidRPr="005B0CEA">
              <w:rPr>
                <w:rStyle w:val="Hyperlink"/>
                <w:noProof/>
                <w:rtl/>
              </w:rPr>
              <w:t>مراحل كمال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6" w:history="1">
            <w:r w:rsidRPr="005B0CEA">
              <w:rPr>
                <w:rStyle w:val="Hyperlink"/>
                <w:noProof/>
                <w:rtl/>
              </w:rPr>
              <w:t>مبارزه با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7" w:history="1">
            <w:r w:rsidRPr="005B0CEA">
              <w:rPr>
                <w:rStyle w:val="Hyperlink"/>
                <w:noProof/>
                <w:rtl/>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8" w:history="1">
            <w:r w:rsidRPr="005B0CEA">
              <w:rPr>
                <w:rStyle w:val="Hyperlink"/>
                <w:noProof/>
                <w:rtl/>
              </w:rPr>
              <w:t>كرامت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49" w:history="1">
            <w:r w:rsidRPr="005B0CEA">
              <w:rPr>
                <w:rStyle w:val="Hyperlink"/>
                <w:noProof/>
                <w:rtl/>
              </w:rPr>
              <w:t>اصالت خانوادگى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Toc479592449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0" w:history="1">
            <w:r w:rsidRPr="005B0CEA">
              <w:rPr>
                <w:rStyle w:val="Hyperlink"/>
                <w:noProof/>
                <w:rtl/>
              </w:rPr>
              <w:t>همت بلند، ارزش آدمى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1" w:history="1">
            <w:r w:rsidRPr="005B0CEA">
              <w:rPr>
                <w:rStyle w:val="Hyperlink"/>
                <w:noProof/>
                <w:rtl/>
              </w:rPr>
              <w:t>جوانان و مصونيت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2" w:history="1">
            <w:r w:rsidRPr="005B0CEA">
              <w:rPr>
                <w:rStyle w:val="Hyperlink"/>
                <w:noProof/>
                <w:rtl/>
              </w:rPr>
              <w:t>عوامل شكست و 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3" w:history="1">
            <w:r w:rsidRPr="005B0CEA">
              <w:rPr>
                <w:rStyle w:val="Hyperlink"/>
                <w:noProof/>
                <w:rtl/>
              </w:rPr>
              <w:t>به اين آدمها ميدان مده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4" w:history="1">
            <w:r w:rsidRPr="005B0CEA">
              <w:rPr>
                <w:rStyle w:val="Hyperlink"/>
                <w:noProof/>
                <w:rtl/>
              </w:rPr>
              <w:t>مجالس بدنام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5" w:history="1">
            <w:r w:rsidRPr="005B0CEA">
              <w:rPr>
                <w:rStyle w:val="Hyperlink"/>
                <w:noProof/>
                <w:rtl/>
              </w:rPr>
              <w:t>شناخت اهل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6" w:history="1">
            <w:r w:rsidRPr="005B0CEA">
              <w:rPr>
                <w:rStyle w:val="Hyperlink"/>
                <w:noProof/>
                <w:rtl/>
              </w:rPr>
              <w:t>شناخت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7" w:history="1">
            <w:r w:rsidRPr="005B0CEA">
              <w:rPr>
                <w:rStyle w:val="Hyperlink"/>
                <w:noProof/>
                <w:rtl/>
              </w:rPr>
              <w:t>قابل توجه كارگزاران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8" w:history="1">
            <w:r w:rsidRPr="005B0CEA">
              <w:rPr>
                <w:rStyle w:val="Hyperlink"/>
                <w:noProof/>
                <w:rtl/>
              </w:rPr>
              <w:t>موانع شناخت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59" w:history="1">
            <w:r w:rsidRPr="005B0CEA">
              <w:rPr>
                <w:rStyle w:val="Hyperlink"/>
                <w:noProof/>
                <w:rtl/>
              </w:rPr>
              <w:t>شرايط 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Toc479592459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0" w:history="1">
            <w:r w:rsidRPr="005B0CEA">
              <w:rPr>
                <w:rStyle w:val="Hyperlink"/>
                <w:noProof/>
                <w:rtl/>
              </w:rPr>
              <w:t>انتقاد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1" w:history="1">
            <w:r w:rsidRPr="005B0CEA">
              <w:rPr>
                <w:rStyle w:val="Hyperlink"/>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2" w:history="1">
            <w:r w:rsidRPr="005B0CEA">
              <w:rPr>
                <w:rStyle w:val="Hyperlink"/>
                <w:noProof/>
                <w:rtl/>
              </w:rPr>
              <w:t>هدف 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3" w:history="1">
            <w:r w:rsidRPr="005B0CEA">
              <w:rPr>
                <w:rStyle w:val="Hyperlink"/>
                <w:noProof/>
                <w:rtl/>
              </w:rPr>
              <w:t>مومن كيست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Toc479592463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4" w:history="1">
            <w:r w:rsidRPr="005B0CEA">
              <w:rPr>
                <w:rStyle w:val="Hyperlink"/>
                <w:noProof/>
                <w:rtl/>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5" w:history="1">
            <w:r w:rsidRPr="005B0CEA">
              <w:rPr>
                <w:rStyle w:val="Hyperlink"/>
                <w:noProof/>
                <w:rtl/>
              </w:rPr>
              <w:t>كارهاى زشت را كوچك نشماريد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6" w:history="1">
            <w:r w:rsidRPr="005B0CEA">
              <w:rPr>
                <w:rStyle w:val="Hyperlink"/>
                <w:noProof/>
                <w:rtl/>
              </w:rPr>
              <w:t>تدبير 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7" w:history="1">
            <w:r w:rsidRPr="005B0CEA">
              <w:rPr>
                <w:rStyle w:val="Hyperlink"/>
                <w:noProof/>
                <w:rtl/>
              </w:rPr>
              <w:t>اولويت بندى در 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8" w:history="1">
            <w:r w:rsidRPr="005B0CEA">
              <w:rPr>
                <w:rStyle w:val="Hyperlink"/>
                <w:noProof/>
                <w:rtl/>
              </w:rPr>
              <w:t>پناهگاه انسان در مشكلات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69" w:history="1">
            <w:r w:rsidRPr="005B0CEA">
              <w:rPr>
                <w:rStyle w:val="Hyperlink"/>
                <w:noProof/>
                <w:rtl/>
              </w:rPr>
              <w:t>حقوق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Toc479592469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0" w:history="1">
            <w:r w:rsidRPr="005B0CEA">
              <w:rPr>
                <w:rStyle w:val="Hyperlink"/>
                <w:noProof/>
                <w:rtl/>
              </w:rPr>
              <w:t>انجام كار 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1" w:history="1">
            <w:r w:rsidRPr="005B0CEA">
              <w:rPr>
                <w:rStyle w:val="Hyperlink"/>
                <w:noProof/>
                <w:rtl/>
              </w:rPr>
              <w:t>كمك به ستمكاران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2" w:history="1">
            <w:r w:rsidRPr="005B0CEA">
              <w:rPr>
                <w:rStyle w:val="Hyperlink"/>
                <w:noProof/>
                <w:rtl/>
              </w:rPr>
              <w:t>حرمت عالمان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3" w:history="1">
            <w:r w:rsidRPr="005B0CEA">
              <w:rPr>
                <w:rStyle w:val="Hyperlink"/>
                <w:noProof/>
                <w:rtl/>
              </w:rPr>
              <w:t>وظيفه دانشمندان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4" w:history="1">
            <w:r w:rsidRPr="005B0CEA">
              <w:rPr>
                <w:rStyle w:val="Hyperlink"/>
                <w:noProof/>
                <w:rtl/>
              </w:rPr>
              <w:t>ارزش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5" w:history="1">
            <w:r w:rsidRPr="005B0CEA">
              <w:rPr>
                <w:rStyle w:val="Hyperlink"/>
                <w:noProof/>
                <w:rtl/>
              </w:rPr>
              <w:t>خوشبختى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6" w:history="1">
            <w:r w:rsidRPr="005B0CEA">
              <w:rPr>
                <w:rStyle w:val="Hyperlink"/>
                <w:noProof/>
                <w:rtl/>
              </w:rPr>
              <w:t>آسياب 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7" w:history="1">
            <w:r w:rsidRPr="005B0CEA">
              <w:rPr>
                <w:rStyle w:val="Hyperlink"/>
                <w:noProof/>
                <w:rtl/>
              </w:rPr>
              <w:t>شرايط حاكم 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8" w:history="1">
            <w:r w:rsidRPr="005B0CEA">
              <w:rPr>
                <w:rStyle w:val="Hyperlink"/>
                <w:noProof/>
                <w:rtl/>
              </w:rPr>
              <w:t>شرابخوارى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79" w:history="1">
            <w:r w:rsidRPr="005B0CEA">
              <w:rPr>
                <w:rStyle w:val="Hyperlink"/>
                <w:noProof/>
                <w:rtl/>
              </w:rPr>
              <w:t>بدترين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Toc479592479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0" w:history="1">
            <w:r w:rsidRPr="005B0CEA">
              <w:rPr>
                <w:rStyle w:val="Hyperlink"/>
                <w:noProof/>
                <w:rtl/>
              </w:rPr>
              <w:t>علت 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1" w:history="1">
            <w:r w:rsidRPr="005B0CEA">
              <w:rPr>
                <w:rStyle w:val="Hyperlink"/>
                <w:noProof/>
                <w:rtl/>
              </w:rPr>
              <w:t>عامل مصونيت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2" w:history="1">
            <w:r w:rsidRPr="005B0CEA">
              <w:rPr>
                <w:rStyle w:val="Hyperlink"/>
                <w:noProof/>
                <w:rtl/>
              </w:rPr>
              <w:t>بهداشت و تن سالم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3" w:history="1">
            <w:r w:rsidRPr="005B0CEA">
              <w:rPr>
                <w:rStyle w:val="Hyperlink"/>
                <w:noProof/>
                <w:rtl/>
              </w:rPr>
              <w:t>دوستان با تجربه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4" w:history="1">
            <w:r w:rsidRPr="005B0CEA">
              <w:rPr>
                <w:rStyle w:val="Hyperlink"/>
                <w:noProof/>
                <w:rtl/>
              </w:rPr>
              <w:t>هدف وسيله را توجيه نمى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5" w:history="1">
            <w:r w:rsidRPr="005B0CEA">
              <w:rPr>
                <w:rStyle w:val="Hyperlink"/>
                <w:noProof/>
                <w:rtl/>
              </w:rPr>
              <w:t>عادت بد و 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6" w:history="1">
            <w:r w:rsidRPr="005B0CEA">
              <w:rPr>
                <w:rStyle w:val="Hyperlink"/>
                <w:noProof/>
                <w:rtl/>
              </w:rPr>
              <w:t>عبادت مقبول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Toc479592486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7" w:history="1">
            <w:r w:rsidRPr="005B0CEA">
              <w:rPr>
                <w:rStyle w:val="Hyperlink"/>
                <w:noProof/>
                <w:rtl/>
              </w:rPr>
              <w:t>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Toc479592487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8" w:history="1">
            <w:r w:rsidRPr="005B0CEA">
              <w:rPr>
                <w:rStyle w:val="Hyperlink"/>
                <w:noProof/>
                <w:rtl/>
              </w:rPr>
              <w:t>غصه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89" w:history="1">
            <w:r w:rsidRPr="005B0CEA">
              <w:rPr>
                <w:rStyle w:val="Hyperlink"/>
                <w:noProof/>
                <w:rtl/>
              </w:rPr>
              <w:t>خودراضى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Toc479592489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0" w:history="1">
            <w:r w:rsidRPr="005B0CEA">
              <w:rPr>
                <w:rStyle w:val="Hyperlink"/>
                <w:noProof/>
                <w:rtl/>
              </w:rPr>
              <w:t>چاپلوسى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1" w:history="1">
            <w:r w:rsidRPr="005B0CEA">
              <w:rPr>
                <w:rStyle w:val="Hyperlink"/>
                <w:noProof/>
                <w:rtl/>
              </w:rPr>
              <w:t>صفاى 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2" w:history="1">
            <w:r w:rsidRPr="005B0CEA">
              <w:rPr>
                <w:rStyle w:val="Hyperlink"/>
                <w:noProof/>
                <w:rtl/>
              </w:rPr>
              <w:t>عقل و خرد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3" w:history="1">
            <w:r w:rsidRPr="005B0CEA">
              <w:rPr>
                <w:rStyle w:val="Hyperlink"/>
                <w:noProof/>
                <w:rtl/>
              </w:rPr>
              <w:t>عمر آدمى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Toc479592493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4" w:history="1">
            <w:r w:rsidRPr="005B0CEA">
              <w:rPr>
                <w:rStyle w:val="Hyperlink"/>
                <w:noProof/>
                <w:rtl/>
              </w:rPr>
              <w:t>فرصتهاى 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5" w:history="1">
            <w:r w:rsidRPr="005B0CEA">
              <w:rPr>
                <w:rStyle w:val="Hyperlink"/>
                <w:noProof/>
                <w:rtl/>
              </w:rPr>
              <w:t>فقر و 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Toc479592495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6" w:history="1">
            <w:r w:rsidRPr="005B0CEA">
              <w:rPr>
                <w:rStyle w:val="Hyperlink"/>
                <w:noProof/>
                <w:rtl/>
              </w:rPr>
              <w:t>ناتوانى 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7" w:history="1">
            <w:r w:rsidRPr="005B0CEA">
              <w:rPr>
                <w:rStyle w:val="Hyperlink"/>
                <w:noProof/>
                <w:rtl/>
              </w:rPr>
              <w:t>دنيا و 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8" w:history="1">
            <w:r w:rsidRPr="005B0CEA">
              <w:rPr>
                <w:rStyle w:val="Hyperlink"/>
                <w:noProof/>
                <w:rtl/>
              </w:rPr>
              <w:t>جهاد در راه خدا و 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499" w:history="1">
            <w:r w:rsidRPr="005B0CEA">
              <w:rPr>
                <w:rStyle w:val="Hyperlink"/>
                <w:noProof/>
                <w:rtl/>
              </w:rPr>
              <w:t>برخورد با مشكلات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Toc479592499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0" w:history="1">
            <w:r w:rsidRPr="005B0CEA">
              <w:rPr>
                <w:rStyle w:val="Hyperlink"/>
                <w:noProof/>
                <w:rtl/>
              </w:rPr>
              <w:t>جنگ بر سر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Toc479592500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1" w:history="1">
            <w:r w:rsidRPr="005B0CEA">
              <w:rPr>
                <w:rStyle w:val="Hyperlink"/>
                <w:noProof/>
                <w:rtl/>
              </w:rPr>
              <w:t>قابل توجه حاكمان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Toc479592501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2" w:history="1">
            <w:r w:rsidRPr="005B0CEA">
              <w:rPr>
                <w:rStyle w:val="Hyperlink"/>
                <w:noProof/>
                <w:rtl/>
              </w:rPr>
              <w:t>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Toc479592502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3" w:history="1">
            <w:r w:rsidRPr="005B0CEA">
              <w:rPr>
                <w:rStyle w:val="Hyperlink"/>
                <w:noProof/>
                <w:rtl/>
              </w:rPr>
              <w:t>موسيقى ، رشوه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4" w:history="1">
            <w:r w:rsidRPr="005B0CEA">
              <w:rPr>
                <w:rStyle w:val="Hyperlink"/>
                <w:noProof/>
                <w:rtl/>
              </w:rPr>
              <w:t>ارتباط با افراد مختلف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Toc479592504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5" w:history="1">
            <w:r w:rsidRPr="005B0CEA">
              <w:rPr>
                <w:rStyle w:val="Hyperlink"/>
                <w:noProof/>
                <w:rtl/>
              </w:rPr>
              <w:t>اخلاق 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Toc479592505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6" w:history="1">
            <w:r w:rsidRPr="005B0CEA">
              <w:rPr>
                <w:rStyle w:val="Hyperlink"/>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7" w:history="1">
            <w:r w:rsidRPr="005B0CEA">
              <w:rPr>
                <w:rStyle w:val="Hyperlink"/>
                <w:noProof/>
                <w:rtl/>
              </w:rPr>
              <w:t>جهل و نادانى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8" w:history="1">
            <w:r w:rsidRPr="005B0CEA">
              <w:rPr>
                <w:rStyle w:val="Hyperlink"/>
                <w:noProof/>
                <w:rtl/>
              </w:rPr>
              <w:t>كينه توزى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Toc479592508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09" w:history="1">
            <w:r w:rsidRPr="005B0CEA">
              <w:rPr>
                <w:rStyle w:val="Hyperlink"/>
                <w:noProof/>
                <w:rtl/>
              </w:rPr>
              <w:t>احتكار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Toc479592509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0" w:history="1">
            <w:r w:rsidRPr="005B0CEA">
              <w:rPr>
                <w:rStyle w:val="Hyperlink"/>
                <w:noProof/>
                <w:rtl/>
              </w:rPr>
              <w:t>هدف از پست و مقام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1" w:history="1">
            <w:r w:rsidRPr="005B0CEA">
              <w:rPr>
                <w:rStyle w:val="Hyperlink"/>
                <w:noProof/>
                <w:rtl/>
              </w:rPr>
              <w:t>رفتار با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Toc479592511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2" w:history="1">
            <w:r w:rsidRPr="005B0CEA">
              <w:rPr>
                <w:rStyle w:val="Hyperlink"/>
                <w:noProof/>
                <w:rtl/>
              </w:rPr>
              <w:t>عقل زندگى ، هديه خدائى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3" w:history="1">
            <w:r w:rsidRPr="005B0CEA">
              <w:rPr>
                <w:rStyle w:val="Hyperlink"/>
                <w:noProof/>
                <w:rtl/>
              </w:rPr>
              <w:t>منزلت خداوند در نزد 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Toc479592513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4" w:history="1">
            <w:r w:rsidRPr="005B0CEA">
              <w:rPr>
                <w:rStyle w:val="Hyperlink"/>
                <w:noProof/>
                <w:rtl/>
              </w:rPr>
              <w:t>تقسيم بندى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Toc479592514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5" w:history="1">
            <w:r w:rsidRPr="005B0CEA">
              <w:rPr>
                <w:rStyle w:val="Hyperlink"/>
                <w:noProof/>
                <w:rtl/>
              </w:rPr>
              <w:t>بقاء و زوال دولت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Toc479592515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6" w:history="1">
            <w:r w:rsidRPr="005B0CEA">
              <w:rPr>
                <w:rStyle w:val="Hyperlink"/>
                <w:noProof/>
                <w:rtl/>
              </w:rPr>
              <w:t>انفاق از كيسه خليفه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Toc479592516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7" w:history="1">
            <w:r w:rsidRPr="005B0CEA">
              <w:rPr>
                <w:rStyle w:val="Hyperlink"/>
                <w:noProof/>
                <w:rtl/>
              </w:rPr>
              <w:t>قسم 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Toc479592517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8" w:history="1">
            <w:r w:rsidRPr="005B0CEA">
              <w:rPr>
                <w:rStyle w:val="Hyperlink"/>
                <w:noProof/>
                <w:rtl/>
              </w:rPr>
              <w:t>احمق و نادان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Toc479592518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19" w:history="1">
            <w:r w:rsidRPr="005B0CEA">
              <w:rPr>
                <w:rStyle w:val="Hyperlink"/>
                <w:noProof/>
                <w:rtl/>
              </w:rPr>
              <w:t>كار راه اندازى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Toc479592519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0" w:history="1">
            <w:r w:rsidRPr="005B0CEA">
              <w:rPr>
                <w:rStyle w:val="Hyperlink"/>
                <w:noProof/>
                <w:rtl/>
              </w:rPr>
              <w:t>حياء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Toc479592520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1" w:history="1">
            <w:r w:rsidRPr="005B0CEA">
              <w:rPr>
                <w:rStyle w:val="Hyperlink"/>
                <w:noProof/>
                <w:rtl/>
              </w:rPr>
              <w:t>منبع خير بايد موثق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2" w:history="1">
            <w:r w:rsidRPr="005B0CEA">
              <w:rPr>
                <w:rStyle w:val="Hyperlink"/>
                <w:noProof/>
                <w:rtl/>
              </w:rPr>
              <w:t>خوارى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Toc479592522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3" w:history="1">
            <w:r w:rsidRPr="005B0CEA">
              <w:rPr>
                <w:rStyle w:val="Hyperlink"/>
                <w:noProof/>
                <w:rtl/>
              </w:rPr>
              <w:t>شناخت نظريه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4" w:history="1">
            <w:r w:rsidRPr="005B0CEA">
              <w:rPr>
                <w:rStyle w:val="Hyperlink"/>
                <w:noProof/>
                <w:rtl/>
              </w:rPr>
              <w:t>ثبات در 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5" w:history="1">
            <w:r w:rsidRPr="005B0CEA">
              <w:rPr>
                <w:rStyle w:val="Hyperlink"/>
                <w:noProof/>
                <w:rtl/>
              </w:rPr>
              <w:t>لذت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Toc479592525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6" w:history="1">
            <w:r w:rsidRPr="005B0CEA">
              <w:rPr>
                <w:rStyle w:val="Hyperlink"/>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Toc479592526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7" w:history="1">
            <w:r w:rsidRPr="005B0CEA">
              <w:rPr>
                <w:rStyle w:val="Hyperlink"/>
                <w:noProof/>
                <w:rtl/>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Toc479592527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283877" w:rsidRDefault="00283877">
          <w:pPr>
            <w:pStyle w:val="TOC1"/>
            <w:rPr>
              <w:rFonts w:asciiTheme="minorHAnsi" w:eastAsiaTheme="minorEastAsia" w:hAnsiTheme="minorHAnsi" w:cstheme="minorBidi"/>
              <w:b w:val="0"/>
              <w:bCs w:val="0"/>
              <w:noProof/>
              <w:color w:val="auto"/>
              <w:sz w:val="22"/>
              <w:szCs w:val="22"/>
              <w:rtl/>
            </w:rPr>
          </w:pPr>
          <w:hyperlink w:anchor="_Toc479592528" w:history="1">
            <w:r w:rsidRPr="005B0CEA">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Toc479592528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283877" w:rsidRDefault="00283877">
          <w:r>
            <w:fldChar w:fldCharType="end"/>
          </w:r>
        </w:p>
      </w:sdtContent>
    </w:sdt>
    <w:p w:rsidR="00283877" w:rsidRDefault="00283877" w:rsidP="00283877">
      <w:pPr>
        <w:pStyle w:val="libNormal"/>
        <w:rPr>
          <w:rFonts w:hint="cs"/>
          <w:rtl/>
        </w:rPr>
      </w:pPr>
    </w:p>
    <w:sectPr w:rsidR="0028387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973" w:rsidRDefault="00F57973">
      <w:r>
        <w:separator/>
      </w:r>
    </w:p>
  </w:endnote>
  <w:endnote w:type="continuationSeparator" w:id="0">
    <w:p w:rsidR="00F57973" w:rsidRDefault="00F57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A94" w:rsidRDefault="00992A94">
    <w:pPr>
      <w:pStyle w:val="Footer"/>
    </w:pPr>
    <w:fldSimple w:instr=" PAGE   \* MERGEFORMAT ">
      <w:r w:rsidR="00283877">
        <w:rPr>
          <w:noProof/>
          <w:rtl/>
        </w:rPr>
        <w:t>222</w:t>
      </w:r>
    </w:fldSimple>
  </w:p>
  <w:p w:rsidR="00992A94" w:rsidRDefault="00992A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A94" w:rsidRDefault="00992A94">
    <w:pPr>
      <w:pStyle w:val="Footer"/>
    </w:pPr>
    <w:fldSimple w:instr=" PAGE   \* MERGEFORMAT ">
      <w:r w:rsidR="00283877">
        <w:rPr>
          <w:noProof/>
          <w:rtl/>
        </w:rPr>
        <w:t>221</w:t>
      </w:r>
    </w:fldSimple>
  </w:p>
  <w:p w:rsidR="00992A94" w:rsidRDefault="00992A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A94" w:rsidRDefault="00992A94">
    <w:pPr>
      <w:pStyle w:val="Footer"/>
    </w:pPr>
    <w:fldSimple w:instr=" PAGE   \* MERGEFORMAT ">
      <w:r w:rsidR="00283877">
        <w:rPr>
          <w:noProof/>
          <w:rtl/>
        </w:rPr>
        <w:t>1</w:t>
      </w:r>
    </w:fldSimple>
  </w:p>
  <w:p w:rsidR="00992A94" w:rsidRDefault="00992A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973" w:rsidRDefault="00F57973">
      <w:r>
        <w:separator/>
      </w:r>
    </w:p>
  </w:footnote>
  <w:footnote w:type="continuationSeparator" w:id="0">
    <w:p w:rsidR="00F57973" w:rsidRDefault="00F579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755B"/>
    <w:rsid w:val="00005A19"/>
    <w:rsid w:val="00010942"/>
    <w:rsid w:val="000217A6"/>
    <w:rsid w:val="00024AA0"/>
    <w:rsid w:val="000267FE"/>
    <w:rsid w:val="00030856"/>
    <w:rsid w:val="00040272"/>
    <w:rsid w:val="00040798"/>
    <w:rsid w:val="00043023"/>
    <w:rsid w:val="00047E9D"/>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27D3"/>
    <w:rsid w:val="000E6824"/>
    <w:rsid w:val="000F6B97"/>
    <w:rsid w:val="000F71D1"/>
    <w:rsid w:val="0010049D"/>
    <w:rsid w:val="00103EB4"/>
    <w:rsid w:val="00107A6B"/>
    <w:rsid w:val="001106A5"/>
    <w:rsid w:val="00111AE3"/>
    <w:rsid w:val="0011352E"/>
    <w:rsid w:val="00113B0B"/>
    <w:rsid w:val="00113CCC"/>
    <w:rsid w:val="00115473"/>
    <w:rsid w:val="00115787"/>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5755B"/>
    <w:rsid w:val="00160F76"/>
    <w:rsid w:val="00163D83"/>
    <w:rsid w:val="00164767"/>
    <w:rsid w:val="00164810"/>
    <w:rsid w:val="001712E1"/>
    <w:rsid w:val="00182CD3"/>
    <w:rsid w:val="0018664D"/>
    <w:rsid w:val="00187017"/>
    <w:rsid w:val="00187246"/>
    <w:rsid w:val="00187C2E"/>
    <w:rsid w:val="001937F7"/>
    <w:rsid w:val="0019690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1F33E3"/>
    <w:rsid w:val="00202C7B"/>
    <w:rsid w:val="002054C5"/>
    <w:rsid w:val="00213662"/>
    <w:rsid w:val="002139CB"/>
    <w:rsid w:val="00214801"/>
    <w:rsid w:val="00224964"/>
    <w:rsid w:val="002267C7"/>
    <w:rsid w:val="00227FEE"/>
    <w:rsid w:val="002370D5"/>
    <w:rsid w:val="00240F71"/>
    <w:rsid w:val="00241F59"/>
    <w:rsid w:val="0024265C"/>
    <w:rsid w:val="00244C2E"/>
    <w:rsid w:val="00250B2A"/>
    <w:rsid w:val="00250E0A"/>
    <w:rsid w:val="00251E02"/>
    <w:rsid w:val="00257657"/>
    <w:rsid w:val="00263F56"/>
    <w:rsid w:val="00264F12"/>
    <w:rsid w:val="0027369F"/>
    <w:rsid w:val="002818EF"/>
    <w:rsid w:val="0028271F"/>
    <w:rsid w:val="00283877"/>
    <w:rsid w:val="00294EFB"/>
    <w:rsid w:val="002A0284"/>
    <w:rsid w:val="002A09E7"/>
    <w:rsid w:val="002A338C"/>
    <w:rsid w:val="002A6B13"/>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1D5"/>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5B99"/>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37F"/>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0673"/>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5394"/>
    <w:rsid w:val="00557FB6"/>
    <w:rsid w:val="00561C58"/>
    <w:rsid w:val="00562EED"/>
    <w:rsid w:val="00565700"/>
    <w:rsid w:val="005673A9"/>
    <w:rsid w:val="0057006C"/>
    <w:rsid w:val="00571BF1"/>
    <w:rsid w:val="0057612B"/>
    <w:rsid w:val="005772C4"/>
    <w:rsid w:val="00577577"/>
    <w:rsid w:val="0058088A"/>
    <w:rsid w:val="00584801"/>
    <w:rsid w:val="005923BB"/>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157DA"/>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4DB3"/>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E700B"/>
    <w:rsid w:val="007F2728"/>
    <w:rsid w:val="007F4190"/>
    <w:rsid w:val="007F4E53"/>
    <w:rsid w:val="00806335"/>
    <w:rsid w:val="008105E2"/>
    <w:rsid w:val="008128CA"/>
    <w:rsid w:val="00813440"/>
    <w:rsid w:val="00821493"/>
    <w:rsid w:val="00826B87"/>
    <w:rsid w:val="008273AA"/>
    <w:rsid w:val="00827620"/>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1B69"/>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A94"/>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3703"/>
    <w:rsid w:val="00A44704"/>
    <w:rsid w:val="00A46020"/>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1871"/>
    <w:rsid w:val="00CF7C60"/>
    <w:rsid w:val="00D0599C"/>
    <w:rsid w:val="00D10971"/>
    <w:rsid w:val="00D20EAE"/>
    <w:rsid w:val="00D212D5"/>
    <w:rsid w:val="00D24B24"/>
    <w:rsid w:val="00D24EB0"/>
    <w:rsid w:val="00D25987"/>
    <w:rsid w:val="00D33A32"/>
    <w:rsid w:val="00D4233C"/>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0324"/>
    <w:rsid w:val="00D84ECA"/>
    <w:rsid w:val="00D854D7"/>
    <w:rsid w:val="00D91B67"/>
    <w:rsid w:val="00D92CDF"/>
    <w:rsid w:val="00DA5931"/>
    <w:rsid w:val="00DA722B"/>
    <w:rsid w:val="00DB2424"/>
    <w:rsid w:val="00DB3E84"/>
    <w:rsid w:val="00DB6A90"/>
    <w:rsid w:val="00DC02A0"/>
    <w:rsid w:val="00DC0B08"/>
    <w:rsid w:val="00DC0E27"/>
    <w:rsid w:val="00DD1BB4"/>
    <w:rsid w:val="00DD6547"/>
    <w:rsid w:val="00DD78A5"/>
    <w:rsid w:val="00DE4448"/>
    <w:rsid w:val="00DE49C9"/>
    <w:rsid w:val="00DE49D6"/>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401"/>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57973"/>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4DB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4F067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notice0">
    <w:name w:val="libnotice"/>
    <w:basedOn w:val="Normal"/>
    <w:rsid w:val="0015755B"/>
    <w:pPr>
      <w:bidi w:val="0"/>
      <w:spacing w:before="100" w:beforeAutospacing="1" w:after="100" w:afterAutospacing="1"/>
      <w:ind w:firstLine="0"/>
      <w:jc w:val="left"/>
    </w:pPr>
    <w:rPr>
      <w:rFonts w:cs="Times New Roman"/>
      <w:color w:val="auto"/>
      <w:szCs w:val="24"/>
      <w:lang w:bidi="fa-IR"/>
    </w:rPr>
  </w:style>
  <w:style w:type="character" w:customStyle="1" w:styleId="ayatext">
    <w:name w:val="ayatext"/>
    <w:basedOn w:val="DefaultParagraphFont"/>
    <w:rsid w:val="002E51D5"/>
  </w:style>
  <w:style w:type="character" w:customStyle="1" w:styleId="sign">
    <w:name w:val="sign"/>
    <w:basedOn w:val="DefaultParagraphFont"/>
    <w:rsid w:val="002E51D5"/>
  </w:style>
  <w:style w:type="character" w:customStyle="1" w:styleId="libPoemChar">
    <w:name w:val="libPoem Char"/>
    <w:basedOn w:val="DefaultParagraphFont"/>
    <w:link w:val="libPoem"/>
    <w:rsid w:val="00694DB3"/>
    <w:rPr>
      <w:rFonts w:cs="B Badr"/>
      <w:color w:val="000000"/>
      <w:sz w:val="32"/>
      <w:szCs w:val="32"/>
    </w:rPr>
  </w:style>
  <w:style w:type="paragraph" w:styleId="TOCHeading">
    <w:name w:val="TOC Heading"/>
    <w:basedOn w:val="Heading1"/>
    <w:next w:val="Normal"/>
    <w:uiPriority w:val="39"/>
    <w:unhideWhenUsed/>
    <w:qFormat/>
    <w:rsid w:val="00283877"/>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83877"/>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3877"/>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3877"/>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3877"/>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28387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8DE75-ACC3-43A2-9123-415B9C0E3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228</TotalTime>
  <Pages>227</Pages>
  <Words>27555</Words>
  <Characters>157065</Characters>
  <Application>Microsoft Office Word</Application>
  <DocSecurity>0</DocSecurity>
  <Lines>1308</Lines>
  <Paragraphs>368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cp:lastPrinted>1900-12-31T19:30:00Z</cp:lastPrinted>
  <dcterms:created xsi:type="dcterms:W3CDTF">2017-04-09T09:51:00Z</dcterms:created>
  <dcterms:modified xsi:type="dcterms:W3CDTF">2017-04-10T08:28:00Z</dcterms:modified>
</cp:coreProperties>
</file>