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7874" w:rsidRPr="006E7FD2" w:rsidRDefault="004E7874" w:rsidP="004E7874">
      <w:pPr>
        <w:pStyle w:val="libNotice"/>
        <w:rPr>
          <w:rtl/>
        </w:rPr>
      </w:pPr>
      <w:r w:rsidRPr="006E7FD2">
        <w:rPr>
          <w:rFonts w:hint="cs"/>
          <w:rtl/>
        </w:rPr>
        <w:t xml:space="preserve">این کتاب توسط مؤسسه فرهنگی - اسلامی شبکة الامامین الحسنین </w:t>
      </w:r>
      <w:r w:rsidRPr="006E7FD2">
        <w:rPr>
          <w:rStyle w:val="libAlaemChar"/>
          <w:rtl/>
        </w:rPr>
        <w:t>عليهم</w:t>
      </w:r>
      <w:r w:rsidRPr="006E7FD2">
        <w:rPr>
          <w:rStyle w:val="libAlaemChar"/>
          <w:rFonts w:hint="cs"/>
          <w:rtl/>
        </w:rPr>
        <w:t>ا</w:t>
      </w:r>
      <w:r w:rsidRPr="006E7FD2">
        <w:rPr>
          <w:rStyle w:val="libAlaemChar"/>
          <w:rtl/>
        </w:rPr>
        <w:t>‌السلام</w:t>
      </w:r>
      <w:r w:rsidRPr="006E7FD2">
        <w:rPr>
          <w:rFonts w:hint="cs"/>
          <w:rtl/>
        </w:rPr>
        <w:t xml:space="preserve"> بصورت الکترونیکی برای مخاطبین گرامی منتشر شده است.</w:t>
      </w:r>
    </w:p>
    <w:p w:rsidR="004E7874" w:rsidRPr="006E7FD2" w:rsidRDefault="004E7874" w:rsidP="004E7874">
      <w:pPr>
        <w:pStyle w:val="libNotice"/>
        <w:rPr>
          <w:rtl/>
        </w:rPr>
      </w:pPr>
      <w:r w:rsidRPr="006E7FD2">
        <w:rPr>
          <w:rFonts w:hint="cs"/>
          <w:rtl/>
        </w:rPr>
        <w:t xml:space="preserve">لازم به ذکر است تصحیح اشتباهات تایپی احتمالی، روی این کتاب انجام نگردیده 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4E7874">
      <w:pPr>
        <w:pStyle w:val="libCenterBold1"/>
        <w:rPr>
          <w:rtl/>
          <w:lang w:bidi="fa-IR"/>
        </w:rPr>
      </w:pPr>
      <w:r>
        <w:rPr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</w:p>
    <w:p w:rsidR="004E7874" w:rsidRDefault="004E7874" w:rsidP="004E7874">
      <w:pPr>
        <w:pStyle w:val="libCenterBold1"/>
        <w:rPr>
          <w:rtl/>
          <w:lang w:bidi="fa-IR"/>
        </w:rPr>
      </w:pPr>
      <w:r>
        <w:rPr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 خدا</w:t>
      </w:r>
    </w:p>
    <w:p w:rsidR="004E7874" w:rsidRDefault="004E7874" w:rsidP="004E7874">
      <w:pPr>
        <w:pStyle w:val="libCenterBold1"/>
        <w:rPr>
          <w:rtl/>
          <w:lang w:bidi="fa-IR"/>
        </w:rPr>
      </w:pPr>
      <w:r>
        <w:rPr>
          <w:rFonts w:hint="cs"/>
          <w:rtl/>
          <w:lang w:bidi="fa-IR"/>
        </w:rPr>
        <w:t>نویسنده:</w:t>
      </w:r>
      <w:r>
        <w:rPr>
          <w:rtl/>
          <w:lang w:bidi="fa-IR"/>
        </w:rPr>
        <w:t>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آران</w:t>
      </w:r>
      <w:r>
        <w:rPr>
          <w:rFonts w:hint="cs"/>
          <w:rtl/>
          <w:lang w:bidi="fa-IR"/>
        </w:rPr>
        <w:t>ی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BD1895">
      <w:pPr>
        <w:pStyle w:val="Heading1"/>
        <w:rPr>
          <w:rtl/>
          <w:lang w:bidi="fa-IR"/>
        </w:rPr>
      </w:pPr>
      <w:bookmarkStart w:id="0" w:name="_Toc534545339"/>
      <w:r>
        <w:rPr>
          <w:rFonts w:hint="eastAsia"/>
          <w:rtl/>
          <w:lang w:bidi="fa-IR"/>
        </w:rPr>
        <w:t>مقدمه</w:t>
      </w:r>
      <w:bookmarkEnd w:id="0"/>
    </w:p>
    <w:p w:rsidR="004E7874" w:rsidRDefault="004E7874" w:rsidP="00BD1895">
      <w:pPr>
        <w:pStyle w:val="libCenterBold2"/>
        <w:rPr>
          <w:rtl/>
          <w:lang w:bidi="fa-IR"/>
        </w:rPr>
      </w:pPr>
      <w:r>
        <w:rPr>
          <w:rFonts w:hint="eastAsia"/>
          <w:rtl/>
          <w:lang w:bidi="fa-IR"/>
        </w:rPr>
        <w:t>بِسْمِ</w:t>
      </w:r>
      <w:r>
        <w:rPr>
          <w:rtl/>
          <w:lang w:bidi="fa-IR"/>
        </w:rPr>
        <w:t xml:space="preserve"> اللَّهِ الرَّحْمَـنِ الرَّحِ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مِ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سم،</w:t>
      </w:r>
      <w:r>
        <w:rPr>
          <w:rtl/>
          <w:lang w:bidi="fa-IR"/>
        </w:rPr>
        <w:t xml:space="preserve"> درباره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سم،</w:t>
      </w:r>
      <w:r>
        <w:rPr>
          <w:rtl/>
          <w:lang w:bidi="fa-IR"/>
        </w:rPr>
        <w:t xml:space="preserve"> خوب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اگر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تو نباشد،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چقدر سخت است!</w:t>
      </w:r>
    </w:p>
    <w:p w:rsidR="004E7874" w:rsidRDefault="004E7874" w:rsidP="00BD189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خودت</w:t>
      </w:r>
      <w:r>
        <w:rPr>
          <w:rtl/>
          <w:lang w:bidi="fa-IR"/>
        </w:rPr>
        <w:t xml:space="preserve"> آگاه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قلم من سرگردان و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است، دست از نوشتن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دارم</w:t>
      </w:r>
      <w:r>
        <w:rPr>
          <w:rtl/>
          <w:lang w:bidi="fa-IR"/>
        </w:rPr>
        <w:t xml:space="preserve">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رحمتت چشم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دوزم</w:t>
      </w:r>
      <w:r>
        <w:rPr>
          <w:rtl/>
          <w:lang w:bidi="fa-IR"/>
        </w:rPr>
        <w:t xml:space="preserve"> و از تو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. </w:t>
      </w: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وقت سحر است، شب اوّل ماه رمضان است و من قلم در دست دارم و جز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ندارم؛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چه زمان، لطف خود را بر من ارزان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دوستانم از تو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احاد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آن‌ها بازگو کنم، دوست دارم که همه تو را آن‌گون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بشناسند که امامان معصوم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کرده‌اند،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هدف من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قلم من نظر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تو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عهد کردم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را از سخنان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سم؛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باور دارم که آنان بهتر از هر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لسوف</w:t>
      </w:r>
      <w:r>
        <w:rPr>
          <w:rtl/>
          <w:lang w:bidi="fa-IR"/>
        </w:rPr>
        <w:t xml:space="preserve"> و عارف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را شناخته‌اند و کلمات و سخنانشان چراغ راه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بنده روس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تو هستم، از خود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ندارم، به لطف و کرم تو دل بسته‌ام، حاجت مرا بده و به من قدرت نوشتن عنا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کن، کمکم کن تا دوستانم را با معرفت و عرفان تو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آشنا کنم که تو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همه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از آن توست، تو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را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 که دوستانم منتظر من هستند.</w:t>
      </w:r>
    </w:p>
    <w:p w:rsidR="00BD1895" w:rsidRDefault="004E7874" w:rsidP="00BD189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بنده</w:t>
      </w:r>
      <w:r>
        <w:rPr>
          <w:rtl/>
          <w:lang w:bidi="fa-IR"/>
        </w:rPr>
        <w:t xml:space="preserve"> ناچ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تو: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مرداد</w:t>
      </w:r>
      <w:r>
        <w:rPr>
          <w:rtl/>
          <w:lang w:bidi="fa-IR"/>
        </w:rPr>
        <w:t xml:space="preserve"> ماه 1390</w:t>
      </w:r>
    </w:p>
    <w:p w:rsidR="004E7874" w:rsidRDefault="00BD1895" w:rsidP="00BD1895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BD1895">
      <w:pPr>
        <w:pStyle w:val="Heading1"/>
        <w:rPr>
          <w:rtl/>
          <w:lang w:bidi="fa-IR"/>
        </w:rPr>
      </w:pPr>
      <w:bookmarkStart w:id="1" w:name="_Toc534545340"/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خودت قلب مرا نجات بده!</w:t>
      </w:r>
      <w:bookmarkEnd w:id="1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مدّت‌ها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فکر بودم که خدا چه سخن و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همه دوست دارد،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خواستم</w:t>
      </w:r>
      <w:r>
        <w:rPr>
          <w:rtl/>
          <w:lang w:bidi="fa-IR"/>
        </w:rPr>
        <w:t xml:space="preserve"> بدانم که چگونه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محبّت خدا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جذب کنم.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که داشتم سخنان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 w:rsidR="00BD1895">
        <w:rPr>
          <w:rFonts w:hint="cs"/>
          <w:rtl/>
          <w:lang w:bidi="fa-IR"/>
        </w:rPr>
        <w:t>د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جواب خود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آن سخن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ذکر هست که خدا آن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همه دوست دارد،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سخن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لا إله إلاّ اللّه،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بندگان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ذکر را با تمام وجود و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گناهان او از </w:t>
      </w:r>
      <w:r>
        <w:rPr>
          <w:rFonts w:hint="eastAsia"/>
          <w:rtl/>
          <w:lang w:bidi="fa-IR"/>
        </w:rPr>
        <w:t>پرونده</w:t>
      </w:r>
      <w:r>
        <w:rPr>
          <w:rtl/>
          <w:lang w:bidi="fa-IR"/>
        </w:rPr>
        <w:t xml:space="preserve"> اعمالش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زد»</w:t>
      </w:r>
      <w:r>
        <w:rPr>
          <w:rtl/>
          <w:lang w:bidi="fa-IR"/>
        </w:rPr>
        <w:t>.</w:t>
      </w:r>
      <w:r w:rsidRPr="00BD1895">
        <w:rPr>
          <w:rStyle w:val="libFootnotenumChar"/>
          <w:rtl/>
          <w:lang w:bidi="fa-IR"/>
        </w:rPr>
        <w:t>1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تا به حال در فصل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درختان نگاه 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وزد</w:t>
      </w:r>
      <w:r>
        <w:rPr>
          <w:rtl/>
          <w:lang w:bidi="fa-IR"/>
        </w:rPr>
        <w:t xml:space="preserve"> برگ‌ها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زرد درختان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ذکر لا اله إلاّ اللّه را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گناهان تو پاک و روح تو از آلودگ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زدوده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فکر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ذکر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باور را بر زبان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معبود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نگرفته است. تو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خدا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فقط دل به او بسته‌ا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إله إلاّ اللّه.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امروز بشر پر از زرق و برق و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دل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امروزه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همه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دل‌فر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گذاشته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هر لحظه، دل تو را مشغول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تو فقط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لحظه غفلت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تو را از آنِ خود </w:t>
      </w:r>
      <w:r>
        <w:rPr>
          <w:rtl/>
          <w:lang w:bidi="fa-IR"/>
        </w:rPr>
        <w:lastRenderedPageBreak/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آن لحظه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آن کس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بُت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به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تو زنج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بسته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تو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ناگهان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رحمت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وزد</w:t>
      </w:r>
      <w:r>
        <w:rPr>
          <w:rtl/>
          <w:lang w:bidi="fa-IR"/>
        </w:rPr>
        <w:t xml:space="preserve"> و تو از عمق وجود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 لا إله إلاّ اللّه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ک‌باره</w:t>
      </w:r>
      <w:r>
        <w:rPr>
          <w:rtl/>
          <w:lang w:bidi="fa-IR"/>
        </w:rPr>
        <w:t xml:space="preserve"> همه بُت‌ها را از دل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آن،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دل تو ارزش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 را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بنده</w:t>
      </w:r>
      <w:r>
        <w:rPr>
          <w:rtl/>
          <w:lang w:bidi="fa-IR"/>
        </w:rPr>
        <w:t xml:space="preserve"> آن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وفا ندارد، بقا ندارد،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ببند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است و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با همه وجودت شعار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با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بلند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فقط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را به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قبول دارم و از همه بت‌ها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زارم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با دل تو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از دل تو زدوده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تو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کرده‌ا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همه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دل کنده‌ا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تو!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اجازه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خاطره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نقل کنم؟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قرار</w:t>
      </w:r>
      <w:r>
        <w:rPr>
          <w:rtl/>
          <w:lang w:bidi="fa-IR"/>
        </w:rPr>
        <w:t xml:space="preserve"> بود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کتاب 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ناشر بفرستم تا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گرفتن مجوّز آن اقدام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آن را آماده کرده بودم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خواستم</w:t>
      </w:r>
      <w:r>
        <w:rPr>
          <w:rtl/>
          <w:lang w:bidi="fa-IR"/>
        </w:rPr>
        <w:t xml:space="preserve"> آن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کنم. امّا آن روز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نترنت</w:t>
      </w:r>
      <w:r>
        <w:rPr>
          <w:rtl/>
          <w:lang w:bidi="fa-IR"/>
        </w:rPr>
        <w:t xml:space="preserve"> من قطع شده بود. ناچار شدم به «کاف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نت»</w:t>
      </w:r>
      <w:r>
        <w:rPr>
          <w:rtl/>
          <w:lang w:bidi="fa-IR"/>
        </w:rPr>
        <w:t xml:space="preserve"> مراجعه کنم.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در کامپ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وتر</w:t>
      </w:r>
      <w:r>
        <w:rPr>
          <w:rtl/>
          <w:lang w:bidi="fa-IR"/>
        </w:rPr>
        <w:t xml:space="preserve"> آنجا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کردم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خواستم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کنم، کامپ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وتر</w:t>
      </w:r>
      <w:r>
        <w:rPr>
          <w:rtl/>
          <w:lang w:bidi="fa-IR"/>
        </w:rPr>
        <w:t xml:space="preserve"> قفل کرد و مجبور شدم کامپ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وتر</w:t>
      </w:r>
      <w:r>
        <w:rPr>
          <w:rtl/>
          <w:lang w:bidi="fa-IR"/>
        </w:rPr>
        <w:t xml:space="preserve"> را «خاموش و روشن» کنم.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کامپ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وتر</w:t>
      </w:r>
      <w:r>
        <w:rPr>
          <w:rtl/>
          <w:lang w:bidi="fa-IR"/>
        </w:rPr>
        <w:t xml:space="preserve"> روشن شد، هر چه گشتم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کتاب خودم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نکردم. تعجّب کردم، من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کامپ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وتر</w:t>
      </w:r>
      <w:r>
        <w:rPr>
          <w:rtl/>
          <w:lang w:bidi="fa-IR"/>
        </w:rPr>
        <w:t xml:space="preserve">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کرده بودم امّا چرا حذف شده بود؟</w:t>
      </w:r>
    </w:p>
    <w:p w:rsidR="004E7874" w:rsidRDefault="004E7874" w:rsidP="000F07D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مسئول کاف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سو</w:t>
      </w:r>
      <w:r w:rsidR="000F07D6">
        <w:rPr>
          <w:rFonts w:cs="Times New Roman" w:hint="cs"/>
          <w:rtl/>
          <w:lang w:bidi="fa-IR"/>
        </w:rPr>
        <w:t>ا</w:t>
      </w:r>
      <w:r>
        <w:rPr>
          <w:rFonts w:hint="cs"/>
          <w:rtl/>
          <w:lang w:bidi="fa-IR"/>
        </w:rPr>
        <w:t>ل کردم، او به من نکته‌ای</w:t>
      </w:r>
      <w:r>
        <w:rPr>
          <w:rtl/>
          <w:lang w:bidi="fa-IR"/>
        </w:rPr>
        <w:t xml:space="preserve"> گفت که من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دانستم،</w:t>
      </w:r>
      <w:r>
        <w:rPr>
          <w:rtl/>
          <w:lang w:bidi="fa-IR"/>
        </w:rPr>
        <w:t xml:space="preserve"> او به من گفت: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کامپ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به گونه‌ا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شده است که هر وقت «خاموش و روشن»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به طور اتومات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همه اطّلاعات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پاک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با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مات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بالا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اطّلاعات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کامپ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وتر</w:t>
      </w:r>
      <w:r>
        <w:rPr>
          <w:rtl/>
          <w:lang w:bidi="fa-IR"/>
        </w:rPr>
        <w:t xml:space="preserve"> کپ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ـ</w:t>
      </w:r>
      <w:r>
        <w:rPr>
          <w:rtl/>
          <w:lang w:bidi="fa-IR"/>
        </w:rPr>
        <w:t xml:space="preserve"> بله.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چرا شما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کامپ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استفاده افراد مختلف است، کامپ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وتر</w:t>
      </w:r>
      <w:r>
        <w:rPr>
          <w:rtl/>
          <w:lang w:bidi="fa-IR"/>
        </w:rPr>
        <w:t xml:space="preserve">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شما ممکن است فراموش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اطّلاعات خود را حذف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طرف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دوست نداشته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اطّلاعات شما باخبر شود.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روز با خود فکر کردم که کاش دل من هم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کامپ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وتر</w:t>
      </w:r>
      <w:r>
        <w:rPr>
          <w:rtl/>
          <w:lang w:bidi="fa-IR"/>
        </w:rPr>
        <w:t xml:space="preserve"> بود،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دلم رنگ و بو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بندم،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سازم</w:t>
      </w:r>
      <w:r>
        <w:rPr>
          <w:rtl/>
          <w:lang w:bidi="fa-IR"/>
        </w:rPr>
        <w:t>. کاش کامپ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وتر</w:t>
      </w:r>
      <w:r>
        <w:rPr>
          <w:rtl/>
          <w:lang w:bidi="fa-IR"/>
        </w:rPr>
        <w:t xml:space="preserve"> دل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توانستم</w:t>
      </w:r>
      <w:r>
        <w:rPr>
          <w:rtl/>
          <w:lang w:bidi="fa-IR"/>
        </w:rPr>
        <w:t xml:space="preserve"> «خاموش و روشن» کنم و همه دلبستگ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از دلم پاک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شد،</w:t>
      </w:r>
      <w:r>
        <w:rPr>
          <w:rtl/>
          <w:lang w:bidi="fa-IR"/>
        </w:rPr>
        <w:t xml:space="preserve"> دل من به همان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ه‌اش</w:t>
      </w:r>
      <w:r>
        <w:rPr>
          <w:rtl/>
          <w:lang w:bidi="fa-IR"/>
        </w:rPr>
        <w:t xml:space="preserve">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گشت</w:t>
      </w:r>
      <w:r>
        <w:rPr>
          <w:rtl/>
          <w:lang w:bidi="fa-IR"/>
        </w:rPr>
        <w:t>.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قرار داده است و نام آن «فطرت» است.</w:t>
      </w:r>
    </w:p>
    <w:p w:rsidR="004E7874" w:rsidRDefault="004E7874" w:rsidP="000F07D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مدّت‌ها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فکر بودم، از خود </w:t>
      </w:r>
      <w:r w:rsidR="000F07D6">
        <w:rPr>
          <w:rFonts w:hint="cs"/>
          <w:rtl/>
          <w:lang w:bidi="fa-IR"/>
        </w:rPr>
        <w:t>سوال</w:t>
      </w:r>
      <w:r>
        <w:rPr>
          <w:rFonts w:hint="cs"/>
          <w:rtl/>
          <w:lang w:bidi="fa-IR"/>
        </w:rPr>
        <w:t xml:space="preserve"> می‌</w:t>
      </w:r>
      <w:r>
        <w:rPr>
          <w:rFonts w:hint="eastAsia"/>
          <w:rtl/>
          <w:lang w:bidi="fa-IR"/>
        </w:rPr>
        <w:t>کردم</w:t>
      </w:r>
      <w:r>
        <w:rPr>
          <w:rtl/>
          <w:lang w:bidi="fa-IR"/>
        </w:rPr>
        <w:t xml:space="preserve"> که 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دِ</w:t>
      </w:r>
      <w:r>
        <w:rPr>
          <w:rtl/>
          <w:lang w:bidi="fa-IR"/>
        </w:rPr>
        <w:t xml:space="preserve"> «خاموش و روشن» قلب من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0F07D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کردم، کسی</w:t>
      </w:r>
      <w:r>
        <w:rPr>
          <w:rtl/>
          <w:lang w:bidi="fa-IR"/>
        </w:rPr>
        <w:t xml:space="preserve"> پاسخ مرا نداد، بعض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اصلاً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من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سفر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مکّه رفته بودم، از خدا خواستم که به من کمک کند تا پاسخ خود را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ابم</w:t>
      </w:r>
      <w:r>
        <w:rPr>
          <w:rtl/>
          <w:lang w:bidi="fa-IR"/>
        </w:rPr>
        <w:t>. امروز فقط سه روز است که از مکّه بازگشته‌ام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برخورد نمودم. من جواب </w:t>
      </w:r>
      <w:r w:rsidR="000F07D6">
        <w:rPr>
          <w:rtl/>
          <w:lang w:bidi="fa-IR"/>
        </w:rPr>
        <w:t>سوال</w:t>
      </w:r>
      <w:r w:rsidR="000F07D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 را در ای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دِ</w:t>
      </w:r>
      <w:r>
        <w:rPr>
          <w:rtl/>
          <w:lang w:bidi="fa-IR"/>
        </w:rPr>
        <w:t xml:space="preserve"> «خاموش و روشن» قلب، همان ذکر لا إله إلاّ اللّه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من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دلباخته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فقط و فقط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ذکر است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مرا نجات بدهد، البتّه به شرط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از قلب خود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ذکر را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اکنون از همه وجودم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آورم</w:t>
      </w:r>
      <w:r>
        <w:rPr>
          <w:rtl/>
          <w:lang w:bidi="fa-IR"/>
        </w:rPr>
        <w:t>:</w:t>
      </w:r>
      <w:r>
        <w:rPr>
          <w:rtl/>
          <w:lang w:bidi="fa-IR"/>
        </w:rPr>
        <w:cr/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إله إلاّ اللّه.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جز</w:t>
      </w:r>
      <w:r>
        <w:rPr>
          <w:rtl/>
          <w:lang w:bidi="fa-IR"/>
        </w:rPr>
        <w:t xml:space="preserve"> تو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ندارم، با همه بت‌ها و دلبستگ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قهر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از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که بخواهد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در دل من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جو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فقط تو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إله إلاّ اللّه.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فقط</w:t>
      </w:r>
      <w:r>
        <w:rPr>
          <w:rtl/>
          <w:lang w:bidi="fa-IR"/>
        </w:rPr>
        <w:t xml:space="preserve"> تو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اکنون که سخن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هستم.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دلش با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>. من ادّعا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ندارم،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تو که از دل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من آگاه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من به آن مقام نرس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 xml:space="preserve"> که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آن نگردم.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هزاران رنگ 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من جلوه‌گر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دل من هم به دنبال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عروس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بت دل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دوست‌داشتن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!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دل من است که حال آن را با صداقت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گفتم. اکنون از تو خواهش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دارم، از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من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شد، کلمه لا إله إلاّ اللّه </w:t>
      </w:r>
      <w:r>
        <w:rPr>
          <w:rtl/>
          <w:lang w:bidi="fa-IR"/>
        </w:rPr>
        <w:lastRenderedPageBreak/>
        <w:t>را بر زبانم و روحم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دل من،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«خاموش و روشن» شود، آن وقت قلب من به تنظ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ه‌اش</w:t>
      </w:r>
      <w:r>
        <w:rPr>
          <w:rtl/>
          <w:lang w:bidi="fa-IR"/>
        </w:rPr>
        <w:t xml:space="preserve"> برگرد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همه دلبستگ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در قلب من نقش بسته، پاک گردد و دوباره من فقط دلباخته تو شوم.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من از تو دارم،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مستجاب 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امّا خودم خوب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خواسته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کوچک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خواسته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سلامت روح و جان مرا تضم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سعادت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ارمغان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آورد</w:t>
      </w:r>
      <w:r>
        <w:rPr>
          <w:rtl/>
          <w:lang w:bidi="fa-IR"/>
        </w:rPr>
        <w:t>.</w:t>
      </w:r>
    </w:p>
    <w:p w:rsidR="004E7874" w:rsidRDefault="0097386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973864">
      <w:pPr>
        <w:pStyle w:val="Heading1"/>
        <w:rPr>
          <w:rtl/>
          <w:lang w:bidi="fa-IR"/>
        </w:rPr>
      </w:pPr>
      <w:bookmarkStart w:id="2" w:name="_Toc534545341"/>
      <w:r>
        <w:rPr>
          <w:rFonts w:hint="eastAsia"/>
          <w:rtl/>
          <w:lang w:bidi="fa-IR"/>
        </w:rPr>
        <w:t>دژ</w:t>
      </w:r>
      <w:r>
        <w:rPr>
          <w:rtl/>
          <w:lang w:bidi="fa-IR"/>
        </w:rPr>
        <w:t xml:space="preserve"> محکم خدا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طلبم</w:t>
      </w:r>
      <w:r>
        <w:rPr>
          <w:rtl/>
          <w:lang w:bidi="fa-IR"/>
        </w:rPr>
        <w:t xml:space="preserve"> !</w:t>
      </w:r>
      <w:bookmarkEnd w:id="2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شابور</w:t>
      </w:r>
      <w:r>
        <w:rPr>
          <w:rtl/>
          <w:lang w:bidi="fa-IR"/>
        </w:rPr>
        <w:t xml:space="preserve"> است، شهر علم و دانش.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همه آن‌ها اهل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هستند. امروز خبردار شده‌اند که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همه آن‌ها به استقبال آن حضرت آمده‌اند، آن‌ها دوست دارند که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بشنوند.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مأمون</w:t>
      </w:r>
      <w:r>
        <w:rPr>
          <w:rtl/>
          <w:lang w:bidi="fa-IR"/>
        </w:rPr>
        <w:t xml:space="preserve"> دستور داده است تا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مدّت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شابور</w:t>
      </w:r>
      <w:r>
        <w:rPr>
          <w:rtl/>
          <w:lang w:bidi="fa-IR"/>
        </w:rPr>
        <w:t xml:space="preserve"> نماند،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 xml:space="preserve"> که اگر مردم فرصت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کنند و با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آشنا شوند، خطر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حکومت را تهد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خواهد نمود.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که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شهر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شابور</w:t>
      </w:r>
      <w:r>
        <w:rPr>
          <w:rtl/>
          <w:lang w:bidi="fa-IR"/>
        </w:rPr>
        <w:t xml:space="preserve"> حرکت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غوغا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برپا</w:t>
      </w:r>
      <w:r w:rsidR="0097386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چند نفر از بزرگان آن‌ها نزد امام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آن‌ها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پسر رسول خدا!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ما هنوز از تو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تو را به حقّ پدر بزرگوارت، قسم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ما از شما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زند،</w:t>
      </w:r>
      <w:r>
        <w:rPr>
          <w:rtl/>
          <w:lang w:bidi="fa-IR"/>
        </w:rPr>
        <w:t xml:space="preserve"> همه خوشحال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شوند،</w:t>
      </w:r>
      <w:r>
        <w:rPr>
          <w:rtl/>
          <w:lang w:bidi="fa-IR"/>
        </w:rPr>
        <w:t xml:space="preserve"> قلم‌ها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دست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</w:t>
      </w:r>
      <w:r>
        <w:rPr>
          <w:rtl/>
          <w:lang w:bidi="fa-IR"/>
        </w:rPr>
        <w:t xml:space="preserve"> تا سخن امام را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</w:t>
      </w:r>
      <w:r>
        <w:rPr>
          <w:rtl/>
          <w:lang w:bidi="fa-IR"/>
        </w:rPr>
        <w:t>. اکنون امام رو به آنان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را از پدرانم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نقل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را از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که خدا فرموده است: لا إ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إلاّ اللّه، دژِ محکم من است، هر کس وارد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دژ بشود از عذاب جهنّم در امان خواهد بود».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اکنون</w:t>
      </w:r>
      <w:r>
        <w:rPr>
          <w:rtl/>
          <w:lang w:bidi="fa-IR"/>
        </w:rPr>
        <w:t xml:space="preserve"> سخن امام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موقع حرکت است. همه با امام خداحافظ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 هنوز امام چند قدم دور نشده است که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«بِشُروطِها وَ أَنا مِنْ شُروطِها».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منظور امام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فقط گفتن لا إله إلاّ اللّه کفا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همه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عمل نمود.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مهم‌تر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اعتقاد به امامت است.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امام‌زمانِ خود را بشناس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امر او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بدون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امام‌زمان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تو را از ع</w:t>
      </w:r>
      <w:r>
        <w:rPr>
          <w:rFonts w:hint="eastAsia"/>
          <w:rtl/>
          <w:lang w:bidi="fa-IR"/>
        </w:rPr>
        <w:t>ذاب</w:t>
      </w:r>
      <w:r>
        <w:rPr>
          <w:rtl/>
          <w:lang w:bidi="fa-IR"/>
        </w:rPr>
        <w:t xml:space="preserve"> خدا نجات بدهد.</w:t>
      </w:r>
      <w:r w:rsidRPr="00973864">
        <w:rPr>
          <w:rStyle w:val="libFootnotenumChar"/>
          <w:rtl/>
        </w:rPr>
        <w:t>2</w:t>
      </w:r>
    </w:p>
    <w:p w:rsidR="004E7874" w:rsidRDefault="0097386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973864">
      <w:pPr>
        <w:pStyle w:val="Heading1"/>
        <w:rPr>
          <w:rtl/>
          <w:lang w:bidi="fa-IR"/>
        </w:rPr>
      </w:pPr>
      <w:bookmarkStart w:id="3" w:name="_Toc534545342"/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اهل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دوست دارم</w:t>
      </w:r>
      <w:bookmarkEnd w:id="3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است، غوغا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برپاست، همه مردم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حسابرس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ستاده‌اند،</w:t>
      </w:r>
      <w:r>
        <w:rPr>
          <w:rtl/>
          <w:lang w:bidi="fa-IR"/>
        </w:rPr>
        <w:t xml:space="preserve"> ترس و وحشت بر همه جا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افکنده است.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روانه شده‌اند تا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در آغوش کشند.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منتظر هستند تا فرشتگان تکل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آنان را مشخص کنند. آن‌ها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هرگز بت‌پ</w:t>
      </w:r>
      <w:r>
        <w:rPr>
          <w:rFonts w:hint="eastAsia"/>
          <w:rtl/>
          <w:lang w:bidi="fa-IR"/>
        </w:rPr>
        <w:t>رست</w:t>
      </w:r>
      <w:r>
        <w:rPr>
          <w:rtl/>
          <w:lang w:bidi="fa-IR"/>
        </w:rPr>
        <w:t xml:space="preserve"> نبوده‌اند، آن‌ها خدا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قبول داشته‌اند،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متأسفانه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گناهان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آلوده شده‌اند.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لحظات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فرشتگان رو به آنان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به آنان خبر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که شما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جهنّم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جرم و گناه شما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سنگ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آن‌ها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به جهنّم ببر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جز تو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باور نداشت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خودت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مقابل تو سجده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خاک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اکنون چگونه باور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تو صورت‌ها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در آتش بسوزان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دست‌ها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بلند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تو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ما همواره تو را صدا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ما فقط به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هرگز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تو را پرستش نکرده‌ا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به عذاب گناهانمان گرفتار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خدا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بندگان خود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بندگان من! شما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گناهان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داده‌ا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سزا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آتش جهنّم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آتش،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اعمال شما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شما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آتش را با خود آورده‌ا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بار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ما قبول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گنهکار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سزاوار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عذاب؛ امّا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گناه ما بزرگ‌تر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عفو و بخشش تو؟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معلوم است که بخشش من از گناه شما بزرگ‌تر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گناهان ما؟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تو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اعتقاد داشت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اکنون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اعتقاد به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نزد تو چقدر ارزش دارد؟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اعتقاد شما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من، بزرگ‌تر از همه گناهان شماست.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اکنون از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عفو و بخشش و رحمتت را بر ما نازل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از ما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همه مهربان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خدا با فرشتگان خود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فرشتگانم!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جلال خود قسم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خورم</w:t>
      </w:r>
      <w:r>
        <w:rPr>
          <w:rtl/>
          <w:lang w:bidi="fa-IR"/>
        </w:rPr>
        <w:t xml:space="preserve"> که من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باور دارند از همه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دوست دارم. بر من لازم است که هرگز اهل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به آتش گرفتار نسازم.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بندگان مرا به بهشت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من از گناه آنان گذشتم.</w:t>
      </w:r>
      <w:r w:rsidRPr="00973864">
        <w:rPr>
          <w:rStyle w:val="libFootnotenumChar"/>
          <w:rtl/>
        </w:rPr>
        <w:t>3</w:t>
      </w:r>
    </w:p>
    <w:p w:rsidR="004E7874" w:rsidRDefault="0097386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973864">
      <w:pPr>
        <w:pStyle w:val="Heading1"/>
        <w:rPr>
          <w:rtl/>
          <w:lang w:bidi="fa-IR"/>
        </w:rPr>
      </w:pPr>
      <w:bookmarkStart w:id="4" w:name="_Toc534545343"/>
      <w:r>
        <w:rPr>
          <w:rFonts w:hint="eastAsia"/>
          <w:rtl/>
          <w:lang w:bidi="fa-IR"/>
        </w:rPr>
        <w:t>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قدم در راه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</w:t>
      </w:r>
      <w:bookmarkEnd w:id="4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بود و باران بهار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سر و صورت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هم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نگاهم به گنبد طلا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مانده بود.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من در بهشت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بودم. من به حرم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پناه آورده بودم.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دلم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درباره خدا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سخن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 تو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از اوّل زندگ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تا به حال فقط او را پرستش نموده‌ام، امّا چه کنم؟ معرفت و شناخت من نسبت به او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است،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دارم که خدا را بهتر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بشناسم.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باور دارم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مثل شما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خدا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حرف دلم را به آقا گفتم،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آرام شدم. با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 xml:space="preserve"> او چه موقع جواب مرا خواهد داد؟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دانستم،</w:t>
      </w:r>
      <w:r>
        <w:rPr>
          <w:rtl/>
          <w:lang w:bidi="fa-IR"/>
        </w:rPr>
        <w:t xml:space="preserve"> فقط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دانستم</w:t>
      </w:r>
      <w:r>
        <w:rPr>
          <w:rtl/>
          <w:lang w:bidi="fa-IR"/>
        </w:rPr>
        <w:t xml:space="preserve">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منتظر بمانم!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روز گذشت،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شهر خود بازم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گشتم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خود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او مرا سخت در آغوش گرفت،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دلش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تنگ شده بود.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که در آغوشش بودم، کنار گوشم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گفت: «أوّلُ عبادةِ اللّه‌ِ معرفتُهُ». دوست داشتم با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باشم، امّا فرص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نبود، تا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قطار حرکت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او خداحافظ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قطار حرکت کرده بود و ما از دل دشت‌ها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سبز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عبور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من کنار پنجره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بودم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کردم،</w:t>
      </w:r>
      <w:r>
        <w:rPr>
          <w:rtl/>
          <w:lang w:bidi="fa-IR"/>
        </w:rPr>
        <w:t xml:space="preserve"> لاله‌ها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سر از خاک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آورده بودند و هر چشم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مدهوش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کردند،</w:t>
      </w:r>
      <w:r>
        <w:rPr>
          <w:rtl/>
          <w:lang w:bidi="fa-IR"/>
        </w:rPr>
        <w:t xml:space="preserve"> فصل ارد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بهشت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اطراف مشه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ناگهان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آن سخن دوستم افتادم، آن سخن چه بود؟ 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داشت.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صندل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نشستم، 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انه</w:t>
      </w:r>
      <w:r>
        <w:rPr>
          <w:rtl/>
          <w:lang w:bidi="fa-IR"/>
        </w:rPr>
        <w:t xml:space="preserve"> خود را روشن نمودم و به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عبارت پرداختم.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خواستم</w:t>
      </w:r>
      <w:r>
        <w:rPr>
          <w:rtl/>
          <w:lang w:bidi="fa-IR"/>
        </w:rPr>
        <w:t xml:space="preserve"> بدانم آن سخن از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ادامه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بود آن سخن از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بود،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دانشمندان نزد آن حضرت رفتند و از او خواستند تا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آن‌ها در مورد خدا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هم سخن آن‌ها را 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</w:t>
      </w:r>
      <w:r>
        <w:rPr>
          <w:rtl/>
          <w:lang w:bidi="fa-IR"/>
        </w:rPr>
        <w:t xml:space="preserve"> و سخنان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در مورد خدا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کرد.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«أوّلُ</w:t>
      </w:r>
      <w:r>
        <w:rPr>
          <w:rtl/>
          <w:lang w:bidi="fa-IR"/>
        </w:rPr>
        <w:t xml:space="preserve"> عبادةِ اللّه‌ِ معرفتُهُ».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امام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با آن آغاز کرده بود.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قطرات</w:t>
      </w:r>
      <w:r>
        <w:rPr>
          <w:rtl/>
          <w:lang w:bidi="fa-IR"/>
        </w:rPr>
        <w:t xml:space="preserve"> اشک از چشمان من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شد، ساعت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سخنان امام فکر کردم،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من به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معارف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بودم، اکنون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برداشت‌ها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از سخن امام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قدم در راه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خدا، شناخت و معرفت نسبت به اوست.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بخواه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بشناس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«توح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آشنا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کتاست</w:t>
      </w:r>
      <w:r>
        <w:rPr>
          <w:rtl/>
          <w:lang w:bidi="fa-IR"/>
        </w:rPr>
        <w:t xml:space="preserve"> و همتا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ندارد.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که خدا را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مثال بزند و او را همانند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بداند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 را در ذهن خود تصوّر کند،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بداند که او خدا را نشناخته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فقط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فکر کردن به آنچه خدا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بپرداز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عظمت او پ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تو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عقل خود به شناخت خدا 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 فطرت خود به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 اعتراف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خود را کامل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خدا چگونه است، بدان که خدا را هم‌رد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مخلوقاتش قرار داده‌ا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ذاتِ خدا را بشناسد.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 کجاست و از چه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است، </w:t>
      </w:r>
      <w:r w:rsidR="000F07D6">
        <w:rPr>
          <w:rtl/>
          <w:lang w:bidi="fa-IR"/>
        </w:rPr>
        <w:t>سوال</w:t>
      </w:r>
      <w:r>
        <w:rPr>
          <w:rFonts w:hint="cs"/>
          <w:rtl/>
          <w:lang w:bidi="fa-IR"/>
        </w:rPr>
        <w:t>او بی‌</w:t>
      </w:r>
      <w:r>
        <w:rPr>
          <w:rFonts w:hint="eastAsia"/>
          <w:rtl/>
          <w:lang w:bidi="fa-IR"/>
        </w:rPr>
        <w:t>جاست،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خداست که مکان و زمان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شنود</w:t>
      </w:r>
      <w:r>
        <w:rPr>
          <w:rtl/>
          <w:lang w:bidi="fa-IR"/>
        </w:rPr>
        <w:t xml:space="preserve">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گوش داشته باشد، او تو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بدون آنکه چشم داشته باشد. او به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تواناست، هر چه بخواهد آن را انجام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بدون آن‌که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بدان</w:t>
      </w:r>
      <w:r>
        <w:rPr>
          <w:rtl/>
          <w:lang w:bidi="fa-IR"/>
        </w:rPr>
        <w:t xml:space="preserve">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فقط و فقط بعد از شناخت خدا ممکن است، شناخت خدا هم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 را هرگز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همه صفات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مخلوقات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خدا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چ‌کدام</w:t>
      </w:r>
      <w:r>
        <w:rPr>
          <w:rtl/>
          <w:lang w:bidi="fa-IR"/>
        </w:rPr>
        <w:t xml:space="preserve"> از صفات مخلوقات خود را ندارد.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مخلوقات خود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امّا به آنان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 او در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 و در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همتاست</w:t>
      </w:r>
      <w:r>
        <w:rPr>
          <w:rtl/>
          <w:lang w:bidi="fa-IR"/>
        </w:rPr>
        <w:t>. فقط اوست که در بزرگوار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سرآمد همه شده و هرگز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است، اوست که همواره بوده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هست.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آغاز روزگارها بوده و پس از نابود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روزگارها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خواهد بود. او هرگز نابود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پروردگار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و باور دارم که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جز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من از عظمت و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در شگفتم.</w:t>
      </w:r>
      <w:r w:rsidRPr="00095A3D">
        <w:rPr>
          <w:rStyle w:val="libFootnotenumChar"/>
          <w:rtl/>
        </w:rPr>
        <w:t>4</w:t>
      </w:r>
    </w:p>
    <w:p w:rsidR="004E7874" w:rsidRDefault="00095A3D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095A3D">
      <w:pPr>
        <w:pStyle w:val="Heading1"/>
        <w:rPr>
          <w:rtl/>
          <w:lang w:bidi="fa-IR"/>
        </w:rPr>
      </w:pPr>
      <w:bookmarkStart w:id="5" w:name="_Toc534545344"/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همتا</w:t>
      </w:r>
      <w:r>
        <w:rPr>
          <w:rtl/>
          <w:lang w:bidi="fa-IR"/>
        </w:rPr>
        <w:t xml:space="preserve"> در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</w:t>
      </w:r>
      <w:bookmarkEnd w:id="5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تو را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تو که 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وجودت از خودت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بفهمد و آن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کند، در عظمت و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همه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شه‌ها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ران‌اند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هرگز از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دور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من </w:t>
      </w:r>
      <w:r w:rsidR="000F07D6">
        <w:rPr>
          <w:rtl/>
          <w:lang w:bidi="fa-IR"/>
        </w:rPr>
        <w:t>سوال</w:t>
      </w:r>
      <w:r w:rsidR="00095A3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کنم که تو کجایی</w:t>
      </w:r>
      <w:r>
        <w:rPr>
          <w:rtl/>
          <w:lang w:bidi="fa-IR"/>
        </w:rPr>
        <w:t>! تو با علم و دانش خود بر همه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حال همه باخبر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 تو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تو به هر آنچه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اطّلاع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آسمان.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 تو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بدارد.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فقط</w:t>
      </w:r>
      <w:r>
        <w:rPr>
          <w:rtl/>
          <w:lang w:bidi="fa-IR"/>
        </w:rPr>
        <w:t xml:space="preserve"> تو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گذر زمان تو را دگرگون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تو را خسته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هر آنچه را که اراده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فقط گفته‌ا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«باش!» و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خلق شده 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هرگز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اموخته‌ا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در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موجودات به نمونه قبل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نداشته‌ا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به همه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قبل از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آن‌ها علم و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برتو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تو بزرگوار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از آن خود نمود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عظمت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همتا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!</w:t>
      </w:r>
      <w:r w:rsidRPr="00095A3D">
        <w:rPr>
          <w:rStyle w:val="libFootnotenumChar"/>
          <w:rtl/>
        </w:rPr>
        <w:t>5</w:t>
      </w:r>
    </w:p>
    <w:p w:rsidR="004E7874" w:rsidRDefault="00095A3D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095A3D">
      <w:pPr>
        <w:pStyle w:val="Heading1"/>
        <w:rPr>
          <w:rtl/>
          <w:lang w:bidi="fa-IR"/>
        </w:rPr>
      </w:pPr>
      <w:bookmarkStart w:id="6" w:name="_Toc534545345"/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 حرف دلت را بزن !</w:t>
      </w:r>
      <w:bookmarkEnd w:id="6"/>
    </w:p>
    <w:p w:rsidR="004E7874" w:rsidRDefault="004E7874" w:rsidP="00095A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حرف دلت را بزن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95A3D">
        <w:rPr>
          <w:rFonts w:hint="cs"/>
          <w:rtl/>
          <w:lang w:bidi="fa-IR"/>
        </w:rPr>
        <w:t>سوالت</w:t>
      </w:r>
      <w:r>
        <w:rPr>
          <w:rFonts w:hint="cs"/>
          <w:rtl/>
          <w:lang w:bidi="fa-IR"/>
        </w:rPr>
        <w:t xml:space="preserve"> را بپرسی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از راه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آمده‌ا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به گمگشته خود 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مسجد فقط نماز بخوان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درست است نماز خواندن در مسجد کوفه ثواب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حجّ را دارد، امّا تو گمشده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چرا</w:t>
      </w:r>
      <w:r>
        <w:rPr>
          <w:rtl/>
          <w:lang w:bidi="fa-IR"/>
        </w:rPr>
        <w:t xml:space="preserve"> با من سخن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تو در انتظار آمدن امام خود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تا موقع اذان ظهر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صبر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اللّه</w:t>
      </w:r>
      <w:r>
        <w:rPr>
          <w:rtl/>
          <w:lang w:bidi="fa-IR"/>
        </w:rPr>
        <w:t xml:space="preserve"> اکبر! اللّه اکبر!</w:t>
      </w:r>
    </w:p>
    <w:p w:rsidR="004E7874" w:rsidRDefault="004E7874" w:rsidP="00095A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95A3D">
        <w:rPr>
          <w:rFonts w:hint="cs"/>
          <w:rtl/>
          <w:lang w:bidi="fa-IR"/>
        </w:rPr>
        <w:t>موذن</w:t>
      </w:r>
      <w:r>
        <w:rPr>
          <w:rFonts w:hint="cs"/>
          <w:rtl/>
          <w:lang w:bidi="fa-IR"/>
        </w:rPr>
        <w:t xml:space="preserve"> است که به گوش تو می‌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>. آنجا را نگاه کن! امام تو از در مسجد وارد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محراب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تو از جا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دست خود را به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جواب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4E7874" w:rsidP="00095A3D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نماز</w:t>
      </w:r>
      <w:r>
        <w:rPr>
          <w:rtl/>
          <w:lang w:bidi="fa-IR"/>
        </w:rPr>
        <w:t xml:space="preserve"> برپا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تو نماز را به امامت حضرت عل</w:t>
      </w:r>
      <w:r>
        <w:rPr>
          <w:rFonts w:hint="cs"/>
          <w:rtl/>
          <w:lang w:bidi="fa-IR"/>
        </w:rPr>
        <w:t>ی</w:t>
      </w:r>
      <w:r w:rsidR="00095A3D" w:rsidRPr="00095A3D">
        <w:rPr>
          <w:rFonts w:ascii="Traditional Arabic" w:eastAsiaTheme="minorHAnsi" w:hAnsi="Traditional Arabic" w:cs="Traditional Arabic"/>
          <w:rtl/>
        </w:rPr>
        <w:t xml:space="preserve"> </w:t>
      </w:r>
      <w:r w:rsidR="00095A3D" w:rsidRPr="00095A3D">
        <w:rPr>
          <w:rStyle w:val="libAlaemChar"/>
          <w:rFonts w:eastAsiaTheme="minorHAnsi"/>
          <w:rtl/>
        </w:rPr>
        <w:t>عليه‌السلام</w:t>
      </w:r>
      <w:r w:rsidR="00095A3D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بعد از نماز، همه منتظر هستند تا سخنان امام را بشنوند، امام به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و شروع به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تو لحظه‌ا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انتخاب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 راز دل خود را با امام خود بگو!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بگذار</w:t>
      </w:r>
      <w:r>
        <w:rPr>
          <w:rtl/>
          <w:lang w:bidi="fa-IR"/>
        </w:rPr>
        <w:t xml:space="preserve"> تو بهانه‌ا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پاسخ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ثبت کند.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!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تو هستم،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خدا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هم محبّت ما به خدا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شود و هم معرفت و شناخت ما!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مولا</w:t>
      </w:r>
      <w:r>
        <w:rPr>
          <w:rtl/>
          <w:lang w:bidi="fa-IR"/>
        </w:rPr>
        <w:t xml:space="preserve"> به تو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درست است که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مورد خدا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امّا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کرد،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دستور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تا همه مردم در مسجد جمع شوند،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مردم، امروز سخنان او را بشنوند، امروز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در مورد خدا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به اندازه سخن گفتن در مورد خدا خوشحال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 پر از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سوزن انداختن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جوان همه آمده‌اند تا سخنان 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بشنوند.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مولا</w:t>
      </w:r>
      <w:r>
        <w:rPr>
          <w:rtl/>
          <w:lang w:bidi="fa-IR"/>
        </w:rPr>
        <w:t xml:space="preserve">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«من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که اگر به بندگان خود بخشش و عطا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کند، از نعمت‌ها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کم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اگر نعمت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آنان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tl/>
          <w:lang w:bidi="fa-IR"/>
        </w:rPr>
        <w:t xml:space="preserve"> کند،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دارا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افزوده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>. او با کرم خود، روز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همه بندگان خود را تضم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کرده</w:t>
      </w:r>
      <w:r>
        <w:rPr>
          <w:rtl/>
          <w:lang w:bidi="fa-IR"/>
        </w:rPr>
        <w:t xml:space="preserve"> است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راه را آسان نموده است. خزانه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او، آن‌قدر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است که هرگز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کم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عقل بشر از درک فراوان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نعمت‌ها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ناتوان است. با آن که فرشتگان همواره در ساحت قدس او هستند، امّا آن‌ها هم از عظمت و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‌خبرند و فقط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که خدا به آن‌ها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داده است.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که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نشده است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هرگز در او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گردش شب و روز در او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گذارد</w:t>
      </w:r>
      <w:r>
        <w:rPr>
          <w:rtl/>
          <w:lang w:bidi="fa-IR"/>
        </w:rPr>
        <w:t>.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قرآن مراجعه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قرآن بخواه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صفات خدا را </w:t>
      </w:r>
      <w:r>
        <w:rPr>
          <w:rtl/>
          <w:lang w:bidi="fa-IR"/>
        </w:rPr>
        <w:lastRenderedPageBreak/>
        <w:t>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کند. تو 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نور قرآن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تا بتوان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خودت را بشناس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خدا در قرآن، خودش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است».</w:t>
      </w:r>
      <w:r w:rsidRPr="00095A3D">
        <w:rPr>
          <w:rStyle w:val="libFootnotenumChar"/>
          <w:rtl/>
        </w:rPr>
        <w:t>6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تو اکنون به سجده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خدا را شکر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به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را داد.</w:t>
      </w:r>
    </w:p>
    <w:p w:rsidR="004E7874" w:rsidRDefault="00095A3D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095A3D">
      <w:pPr>
        <w:pStyle w:val="Heading1"/>
        <w:rPr>
          <w:rtl/>
          <w:lang w:bidi="fa-IR"/>
        </w:rPr>
      </w:pPr>
      <w:bookmarkStart w:id="7" w:name="_Toc534545346"/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که هرگز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bookmarkEnd w:id="7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اوّل</w:t>
      </w:r>
      <w:r>
        <w:rPr>
          <w:rtl/>
          <w:lang w:bidi="fa-IR"/>
        </w:rPr>
        <w:t xml:space="preserve"> خوب است خودم را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کنم. نام من «فَتح» است. اهل گرگان هستم. به سفر حجّ رفته‌ام و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شده‌ام و اکنون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به شهر خود بازگردم.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به شهر خود برسم، مردم مراسم باشکوه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استقبال از من برپاخواهند کرد، رسم ما گرگان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خانه خدا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گردد،</w:t>
      </w:r>
      <w:r>
        <w:rPr>
          <w:rtl/>
          <w:lang w:bidi="fa-IR"/>
        </w:rPr>
        <w:t xml:space="preserve"> همه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 xml:space="preserve"> و در خانه‌اش 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 مهمان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برپاست.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هنوز</w:t>
      </w:r>
      <w:r>
        <w:rPr>
          <w:rtl/>
          <w:lang w:bidi="fa-IR"/>
        </w:rPr>
        <w:t xml:space="preserve"> راه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بروم تا به وطن خودم برسم، راستش را بخواه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 و بچّه‌ام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تنگ شده است، کاش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 زودتر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شد،</w:t>
      </w:r>
      <w:r>
        <w:rPr>
          <w:rtl/>
          <w:lang w:bidi="fa-IR"/>
        </w:rPr>
        <w:t xml:space="preserve"> امّا چاره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مدّت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راه باشم. من الآن در راه عراق هستم. من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خشک و 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 و علف عربستان را پشت سر بگذارم،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اوّل به عراق بروم و از آنجا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حرکت کنم.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سفر من چند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طول خواهد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آنجا</w:t>
      </w:r>
      <w:r>
        <w:rPr>
          <w:rtl/>
          <w:lang w:bidi="fa-IR"/>
        </w:rPr>
        <w:t xml:space="preserve"> را نگاه کن!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قافله‌ا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کنار آن چاه آب اتراق کرده، خوب است من هم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 توقف کنم.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>. چه سعادت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قافله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خراسان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>.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تو را شکر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را به من 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همسفر امام مهربان خود باشم.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خدمت</w:t>
      </w:r>
      <w:r>
        <w:rPr>
          <w:rtl/>
          <w:lang w:bidi="fa-IR"/>
        </w:rPr>
        <w:t xml:space="preserve"> امام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و جواب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شنوم</w:t>
      </w:r>
      <w:r>
        <w:rPr>
          <w:rtl/>
          <w:lang w:bidi="fa-IR"/>
        </w:rPr>
        <w:t>. امام به من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سپس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او از کجا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 xml:space="preserve"> که من دوست دارم که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خدا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درست است که من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شده‌ام و </w:t>
      </w:r>
      <w:r>
        <w:rPr>
          <w:rtl/>
          <w:lang w:bidi="fa-IR"/>
        </w:rPr>
        <w:lastRenderedPageBreak/>
        <w:t>گرد خانه دوست طواف کرده‌ام، امّا معرفت و شناخت من نسبت به خدا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 است. من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آشنا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مرا به اسم صدا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فَتح! فراموش نکن خدا در قرآن، خودش را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نموده است و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 را همان‌گونه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قرآن آمده است،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فراموش نکن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خدا را وصف کند،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ذهن بشر فقط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وصف کند که آن را با حواس خود درک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تو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را هرگز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با حواس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درک کرد.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در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 بالا و والاست امّا به بندگانش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است. اوست که مکان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بپرس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کجاست.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بدان</w:t>
      </w:r>
      <w:r>
        <w:rPr>
          <w:rtl/>
          <w:lang w:bidi="fa-IR"/>
        </w:rPr>
        <w:t xml:space="preserve"> که خدا جسم ندارد، صورت ندارد،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هرگز ذات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او، کم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دگرگون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او راه ندارد. او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چ‌کدام</w:t>
      </w:r>
      <w:r>
        <w:rPr>
          <w:rtl/>
          <w:lang w:bidi="fa-IR"/>
        </w:rPr>
        <w:t xml:space="preserve"> از صفات مخلوقات خود را ندارد، او شنونده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ناست،</w:t>
      </w:r>
      <w:r>
        <w:rPr>
          <w:rtl/>
          <w:lang w:bidi="fa-IR"/>
        </w:rPr>
        <w:t xml:space="preserve">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کتاست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همتا</w:t>
      </w:r>
      <w:r>
        <w:rPr>
          <w:rtl/>
          <w:lang w:bidi="fa-IR"/>
        </w:rPr>
        <w:t>.</w:t>
      </w:r>
    </w:p>
    <w:p w:rsidR="004E7874" w:rsidRDefault="004E7874" w:rsidP="00EC16E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سخنان</w:t>
      </w:r>
      <w:r>
        <w:rPr>
          <w:rtl/>
          <w:lang w:bidi="fa-IR"/>
        </w:rPr>
        <w:t xml:space="preserve"> امام که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</w:t>
      </w:r>
      <w:r w:rsidR="00EC16E0">
        <w:rPr>
          <w:rFonts w:hint="cs"/>
          <w:rtl/>
          <w:lang w:bidi="fa-IR"/>
        </w:rPr>
        <w:t>سوالی</w:t>
      </w:r>
      <w:r>
        <w:rPr>
          <w:rtl/>
          <w:lang w:bidi="fa-IR"/>
        </w:rPr>
        <w:t xml:space="preserve"> به ذهن من خطور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اکنون </w:t>
      </w:r>
      <w:r w:rsidR="000F07D6">
        <w:rPr>
          <w:rtl/>
          <w:lang w:bidi="fa-IR"/>
        </w:rPr>
        <w:t>سوال</w:t>
      </w:r>
      <w:r w:rsidR="00EC16E0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 را می‌</w:t>
      </w:r>
      <w:r>
        <w:rPr>
          <w:rFonts w:hint="eastAsia"/>
          <w:rtl/>
          <w:lang w:bidi="fa-IR"/>
        </w:rPr>
        <w:t>پرسم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من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و خدا در صفت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شما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چ‌کدام</w:t>
      </w:r>
      <w:r>
        <w:rPr>
          <w:rtl/>
          <w:lang w:bidi="fa-IR"/>
        </w:rPr>
        <w:t xml:space="preserve"> از صفات مخلوقات خودش را ندارد.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تو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تو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جسم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جسم تو اجزا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خون تو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گوشت تو، گوشت تو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خون توست.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پوست تو و پوست تو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توست. پس تو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تو، جس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را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امّا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منظور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جزئ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فقط اوست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شنونده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ناست</w:t>
      </w:r>
      <w:r>
        <w:rPr>
          <w:rtl/>
          <w:lang w:bidi="fa-IR"/>
        </w:rPr>
        <w:t>. او چگونه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امّا نه با چشم.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شنود</w:t>
      </w:r>
      <w:r>
        <w:rPr>
          <w:rtl/>
          <w:lang w:bidi="fa-IR"/>
        </w:rPr>
        <w:t xml:space="preserve"> نه با گوش. او به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او از راه رفتن مورچه‌ا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شب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خبر دارد،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باخبر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 نگاه کردن به آن اطّلاع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امّا خدا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د</w:t>
      </w:r>
      <w:r>
        <w:rPr>
          <w:rFonts w:hint="eastAsia"/>
          <w:rtl/>
          <w:lang w:bidi="fa-IR"/>
        </w:rPr>
        <w:t>اشته</w:t>
      </w:r>
      <w:r>
        <w:rPr>
          <w:rtl/>
          <w:lang w:bidi="fa-IR"/>
        </w:rPr>
        <w:t xml:space="preserve"> باشد از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باخبر و آگاه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«خدا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ند»،</w:t>
      </w:r>
      <w:r>
        <w:rPr>
          <w:rtl/>
          <w:lang w:bidi="fa-IR"/>
        </w:rPr>
        <w:t xml:space="preserve"> منظورمان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او باخبر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او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شنود</w:t>
      </w:r>
      <w:r>
        <w:rPr>
          <w:rtl/>
          <w:lang w:bidi="fa-IR"/>
        </w:rPr>
        <w:t xml:space="preserve"> منظورمان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او از سخن ما باخبر است،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 xml:space="preserve"> که ما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او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او از تمام وجود ما باخ</w:t>
      </w:r>
      <w:r>
        <w:rPr>
          <w:rFonts w:hint="eastAsia"/>
          <w:rtl/>
          <w:lang w:bidi="fa-IR"/>
        </w:rPr>
        <w:t>بر</w:t>
      </w:r>
      <w:r>
        <w:rPr>
          <w:rtl/>
          <w:lang w:bidi="fa-IR"/>
        </w:rPr>
        <w:t xml:space="preserve"> است.</w:t>
      </w:r>
    </w:p>
    <w:p w:rsidR="004E7874" w:rsidRDefault="004E7874" w:rsidP="00EC16E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بلند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دست و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را ببوسم،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از او چگونه تشکّر کنم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</w:t>
      </w:r>
      <w:r w:rsidR="00EC16E0">
        <w:rPr>
          <w:rFonts w:hint="cs"/>
          <w:rtl/>
          <w:lang w:bidi="fa-IR"/>
        </w:rPr>
        <w:t>سوال های</w:t>
      </w:r>
      <w:r>
        <w:rPr>
          <w:rtl/>
          <w:lang w:bidi="fa-IR"/>
        </w:rPr>
        <w:t xml:space="preserve"> مرا جواب دادند.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متوجّه من شدند و اجازه دادند که من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ببوسم. تو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امروز من چقدر خوشحال هستم، من به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آرامش وصل شده‌ام. خدا را سپاس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را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من کرد.</w:t>
      </w:r>
      <w:r w:rsidRPr="00EC16E0">
        <w:rPr>
          <w:rStyle w:val="libFootnotenumChar"/>
          <w:rtl/>
        </w:rPr>
        <w:t>7</w:t>
      </w:r>
    </w:p>
    <w:p w:rsidR="004E7874" w:rsidRDefault="00EC16E0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EC16E0">
      <w:pPr>
        <w:pStyle w:val="Heading1"/>
        <w:rPr>
          <w:rtl/>
          <w:lang w:bidi="fa-IR"/>
        </w:rPr>
      </w:pPr>
      <w:bookmarkStart w:id="8" w:name="_Toc534545347"/>
      <w:r>
        <w:rPr>
          <w:rFonts w:hint="eastAsia"/>
          <w:rtl/>
          <w:lang w:bidi="fa-IR"/>
        </w:rPr>
        <w:t>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بهار هفتم</w:t>
      </w:r>
      <w:bookmarkEnd w:id="8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نام مرا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من «ابن اب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عُمَ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ر»</w:t>
      </w:r>
      <w:r>
        <w:rPr>
          <w:rtl/>
          <w:lang w:bidi="fa-IR"/>
        </w:rPr>
        <w:t xml:space="preserve"> هستم.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امام کاظم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در شهر بغداد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.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 که با همه وجودم تلاش کردم به مکتب 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خدمت کنم و در واقع، امور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بغداد به دست من است.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چهل کتاب را حفظ هستم، کتاب‌ها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که</w:t>
      </w:r>
      <w:r>
        <w:rPr>
          <w:rtl/>
          <w:lang w:bidi="fa-IR"/>
        </w:rPr>
        <w:t xml:space="preserve"> پر از سخنان امامان است. من آن کتاب‌ها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امانت‌ها را به نسل بعد از خود منتقل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گرفتار زندان شده‌ام، حکومت وقت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با زندان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کردن و شکنجه دادن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مانع رشد مکتب 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شود، امّا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روز به روز جوانان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مکتب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علاقه‌مند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و به امامت امام کاظم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اعتقاد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من نزد امام کاظم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رفتم،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tl/>
          <w:lang w:bidi="fa-IR"/>
        </w:rPr>
        <w:t xml:space="preserve"> تا معرفت و شناختم نسبت به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پروردگار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ادتر</w:t>
      </w:r>
      <w:r>
        <w:rPr>
          <w:rtl/>
          <w:lang w:bidi="fa-IR"/>
        </w:rPr>
        <w:t xml:space="preserve"> شود. دوست داشتم تا آن حضرت در مورد خدا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به نظر من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همواره به دنبال کسب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شناخت است، 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فقط به شور و احساس ا</w:t>
      </w: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روز من رو به امام کردم و گفتم: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ابن</w:t>
      </w:r>
      <w:r>
        <w:rPr>
          <w:rtl/>
          <w:lang w:bidi="fa-IR"/>
        </w:rPr>
        <w:t xml:space="preserve"> رسول اللّه! از شما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تا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به من آموزش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من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خوشحال شدند، با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زدند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فرمودند: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تو</w:t>
      </w:r>
      <w:r>
        <w:rPr>
          <w:rtl/>
          <w:lang w:bidi="fa-IR"/>
        </w:rPr>
        <w:t xml:space="preserve"> اگر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بشناس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قرآن مراجعه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در آن کتاب آسمان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خودش را چگونه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مواظب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مبادا صفت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خدا نسبت 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قرآن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بدان آنچه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 مورد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قرآن آمده است: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زاده نشده است. او همسر و فرزند و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زنده‌ا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هرگز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هرگز ناتوان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گردد،</w:t>
      </w:r>
      <w:r>
        <w:rPr>
          <w:rtl/>
          <w:lang w:bidi="fa-IR"/>
        </w:rPr>
        <w:t xml:space="preserve"> قدرتمند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هرگز شکست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خورد،</w:t>
      </w:r>
      <w:r>
        <w:rPr>
          <w:rtl/>
          <w:lang w:bidi="fa-IR"/>
        </w:rPr>
        <w:t xml:space="preserve"> بردبار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عجله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او هرگز نابود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هرگز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هرگز ذل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خوار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دانا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هرگز نادان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عادل است و هرگز ستم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او به بندگان خود عطاو بخشش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هرگز بخل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ورزد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همه جا هست و لحظه‌ا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بندگان خود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خبر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هر چه در جهان وجود دارد،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اوست. فقط اوست که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نشده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فقط</w:t>
      </w:r>
      <w:r>
        <w:rPr>
          <w:rtl/>
          <w:lang w:bidi="fa-IR"/>
        </w:rPr>
        <w:t xml:space="preserve"> اوست که آغاز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 قبل از او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نبوده و بعد از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صفت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مخلوقات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آن صفت در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وجود ندارد. خدا بالاتر و والاتر از همه آنهاست.</w:t>
      </w:r>
      <w:r w:rsidRPr="00EC16E0">
        <w:rPr>
          <w:rStyle w:val="libFootnotenumChar"/>
          <w:rtl/>
        </w:rPr>
        <w:t>8</w:t>
      </w:r>
    </w:p>
    <w:p w:rsidR="004E7874" w:rsidRDefault="00EC16E0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EC16E0">
      <w:pPr>
        <w:pStyle w:val="Heading1"/>
        <w:rPr>
          <w:rtl/>
          <w:lang w:bidi="fa-IR"/>
        </w:rPr>
      </w:pPr>
      <w:bookmarkStart w:id="9" w:name="_Toc534545348"/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و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هستم</w:t>
      </w:r>
      <w:bookmarkEnd w:id="9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نم،</w:t>
      </w:r>
      <w:r>
        <w:rPr>
          <w:rtl/>
          <w:lang w:bidi="fa-IR"/>
        </w:rPr>
        <w:t xml:space="preserve"> مثل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تو مسلمان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درست است؟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درست حدس 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تا آنجا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کوفه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است، تو از کجا آمده‌ا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4E7874" w:rsidRDefault="004E7874" w:rsidP="00FA0B92">
      <w:pPr>
        <w:pStyle w:val="libNormal"/>
        <w:rPr>
          <w:rtl/>
          <w:lang w:bidi="fa-IR"/>
        </w:rPr>
      </w:pPr>
      <w:r>
        <w:rPr>
          <w:rtl/>
          <w:lang w:bidi="fa-IR"/>
        </w:rPr>
        <w:t>من از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من»</w:t>
      </w:r>
      <w:r>
        <w:rPr>
          <w:rtl/>
          <w:lang w:bidi="fa-IR"/>
        </w:rPr>
        <w:t xml:space="preserve"> آمده‌ام تا </w:t>
      </w:r>
      <w:r w:rsidR="00FA0B92">
        <w:rPr>
          <w:rFonts w:hint="cs"/>
          <w:rtl/>
          <w:lang w:bidi="fa-IR"/>
        </w:rPr>
        <w:t>سوالی</w:t>
      </w:r>
      <w:r>
        <w:rPr>
          <w:rtl/>
          <w:lang w:bidi="fa-IR"/>
        </w:rPr>
        <w:t xml:space="preserve"> را از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بپرسم.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راه را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تا کوفه آمده‌ا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FA0B9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بپرسی</w:t>
      </w:r>
      <w:r>
        <w:rPr>
          <w:rFonts w:hint="eastAsia"/>
          <w:rtl/>
          <w:lang w:bidi="fa-IR"/>
        </w:rPr>
        <w:t>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! درست است که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هستم، امّا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مانند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پاسخ </w:t>
      </w:r>
      <w:r w:rsidR="000F07D6">
        <w:rPr>
          <w:rtl/>
          <w:lang w:bidi="fa-IR"/>
        </w:rPr>
        <w:t>سوال</w:t>
      </w:r>
      <w:r w:rsidR="00FA0B9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 بدهد. الآن هم ای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نشسته‌ام و منتظرم تا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فکر فرو رفتم، با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راه آمده است تا از دانش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بهره ببرد و سخن او را بشنود، امّا بعض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که خود را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دانند،</w:t>
      </w:r>
      <w:r>
        <w:rPr>
          <w:rtl/>
          <w:lang w:bidi="fa-IR"/>
        </w:rPr>
        <w:t xml:space="preserve"> کمتر به سخنان آن حضرت توجّه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وارد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تا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مرد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در مورد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سخن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! من از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تو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آن قدر روشن و واضح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ما او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او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خود را شروع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او همواره اوّل و نخست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بدون آن‌که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باشد. همواره بوده است و خواهد بود. او هرگز با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ذات او را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خود آورد. او جسم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تا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شود، </w:t>
      </w:r>
      <w:r>
        <w:rPr>
          <w:rtl/>
          <w:lang w:bidi="fa-IR"/>
        </w:rPr>
        <w:lastRenderedPageBreak/>
        <w:t>او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اجزائ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او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نشده است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tl/>
          <w:lang w:bidi="fa-IR"/>
        </w:rPr>
        <w:t xml:space="preserve"> را ندارد و هرگز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مبادا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اوّل نبوده و بعداً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است، او همواره بوده است و خواهد بود. عقل‌ها در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رتند</w:t>
      </w:r>
      <w:r>
        <w:rPr>
          <w:rtl/>
          <w:lang w:bidi="fa-IR"/>
        </w:rPr>
        <w:t xml:space="preserve"> که او چگونه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tl/>
          <w:lang w:bidi="fa-IR"/>
        </w:rPr>
        <w:t xml:space="preserve">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او همواره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بدون مکان بوده است و با دگرگون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روزگار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و از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از پندار 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ال‌ها</w:t>
      </w:r>
      <w:r>
        <w:rPr>
          <w:rtl/>
          <w:lang w:bidi="fa-IR"/>
        </w:rPr>
        <w:t xml:space="preserve"> به دور است، از همه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والاتر و بالاتر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 و دانا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ب‌ها</w:t>
      </w:r>
      <w:r>
        <w:rPr>
          <w:rtl/>
          <w:lang w:bidi="fa-IR"/>
        </w:rPr>
        <w:t xml:space="preserve"> و اسرار است. او هرگز به حواس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درک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tl/>
          <w:lang w:bidi="fa-IR"/>
        </w:rPr>
        <w:t xml:space="preserve"> او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به ذات او پ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ببرند،</w:t>
      </w:r>
      <w:r>
        <w:rPr>
          <w:rtl/>
          <w:lang w:bidi="fa-IR"/>
        </w:rPr>
        <w:t xml:space="preserve"> او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نمونه‌ا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نمونه داشته باشد و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باشد،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است و خدا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بلکه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متحّد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او در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از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جدا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او از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دور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او 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FA0B9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کنی</w:t>
      </w:r>
      <w:r>
        <w:rPr>
          <w:rtl/>
          <w:lang w:bidi="fa-IR"/>
        </w:rPr>
        <w:t xml:space="preserve"> که او کجاست.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به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به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او از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به گونه‌ا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نشده است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جدا مانده و از آنان 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از رگِ گردن به ما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ک‌تر</w:t>
      </w:r>
      <w:r>
        <w:rPr>
          <w:rtl/>
          <w:lang w:bidi="fa-IR"/>
        </w:rPr>
        <w:t xml:space="preserve"> است، او از خود ما به ما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ک‌تر</w:t>
      </w:r>
      <w:r>
        <w:rPr>
          <w:rtl/>
          <w:lang w:bidi="fa-IR"/>
        </w:rPr>
        <w:t xml:space="preserve"> است. او از شباهت به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دور 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او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از «ه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چ»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او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قبلاً وجود داشته‌اند،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خدا بود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نبود و سپس او از «ه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چ»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را آغاز کرد.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بندگان او را اطاعت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سود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او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بندگان خود را اجابت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بخشش او، هرگز خزانه او را 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کرم او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انتهاست</w:t>
      </w:r>
      <w:r>
        <w:rPr>
          <w:rtl/>
          <w:lang w:bidi="fa-IR"/>
        </w:rPr>
        <w:t>. او توبه خطاکاران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خطا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بندگان خود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پوشاند</w:t>
      </w:r>
      <w:r>
        <w:rPr>
          <w:rtl/>
          <w:lang w:bidi="fa-IR"/>
        </w:rPr>
        <w:t>.</w:t>
      </w:r>
      <w:r w:rsidRPr="00FA0B92">
        <w:rPr>
          <w:rStyle w:val="libFootnotenumChar"/>
          <w:rtl/>
        </w:rPr>
        <w:t>9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>.</w:t>
      </w:r>
    </w:p>
    <w:p w:rsidR="004E7874" w:rsidRDefault="00FA0B92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FA0B92">
      <w:pPr>
        <w:pStyle w:val="Heading1"/>
        <w:rPr>
          <w:rtl/>
          <w:lang w:bidi="fa-IR"/>
        </w:rPr>
      </w:pPr>
      <w:bookmarkStart w:id="10" w:name="_Toc534545349"/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ماه من تا ماه گردون</w:t>
      </w:r>
      <w:bookmarkEnd w:id="10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نبرد</w:t>
      </w:r>
      <w:r>
        <w:rPr>
          <w:rtl/>
          <w:lang w:bidi="fa-IR"/>
        </w:rPr>
        <w:t xml:space="preserve"> آغاز شده است، آفتاب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تابد،</w:t>
      </w:r>
      <w:r>
        <w:rPr>
          <w:rtl/>
          <w:lang w:bidi="fa-IR"/>
        </w:rPr>
        <w:t xml:space="preserve"> لشکر دشمن هجوم آورده است، نگاه کن! آن شتر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همان شتر که سربازان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گرد او جمع شده‌اند، آن شتر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است. امروز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شه،</w:t>
      </w:r>
      <w:r>
        <w:rPr>
          <w:rtl/>
          <w:lang w:bidi="fa-IR"/>
        </w:rPr>
        <w:t xml:space="preserve"> همسر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جنگ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آمده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راهن</w:t>
      </w:r>
      <w:r>
        <w:rPr>
          <w:rtl/>
          <w:lang w:bidi="fa-IR"/>
        </w:rPr>
        <w:t xml:space="preserve"> عثمان را بهانه کرده‌اند تا به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بکشند،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مانع 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عدالت او بشوند.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است، طلحه و 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که نقش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قتل عثمان را داشتند، امروز به خونخواه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عثمان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کرده‌اند. آن‌ها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بودند که بعد از کشته شدن عثمان با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کردند، امّا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عت</w:t>
      </w:r>
      <w:r>
        <w:rPr>
          <w:rtl/>
          <w:lang w:bidi="fa-IR"/>
        </w:rPr>
        <w:t xml:space="preserve"> آن‌ها از سر عشق به حکومت و ثروت بود، آن‌ها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زود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در حکومت 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ثروت‌اندوز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آن‌ها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آن‌ها با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همراه شدند و به شهر بصره حمله بردند و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مسلمانان را به قتل رساندند.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افسوس</w:t>
      </w:r>
      <w:r>
        <w:rPr>
          <w:rtl/>
          <w:lang w:bidi="fa-IR"/>
        </w:rPr>
        <w:t xml:space="preserve"> که آن‌ها نفهم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که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!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فرصت‌ها را از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گرفتند!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موقع جنگ است، دشمن در مقابل سپاه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موضع گرفته است، خدا را شکر که من امروز در سپاه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دست دارم و آماده نبرد هستم، به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 امروز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فتنه را از جا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کند.</w:t>
      </w:r>
    </w:p>
    <w:p w:rsidR="004E7874" w:rsidRDefault="004E7874" w:rsidP="00FA0B9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مشغول سامان‌ده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است،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سربازان شجاع خود را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بفرستد. من هم آماده‌ام که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بروم.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هم همراه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از غلاف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همه آماده نبرد </w:t>
      </w:r>
      <w:r>
        <w:rPr>
          <w:rtl/>
          <w:lang w:bidi="fa-IR"/>
        </w:rPr>
        <w:lastRenderedPageBreak/>
        <w:t>هستند،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 w:rsidR="00FA0B92">
        <w:rPr>
          <w:rFonts w:hint="cs"/>
          <w:rtl/>
          <w:lang w:bidi="fa-IR"/>
        </w:rPr>
        <w:t>ممنان</w:t>
      </w:r>
      <w:r>
        <w:rPr>
          <w:rFonts w:hint="cs"/>
          <w:rtl/>
          <w:lang w:bidi="fa-IR"/>
        </w:rPr>
        <w:t>! آی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است؟».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نگاه‌ها به آن سو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ماند،</w:t>
      </w:r>
      <w:r>
        <w:rPr>
          <w:rtl/>
          <w:lang w:bidi="fa-IR"/>
        </w:rPr>
        <w:t xml:space="preserve">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که در مقابل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است،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 او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دست دارد، همان چوب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آن شترها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چراند،</w:t>
      </w:r>
      <w:r>
        <w:rPr>
          <w:rtl/>
          <w:lang w:bidi="fa-IR"/>
        </w:rPr>
        <w:t xml:space="preserve"> او چوپان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همواره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ابان‌ها</w:t>
      </w:r>
      <w:r>
        <w:rPr>
          <w:rtl/>
          <w:lang w:bidi="fa-IR"/>
        </w:rPr>
        <w:t xml:space="preserve"> بوده است.</w:t>
      </w:r>
    </w:p>
    <w:p w:rsidR="004E7874" w:rsidRDefault="004E7874" w:rsidP="00FA0B9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نفر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وقت </w:t>
      </w:r>
      <w:r w:rsidR="000F07D6">
        <w:rPr>
          <w:rtl/>
          <w:lang w:bidi="fa-IR"/>
        </w:rPr>
        <w:t>سوال</w:t>
      </w:r>
      <w:r w:rsidR="00FA0B9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است؟ مگر نمی‌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لشکر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خود را سامان‌ده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کند، امروز روز جنگ است، نه روز </w:t>
      </w:r>
      <w:r w:rsidR="00FA0B92">
        <w:rPr>
          <w:rFonts w:hint="cs"/>
          <w:rtl/>
          <w:lang w:bidi="fa-IR"/>
        </w:rPr>
        <w:t>سوال</w:t>
      </w:r>
      <w:r>
        <w:rPr>
          <w:rFonts w:hint="cs"/>
          <w:rtl/>
          <w:lang w:bidi="fa-IR"/>
        </w:rPr>
        <w:t xml:space="preserve">!». </w:t>
      </w:r>
    </w:p>
    <w:p w:rsidR="004E7874" w:rsidRDefault="004E7874" w:rsidP="00FA0B9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مرد</w:t>
      </w:r>
      <w:r>
        <w:rPr>
          <w:rtl/>
          <w:lang w:bidi="fa-IR"/>
        </w:rPr>
        <w:t xml:space="preserve"> عرب سر خود را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اندازد،</w:t>
      </w:r>
      <w:r>
        <w:rPr>
          <w:rtl/>
          <w:lang w:bidi="fa-IR"/>
        </w:rPr>
        <w:t xml:space="preserve"> او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 xml:space="preserve"> چه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مدّت‌هاست که </w:t>
      </w:r>
      <w:r w:rsidR="00FA0B92">
        <w:rPr>
          <w:rFonts w:hint="cs"/>
          <w:rtl/>
          <w:lang w:bidi="fa-IR"/>
        </w:rPr>
        <w:t>سوالی</w:t>
      </w:r>
      <w:r>
        <w:rPr>
          <w:rtl/>
          <w:lang w:bidi="fa-IR"/>
        </w:rPr>
        <w:t xml:space="preserve"> ذهن او را مشغول کرده و امروز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 است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از او جواب خود را بشنود.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زبان 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مفهوم عدد «اوّل»، «واحد» گفته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هم‌چن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مفهوم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بودن» هم واحد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در قرآن آمده است: «خدا واحد است»،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عرب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بداند که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«خدا واحد است»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سکوت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شکند</w:t>
      </w:r>
      <w:r>
        <w:rPr>
          <w:rtl/>
          <w:lang w:bidi="fa-IR"/>
        </w:rPr>
        <w:t>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من! با او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آن 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در پ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 آن است، تنها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ما از مردم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روبرو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ستاده‌اند</w:t>
      </w:r>
      <w:r>
        <w:rPr>
          <w:rtl/>
          <w:lang w:bidi="fa-IR"/>
        </w:rPr>
        <w:t xml:space="preserve"> و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دست گرفته‌اند.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همه را به فکر وام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دارد،</w:t>
      </w:r>
      <w:r>
        <w:rPr>
          <w:rtl/>
          <w:lang w:bidi="fa-IR"/>
        </w:rPr>
        <w:t xml:space="preserve"> ما به بصره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حکومت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شهر را در دست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آمده‌ا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مردم را از جهل و نادان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 به آن مرد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سخن خود 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آغاز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سخن، دو معنا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درست وجود دارد: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اوّل: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خدا «واحد» است، منظور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مانند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او مثل و مانند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 درست 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دوم: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«خدا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است»، منظور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 از اجزا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نشده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خودت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از سر و دست و پا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خدا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اجزا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ندارد،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ذات او،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 هم درست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وجود دارد.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: «خدا واحد است»، منظور تو از واژه «واحد»، مفهوم عدد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مورد خدا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مفهوم عدد و شمارش را به کار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دوم و سوم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دوم و سوم نداشته باشد اصلاً به </w:t>
      </w:r>
      <w:r>
        <w:rPr>
          <w:rFonts w:hint="eastAsia"/>
          <w:rtl/>
          <w:lang w:bidi="fa-IR"/>
        </w:rPr>
        <w:t>کار</w:t>
      </w:r>
      <w:r>
        <w:rPr>
          <w:rtl/>
          <w:lang w:bidi="fa-IR"/>
        </w:rPr>
        <w:t xml:space="preserve"> بردن مفهوم عدد و شمارش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جاست</w:t>
      </w:r>
      <w:r>
        <w:rPr>
          <w:rtl/>
          <w:lang w:bidi="fa-IR"/>
        </w:rPr>
        <w:t>.</w:t>
      </w:r>
      <w:r w:rsidRPr="00FA0B92">
        <w:rPr>
          <w:rStyle w:val="libFootnotenumChar"/>
          <w:rtl/>
        </w:rPr>
        <w:t>10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</w:t>
      </w:r>
      <w:r>
        <w:rPr>
          <w:rtl/>
          <w:lang w:bidi="fa-IR"/>
        </w:rPr>
        <w:t>.</w:t>
      </w:r>
      <w:r w:rsidRPr="00FA0B92">
        <w:rPr>
          <w:rStyle w:val="libFootnotenumChar"/>
          <w:rtl/>
        </w:rPr>
        <w:t>11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مسافر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شهر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او به سراغ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بزرگ‌تر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>. او اکنون نزد «مالک بن انس» نشسته است، اوبه دنبال فرصت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تا </w:t>
      </w:r>
      <w:r w:rsidR="000F07D6">
        <w:rPr>
          <w:rtl/>
          <w:lang w:bidi="fa-IR"/>
        </w:rPr>
        <w:t>سوال</w:t>
      </w:r>
      <w:r w:rsidR="00FA0B9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خود را مطرح کند.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در مورد خدا از او </w:t>
      </w:r>
      <w:r w:rsidR="000F07D6">
        <w:rPr>
          <w:rtl/>
          <w:lang w:bidi="fa-IR"/>
        </w:rPr>
        <w:t>سوال</w:t>
      </w:r>
      <w:r w:rsidR="00FA0B9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بنمای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رو به مالک بن انس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</w:t>
      </w:r>
      <w:r w:rsidR="000F07D6">
        <w:rPr>
          <w:rtl/>
          <w:lang w:bidi="fa-IR"/>
        </w:rPr>
        <w:t>سوال</w:t>
      </w:r>
      <w:r w:rsidR="00FA0B9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 را می‌</w:t>
      </w:r>
      <w:r>
        <w:rPr>
          <w:rFonts w:hint="eastAsia"/>
          <w:rtl/>
          <w:lang w:bidi="fa-IR"/>
        </w:rPr>
        <w:t>پرسد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مالک</w:t>
      </w:r>
      <w:r>
        <w:rPr>
          <w:rtl/>
          <w:lang w:bidi="fa-IR"/>
        </w:rPr>
        <w:t xml:space="preserve"> بن انس در جواب او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«مگر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 w:rsidR="000F07D6">
        <w:rPr>
          <w:rtl/>
          <w:lang w:bidi="fa-IR"/>
        </w:rPr>
        <w:t>سوال</w:t>
      </w:r>
      <w:r w:rsidR="00FA0B9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در مورد خدا حرام و بدعت است؟ من می‌</w:t>
      </w:r>
      <w:r>
        <w:rPr>
          <w:rFonts w:hint="eastAsia"/>
          <w:rtl/>
          <w:lang w:bidi="fa-IR"/>
        </w:rPr>
        <w:t>ترسم</w:t>
      </w:r>
      <w:r>
        <w:rPr>
          <w:rtl/>
          <w:lang w:bidi="fa-IR"/>
        </w:rPr>
        <w:t xml:space="preserve"> که تو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بعد</w:t>
      </w:r>
      <w:r>
        <w:rPr>
          <w:rtl/>
          <w:lang w:bidi="fa-IR"/>
        </w:rPr>
        <w:t xml:space="preserve"> دستور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تا آن مسافر را از مسجد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کنند.</w:t>
      </w:r>
      <w:r w:rsidRPr="00FA0B92">
        <w:rPr>
          <w:rStyle w:val="libFootnotenumChar"/>
          <w:rtl/>
        </w:rPr>
        <w:t>12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را گفتم تا بدان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امامِ من و امامِ اهل سنّت چقدر تفاوت 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</w:t>
      </w:r>
      <w:r>
        <w:rPr>
          <w:rtl/>
          <w:lang w:bidi="fa-IR"/>
        </w:rPr>
        <w:t xml:space="preserve"> من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جنگ هم به </w:t>
      </w:r>
      <w:r w:rsidR="000F07D6">
        <w:rPr>
          <w:rtl/>
          <w:lang w:bidi="fa-IR"/>
        </w:rPr>
        <w:t>سوال</w:t>
      </w:r>
      <w:r w:rsidR="00FA0B9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احترام می‌</w:t>
      </w:r>
      <w:r>
        <w:rPr>
          <w:rFonts w:hint="eastAsia"/>
          <w:rtl/>
          <w:lang w:bidi="fa-IR"/>
        </w:rPr>
        <w:t>گذارد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مورد «خدا» پرسش دارد،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دهد،</w:t>
      </w:r>
      <w:r>
        <w:rPr>
          <w:rtl/>
          <w:lang w:bidi="fa-IR"/>
        </w:rPr>
        <w:t xml:space="preserve"> امّا مالک‌بن‌انس، 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مذاهب چهارگانه اهل سنّت (که مالک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او هستند)، </w:t>
      </w:r>
      <w:r w:rsidR="000F07D6">
        <w:rPr>
          <w:rtl/>
          <w:lang w:bidi="fa-IR"/>
        </w:rPr>
        <w:t>سوال</w:t>
      </w:r>
      <w:r w:rsidR="00FA0B9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در مورد خدا را بدعت می‌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 xml:space="preserve"> و </w:t>
      </w:r>
      <w:r w:rsidR="000F07D6">
        <w:rPr>
          <w:rtl/>
          <w:lang w:bidi="fa-IR"/>
        </w:rPr>
        <w:t>سوال</w:t>
      </w:r>
      <w:r w:rsidR="00FA0B9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کننده را شی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>!!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راست</w:t>
      </w:r>
      <w:r>
        <w:rPr>
          <w:rtl/>
          <w:lang w:bidi="fa-IR"/>
        </w:rPr>
        <w:t xml:space="preserve"> گفته‌اند: </w:t>
      </w:r>
    </w:p>
    <w:tbl>
      <w:tblPr>
        <w:tblStyle w:val="TableGrid"/>
        <w:bidiVisual/>
        <w:tblW w:w="4562" w:type="pct"/>
        <w:tblInd w:w="384" w:type="dxa"/>
        <w:tblLook w:val="01E0"/>
      </w:tblPr>
      <w:tblGrid>
        <w:gridCol w:w="3345"/>
        <w:gridCol w:w="268"/>
        <w:gridCol w:w="3309"/>
      </w:tblGrid>
      <w:tr w:rsidR="00FA0B92" w:rsidTr="00CF40B0">
        <w:trPr>
          <w:trHeight w:val="350"/>
        </w:trPr>
        <w:tc>
          <w:tcPr>
            <w:tcW w:w="3920" w:type="dxa"/>
            <w:shd w:val="clear" w:color="auto" w:fill="auto"/>
          </w:tcPr>
          <w:p w:rsidR="00FA0B92" w:rsidRDefault="00FA0B92" w:rsidP="00CF40B0">
            <w:pPr>
              <w:pStyle w:val="libPoem"/>
            </w:pPr>
            <w:r>
              <w:rPr>
                <w:rFonts w:hint="eastAsia"/>
                <w:rtl/>
                <w:lang w:bidi="fa-IR"/>
              </w:rPr>
              <w:t>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ان</w:t>
            </w:r>
            <w:r>
              <w:rPr>
                <w:rtl/>
                <w:lang w:bidi="fa-IR"/>
              </w:rPr>
              <w:t xml:space="preserve"> ماه من تا ماه گردون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  <w:tc>
          <w:tcPr>
            <w:tcW w:w="279" w:type="dxa"/>
            <w:shd w:val="clear" w:color="auto" w:fill="auto"/>
          </w:tcPr>
          <w:p w:rsidR="00FA0B92" w:rsidRDefault="00FA0B92" w:rsidP="00CF40B0">
            <w:pPr>
              <w:pStyle w:val="libPoem"/>
              <w:rPr>
                <w:rtl/>
              </w:rPr>
            </w:pPr>
          </w:p>
        </w:tc>
        <w:tc>
          <w:tcPr>
            <w:tcW w:w="3881" w:type="dxa"/>
            <w:shd w:val="clear" w:color="auto" w:fill="auto"/>
          </w:tcPr>
          <w:p w:rsidR="00FA0B92" w:rsidRDefault="00FA0B92" w:rsidP="00CF40B0">
            <w:pPr>
              <w:pStyle w:val="libPoem"/>
            </w:pPr>
            <w:r>
              <w:rPr>
                <w:rtl/>
                <w:lang w:bidi="fa-IR"/>
              </w:rPr>
              <w:t>تفاوت از زم</w:t>
            </w:r>
            <w:r>
              <w:rPr>
                <w:rFonts w:hint="cs"/>
                <w:rtl/>
                <w:lang w:bidi="fa-IR"/>
              </w:rPr>
              <w:t>ی</w:t>
            </w:r>
            <w:r>
              <w:rPr>
                <w:rFonts w:hint="eastAsia"/>
                <w:rtl/>
                <w:lang w:bidi="fa-IR"/>
              </w:rPr>
              <w:t>ن</w:t>
            </w:r>
            <w:r>
              <w:rPr>
                <w:rtl/>
                <w:lang w:bidi="fa-IR"/>
              </w:rPr>
              <w:t xml:space="preserve"> تا آسمان است</w:t>
            </w:r>
            <w:r w:rsidRPr="00725071">
              <w:rPr>
                <w:rStyle w:val="libPoemTiniChar0"/>
                <w:rtl/>
              </w:rPr>
              <w:br/>
              <w:t> </w:t>
            </w:r>
          </w:p>
        </w:tc>
      </w:tr>
    </w:tbl>
    <w:p w:rsidR="00BF4F06" w:rsidRDefault="00BF4F06" w:rsidP="004E7874">
      <w:pPr>
        <w:pStyle w:val="libNormal"/>
        <w:rPr>
          <w:rtl/>
          <w:lang w:bidi="fa-IR"/>
        </w:rPr>
      </w:pPr>
    </w:p>
    <w:p w:rsidR="004E7874" w:rsidRDefault="00BF4F06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BF4F06">
      <w:pPr>
        <w:pStyle w:val="Heading1"/>
        <w:rPr>
          <w:rtl/>
          <w:lang w:bidi="fa-IR"/>
        </w:rPr>
      </w:pPr>
      <w:bookmarkStart w:id="11" w:name="_Toc534545350"/>
      <w:r>
        <w:rPr>
          <w:rFonts w:hint="eastAsia"/>
          <w:rtl/>
          <w:lang w:bidi="fa-IR"/>
        </w:rPr>
        <w:t>سلام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پنهان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bookmarkEnd w:id="11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سوره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سوره‌ا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خودش را در آن سوره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نموده است:</w:t>
      </w:r>
    </w:p>
    <w:p w:rsidR="004E7874" w:rsidRDefault="004E7874" w:rsidP="004E7874">
      <w:pPr>
        <w:pStyle w:val="libNormal"/>
        <w:rPr>
          <w:rtl/>
          <w:lang w:bidi="fa-IR"/>
        </w:rPr>
      </w:pPr>
      <w:r w:rsidRPr="00BF4F06">
        <w:rPr>
          <w:rStyle w:val="libAlaemChar"/>
          <w:rtl/>
        </w:rPr>
        <w:t>(</w:t>
      </w:r>
      <w:r w:rsidRPr="00BF4F06">
        <w:rPr>
          <w:rStyle w:val="libAieChar"/>
          <w:rtl/>
        </w:rPr>
        <w:t>قُلْ هُوَ اللَّهُ أَحَدٌ</w:t>
      </w:r>
      <w:r w:rsidRPr="00BF4F06">
        <w:rPr>
          <w:rStyle w:val="libAlaemChar"/>
          <w:rtl/>
        </w:rPr>
        <w:t>)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بگو</w:t>
      </w:r>
      <w:r>
        <w:rPr>
          <w:rtl/>
          <w:lang w:bidi="fa-IR"/>
        </w:rPr>
        <w:t xml:space="preserve">!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محمّد! بگو که او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>. بگو آنچه را که من به تو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بگو!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فرستاده من! آن چه را من به تو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دادم،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بگو، تا آن‌ها گوش فرا دهند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شوند.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واژه</w:t>
      </w:r>
      <w:r>
        <w:rPr>
          <w:rtl/>
          <w:lang w:bidi="fa-IR"/>
        </w:rPr>
        <w:t xml:space="preserve"> «او» اشاره به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دارد، او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ده‌هاست،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محمّد!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به چشمِ سر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بت‌پرستان در مقابل تو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ستادند</w:t>
      </w:r>
      <w:r>
        <w:rPr>
          <w:rtl/>
          <w:lang w:bidi="fa-IR"/>
        </w:rPr>
        <w:t xml:space="preserve"> و بت خودشان را به تو نشان دادند و گفتند: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کجاست؟».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آن‌ها، 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از سنگ و چوب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بود، آن‌ها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با چشم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و در مقابلش سجده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نوبت توست تا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آن‌ها به تو گفتند: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محمّد!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تو آن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کجاست؟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چگونه است؟ او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کن!».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سخن</w:t>
      </w:r>
      <w:r>
        <w:rPr>
          <w:rtl/>
          <w:lang w:bidi="fa-IR"/>
        </w:rPr>
        <w:t xml:space="preserve"> بگو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آن‌ها</w:t>
      </w:r>
      <w:r>
        <w:rPr>
          <w:rtl/>
          <w:lang w:bidi="fa-IR"/>
        </w:rPr>
        <w:t xml:space="preserve"> دوست دارند تو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است»، امّا تو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بگو: «او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تو</w:t>
      </w:r>
      <w:r>
        <w:rPr>
          <w:rtl/>
          <w:lang w:bidi="fa-IR"/>
        </w:rPr>
        <w:t xml:space="preserve"> از کلمه «او» استفاده کن! همان را بگو که به تو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دادم: «او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«او»، همه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فهمند</w:t>
      </w:r>
      <w:r>
        <w:rPr>
          <w:rtl/>
          <w:lang w:bidi="fa-IR"/>
        </w:rPr>
        <w:t xml:space="preserve"> که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است، برتر و بالاتر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با چشم‌ها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شود، او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به حواس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 کرد، او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است و هرگز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را ندارد، او را هرگز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با چشم سر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است.</w:t>
      </w:r>
    </w:p>
    <w:p w:rsidR="004E7874" w:rsidRDefault="004E7874" w:rsidP="004E7874">
      <w:pPr>
        <w:pStyle w:val="libNormal"/>
        <w:rPr>
          <w:rtl/>
          <w:lang w:bidi="fa-IR"/>
        </w:rPr>
      </w:pPr>
    </w:p>
    <w:p w:rsidR="004E7874" w:rsidRDefault="004E7874" w:rsidP="00CF40B0">
      <w:pPr>
        <w:pStyle w:val="Heading1"/>
        <w:rPr>
          <w:rtl/>
          <w:lang w:bidi="fa-IR"/>
        </w:rPr>
      </w:pPr>
      <w:bookmarkStart w:id="12" w:name="_Toc534545351"/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اسم اعظم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!</w:t>
      </w:r>
      <w:bookmarkEnd w:id="12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فردا</w:t>
      </w:r>
      <w:r>
        <w:rPr>
          <w:rtl/>
          <w:lang w:bidi="fa-IR"/>
        </w:rPr>
        <w:t xml:space="preserve"> چه روز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بود، خدا خودش رحم کند! ما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</w:t>
      </w:r>
      <w:r>
        <w:rPr>
          <w:rtl/>
          <w:lang w:bidi="fa-IR"/>
        </w:rPr>
        <w:t xml:space="preserve"> نفر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سپاه کوچک فقط هفت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شش زره دارد، امّا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هزار جنگجو دارد که همه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زره دارند و تشنه خون ما هستند. خدا خودش رحم کند. راستش را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</w:t>
      </w:r>
      <w:r>
        <w:rPr>
          <w:rFonts w:hint="eastAsia"/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موافق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هم فرار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خانه و کاشانه خود برگرد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سر تکان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 «آخر تو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چه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جنگ را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تو گفته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به دست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تو قلم توست».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حرف تو مرا آرام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همراه تو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 xml:space="preserve"> تا استراحت کنم.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گذرد،</w:t>
      </w:r>
      <w:r>
        <w:rPr>
          <w:rtl/>
          <w:lang w:bidi="fa-IR"/>
        </w:rPr>
        <w:t xml:space="preserve">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تو به خواب رفته‌ا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خسته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حدود 160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tl/>
          <w:lang w:bidi="fa-IR"/>
        </w:rPr>
        <w:t xml:space="preserve">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آمده‌ا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آن هم با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فصل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است،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وزد،</w:t>
      </w:r>
      <w:r>
        <w:rPr>
          <w:rtl/>
          <w:lang w:bidi="fa-IR"/>
        </w:rPr>
        <w:t xml:space="preserve"> ستارگان در آسمان به دلربا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مشغول‌اند. آسمان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«بَدر» چقدر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باست</w:t>
      </w:r>
      <w:r>
        <w:rPr>
          <w:rtl/>
          <w:lang w:bidi="fa-IR"/>
        </w:rPr>
        <w:t>! فردا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جنگ بدر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خواهد داد، سپاه کفّار به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خود آماده مقابله با آنان هستند. امّا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مسلمان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خواهند توانست در مقابل سپاه کفّار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شوند؟ آخر چگونه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ممکن است؟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تو در خواب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فرو رفته‌ا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من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بلند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</w:t>
      </w:r>
      <w:r>
        <w:rPr>
          <w:rtl/>
          <w:lang w:bidi="fa-IR"/>
        </w:rPr>
        <w:t xml:space="preserve"> تا گشت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بزنم،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چه خبر است.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در نور مهتاب،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کنار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خود نشسته است. جلو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جواب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شنوم،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صدا چقدر آشناست، او حضرت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چه شده است که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آمده است، کاش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از او </w:t>
      </w:r>
      <w:r w:rsidR="000F07D6">
        <w:rPr>
          <w:rtl/>
          <w:lang w:bidi="fa-IR"/>
        </w:rPr>
        <w:t>سوال</w:t>
      </w:r>
      <w:r w:rsidR="00CF40B0">
        <w:rPr>
          <w:lang w:bidi="fa-IR"/>
        </w:rPr>
        <w:t xml:space="preserve"> </w:t>
      </w:r>
      <w:r>
        <w:rPr>
          <w:rFonts w:hint="cs"/>
          <w:rtl/>
          <w:lang w:bidi="fa-IR"/>
        </w:rPr>
        <w:t>می‌</w:t>
      </w:r>
      <w:r>
        <w:rPr>
          <w:rFonts w:hint="eastAsia"/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او اکنون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«امشب خواب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>. در خواب حضرت خضر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حتماً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خداست. من از او خواستم تا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اموزد،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فردا آن را بخوانم و بر دشمنان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شوم.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را به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داد: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هُو!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مَنْ لا هُو إلاّ هُو».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هوا</w:t>
      </w:r>
      <w:r>
        <w:rPr>
          <w:rtl/>
          <w:lang w:bidi="fa-IR"/>
        </w:rPr>
        <w:t xml:space="preserve"> روشن شده است، سپاه کفّار در مقابل مسلمانان صف بسته‌اند،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جنگ شروع خواهد شد، آنجا را نگاه کن!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خدا!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خواب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چه خواب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حضرت خضر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در خواب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به من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آموخت تا من آن را بخوانم و بر دشمنان اسلام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شوم.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آن دعا چه بود؟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هُو!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مَنْ لا هُو إلاّ هُو.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تو «اسم اعظم» خدا را آموخته‌ا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امروز</w:t>
      </w:r>
      <w:r>
        <w:rPr>
          <w:rtl/>
          <w:lang w:bidi="fa-IR"/>
        </w:rPr>
        <w:t xml:space="preserve"> ذکر زبان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دعاست و خدا هم او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با شجاعت‌ها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او از خود نشان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مسلمانان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جنگ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شش سال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صف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است،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سپاه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 سپاه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روبرو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قرار گرفته‌اند، امروز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خودش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قلب لشکر نفاق حمله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همان دعا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عمّار</w:t>
      </w:r>
      <w:r>
        <w:rPr>
          <w:rtl/>
          <w:lang w:bidi="fa-IR"/>
        </w:rPr>
        <w:t xml:space="preserve"> (پسر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اسر</w:t>
      </w:r>
      <w:r>
        <w:rPr>
          <w:rtl/>
          <w:lang w:bidi="fa-IR"/>
        </w:rPr>
        <w:t>)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شنود</w:t>
      </w:r>
      <w:r>
        <w:rPr>
          <w:rtl/>
          <w:lang w:bidi="fa-IR"/>
        </w:rPr>
        <w:t xml:space="preserve"> که مداوم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هُو!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مَنْ لا هُو إلاّ هُو، با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است؟ چه رمز و 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نهفته است؟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رو به مولا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شما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اسم اعظم خداست،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دعا،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خداشناس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  <w:r w:rsidRPr="00CF40B0">
        <w:rPr>
          <w:rStyle w:val="libFootnotenumChar"/>
          <w:rtl/>
        </w:rPr>
        <w:t>13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مولا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شنوم،</w:t>
      </w:r>
      <w:r>
        <w:rPr>
          <w:rtl/>
          <w:lang w:bidi="fa-IR"/>
        </w:rPr>
        <w:t xml:space="preserve"> به فکر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مگر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دعا چه نهفته است که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هُو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مَنْ لا هُو إلاّ هُو!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او! تو «غ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ب»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</w:p>
    <w:p w:rsidR="00CF40B0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tl/>
          <w:lang w:bidi="fa-IR"/>
        </w:rPr>
        <w:t xml:space="preserve"> پنهان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تو را ندارد،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ذات تو را درک کند، تو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به تو احاطه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کند، تو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چ‌کدام</w:t>
      </w:r>
      <w:r>
        <w:rPr>
          <w:rtl/>
          <w:lang w:bidi="fa-IR"/>
        </w:rPr>
        <w:t xml:space="preserve"> از صفات مخلوقات خود را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عقل بشر هرگز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ذات تو را درک کند.</w:t>
      </w:r>
    </w:p>
    <w:p w:rsidR="004E7874" w:rsidRDefault="00CF40B0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CF40B0">
      <w:pPr>
        <w:pStyle w:val="Heading1"/>
        <w:rPr>
          <w:rtl/>
          <w:lang w:bidi="fa-IR"/>
        </w:rPr>
      </w:pPr>
      <w:bookmarkStart w:id="13" w:name="_Toc534545352"/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جز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!</w:t>
      </w:r>
      <w:bookmarkEnd w:id="13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با چشم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و به عبارت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آن‌ها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هستند،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از چشم ما انسان‌ها. مثلاً فرشتگان! من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آن‌ها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نم،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فرشتگان هم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هستند، امّا همه فرشتگان، مخلوقات تو هستند، آن‌ها صفات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مخلوقات</w:t>
      </w:r>
      <w:r>
        <w:rPr>
          <w:rtl/>
          <w:lang w:bidi="fa-IR"/>
        </w:rPr>
        <w:t xml:space="preserve"> را دارند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آنان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ستند،</w:t>
      </w:r>
      <w:r>
        <w:rPr>
          <w:rtl/>
          <w:lang w:bidi="fa-IR"/>
        </w:rPr>
        <w:t xml:space="preserve"> مثلاً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فرشته است،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فرشته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فرشته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هستند، امّا آن‌ها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ستند،</w:t>
      </w:r>
      <w:r>
        <w:rPr>
          <w:rtl/>
          <w:lang w:bidi="fa-IR"/>
        </w:rPr>
        <w:t xml:space="preserve"> آن‌ها صفات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را درک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صفات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درک کند، پس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نظر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من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انسان معمول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نظر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رم،</w:t>
      </w:r>
      <w:r>
        <w:rPr>
          <w:rtl/>
          <w:lang w:bidi="fa-IR"/>
        </w:rPr>
        <w:t xml:space="preserve">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است، امّا همان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فرشتگان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خلاصه</w:t>
      </w:r>
      <w:r>
        <w:rPr>
          <w:rtl/>
          <w:lang w:bidi="fa-IR"/>
        </w:rPr>
        <w:t xml:space="preserve"> آن که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 که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آن را درک کند و آن هم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است. خدا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همه،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بوده است.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خدا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ذات او احاطه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او،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!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دِ</w:t>
      </w:r>
      <w:r>
        <w:rPr>
          <w:rtl/>
          <w:lang w:bidi="fa-IR"/>
        </w:rPr>
        <w:t xml:space="preserve"> انسان است،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عقل بشر از درک آن عاجز است،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است، امّا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ب‌ها،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فرشتگان آشکار است، فرشتگان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که از چشم انسان‌ها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 که واقعاً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و او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است.</w:t>
      </w:r>
    </w:p>
    <w:p w:rsidR="004E7874" w:rsidRDefault="004E7874" w:rsidP="004E7874">
      <w:pPr>
        <w:pStyle w:val="libNormal"/>
        <w:rPr>
          <w:rtl/>
          <w:lang w:bidi="fa-IR"/>
        </w:rPr>
      </w:pP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پنهان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 خدا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کدام نام خدا در قرآن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همه ذکر شده است؟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جواب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است: اللّه.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 2816 بار در قرآن تکرار شده 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 مخصوص خداوند است،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تا به حال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کلمه فکر 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«اللّه»</w:t>
      </w:r>
      <w:r>
        <w:rPr>
          <w:rtl/>
          <w:lang w:bidi="fa-IR"/>
        </w:rPr>
        <w:t xml:space="preserve"> از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«اَلِهَ» است،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واژه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واژه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راه را گم کند، متح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سرگردان شود و نداند چه کند، در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: «اَلِهَ الرَّجُلُ»،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مرد متح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نظر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نام خدا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گرفته‌اند،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علّت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مورد خدا فکر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تح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تو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ذات خدا را درک کند، خدا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با چشم‌ها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چ‌کدام</w:t>
      </w:r>
      <w:r>
        <w:rPr>
          <w:rtl/>
          <w:lang w:bidi="fa-IR"/>
        </w:rPr>
        <w:t xml:space="preserve"> از صفات مخلوقات را ندارد، او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هر کس که بخواهد ذات او را بشناسد،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تح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او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‌شود.</w:t>
      </w:r>
      <w:r w:rsidRPr="00CF40B0">
        <w:rPr>
          <w:rStyle w:val="libFootnotenumChar"/>
          <w:rtl/>
        </w:rPr>
        <w:t>14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امام‌باقر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ما دستور داده است که از فکر کردن در مورد ذات خدا پره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چ‌گاه</w:t>
      </w:r>
      <w:r>
        <w:rPr>
          <w:rtl/>
          <w:lang w:bidi="fa-IR"/>
        </w:rPr>
        <w:t xml:space="preserve"> عقل بشر به آنجا راه ندارد.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 مورد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و نشانه‌ها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هر چقدر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سخن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جهان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شگفت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دارد، ماه و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ستارگان و کهکشان‌ها و...</w:t>
      </w:r>
      <w:r w:rsidRPr="00CF40B0">
        <w:rPr>
          <w:rStyle w:val="libFootnotenumChar"/>
          <w:rtl/>
        </w:rPr>
        <w:t>15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 خدا 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قرآن مراجعه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خدا، خودش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چگونه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CF40B0">
        <w:rPr>
          <w:lang w:bidi="fa-IR"/>
        </w:rPr>
        <w:t xml:space="preserve"> </w:t>
      </w:r>
      <w:r>
        <w:rPr>
          <w:rFonts w:hint="cs"/>
          <w:rtl/>
          <w:lang w:bidi="fa-IR"/>
        </w:rPr>
        <w:t>کنی</w:t>
      </w:r>
      <w:r>
        <w:rPr>
          <w:rtl/>
          <w:lang w:bidi="fa-IR"/>
        </w:rPr>
        <w:t xml:space="preserve"> که چرا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است؟ چرا او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جواب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اگر خدا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با چشم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او خدا نبود، بلکه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بود، هر چه با چشم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شود، مخلوق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چشم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و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هرگز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صفات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مخلوقات را ندارد، اگر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صفات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داشت،</w:t>
      </w:r>
      <w:r>
        <w:rPr>
          <w:rtl/>
          <w:lang w:bidi="fa-IR"/>
        </w:rPr>
        <w:t xml:space="preserve"> حتماً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او را درک کرد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او را با چشم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امّا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توانست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گذر زمان او را هم دگرگون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خلاصه</w:t>
      </w:r>
      <w:r>
        <w:rPr>
          <w:rtl/>
          <w:lang w:bidi="fa-IR"/>
        </w:rPr>
        <w:t xml:space="preserve"> آن که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صفت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صفات مخلوقات خود را ندارد،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هرگز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او را حس کرد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او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خدا را با چشم سر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دانست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راز کلمه «اللّه» پ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همه در درک او متح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سرگشته‌اند،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tl/>
          <w:lang w:bidi="fa-IR"/>
        </w:rPr>
        <w:t xml:space="preserve"> پنهان است،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عقل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ذات او را درک کند.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غروب روز ششم ماه رمضان سال 1390 است، برنامه «ماه‌عسل» که از شبکه سوم پخش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را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. مهمان برنامه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دوست دارم 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نقل کنم.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فرق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من خدا را حس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کنم»</w:t>
      </w:r>
      <w:r>
        <w:rPr>
          <w:rtl/>
          <w:lang w:bidi="fa-IR"/>
        </w:rPr>
        <w:t>. مجر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برنامه خنده‌ا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tl/>
          <w:lang w:bidi="fa-IR"/>
        </w:rPr>
        <w:t>کند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«سلام ما را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خودت برسان».</w:t>
      </w:r>
    </w:p>
    <w:p w:rsidR="004E7874" w:rsidRDefault="004E7874" w:rsidP="009D5AB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 را حس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هرگز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امامان</w:t>
      </w:r>
      <w:r w:rsidR="009D5AB6" w:rsidRPr="009D5AB6">
        <w:rPr>
          <w:rFonts w:ascii="Traditional Arabic" w:eastAsiaTheme="minorHAnsi" w:hAnsi="Traditional Arabic" w:cs="Traditional Arabic"/>
          <w:rtl/>
        </w:rPr>
        <w:t xml:space="preserve"> </w:t>
      </w:r>
      <w:r w:rsidR="009D5AB6" w:rsidRPr="009D5AB6">
        <w:rPr>
          <w:rStyle w:val="libAlaemChar"/>
          <w:rFonts w:eastAsiaTheme="minorHAnsi"/>
          <w:rtl/>
        </w:rPr>
        <w:t>عليهم‌السلام</w:t>
      </w:r>
      <w:r>
        <w:rPr>
          <w:rtl/>
          <w:lang w:bidi="fa-IR"/>
        </w:rPr>
        <w:t xml:space="preserve">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حس کردن خدا به زبان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اورده‌اند؟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آن‌ها</w:t>
      </w:r>
      <w:r>
        <w:rPr>
          <w:rtl/>
          <w:lang w:bidi="fa-IR"/>
        </w:rPr>
        <w:t xml:space="preserve"> بارها به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داده‌اند که خدا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حس کرد،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او را احساس کرد. خدا بالاتر از فهم و عقل و درک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: «خدا هرگز حس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حواس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درک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کند»؟</w:t>
      </w:r>
      <w:r w:rsidRPr="009D5AB6">
        <w:rPr>
          <w:rStyle w:val="libFootnotenumChar"/>
          <w:rtl/>
        </w:rPr>
        <w:t>16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خدا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او را تجربه کرد،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او را حس کرد.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هر چه را که بتوان حس کرد، محدود است، هر چه که حس شود،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است، مخلوق است و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من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در جامعه ما اگر بخواه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مورد شخص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ت‌ها</w:t>
      </w:r>
      <w:r>
        <w:rPr>
          <w:rtl/>
          <w:lang w:bidi="fa-IR"/>
        </w:rPr>
        <w:t xml:space="preserve">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حساب شده سخن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ملاحظه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دست به عصا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به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دلت خواست در مورد خدا بزن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مشکل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‌آ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تو به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راد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و تلو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ظاهر بشو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من خدا را حس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!!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نمونه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>! چرا هر کس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هر جور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دلش خواست در مورد خدا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خلاصه</w:t>
      </w:r>
      <w:r>
        <w:rPr>
          <w:rtl/>
          <w:lang w:bidi="fa-IR"/>
        </w:rPr>
        <w:t xml:space="preserve"> آن که نه ما بلکه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هم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خدا را حس کنند، بلکه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حس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تمام وجود خود، رحمت او را احساس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گوشه‌ا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خلوت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با او راز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مردم کمک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...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احساس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آن وقت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رحمت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وزد</w:t>
      </w:r>
      <w:r>
        <w:rPr>
          <w:rtl/>
          <w:lang w:bidi="fa-IR"/>
        </w:rPr>
        <w:t xml:space="preserve"> و قلب ما بهار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4E7874" w:rsidRDefault="009D5AB6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9D5AB6">
      <w:pPr>
        <w:pStyle w:val="Heading1"/>
        <w:rPr>
          <w:rtl/>
          <w:lang w:bidi="fa-IR"/>
        </w:rPr>
      </w:pPr>
      <w:bookmarkStart w:id="14" w:name="_Toc534545353"/>
      <w:r>
        <w:rPr>
          <w:rFonts w:hint="eastAsia"/>
          <w:rtl/>
          <w:lang w:bidi="fa-IR"/>
        </w:rPr>
        <w:t>مواظب</w:t>
      </w:r>
      <w:r>
        <w:rPr>
          <w:rtl/>
          <w:lang w:bidi="fa-IR"/>
        </w:rPr>
        <w:t xml:space="preserve"> ذهن خودت باش !</w:t>
      </w:r>
      <w:bookmarkEnd w:id="14"/>
    </w:p>
    <w:p w:rsidR="004E7874" w:rsidRDefault="004E7874" w:rsidP="009D5AB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امام‌جواد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هستم. نام من عبدُالرّحمان است، اهل کوفه هستم.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</w:t>
      </w:r>
      <w:r w:rsidR="009D5AB6">
        <w:rPr>
          <w:rFonts w:hint="cs"/>
          <w:rtl/>
          <w:lang w:bidi="fa-IR"/>
        </w:rPr>
        <w:t>سوالی</w:t>
      </w:r>
      <w:r>
        <w:rPr>
          <w:rtl/>
          <w:lang w:bidi="fa-IR"/>
        </w:rPr>
        <w:t xml:space="preserve"> ذهن مرا مشغول کرده بود،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خواستم</w:t>
      </w:r>
      <w:r>
        <w:rPr>
          <w:rtl/>
          <w:lang w:bidi="fa-IR"/>
        </w:rPr>
        <w:t xml:space="preserve"> بدانم که خدا چگونه است، به دنبال فرصت مناسب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که </w:t>
      </w:r>
      <w:r w:rsidR="000F07D6">
        <w:rPr>
          <w:rtl/>
          <w:lang w:bidi="fa-IR"/>
        </w:rPr>
        <w:t>سوال</w:t>
      </w:r>
      <w:r w:rsidR="009D5AB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 را از امام بپرسم. 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که مهمان آن حضرت بودم </w:t>
      </w:r>
      <w:r w:rsidR="000F07D6">
        <w:rPr>
          <w:rtl/>
          <w:lang w:bidi="fa-IR"/>
        </w:rPr>
        <w:t>سوال</w:t>
      </w:r>
      <w:r w:rsidR="009D5AB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خود را از آن حضرت </w:t>
      </w:r>
      <w:r>
        <w:rPr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. </w:t>
      </w:r>
      <w:r w:rsidR="000F07D6">
        <w:rPr>
          <w:rtl/>
          <w:lang w:bidi="fa-IR"/>
        </w:rPr>
        <w:t>سوال</w:t>
      </w:r>
      <w:r w:rsidR="009D5AB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من از توحی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بود. آن حضرت در جواب من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بدان</w:t>
      </w:r>
      <w:r>
        <w:rPr>
          <w:rtl/>
          <w:lang w:bidi="fa-IR"/>
        </w:rPr>
        <w:t xml:space="preserve"> که خدا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با عقل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درک کرد.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 در ذهن خود تصوّر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خدا داشته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پس بدان که خدا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ذهن توست!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تو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ذهن خود خدا را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فراموش نکن که عقل بشر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به ذات خدا پ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ببرد</w:t>
      </w:r>
      <w:r>
        <w:rPr>
          <w:rtl/>
          <w:lang w:bidi="fa-IR"/>
        </w:rPr>
        <w:t>. هر تصوّر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از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در ذهن خود ساخته‌ا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بدان که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قتِ</w:t>
      </w:r>
      <w:r>
        <w:rPr>
          <w:rtl/>
          <w:lang w:bidi="fa-IR"/>
        </w:rPr>
        <w:t xml:space="preserve"> خدا،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آن است! خدا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حدّ و اندازه‌ا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با عقل آن را درک نمود.</w:t>
      </w:r>
      <w:r w:rsidRPr="009D5AB6">
        <w:rPr>
          <w:rStyle w:val="libFootnotenumChar"/>
          <w:rtl/>
        </w:rPr>
        <w:t>17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دقّت کنم، 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تصوّر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خدا در ذهن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سازم،</w:t>
      </w:r>
      <w:r>
        <w:rPr>
          <w:rtl/>
          <w:lang w:bidi="fa-IR"/>
        </w:rPr>
        <w:t xml:space="preserve"> امّا آن تصوّر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من آن را با عقل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ساخته‌ام، خدا را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کرده‌ام، امام به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داد که خدا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من در ذه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خود تصوّر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من هرگز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خدا را تصوّر بنما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بالاتر و والاتر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به تصوّر ذهن انسان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من فقط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او را با صفات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خودش در قرآن گفته است، بشناسم،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که </w:t>
      </w:r>
      <w:r>
        <w:rPr>
          <w:rtl/>
          <w:lang w:bidi="fa-IR"/>
        </w:rPr>
        <w:lastRenderedPageBreak/>
        <w:t>خدا بخشنده و مهربان است، شنونده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ناست،</w:t>
      </w:r>
      <w:r>
        <w:rPr>
          <w:rtl/>
          <w:lang w:bidi="fa-IR"/>
        </w:rPr>
        <w:t xml:space="preserve"> از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باخبر است،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بوده و خواهد بود،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ندارد همان‌گونه که آغا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نداشته است...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صفات خدا را در قرآن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خوانم</w:t>
      </w:r>
      <w:r>
        <w:rPr>
          <w:rtl/>
          <w:lang w:bidi="fa-IR"/>
        </w:rPr>
        <w:t xml:space="preserve"> و نسبت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شناخت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tl/>
          <w:lang w:bidi="fa-IR"/>
        </w:rPr>
        <w:t xml:space="preserve"> که گفتم صفات خداست، امّا ذات خدا چگونه است؟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هرگز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بفهمم، هر چه که در ذهن خودم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ذات خدا تصوّر کنم،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بدانم که خدا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آن است!</w:t>
      </w:r>
    </w:p>
    <w:p w:rsidR="004E7874" w:rsidRDefault="004E7874" w:rsidP="004E7874">
      <w:pPr>
        <w:pStyle w:val="libNormal"/>
        <w:rPr>
          <w:rtl/>
          <w:lang w:bidi="fa-IR"/>
        </w:rPr>
      </w:pPr>
    </w:p>
    <w:p w:rsidR="004E7874" w:rsidRDefault="004E7874" w:rsidP="00BB6A8B">
      <w:pPr>
        <w:pStyle w:val="Heading1"/>
        <w:rPr>
          <w:rtl/>
          <w:lang w:bidi="fa-IR"/>
        </w:rPr>
      </w:pPr>
      <w:bookmarkStart w:id="15" w:name="_Toc534545354"/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چقدر کوچک است!</w:t>
      </w:r>
      <w:bookmarkEnd w:id="15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امروز</w:t>
      </w:r>
      <w:r>
        <w:rPr>
          <w:rtl/>
          <w:lang w:bidi="fa-IR"/>
        </w:rPr>
        <w:t xml:space="preserve"> روز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فطر است، همه نماز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خوانند،</w:t>
      </w:r>
      <w:r>
        <w:rPr>
          <w:rtl/>
          <w:lang w:bidi="fa-IR"/>
        </w:rPr>
        <w:t xml:space="preserve"> تو هم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نماز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!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! برخ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به شکرانه نعمت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به تو داده است نماز بخوان! نماز!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تو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کدام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 نماز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کدام سو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قبله تو کجاست؟ کعبه کجاست؟</w:t>
      </w:r>
    </w:p>
    <w:p w:rsidR="004E7874" w:rsidRDefault="004E7874" w:rsidP="009D5AB6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سخن دوستت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تو گفته بود: آنجا که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کر</w:t>
      </w:r>
      <w:r w:rsidR="009D5AB6"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قبله توست،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 و به سمت آن نماز بخوان!!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وضو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سپس از پنجره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!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کدام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 است؟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کوچک م</w:t>
      </w:r>
      <w:r>
        <w:rPr>
          <w:rFonts w:hint="cs"/>
          <w:rtl/>
          <w:lang w:bidi="fa-IR"/>
        </w:rPr>
        <w:t>ی‌ی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دل منظومه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حرکت 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کهکشان</w:t>
      </w:r>
      <w:r>
        <w:rPr>
          <w:rtl/>
          <w:lang w:bidi="fa-IR"/>
        </w:rPr>
        <w:t xml:space="preserve"> راه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چشم تو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ماند،</w:t>
      </w:r>
      <w:r>
        <w:rPr>
          <w:rtl/>
          <w:lang w:bidi="fa-IR"/>
        </w:rPr>
        <w:t xml:space="preserve"> تو شکوه و عظمت خدا را با تمام وجودت احساس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قطرات اشک از چشمانت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تو در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انتها</w:t>
      </w:r>
      <w:r>
        <w:rPr>
          <w:rtl/>
          <w:lang w:bidi="fa-IR"/>
        </w:rPr>
        <w:t xml:space="preserve"> شناور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جز به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سجّاده‌ات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نماز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هزاران نفر از هموطنانت به تو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نماز تو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>. نماز تو در فضا، خاطره‌ا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جوانان مالز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تو قرآن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سوره بقره را. قرآن به تو آرامش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«هنگام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فضا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نگاه کردم، قلبم به تپش افتاد و مبهوت شدم،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از بالا به تماشا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عظمت پرودگارت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درک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فضا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به معجزه پروردگار در خلقت موجودات پ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نهم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مسلمان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فضا سفر کرده است. دکتر «مظفّرشکوه» از کشور مالز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9D5AB6">
        <w:rPr>
          <w:rStyle w:val="libFootnotenumChar"/>
          <w:rtl/>
        </w:rPr>
        <w:t>18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لحظه‌ا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کن! کره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همه آن عظمت 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دارد؛ کوه‌ها،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اها،</w:t>
      </w:r>
      <w:r>
        <w:rPr>
          <w:rtl/>
          <w:lang w:bidi="fa-IR"/>
        </w:rPr>
        <w:t xml:space="preserve"> 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انوس‌ها،</w:t>
      </w:r>
      <w:r>
        <w:rPr>
          <w:rtl/>
          <w:lang w:bidi="fa-IR"/>
        </w:rPr>
        <w:t xml:space="preserve"> در مقابل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ذرّه‌ا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عظمت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چقدر است؟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و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صد</w:t>
      </w:r>
      <w:r>
        <w:rPr>
          <w:rtl/>
          <w:lang w:bidi="fa-IR"/>
        </w:rPr>
        <w:t xml:space="preserve"> هزار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در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کهکشان راه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اره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منظومه شمس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200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ارد</w:t>
      </w:r>
      <w:r>
        <w:rPr>
          <w:rtl/>
          <w:lang w:bidi="fa-IR"/>
        </w:rPr>
        <w:t xml:space="preserve"> بزرگ‌تر از حجم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ستاره‌ا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بِتلِگِــئوس 700 برابر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است، البته نور و درخشندگ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ستاره، چهارده هزار برابر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عجا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آسمان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است 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کتاب‌ها نوشت، ما هر چقدر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 مخلوقات خدا فکر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شگفت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بشر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شرفت</w:t>
      </w:r>
      <w:r>
        <w:rPr>
          <w:rtl/>
          <w:lang w:bidi="fa-IR"/>
        </w:rPr>
        <w:t xml:space="preserve"> هنوز نتوانسته است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فضا را درک کند، او چگونه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ذات خدا را درک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E7874" w:rsidRDefault="004E7874" w:rsidP="004E7874">
      <w:pPr>
        <w:pStyle w:val="libNormal"/>
        <w:rPr>
          <w:rtl/>
          <w:lang w:bidi="fa-IR"/>
        </w:rPr>
      </w:pPr>
    </w:p>
    <w:p w:rsidR="004E7874" w:rsidRDefault="004E7874" w:rsidP="00704B12">
      <w:pPr>
        <w:pStyle w:val="Heading1"/>
        <w:rPr>
          <w:rtl/>
          <w:lang w:bidi="fa-IR"/>
        </w:rPr>
      </w:pPr>
      <w:bookmarkStart w:id="16" w:name="_Toc534545355"/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کن!</w:t>
      </w:r>
      <w:bookmarkEnd w:id="16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برادر</w:t>
      </w:r>
      <w:r>
        <w:rPr>
          <w:rtl/>
          <w:lang w:bidi="fa-IR"/>
        </w:rPr>
        <w:t xml:space="preserve"> و خواهر خوبم! اکنون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سخنان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مورد سوره «توح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کنم تا ارزش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روشن گردد: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1 - در قسمت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شهر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آن‌ها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آمدند و گفتند: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محمّد! از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جواب آن‌ها سکوت کرد، سه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جواب آن‌ها را نداد، او منتظر بود تا خود خدا،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بفرستد.</w:t>
      </w:r>
    </w:p>
    <w:p w:rsidR="004E7874" w:rsidRDefault="004E7874" w:rsidP="00704B1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سه روز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نازل شد و سوره «توح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خواند. بعد از آن بود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دنبال 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فرستاد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آن‌ها خواند.</w:t>
      </w:r>
      <w:r w:rsidRPr="00704B12">
        <w:rPr>
          <w:rStyle w:val="libFootnotenumChar"/>
          <w:rtl/>
        </w:rPr>
        <w:t>19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2 -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خود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موقع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دشمن فرستاد، او حضرت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به عنوان فرمانده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گروه 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نمود و از آنان خواست تا حرکت کنند و مأمور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را انجام داده و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باز گردند.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طول 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شکر خدا آن‌ها با موفق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توانستند تا مأمور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را به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رسانده و نسبت به موقع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دشمن اطّلاعات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 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آن‌ها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بازگشتند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استقبال آن‌ها آمد. رو به آنان کرده و از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مأمور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آن‌ها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آن‌ها در جواب گفت: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شکر خدا،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خوب بود،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اشکال مختصر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داشت.</w:t>
      </w:r>
    </w:p>
    <w:p w:rsidR="004E7874" w:rsidRDefault="004E7874" w:rsidP="00704B12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چه اشکال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شما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عنوان فرمانده ما انتخاب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ما همه نمازها را به امامت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همه نمازها سوره «قل هو اللّه»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>. کاش او سوره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هم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رو به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کرد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چرا در هر نماز، سوره «قل هو اللّه»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>!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را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دارم.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جان! اگر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را دوست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داشت</w:t>
      </w:r>
      <w:r>
        <w:rPr>
          <w:rtl/>
          <w:lang w:bidi="fa-IR"/>
        </w:rPr>
        <w:t xml:space="preserve"> تو هم آن را دوست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  <w:r w:rsidRPr="00704B12">
        <w:rPr>
          <w:rStyle w:val="libFootnotenumChar"/>
          <w:rtl/>
        </w:rPr>
        <w:t>20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3 - سعد بن مَعاذ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بود، او در جنگ خندق به دست کفّار مجروح شد و بعد از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خبر رحلت او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جنازه او حاضر شد،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 شدند و خود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او نماز خواند.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آن‌که نماز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تمام شد، او رو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خود کرد و فرمود: امروز هفتاد هزار فرشته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سعد بن معاذ نماز خواندند، من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 فرشتگان،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هم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نماز آمده بود. من از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704B1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را پرسی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 مگر سعد بن معاذ چه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داده ب</w:t>
      </w:r>
      <w:r>
        <w:rPr>
          <w:rFonts w:hint="eastAsia"/>
          <w:rtl/>
          <w:lang w:bidi="fa-IR"/>
        </w:rPr>
        <w:t>ود</w:t>
      </w:r>
      <w:r>
        <w:rPr>
          <w:rtl/>
          <w:lang w:bidi="fa-IR"/>
        </w:rPr>
        <w:t xml:space="preserve"> که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مقام شد که هزاران فرشته بر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</w:t>
      </w:r>
      <w:r>
        <w:rPr>
          <w:rtl/>
          <w:lang w:bidi="fa-IR"/>
        </w:rPr>
        <w:t xml:space="preserve"> او نماز بخوانند؟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در پاسخ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گفت: سعد بن معاذ در همه حال،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ستاده</w:t>
      </w:r>
      <w:r>
        <w:rPr>
          <w:rtl/>
          <w:lang w:bidi="fa-IR"/>
        </w:rPr>
        <w:t xml:space="preserve"> و نشسته، سواره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اده،</w:t>
      </w:r>
      <w:r>
        <w:rPr>
          <w:rtl/>
          <w:lang w:bidi="fa-IR"/>
        </w:rPr>
        <w:t xml:space="preserve"> سوره «قل هو اللّه»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>.</w:t>
      </w:r>
      <w:r w:rsidRPr="00704B12">
        <w:rPr>
          <w:rStyle w:val="libFootnotenumChar"/>
          <w:rtl/>
        </w:rPr>
        <w:t>21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4 - 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فرمودند: هر کس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سوره «قل هو اللّه» را بخواند،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ک‌سوم</w:t>
      </w:r>
      <w:r>
        <w:rPr>
          <w:rtl/>
          <w:lang w:bidi="fa-IR"/>
        </w:rPr>
        <w:t xml:space="preserve"> قرآن،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سوم تورات،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سوم 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سوم زبور را خوانده است!</w:t>
      </w:r>
    </w:p>
    <w:p w:rsidR="004E7874" w:rsidRDefault="004E7874" w:rsidP="00704B12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تورات، کتاب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موس</w:t>
      </w:r>
      <w:r>
        <w:rPr>
          <w:rFonts w:hint="cs"/>
          <w:rtl/>
          <w:lang w:bidi="fa-IR"/>
        </w:rPr>
        <w:t>ی</w:t>
      </w:r>
      <w:r w:rsidR="00704B12" w:rsidRPr="00704B12">
        <w:rPr>
          <w:rStyle w:val="libAlaemChar"/>
          <w:rtl/>
        </w:rPr>
        <w:t xml:space="preserve"> </w:t>
      </w:r>
      <w:r w:rsidR="00704B12" w:rsidRPr="00BD1895">
        <w:rPr>
          <w:rStyle w:val="libAlaemChar"/>
          <w:rtl/>
        </w:rPr>
        <w:t>عليه‌السلام</w:t>
      </w:r>
      <w:r w:rsidR="00704B12" w:rsidRPr="00704B12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انج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کتاب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زبور کتاب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داوود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سوره «قل هو اللّه» را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سوم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کتب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خوانده‌ا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کوچک که 21 کلمه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ندارد، چقدر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خود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است، به گونه‌ا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سوم کتاب‌ها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پس لازم است که هر 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تدبّر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  <w:r w:rsidRPr="00704B12">
        <w:rPr>
          <w:rStyle w:val="libFootnotenumChar"/>
          <w:rtl/>
        </w:rPr>
        <w:t>22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5 -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رو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کرد و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شما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که هر روز،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قرآن را از اوّل تا آخر بخواند و به اصطلاح «ختم قرآن» داشته باشد؟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سکوت کردند و فقط سلمان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دست خود را بالا گرفت و گفت: من هر روز قرآن را ختم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مسلمانان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سلمان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تعجّب کردند،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بخواهد هر روز قرآن را ختم کند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تمام روز مشغول خواندن قرآن باشد، امّا سلمان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وقت‌ها به کار خودش مشغول 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آن‌ها</w:t>
      </w:r>
      <w:r>
        <w:rPr>
          <w:rtl/>
          <w:lang w:bidi="fa-IR"/>
        </w:rPr>
        <w:t xml:space="preserve"> فکر کردند که سلمان دروغ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کردند و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خشمناک بودند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گفتند: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خدا! سلمان، مرد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بر ما عرب‌ها فخر بفروشد،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او دروغ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آرام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سلمان همانند لقمان 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است.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خود او </w:t>
      </w:r>
      <w:r w:rsidR="000F07D6">
        <w:rPr>
          <w:rtl/>
          <w:lang w:bidi="fa-IR"/>
        </w:rPr>
        <w:t>سوال</w:t>
      </w:r>
      <w:r w:rsidR="00704B1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کنی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حتماً جواب شما را خواهد داد.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آن‌ها</w:t>
      </w:r>
      <w:r>
        <w:rPr>
          <w:rtl/>
          <w:lang w:bidi="fa-IR"/>
        </w:rPr>
        <w:t xml:space="preserve"> نزد سلمان آمدند و </w:t>
      </w:r>
      <w:r w:rsidR="000F07D6">
        <w:rPr>
          <w:rtl/>
          <w:lang w:bidi="fa-IR"/>
        </w:rPr>
        <w:t>سوال</w:t>
      </w:r>
      <w:r w:rsidR="00704B12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 را مطرح کردند، سلمان به آن‌ها لبخندی</w:t>
      </w:r>
      <w:r>
        <w:rPr>
          <w:rtl/>
          <w:lang w:bidi="fa-IR"/>
        </w:rPr>
        <w:t xml:space="preserve"> زد و گفت: من خودم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فرمود: هر کس سه بار سوره «قل هو اللّه» را بخواند مانند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قرآن را ختم کرده است. من هر روز، سه بار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خوانم</w:t>
      </w:r>
      <w:r>
        <w:rPr>
          <w:rtl/>
          <w:lang w:bidi="fa-IR"/>
        </w:rPr>
        <w:t>!2</w:t>
      </w:r>
      <w:r w:rsidRPr="00704B12">
        <w:rPr>
          <w:rStyle w:val="libFootnotenumChar"/>
          <w:rtl/>
        </w:rPr>
        <w:t>3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6 - 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فرمودند: هر کس فراموش کند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شبانه روز، در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سوره «قل هو اللّه احد» را بخواند، فرشتگان به او 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بنده خدا! نماز خواند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سوره «قل هو اللّه» را نخواند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نمازگزار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  <w:r w:rsidRPr="00704B12">
        <w:rPr>
          <w:rStyle w:val="libFootnotenumChar"/>
          <w:rtl/>
        </w:rPr>
        <w:t>24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اگر ما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نمازگزار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حتماً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را در نماز خود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بلند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سر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7 - 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هر کس سوره «قل هو اللّه» را بعد از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واجب خود بخواند، خداوند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را به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و گناهان او و هم‌چن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گناهان پدر و مادرش و گناهان فرزندان او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بخشد</w:t>
      </w:r>
      <w:r>
        <w:rPr>
          <w:rtl/>
          <w:lang w:bidi="fa-IR"/>
        </w:rPr>
        <w:t>.</w:t>
      </w:r>
      <w:r w:rsidRPr="00704B12">
        <w:rPr>
          <w:rStyle w:val="libFootnotenumChar"/>
          <w:rtl/>
        </w:rPr>
        <w:t>25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ومن</w:t>
      </w:r>
      <w:r>
        <w:rPr>
          <w:rtl/>
          <w:lang w:bidi="fa-IR"/>
        </w:rPr>
        <w:t xml:space="preserve"> در تعجّب هستم از عظمت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کوچک!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رمز و 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نهفته است که اگر آن را بعد از نماز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خدا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را به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دوست</w:t>
      </w:r>
      <w:r>
        <w:rPr>
          <w:rtl/>
          <w:lang w:bidi="fa-IR"/>
        </w:rPr>
        <w:t xml:space="preserve"> من!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تو از خدا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بهتر از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8 - حتماً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آمدن بلا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ترسند</w:t>
      </w:r>
      <w:r>
        <w:rPr>
          <w:rtl/>
          <w:lang w:bidi="fa-IR"/>
        </w:rPr>
        <w:t xml:space="preserve">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برند،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مسافر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به سفر برود پشت سر او آب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زند،</w:t>
      </w:r>
      <w:r>
        <w:rPr>
          <w:rtl/>
          <w:lang w:bidi="fa-IR"/>
        </w:rPr>
        <w:t xml:space="preserve"> آن‌ها به آب پناه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برند</w:t>
      </w:r>
      <w:r>
        <w:rPr>
          <w:rtl/>
          <w:lang w:bidi="fa-IR"/>
        </w:rPr>
        <w:t xml:space="preserve"> تا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مسافرشان به سلامت برگردد.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چشم‌زخم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ترسند</w:t>
      </w:r>
      <w:r>
        <w:rPr>
          <w:rtl/>
          <w:lang w:bidi="fa-IR"/>
        </w:rPr>
        <w:t xml:space="preserve"> به تخته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زنند،</w:t>
      </w:r>
      <w:r>
        <w:rPr>
          <w:rtl/>
          <w:lang w:bidi="fa-IR"/>
        </w:rPr>
        <w:t xml:space="preserve"> آن‌ها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بلا را از خود دور کنند.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tl/>
          <w:lang w:bidi="fa-IR"/>
        </w:rPr>
        <w:t xml:space="preserve"> خرافات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دامن‌گ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جامعه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و در جامعه‌ها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گونه‌ا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 دچار ترس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به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پناه</w:t>
      </w:r>
      <w:r>
        <w:rPr>
          <w:rtl/>
          <w:lang w:bidi="fa-IR"/>
        </w:rPr>
        <w:t xml:space="preserve">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چگونه؟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خود به نام مُفضَّل فرمودند:</w:t>
      </w:r>
    </w:p>
    <w:p w:rsidR="004E7874" w:rsidRDefault="004E7874" w:rsidP="00704B12">
      <w:pPr>
        <w:pStyle w:val="libNormal"/>
        <w:ind w:firstLine="0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مُفَضّل! اگر 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نام خدا و به سوره «قل هو اللّه» پناه ببر!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چگونه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انجام بدهم؟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به سمت راست خود نگاه کن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را بخوان، سپس به سمت چپ خود نگاه کن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را بخوان، سپس سمت جلو، پشت سر، سمت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را بخوان و در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نگاه خود را به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نداز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را بخوان.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در واقع من در شش جهت خود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را بخوانم؟</w:t>
      </w:r>
    </w:p>
    <w:p w:rsidR="004E7874" w:rsidRDefault="004E7874" w:rsidP="00704B12">
      <w:pPr>
        <w:pStyle w:val="libNormal"/>
        <w:ind w:firstLine="0"/>
        <w:rPr>
          <w:rtl/>
          <w:lang w:bidi="fa-IR"/>
        </w:rPr>
      </w:pPr>
      <w:r>
        <w:rPr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تو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از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برکت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تو را از بلا حفظ کند.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مفضَّل! اگر گرفتار حاکم ستمگر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به تو ستم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آن ستمگر روبرو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سه بار سوره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بخوان و بعد از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سوم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سوره، دست چپ خود را به صورت مشت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اور،</w:t>
      </w:r>
      <w:r>
        <w:rPr>
          <w:rtl/>
          <w:lang w:bidi="fa-IR"/>
        </w:rPr>
        <w:t xml:space="preserve"> تو تا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که نزد آن ستمگر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دست چپ خود را باز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انجام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خداوند تو را از دست ظلم آن ستمگر نجات خواهد داد.</w:t>
      </w:r>
      <w:r w:rsidRPr="009E3D25">
        <w:rPr>
          <w:rStyle w:val="libFootnotenumChar"/>
          <w:rtl/>
        </w:rPr>
        <w:t>26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9 -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سفر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چقدر خوب است که ده بار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را بخوان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هر کس موقع خارج شدن از منزل، ده بار سوره «قل هو اللّه» را بخواند، او در حفاظت خداوند خواهد بود تا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منزل بازگردد.</w:t>
      </w:r>
      <w:r w:rsidRPr="009E3D25">
        <w:rPr>
          <w:rStyle w:val="libFootnotenumChar"/>
          <w:rtl/>
        </w:rPr>
        <w:t>27</w:t>
      </w:r>
    </w:p>
    <w:p w:rsidR="004E7874" w:rsidRDefault="004E7874" w:rsidP="009E3D25">
      <w:pPr>
        <w:pStyle w:val="libNormal"/>
        <w:rPr>
          <w:rtl/>
          <w:lang w:bidi="fa-IR"/>
        </w:rPr>
      </w:pPr>
      <w:r>
        <w:rPr>
          <w:rtl/>
          <w:lang w:bidi="fa-IR"/>
        </w:rPr>
        <w:t>10 -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وارد خانه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سلام کن و بعد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را بخوان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صورت برکت خدا را به خانه خود جذب کرده‌ا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9E3D25">
        <w:rPr>
          <w:rStyle w:val="libFootnotenumChar"/>
          <w:rtl/>
        </w:rPr>
        <w:t>28</w:t>
      </w:r>
    </w:p>
    <w:p w:rsidR="004E7874" w:rsidRDefault="004E7874" w:rsidP="004E7874">
      <w:pPr>
        <w:pStyle w:val="libNormal"/>
        <w:rPr>
          <w:rtl/>
          <w:lang w:bidi="fa-IR"/>
        </w:rPr>
      </w:pPr>
    </w:p>
    <w:p w:rsidR="004E7874" w:rsidRDefault="004E7874" w:rsidP="009E3D25">
      <w:pPr>
        <w:pStyle w:val="Heading1"/>
        <w:rPr>
          <w:rtl/>
          <w:lang w:bidi="fa-IR"/>
        </w:rPr>
      </w:pPr>
      <w:bookmarkStart w:id="17" w:name="_Toc534545356"/>
      <w:r>
        <w:rPr>
          <w:rFonts w:hint="eastAsia"/>
          <w:rtl/>
          <w:lang w:bidi="fa-IR"/>
        </w:rPr>
        <w:t>سلام</w:t>
      </w:r>
      <w:r>
        <w:rPr>
          <w:rtl/>
          <w:lang w:bidi="fa-IR"/>
        </w:rPr>
        <w:t xml:space="preserve"> بر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بلند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</w:t>
      </w:r>
      <w:bookmarkEnd w:id="17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من! اکنون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 سوره «قل هو اللّه»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آشنا شده‌ا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آماده‌ا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هم شرح و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را شروع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ابتدا</w:t>
      </w:r>
      <w:r>
        <w:rPr>
          <w:rtl/>
          <w:lang w:bidi="fa-IR"/>
        </w:rPr>
        <w:t xml:space="preserve"> نام‌ها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سوره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خوانند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شناخت بهتر خداوند 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سوره اخلاص: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خوانند</w:t>
      </w:r>
      <w:r>
        <w:rPr>
          <w:rtl/>
          <w:lang w:bidi="fa-IR"/>
        </w:rPr>
        <w:t xml:space="preserve"> چون خداشناس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ناب و خالص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آموزد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فقط 21 کلمه دارد، امّا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شرح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صدها کتاب نوشت.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سوره،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اسرار خداشناس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 خود نهفته دارد: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بِسْمِ</w:t>
      </w:r>
      <w:r>
        <w:rPr>
          <w:rtl/>
          <w:lang w:bidi="fa-IR"/>
        </w:rPr>
        <w:t xml:space="preserve"> اللَّهِ الرَّحْمَـنِ الرَّحِ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مِ</w:t>
      </w:r>
    </w:p>
    <w:p w:rsidR="004E7874" w:rsidRDefault="004E7874" w:rsidP="004E7874">
      <w:pPr>
        <w:pStyle w:val="libNormal"/>
        <w:rPr>
          <w:rtl/>
          <w:lang w:bidi="fa-IR"/>
        </w:rPr>
      </w:pPr>
      <w:r w:rsidRPr="009E3D25">
        <w:rPr>
          <w:rStyle w:val="libAlaemChar"/>
          <w:rtl/>
        </w:rPr>
        <w:t>(</w:t>
      </w:r>
      <w:r w:rsidRPr="009E3D25">
        <w:rPr>
          <w:rStyle w:val="libAieChar"/>
          <w:rtl/>
        </w:rPr>
        <w:t>قُلْ هُوَ اللَّهُ أَحَدٌ</w:t>
      </w:r>
      <w:r>
        <w:rPr>
          <w:rtl/>
          <w:lang w:bidi="fa-IR"/>
        </w:rPr>
        <w:t xml:space="preserve"> </w:t>
      </w:r>
      <w:r w:rsidRPr="009E3D25">
        <w:rPr>
          <w:rStyle w:val="libAlaemChar"/>
          <w:rtl/>
        </w:rPr>
        <w:t>)</w:t>
      </w:r>
      <w:r>
        <w:rPr>
          <w:rtl/>
          <w:lang w:bidi="fa-IR"/>
        </w:rPr>
        <w:t xml:space="preserve"> </w:t>
      </w:r>
      <w:r w:rsidRPr="009E3D25">
        <w:rPr>
          <w:rStyle w:val="libAlaemChar"/>
          <w:rtl/>
        </w:rPr>
        <w:t>(</w:t>
      </w:r>
      <w:r w:rsidRPr="009E3D25">
        <w:rPr>
          <w:rStyle w:val="libAieChar"/>
          <w:rtl/>
        </w:rPr>
        <w:t>اللَّهُ الصَّمَدُ</w:t>
      </w:r>
      <w:r>
        <w:rPr>
          <w:rtl/>
          <w:lang w:bidi="fa-IR"/>
        </w:rPr>
        <w:t xml:space="preserve"> </w:t>
      </w:r>
      <w:r w:rsidRPr="009E3D25">
        <w:rPr>
          <w:rStyle w:val="libAlaemChar"/>
          <w:rtl/>
        </w:rPr>
        <w:t>)</w:t>
      </w:r>
      <w:r>
        <w:rPr>
          <w:rtl/>
          <w:lang w:bidi="fa-IR"/>
        </w:rPr>
        <w:t xml:space="preserve"> </w:t>
      </w:r>
      <w:r w:rsidRPr="009E3D25">
        <w:rPr>
          <w:rStyle w:val="libAlaemChar"/>
          <w:rtl/>
        </w:rPr>
        <w:t>(</w:t>
      </w:r>
      <w:r w:rsidRPr="009E3D25">
        <w:rPr>
          <w:rStyle w:val="libAieChar"/>
          <w:rtl/>
        </w:rPr>
        <w:t xml:space="preserve">لَمْ </w:t>
      </w:r>
      <w:r w:rsidRPr="009E3D25">
        <w:rPr>
          <w:rStyle w:val="libAieChar"/>
          <w:rFonts w:hint="cs"/>
          <w:rtl/>
        </w:rPr>
        <w:t>یَ</w:t>
      </w:r>
      <w:r w:rsidRPr="009E3D25">
        <w:rPr>
          <w:rStyle w:val="libAieChar"/>
          <w:rFonts w:hint="eastAsia"/>
          <w:rtl/>
        </w:rPr>
        <w:t>لِدْ</w:t>
      </w:r>
      <w:r w:rsidRPr="009E3D25">
        <w:rPr>
          <w:rStyle w:val="libAieChar"/>
          <w:rtl/>
        </w:rPr>
        <w:t xml:space="preserve"> وَ لَمْ </w:t>
      </w:r>
      <w:r w:rsidRPr="009E3D25">
        <w:rPr>
          <w:rStyle w:val="libAieChar"/>
          <w:rFonts w:hint="cs"/>
          <w:rtl/>
        </w:rPr>
        <w:t>یُ</w:t>
      </w:r>
      <w:r w:rsidRPr="009E3D25">
        <w:rPr>
          <w:rStyle w:val="libAieChar"/>
          <w:rFonts w:hint="eastAsia"/>
          <w:rtl/>
        </w:rPr>
        <w:t>ولَدْ</w:t>
      </w:r>
      <w:r>
        <w:rPr>
          <w:rtl/>
          <w:lang w:bidi="fa-IR"/>
        </w:rPr>
        <w:t xml:space="preserve"> </w:t>
      </w:r>
      <w:r w:rsidRPr="009E3D25">
        <w:rPr>
          <w:rStyle w:val="libAlaemChar"/>
          <w:rtl/>
        </w:rPr>
        <w:t>)</w:t>
      </w:r>
      <w:r>
        <w:rPr>
          <w:rtl/>
          <w:lang w:bidi="fa-IR"/>
        </w:rPr>
        <w:t xml:space="preserve"> </w:t>
      </w:r>
      <w:r w:rsidRPr="009E3D25">
        <w:rPr>
          <w:rStyle w:val="libAlaemChar"/>
          <w:rtl/>
        </w:rPr>
        <w:t>(</w:t>
      </w:r>
      <w:r w:rsidRPr="009E3D25">
        <w:rPr>
          <w:rStyle w:val="libAieChar"/>
          <w:rtl/>
        </w:rPr>
        <w:t xml:space="preserve">وَ لَمْ </w:t>
      </w:r>
      <w:r w:rsidRPr="009E3D25">
        <w:rPr>
          <w:rStyle w:val="libAieChar"/>
          <w:rFonts w:hint="cs"/>
          <w:rtl/>
        </w:rPr>
        <w:t>یَ</w:t>
      </w:r>
      <w:r w:rsidRPr="009E3D25">
        <w:rPr>
          <w:rStyle w:val="libAieChar"/>
          <w:rFonts w:hint="eastAsia"/>
          <w:rtl/>
        </w:rPr>
        <w:t>کُن</w:t>
      </w:r>
      <w:r w:rsidRPr="009E3D25">
        <w:rPr>
          <w:rStyle w:val="libAieChar"/>
          <w:rtl/>
        </w:rPr>
        <w:t xml:space="preserve"> لَّهُ کُفُوًا أَحَدُ</w:t>
      </w:r>
      <w:r w:rsidRPr="009E3D25">
        <w:rPr>
          <w:rStyle w:val="libAlaemChar"/>
          <w:rtl/>
        </w:rPr>
        <w:t>)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به</w:t>
      </w:r>
      <w:r>
        <w:rPr>
          <w:rtl/>
          <w:lang w:bidi="fa-IR"/>
        </w:rPr>
        <w:t xml:space="preserve"> نام خداوند بخشنده مهربان.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بگو: اوست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>! خدا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است و همه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او هستند. او فرزند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ندارد. و او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مانند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به شرح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سوره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خدا به فرستاده خود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4E7874" w:rsidRDefault="009E3D25" w:rsidP="004E7874">
      <w:pPr>
        <w:pStyle w:val="libNormal"/>
        <w:rPr>
          <w:rtl/>
          <w:lang w:bidi="fa-IR"/>
        </w:rPr>
      </w:pPr>
      <w:r w:rsidRPr="009E3D25">
        <w:rPr>
          <w:rStyle w:val="libAlaemChar"/>
          <w:rFonts w:hint="cs"/>
          <w:rtl/>
        </w:rPr>
        <w:t>(</w:t>
      </w:r>
      <w:r w:rsidR="004E7874" w:rsidRPr="009E3D25">
        <w:rPr>
          <w:rStyle w:val="libAieChar"/>
          <w:rFonts w:hint="eastAsia"/>
          <w:rtl/>
        </w:rPr>
        <w:t>قُلْ</w:t>
      </w:r>
      <w:r w:rsidRPr="009E3D25">
        <w:rPr>
          <w:rStyle w:val="libAlaemChar"/>
          <w:rFonts w:hint="cs"/>
          <w:rtl/>
        </w:rPr>
        <w:t>)</w:t>
      </w:r>
      <w:r w:rsidR="004E7874"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واژه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«بگو» است، خداوند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«بگو!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سخن بگو! آنچه را من به تو 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بازگو کن!».</w:t>
      </w:r>
    </w:p>
    <w:p w:rsidR="004E7874" w:rsidRDefault="009E3D25" w:rsidP="004E7874">
      <w:pPr>
        <w:pStyle w:val="libNormal"/>
        <w:rPr>
          <w:rtl/>
          <w:lang w:bidi="fa-IR"/>
        </w:rPr>
      </w:pPr>
      <w:r w:rsidRPr="009E3D25">
        <w:rPr>
          <w:rStyle w:val="libAlaemChar"/>
          <w:rFonts w:hint="cs"/>
          <w:rtl/>
        </w:rPr>
        <w:t>(</w:t>
      </w:r>
      <w:r w:rsidR="004E7874" w:rsidRPr="009E3D25">
        <w:rPr>
          <w:rStyle w:val="libAieChar"/>
          <w:rFonts w:hint="eastAsia"/>
          <w:rtl/>
        </w:rPr>
        <w:t>هُوَ</w:t>
      </w:r>
      <w:r w:rsidR="004E7874">
        <w:rPr>
          <w:rtl/>
          <w:lang w:bidi="fa-IR"/>
        </w:rPr>
        <w:t xml:space="preserve"> </w:t>
      </w:r>
      <w:r w:rsidRPr="009E3D25">
        <w:rPr>
          <w:rStyle w:val="libAlaemChar"/>
          <w:rFonts w:hint="cs"/>
          <w:rtl/>
        </w:rPr>
        <w:t>)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«بگو</w:t>
      </w:r>
      <w:r>
        <w:rPr>
          <w:rtl/>
          <w:lang w:bidi="fa-IR"/>
        </w:rPr>
        <w:t>: او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اوّل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از کلمه «او» استفاده شده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است،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tl/>
          <w:lang w:bidi="fa-IR"/>
        </w:rPr>
        <w:t xml:space="preserve"> پنهان است،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او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ذات او را درک کند. او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چ‌کدام</w:t>
      </w:r>
      <w:r>
        <w:rPr>
          <w:rtl/>
          <w:lang w:bidi="fa-IR"/>
        </w:rPr>
        <w:t xml:space="preserve"> از صفات مخلوقات خود را ندارد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و پنهان خواهد بود 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او را ب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چشم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که بتوان با چشم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و نابود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چشم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هر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سرانجام نابود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گردد،</w:t>
      </w:r>
      <w:r>
        <w:rPr>
          <w:rtl/>
          <w:lang w:bidi="fa-IR"/>
        </w:rPr>
        <w:t xml:space="preserve"> امّا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با چشم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جسم ندارد، او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 و صفات مخلوقات را ندارد،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ندارد، او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4E7874" w:rsidRDefault="009E3D25" w:rsidP="004E7874">
      <w:pPr>
        <w:pStyle w:val="libNormal"/>
        <w:rPr>
          <w:rtl/>
          <w:lang w:bidi="fa-IR"/>
        </w:rPr>
      </w:pPr>
      <w:r w:rsidRPr="009E3D25">
        <w:rPr>
          <w:rStyle w:val="libAlaemChar"/>
          <w:rFonts w:hint="cs"/>
          <w:rtl/>
        </w:rPr>
        <w:t>(</w:t>
      </w:r>
      <w:r w:rsidR="004E7874" w:rsidRPr="009E3D25">
        <w:rPr>
          <w:rStyle w:val="libAieChar"/>
          <w:rFonts w:hint="eastAsia"/>
          <w:rtl/>
        </w:rPr>
        <w:t>اللَّهُ</w:t>
      </w:r>
      <w:r w:rsidRPr="009E3D25">
        <w:rPr>
          <w:rStyle w:val="libAlaemChar"/>
          <w:rFonts w:hint="cs"/>
          <w:rtl/>
        </w:rPr>
        <w:t>)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«اللّه»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اسم خداست، در مورد واژه «اللّه» قبلاً سخن گفتم. «اللّه» از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«اَلَهَ» است،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واژه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واژه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راه را </w:t>
      </w:r>
      <w:r>
        <w:rPr>
          <w:rtl/>
          <w:lang w:bidi="fa-IR"/>
        </w:rPr>
        <w:lastRenderedPageBreak/>
        <w:t>گم کند، متح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شود و نداند چه کند، در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: «اَلَهَ الرَّجُلُ»،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مرد متح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شد.</w:t>
      </w:r>
    </w:p>
    <w:p w:rsidR="004E7874" w:rsidRDefault="004E7874" w:rsidP="009E3D2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نام</w:t>
      </w:r>
      <w:r>
        <w:rPr>
          <w:rtl/>
          <w:lang w:bidi="fa-IR"/>
        </w:rPr>
        <w:t xml:space="preserve"> خدا را هم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گرفته‌اند،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علّت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مورد خدا فکر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تح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تو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ذات خدا را درک کند، خدا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با چشم‌ها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چ‌کدام</w:t>
      </w:r>
      <w:r>
        <w:rPr>
          <w:rtl/>
          <w:lang w:bidi="fa-IR"/>
        </w:rPr>
        <w:t xml:space="preserve"> از صفات مخلوقات را ندارد، او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هر کس که بخواهد ذات او را بشناسد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جز تح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. </w:t>
      </w: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معبود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او را درک کرد.</w:t>
      </w:r>
    </w:p>
    <w:p w:rsidR="004E7874" w:rsidRDefault="009E3D25" w:rsidP="004E7874">
      <w:pPr>
        <w:pStyle w:val="libNormal"/>
        <w:rPr>
          <w:rtl/>
          <w:lang w:bidi="fa-IR"/>
        </w:rPr>
      </w:pPr>
      <w:r w:rsidRPr="009E3D25">
        <w:rPr>
          <w:rStyle w:val="libAlaemChar"/>
          <w:rFonts w:hint="cs"/>
          <w:rtl/>
        </w:rPr>
        <w:t>(</w:t>
      </w:r>
      <w:r w:rsidR="004E7874" w:rsidRPr="009E3D25">
        <w:rPr>
          <w:rStyle w:val="libAieChar"/>
          <w:rFonts w:hint="eastAsia"/>
          <w:rtl/>
        </w:rPr>
        <w:t>أَحَدٌ</w:t>
      </w:r>
      <w:r w:rsidR="004E7874" w:rsidRPr="009E3D25">
        <w:rPr>
          <w:rStyle w:val="libAieChar"/>
          <w:rtl/>
        </w:rPr>
        <w:t xml:space="preserve"> </w:t>
      </w:r>
      <w:r w:rsidRPr="009E3D25">
        <w:rPr>
          <w:rStyle w:val="libAlaemChar"/>
          <w:rFonts w:hint="cs"/>
          <w:rtl/>
        </w:rPr>
        <w:t>)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اَحَد</w:t>
      </w:r>
      <w:r>
        <w:rPr>
          <w:rtl/>
          <w:lang w:bidi="fa-IR"/>
        </w:rPr>
        <w:t xml:space="preserve">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گانه»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. «خدا احد است»،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مانند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او مثل و همانند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او از اجزا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نشده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خودت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از سر و دست و پا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خدا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اجزا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ندارد،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ذات او،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</w:t>
      </w:r>
    </w:p>
    <w:p w:rsidR="004E7874" w:rsidRDefault="009E3D25" w:rsidP="009E3D25">
      <w:pPr>
        <w:pStyle w:val="libAie"/>
        <w:rPr>
          <w:rtl/>
          <w:lang w:bidi="fa-IR"/>
        </w:rPr>
      </w:pPr>
      <w:r w:rsidRPr="009E3D25">
        <w:rPr>
          <w:rStyle w:val="libAlaemChar"/>
          <w:rFonts w:hint="cs"/>
          <w:rtl/>
        </w:rPr>
        <w:t>(</w:t>
      </w:r>
      <w:r w:rsidR="004E7874">
        <w:rPr>
          <w:rFonts w:hint="eastAsia"/>
          <w:rtl/>
          <w:lang w:bidi="fa-IR"/>
        </w:rPr>
        <w:t>اللَّهُ</w:t>
      </w:r>
      <w:r w:rsidR="004E7874">
        <w:rPr>
          <w:rtl/>
          <w:lang w:bidi="fa-IR"/>
        </w:rPr>
        <w:t xml:space="preserve"> الصَّمَدُ </w:t>
      </w:r>
      <w:r w:rsidRPr="009E3D25">
        <w:rPr>
          <w:rStyle w:val="libAlaemChar"/>
          <w:rFonts w:hint="cs"/>
          <w:rtl/>
        </w:rPr>
        <w:t>)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است و همه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او هستند.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مورد واژه «صمد»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او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همه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او هستند.</w:t>
      </w:r>
      <w:r w:rsidRPr="009E3D25">
        <w:rPr>
          <w:rStyle w:val="libFootnotenumChar"/>
          <w:rtl/>
        </w:rPr>
        <w:t>29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حواست</w:t>
      </w:r>
      <w:r>
        <w:rPr>
          <w:rtl/>
          <w:lang w:bidi="fa-IR"/>
        </w:rPr>
        <w:t xml:space="preserve"> باشد،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به عبادت تو، به نماز و روزه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وقت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نکن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اگر مردم گناه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به خدا ضرر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هرگز! او از همه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است.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ندارد، نه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غذا دارد، نه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خواب. او همواره بوده و خواهد بود. او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بزرگ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اش</w:t>
      </w:r>
      <w:r>
        <w:rPr>
          <w:rtl/>
          <w:lang w:bidi="fa-IR"/>
        </w:rPr>
        <w:t xml:space="preserve"> اندازه‌ا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او از هر گونه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دگرگون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دور است، </w:t>
      </w:r>
      <w:r>
        <w:rPr>
          <w:rtl/>
          <w:lang w:bidi="fa-IR"/>
        </w:rPr>
        <w:lastRenderedPageBreak/>
        <w:t>او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ندارد، او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رممکن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او به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تواناست،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نظر او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است و همه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او هستند، نکند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انسان‌ها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مثل خودت رو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آنان حاجت خود را طلب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بدان که هر کس در هر پست و مقام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باشد، هر چقدر ثروت هم داشته باشد، باز هم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خداست، اگر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لحظه خدا از او رو برگرداند، او بدبخت‌تر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eastAsia"/>
          <w:rtl/>
          <w:lang w:bidi="fa-IR"/>
        </w:rPr>
        <w:t>ردم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فقط خداست که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است و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رو به درگاه او 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از او حاجت خود را بخواه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631FD9" w:rsidP="00631FD9">
      <w:pPr>
        <w:pStyle w:val="libAie"/>
        <w:rPr>
          <w:rtl/>
          <w:lang w:bidi="fa-IR"/>
        </w:rPr>
      </w:pPr>
      <w:r w:rsidRPr="00631FD9">
        <w:rPr>
          <w:rStyle w:val="libAlaemChar"/>
          <w:rFonts w:hint="cs"/>
          <w:rtl/>
        </w:rPr>
        <w:t>(</w:t>
      </w:r>
      <w:r w:rsidR="004E7874">
        <w:rPr>
          <w:rFonts w:hint="eastAsia"/>
          <w:rtl/>
          <w:lang w:bidi="fa-IR"/>
        </w:rPr>
        <w:t>لَمْ</w:t>
      </w:r>
      <w:r w:rsidR="004E7874">
        <w:rPr>
          <w:rtl/>
          <w:lang w:bidi="fa-IR"/>
        </w:rPr>
        <w:t xml:space="preserve"> </w:t>
      </w:r>
      <w:r w:rsidR="004E7874">
        <w:rPr>
          <w:rFonts w:hint="cs"/>
          <w:rtl/>
          <w:lang w:bidi="fa-IR"/>
        </w:rPr>
        <w:t>یَ</w:t>
      </w:r>
      <w:r w:rsidR="004E7874">
        <w:rPr>
          <w:rFonts w:hint="eastAsia"/>
          <w:rtl/>
          <w:lang w:bidi="fa-IR"/>
        </w:rPr>
        <w:t>لِدْ</w:t>
      </w:r>
      <w:r w:rsidR="004E7874">
        <w:rPr>
          <w:rtl/>
          <w:lang w:bidi="fa-IR"/>
        </w:rPr>
        <w:t xml:space="preserve"> وَ لَمْ </w:t>
      </w:r>
      <w:r w:rsidR="004E7874">
        <w:rPr>
          <w:rFonts w:hint="cs"/>
          <w:rtl/>
          <w:lang w:bidi="fa-IR"/>
        </w:rPr>
        <w:t>یُ</w:t>
      </w:r>
      <w:r w:rsidR="004E7874">
        <w:rPr>
          <w:rFonts w:hint="eastAsia"/>
          <w:rtl/>
          <w:lang w:bidi="fa-IR"/>
        </w:rPr>
        <w:t>ولَدْ</w:t>
      </w:r>
      <w:r w:rsidR="004E7874">
        <w:rPr>
          <w:rtl/>
          <w:lang w:bidi="fa-IR"/>
        </w:rPr>
        <w:t xml:space="preserve"> </w:t>
      </w:r>
      <w:r w:rsidRPr="00631FD9">
        <w:rPr>
          <w:rStyle w:val="libAlaemChar"/>
          <w:rFonts w:hint="cs"/>
          <w:rtl/>
        </w:rPr>
        <w:t>)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فرزند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و فرزند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ندارد.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فکر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طرف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انسان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فرزند داشته باشد، اگر خوب فکر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فرزند دارد،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و فرزندش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قانون است.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فرزند داشته باشد، محکوم به فناست.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فرزند ندارد،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هرگز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ندارد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من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پرستم</w:t>
      </w:r>
      <w:r>
        <w:rPr>
          <w:rtl/>
          <w:lang w:bidi="fa-IR"/>
        </w:rPr>
        <w:t xml:space="preserve"> که مثل و همانند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ندارد، او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بوده و خواهد بود.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هرگز آغاز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است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پرستم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ذات او را وصف کند.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فقط سزاوار اوست و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کوچک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است. چشم‌ها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او درمانده‌اند و ذهن‌ها از درک وصف او عاجز.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سپاس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هرگز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عظمت و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هرگز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و او هر روز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تازه‌ا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  <w:r w:rsidRPr="00631FD9">
        <w:rPr>
          <w:rStyle w:val="libFootnotenumChar"/>
          <w:rtl/>
        </w:rPr>
        <w:t>30</w:t>
      </w:r>
    </w:p>
    <w:p w:rsidR="004E7874" w:rsidRDefault="00631FD9" w:rsidP="00631FD9">
      <w:pPr>
        <w:pStyle w:val="libAie"/>
        <w:rPr>
          <w:rtl/>
          <w:lang w:bidi="fa-IR"/>
        </w:rPr>
      </w:pPr>
      <w:r w:rsidRPr="00631FD9">
        <w:rPr>
          <w:rStyle w:val="libAlaemChar"/>
          <w:rFonts w:hint="cs"/>
          <w:rtl/>
        </w:rPr>
        <w:lastRenderedPageBreak/>
        <w:t>(</w:t>
      </w:r>
      <w:r w:rsidR="004E7874">
        <w:rPr>
          <w:rFonts w:hint="eastAsia"/>
          <w:rtl/>
          <w:lang w:bidi="fa-IR"/>
        </w:rPr>
        <w:t>وَ</w:t>
      </w:r>
      <w:r w:rsidR="004E7874">
        <w:rPr>
          <w:rtl/>
          <w:lang w:bidi="fa-IR"/>
        </w:rPr>
        <w:t xml:space="preserve"> لَمْ </w:t>
      </w:r>
      <w:r w:rsidR="004E7874">
        <w:rPr>
          <w:rFonts w:hint="cs"/>
          <w:rtl/>
          <w:lang w:bidi="fa-IR"/>
        </w:rPr>
        <w:t>یَ</w:t>
      </w:r>
      <w:r w:rsidR="004E7874">
        <w:rPr>
          <w:rFonts w:hint="eastAsia"/>
          <w:rtl/>
          <w:lang w:bidi="fa-IR"/>
        </w:rPr>
        <w:t>کُن</w:t>
      </w:r>
      <w:r w:rsidR="004E7874">
        <w:rPr>
          <w:rtl/>
          <w:lang w:bidi="fa-IR"/>
        </w:rPr>
        <w:t xml:space="preserve"> لَّهُ کُفُوًا أَحَدُ</w:t>
      </w:r>
      <w:r w:rsidRPr="00631FD9">
        <w:rPr>
          <w:rStyle w:val="libAlaemChar"/>
          <w:rFonts w:hint="cs"/>
          <w:rtl/>
        </w:rPr>
        <w:t>)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 مانند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هر چه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او در عالم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دارد، مخلوق اوست،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اوست و معلوم است که هرگز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مانند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باشد. همه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دارند و خدا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ندارد، همه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هستند و خدا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است، ه</w:t>
      </w:r>
      <w:r>
        <w:rPr>
          <w:rFonts w:hint="eastAsia"/>
          <w:rtl/>
          <w:lang w:bidi="fa-IR"/>
        </w:rPr>
        <w:t>مه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ده‌ها،</w:t>
      </w:r>
      <w:r>
        <w:rPr>
          <w:rtl/>
          <w:lang w:bidi="fa-IR"/>
        </w:rPr>
        <w:t xml:space="preserve"> آغاز داشته‌اند و خدا آغاز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چرا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مثل و مانند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است. تو فقط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خدا را ستا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کن!</w:t>
      </w:r>
    </w:p>
    <w:p w:rsidR="004E7874" w:rsidRDefault="004E7874" w:rsidP="004E7874">
      <w:pPr>
        <w:pStyle w:val="libNormal"/>
        <w:rPr>
          <w:rtl/>
          <w:lang w:bidi="fa-IR"/>
        </w:rPr>
      </w:pPr>
    </w:p>
    <w:p w:rsidR="004E7874" w:rsidRDefault="004E7874" w:rsidP="00BB6A8B">
      <w:pPr>
        <w:pStyle w:val="Heading1"/>
        <w:rPr>
          <w:rtl/>
          <w:lang w:bidi="fa-IR"/>
        </w:rPr>
      </w:pPr>
      <w:bookmarkStart w:id="18" w:name="_Toc534545357"/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من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bookmarkEnd w:id="18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چگونه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نم،</w:t>
      </w:r>
      <w:r>
        <w:rPr>
          <w:rtl/>
          <w:lang w:bidi="fa-IR"/>
        </w:rPr>
        <w:t xml:space="preserve"> پرستش کنم؟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نماز بخوانم که او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مدّت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ذهن مرا مشغول کرده است، سرانجام امروز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تا نامه‌ا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امام عسکر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 xml:space="preserve"> و از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631FD9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را بپرسم.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چرا خودم نزد امام نرفتم، مگر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حکومت وقت، امام عسکر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در شهر «سامرا»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نظر گرفته است و مانع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تا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 او ارتباط داشته باشند. تازه خبر ندار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فرستادن نامه هم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سادگ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 هزار ترس و دلهره، ک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نامه تو را به سامرا ببرد و امام هم جواب نامه تو را با چه سخت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تو برساند.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داوود بن اسود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داوود</w:t>
      </w:r>
      <w:r>
        <w:rPr>
          <w:rtl/>
          <w:lang w:bidi="fa-IR"/>
        </w:rPr>
        <w:t xml:space="preserve"> بن اسود معمولاً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امام عسکر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امام او را صدا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و به او چوب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چوب را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 به بغداد برو و به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من در آنجا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بده». داوود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تعجّب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آخر بغداد شهر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شهر وجود دارد، چه حکمت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امام از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راه برود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چوب را به بغداد ببرد.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هر حال سوار بر اسب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بغداد حرکت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در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راه به کاروان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برخورد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او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عجله داشت. 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او را بسته بود، با آن چوب به شتر زد تا شتر کنار برود و راه باز شود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چوب شکست. شکسته شدن چوب، همان و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ختن</w:t>
      </w:r>
      <w:r>
        <w:rPr>
          <w:rtl/>
          <w:lang w:bidi="fa-IR"/>
        </w:rPr>
        <w:t xml:space="preserve"> نامه‌ها از درون آن، </w:t>
      </w:r>
      <w:r>
        <w:rPr>
          <w:rFonts w:hint="eastAsia"/>
          <w:rtl/>
          <w:lang w:bidi="fa-IR"/>
        </w:rPr>
        <w:t>همان</w:t>
      </w:r>
      <w:r>
        <w:rPr>
          <w:rtl/>
          <w:lang w:bidi="fa-IR"/>
        </w:rPr>
        <w:t>! او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</w:t>
      </w:r>
      <w:r>
        <w:rPr>
          <w:rtl/>
          <w:lang w:bidi="fa-IR"/>
        </w:rPr>
        <w:t xml:space="preserve"> که امام در داخل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چوب نامه‌ها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است. 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اگر مأمور اطّلاعات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عبّاس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صحنه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چه خواهد شد؟ خون همه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اسمشان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نامه‌ها آمده است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خته</w:t>
      </w:r>
      <w:r>
        <w:rPr>
          <w:rtl/>
          <w:lang w:bidi="fa-IR"/>
        </w:rPr>
        <w:t xml:space="preserve"> خواهد شد. داوود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از اسب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اده</w:t>
      </w:r>
      <w:r>
        <w:rPr>
          <w:rtl/>
          <w:lang w:bidi="fa-IR"/>
        </w:rPr>
        <w:t xml:space="preserve"> شد و همه نامه‌ها را جمع کرد و ب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عجله از آنجا دور شد.</w:t>
      </w:r>
      <w:r w:rsidRPr="00453BB5">
        <w:rPr>
          <w:rStyle w:val="libFootnotenumChar"/>
          <w:rtl/>
        </w:rPr>
        <w:t>31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من! خلاصه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من </w:t>
      </w:r>
      <w:r w:rsidR="000F07D6">
        <w:rPr>
          <w:rtl/>
          <w:lang w:bidi="fa-IR"/>
        </w:rPr>
        <w:t>سوال</w:t>
      </w:r>
      <w:r w:rsidR="00453BB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 را در نامه‌ای</w:t>
      </w:r>
      <w:r>
        <w:rPr>
          <w:rtl/>
          <w:lang w:bidi="fa-IR"/>
        </w:rPr>
        <w:t xml:space="preserve"> نوشتم، </w:t>
      </w:r>
      <w:r w:rsidR="000F07D6">
        <w:rPr>
          <w:rtl/>
          <w:lang w:bidi="fa-IR"/>
        </w:rPr>
        <w:t>سوال</w:t>
      </w:r>
      <w:r w:rsidR="00453BB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من ای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بود: من چگونه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بپرستم که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او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چقدر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منتظر بمانم تا به جواب خود برسم، روزها و شب‌ها سپر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سرانجام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 درِ خانه من به صدا در آمد،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دوستانم بود که نامه امام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آورده بود،. من آن نامه را بوس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از دوست خود تشکّر کردم.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نامه را باز کردم جواب ا</w:t>
      </w:r>
      <w:r>
        <w:rPr>
          <w:rFonts w:hint="eastAsia"/>
          <w:rtl/>
          <w:lang w:bidi="fa-IR"/>
        </w:rPr>
        <w:t>مام</w:t>
      </w:r>
      <w:r>
        <w:rPr>
          <w:rtl/>
          <w:lang w:bidi="fa-IR"/>
        </w:rPr>
        <w:t xml:space="preserve"> را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کوتاه و مختصر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افتم،</w:t>
      </w:r>
      <w:r>
        <w:rPr>
          <w:rtl/>
          <w:lang w:bidi="fa-IR"/>
        </w:rPr>
        <w:t xml:space="preserve"> جواب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بود: «آقا و مولا 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بالاتر و والاتر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با چشم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شود».</w:t>
      </w:r>
      <w:r w:rsidRPr="00453BB5">
        <w:rPr>
          <w:rStyle w:val="libFootnotenumChar"/>
          <w:rtl/>
        </w:rPr>
        <w:t>32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امام مدّت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کردم، کلام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کوتاه که به اندازه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حرف داشت. من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خدا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tl/>
          <w:lang w:bidi="fa-IR"/>
        </w:rPr>
        <w:t xml:space="preserve"> پنهان است،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او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او را بفهمد. اگر خدا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با چشم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او خدا نبود، بلکه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حتماً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عدّه‌ا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بت‌ها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قرار داده‌اند. تعجّب نکن! منظور من از بت،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قطعه سنگ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تراش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باشد،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! منظور من از بت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ن‌هاست</w:t>
      </w:r>
      <w:r>
        <w:rPr>
          <w:rtl/>
          <w:lang w:bidi="fa-IR"/>
        </w:rPr>
        <w:t>: صورت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با،</w:t>
      </w:r>
      <w:r>
        <w:rPr>
          <w:rtl/>
          <w:lang w:bidi="fa-IR"/>
        </w:rPr>
        <w:t xml:space="preserve"> خانه گران‌ق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مت،</w:t>
      </w:r>
      <w:r>
        <w:rPr>
          <w:rtl/>
          <w:lang w:bidi="fa-IR"/>
        </w:rPr>
        <w:t xml:space="preserve"> پست و مقام، شهرت‌ها...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آمد که چگونه شهرت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من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شده بود. چگونه پول و ثروت، نقشِ خدا را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دل آن‌ها دلباخته بت‌ها شده است،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مجنون او نشود!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خدا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قلب آن‌ها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با چشم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آن‌ها را احساس کرد و لذّت برد، امّا اللّه را هرگز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با چشم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مخلوق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نابود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زودش فرق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پنجاه سال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باز هم دوست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صورت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نگاه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صورت او پر 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چروک است!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جلوتر برو، صد سال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چه؟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فقط مشت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استخوان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است!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دلباخته آ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اسکلت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 که همه از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ترسند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انسان دلباخته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دارد، اوّل کار، انسان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خوشحال است،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دلبستگ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لذّت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برد،</w:t>
      </w:r>
      <w:r>
        <w:rPr>
          <w:rtl/>
          <w:lang w:bidi="fa-IR"/>
        </w:rPr>
        <w:t xml:space="preserve">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بتِ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همه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 او را پر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امّا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بت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دل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>!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با چشم خود 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بت من نابود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خودم هم نابود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آن روز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فهمم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دلباخته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شدم</w:t>
      </w:r>
      <w:r>
        <w:rPr>
          <w:rtl/>
          <w:lang w:bidi="fa-IR"/>
        </w:rPr>
        <w:t xml:space="preserve"> که هرگز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نداشته باشد.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بت‌ها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نابودشدن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چشم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افتخار هم بکن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فقط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پنهان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هرگز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او هرگز نابود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بوده و خواهد بود.</w:t>
      </w:r>
    </w:p>
    <w:p w:rsidR="004E7874" w:rsidRDefault="004E7874" w:rsidP="004E7874">
      <w:pPr>
        <w:pStyle w:val="libNormal"/>
        <w:rPr>
          <w:rtl/>
          <w:lang w:bidi="fa-IR"/>
        </w:rPr>
      </w:pPr>
    </w:p>
    <w:p w:rsidR="004E7874" w:rsidRDefault="004E7874" w:rsidP="00453BB5">
      <w:pPr>
        <w:pStyle w:val="Heading1"/>
        <w:rPr>
          <w:rtl/>
          <w:lang w:bidi="fa-IR"/>
        </w:rPr>
      </w:pPr>
      <w:bookmarkStart w:id="19" w:name="_Toc534545358"/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جوان س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ساله</w:t>
      </w:r>
      <w:r>
        <w:rPr>
          <w:rtl/>
          <w:lang w:bidi="fa-IR"/>
        </w:rPr>
        <w:t xml:space="preserve">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بود؟</w:t>
      </w:r>
      <w:bookmarkEnd w:id="19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نام</w:t>
      </w:r>
      <w:r>
        <w:rPr>
          <w:rtl/>
          <w:lang w:bidi="fa-IR"/>
        </w:rPr>
        <w:t xml:space="preserve"> من محمّد است، اهل کوفه هستم، فام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«همدان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است. از شاگردان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هستم.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با آن حضرت، همراه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دوستانم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شده‌ا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نگاه کن! آن نخلستان‌ها را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ابتدا</w:t>
      </w:r>
      <w:r>
        <w:rPr>
          <w:rtl/>
          <w:lang w:bidi="fa-IR"/>
        </w:rPr>
        <w:t xml:space="preserve"> به حرم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در مسجد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سپس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 امام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وارد خانه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سلام کرده و جواب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خوشا</w:t>
      </w:r>
      <w:r>
        <w:rPr>
          <w:rtl/>
          <w:lang w:bidi="fa-IR"/>
        </w:rPr>
        <w:t xml:space="preserve"> به حال ما که مهمان آفتاب شده‌ا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چگونه شکر تو را به جا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گذرد،</w:t>
      </w:r>
      <w:r>
        <w:rPr>
          <w:rtl/>
          <w:lang w:bidi="fa-IR"/>
        </w:rPr>
        <w:t xml:space="preserve"> من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خاطره‌ا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افتم،</w:t>
      </w:r>
      <w:r>
        <w:rPr>
          <w:rtl/>
          <w:lang w:bidi="fa-IR"/>
        </w:rPr>
        <w:t xml:space="preserve"> آن روز که در مسجد کوفه نشسته بودم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جوانان در مورد خدا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.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بدانم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آن حرف‌ها درست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امام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را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 به امام کردم و گفتم: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ما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چه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کرده‌اند: «پ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در شب معراج خدا را به شکل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!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باً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سن داشت و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گفت»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شنود</w:t>
      </w:r>
      <w:r>
        <w:rPr>
          <w:rtl/>
          <w:lang w:bidi="fa-IR"/>
        </w:rPr>
        <w:t xml:space="preserve"> به سجده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افتد،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به گوش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او دارد با خدا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«تو پاک و منزّه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آنان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گفتند تو را نشناختند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را گفتند و تو را همانند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گران</w:t>
      </w:r>
      <w:r>
        <w:rPr>
          <w:rtl/>
          <w:lang w:bidi="fa-IR"/>
        </w:rPr>
        <w:t xml:space="preserve"> وصف کردند.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تو از هر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نقص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دور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چگونه شد که آنان جرأت کردند تو را به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خودت مثال بزنند؟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من! من تو را به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خود، تشب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...».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سجده</w:t>
      </w:r>
      <w:r>
        <w:rPr>
          <w:rtl/>
          <w:lang w:bidi="fa-IR"/>
        </w:rPr>
        <w:t xml:space="preserve"> امام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طول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کشد،</w:t>
      </w:r>
      <w:r>
        <w:rPr>
          <w:rtl/>
          <w:lang w:bidi="fa-IR"/>
        </w:rPr>
        <w:t xml:space="preserve"> او آن قدر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با خدا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اشک شوق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دگانم</w:t>
      </w:r>
      <w:r>
        <w:rPr>
          <w:rtl/>
          <w:lang w:bidi="fa-IR"/>
        </w:rPr>
        <w:t xml:space="preserve">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امام سر از سجده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دارد</w:t>
      </w:r>
      <w:r>
        <w:rPr>
          <w:rtl/>
          <w:lang w:bidi="fa-IR"/>
        </w:rPr>
        <w:t xml:space="preserve"> و رو به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هر وقت در ذهن خود، تصوّر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خدا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خدا،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آن تصوّر ذهن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شماست.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ذات خدا را درک کند و به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پ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ببرد</w:t>
      </w:r>
      <w:r>
        <w:rPr>
          <w:rtl/>
          <w:lang w:bidi="fa-IR"/>
        </w:rPr>
        <w:t>. ما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الگو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شما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همه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دنباله‌رو ما باشند، ما علم خود را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گرفته‌ا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خدا بزرگ‌تر و والاتر از آن است که صفات مخلوقات خود را داشته باشد!!</w:t>
      </w:r>
      <w:r w:rsidRPr="0039450B">
        <w:rPr>
          <w:rStyle w:val="libFootnotenumChar"/>
          <w:rtl/>
        </w:rPr>
        <w:t>33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اگر خدا وصف مخلوقات خود را داشته باشد و به شکل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ساله</w:t>
      </w:r>
      <w:r>
        <w:rPr>
          <w:rtl/>
          <w:lang w:bidi="fa-IR"/>
        </w:rPr>
        <w:t xml:space="preserve"> باشد، که محدود 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ان‌پذ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است، او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باشد!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اکنون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فهمم</w:t>
      </w:r>
      <w:r>
        <w:rPr>
          <w:rtl/>
          <w:lang w:bidi="fa-IR"/>
        </w:rPr>
        <w:t xml:space="preserve"> که آن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اشتباه بوده است، امام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رو به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معراج رفت، در آن شب، نور عظمت خدا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آشکار شد،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بود که در آن شب به شکل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ساله</w:t>
      </w:r>
      <w:r>
        <w:rPr>
          <w:rtl/>
          <w:lang w:bidi="fa-IR"/>
        </w:rPr>
        <w:t xml:space="preserve"> در آسمان‌ها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کرد»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فهمم</w:t>
      </w:r>
      <w:r>
        <w:rPr>
          <w:rtl/>
          <w:lang w:bidi="fa-IR"/>
        </w:rPr>
        <w:t xml:space="preserve"> که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نقل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اشتباه کرده‌اند، اصل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بوده است: «در شب معراج،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نور خدا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او به شکل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ساله بود». نکته مهم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منظور از کلمه «او»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اشتباه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کردند که منظور از «او»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جمله،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متعال است و آن سخن باطل را گفتند،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امّا منظور از کلمه «او»،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است.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در شب معراج،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نور خدا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خودِ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به شکلِ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ساله</w:t>
      </w:r>
      <w:r>
        <w:rPr>
          <w:rtl/>
          <w:lang w:bidi="fa-IR"/>
        </w:rPr>
        <w:t xml:space="preserve"> در آسمان‌ها جلوه کرده بود.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رمز و 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مهمان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به شکل 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ساله جلوه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بر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آشکار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شب معراج پر از اسرار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فقط خدا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و بس.</w:t>
      </w:r>
    </w:p>
    <w:p w:rsidR="004E7874" w:rsidRDefault="0039450B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39450B">
      <w:pPr>
        <w:pStyle w:val="Heading1"/>
        <w:rPr>
          <w:rtl/>
          <w:lang w:bidi="fa-IR"/>
        </w:rPr>
      </w:pPr>
      <w:bookmarkStart w:id="20" w:name="_Toc534545359"/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هوس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خدا را دارد؟</w:t>
      </w:r>
      <w:bookmarkEnd w:id="20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نام مرا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نه؟ آن روزها رسم بود هر کس که مشهد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آمد</w:t>
      </w:r>
      <w:r>
        <w:rPr>
          <w:rtl/>
          <w:lang w:bidi="fa-IR"/>
        </w:rPr>
        <w:t xml:space="preserve"> سر قبر من هم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آمد،</w:t>
      </w:r>
      <w:r>
        <w:rPr>
          <w:rtl/>
          <w:lang w:bidi="fa-IR"/>
        </w:rPr>
        <w:t xml:space="preserve"> امّا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روزها کمتر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که مرا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کند.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روزگار با شما چه کرد؟ شما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عوض شده‌ا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اباصَلت هَرو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هستم، همان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خادم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بودم، خودم خوب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که خدا به هر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افتخار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نگو</w:t>
      </w:r>
      <w:r>
        <w:rPr>
          <w:rtl/>
          <w:lang w:bidi="fa-IR"/>
        </w:rPr>
        <w:t xml:space="preserve"> که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خادمان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و آن‌ها فرق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دارد، آن‌ها خادم حرم امام هستند و من خادم خود امام!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امام به خراسان آمد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بودم که در خانه آن حضرت خدمتگزار او بودم، من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خدا را به خاطر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نعمت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من داد، شکرگزار هستم.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دوست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مورد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نه؟ من اوّل سنّ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مذهب</w:t>
      </w:r>
      <w:r>
        <w:rPr>
          <w:rtl/>
          <w:lang w:bidi="fa-IR"/>
        </w:rPr>
        <w:t xml:space="preserve"> بودم، در شهر هرات افغانستان به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آمدم و در طلب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به شهرها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سفر کردم، من استادان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به بصره، کوفه، مکّه،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سفر کردم و سپس 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شابور</w:t>
      </w:r>
      <w:r>
        <w:rPr>
          <w:rtl/>
          <w:lang w:bidi="fa-IR"/>
        </w:rPr>
        <w:t xml:space="preserve"> سکو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کردم. من کم کم به عنوان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مطرح شدم و شاگردان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سال‌ها</w:t>
      </w:r>
      <w:r>
        <w:rPr>
          <w:rtl/>
          <w:lang w:bidi="fa-IR"/>
        </w:rPr>
        <w:t xml:space="preserve"> گذشت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خبردار شدم مأمون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به خراسان دعوت کرده است، منتظر شدم تا آن حضرت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شابور</w:t>
      </w:r>
      <w:r>
        <w:rPr>
          <w:rtl/>
          <w:lang w:bidi="fa-IR"/>
        </w:rPr>
        <w:t xml:space="preserve">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حضورش رفتم،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چه شد که بعد از آن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او شدم و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شدم.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نتوانستم از او جدا شوم. همراه او شدم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بود که تو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خادم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کردم.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سنّت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مذهب 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شدم، در مورد من سخنان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گفتند،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آنان که باانصاف بودند در مورد من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گفته‌اند: «اباصَلت هَرو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آدم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فقط تنها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دارد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خاندان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دوست دارد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عشق به آنان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داند»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گروه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مرا دروغگو خواندند، حرف‌ها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زننده در مورد من زدند. آخر مگر جرم من چه بود؟ من عاشق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شده بودم!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اوّل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خواستم</w:t>
      </w:r>
      <w:r>
        <w:rPr>
          <w:rtl/>
          <w:lang w:bidi="fa-IR"/>
        </w:rPr>
        <w:t xml:space="preserve"> حرف آن‌ها را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امّا بعداً فکر کردم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انصاف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دشمنان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باخبر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خادم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شدم، نه تنها مردم به من احترام نگذاشتند، بلکه چه سخنان ناروا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در مورد من گفتند.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گوش</w:t>
      </w:r>
      <w:r>
        <w:rPr>
          <w:rtl/>
          <w:lang w:bidi="fa-IR"/>
        </w:rPr>
        <w:t xml:space="preserve"> کن!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دانشمندان اهل سنّت در مورد من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«اباصلت هَرو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حق منحرف شده است. او دروغگو است و مدّت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نجاست آغشته بوده است!».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تعجّب کرده‌ا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جُرم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فضا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نقل کند.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من که هرگز از آرمان خود کوتاه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امدم،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را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کردم،</w:t>
      </w:r>
      <w:r>
        <w:rPr>
          <w:rtl/>
          <w:lang w:bidi="fa-IR"/>
        </w:rPr>
        <w:t xml:space="preserve"> به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گفتم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حقّ حضرت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غصب کرده‌اند و به عنوان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اوّل و دوم و سوم، رهبر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جامعه اسلام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عهده گرفتند، چه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بوده‌اند، من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گفتم،</w:t>
      </w:r>
      <w:r>
        <w:rPr>
          <w:rtl/>
          <w:lang w:bidi="fa-IR"/>
        </w:rPr>
        <w:t xml:space="preserve"> از عشق به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فرزندان او 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زدم</w:t>
      </w:r>
      <w:r>
        <w:rPr>
          <w:rtl/>
          <w:lang w:bidi="fa-IR"/>
        </w:rPr>
        <w:t xml:space="preserve"> و طب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برخورد کنند.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علما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بزرگوار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در مورد صداقت و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سخنان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گفته‌اند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تصر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کرده‌اند که من در دفاع از مکتب 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تلاش کرده‌ام.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بس است،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ن‌قدر</w:t>
      </w:r>
      <w:r>
        <w:rPr>
          <w:rtl/>
          <w:lang w:bidi="fa-IR"/>
        </w:rPr>
        <w:t xml:space="preserve"> در مورد خودم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امّا باور داشتم که تو دوست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من دوست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که به مشهد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حتماً سر قبر من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روز که به مزار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سخن‌ها خواهم گفت.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ادگار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دارم، سخنان گهربار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 کدام از آن‌ها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از معرفت است.</w:t>
      </w:r>
      <w:r w:rsidRPr="0039450B">
        <w:rPr>
          <w:rStyle w:val="libFootnotenumChar"/>
          <w:rtl/>
        </w:rPr>
        <w:t>34</w:t>
      </w:r>
    </w:p>
    <w:p w:rsidR="004E7874" w:rsidRDefault="004E7874" w:rsidP="0039450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سلام</w:t>
      </w:r>
      <w:r>
        <w:rPr>
          <w:rtl/>
          <w:lang w:bidi="fa-IR"/>
        </w:rPr>
        <w:t xml:space="preserve"> بر تو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اباصلت! سلام بر تو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خادم امام‌رضا</w:t>
      </w:r>
      <w:r w:rsidR="0039450B" w:rsidRPr="0039450B">
        <w:rPr>
          <w:rFonts w:ascii="Traditional Arabic" w:eastAsiaTheme="minorHAnsi" w:hAnsi="Traditional Arabic" w:cs="Traditional Arabic"/>
          <w:rtl/>
        </w:rPr>
        <w:t xml:space="preserve"> </w:t>
      </w:r>
      <w:r w:rsidR="0039450B" w:rsidRPr="0039450B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مرا</w:t>
      </w:r>
      <w:r>
        <w:rPr>
          <w:rtl/>
          <w:lang w:bidi="fa-IR"/>
        </w:rPr>
        <w:t xml:space="preserve"> ببخش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ن‌قدر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 تو آشنا شدم.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دفعه که به مشهد آمدم، به سر قبر تو آمدم. آمدم تا به تو ثابت کنم که احترام به تو، احترام به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  <w:r w:rsidRPr="0039450B">
        <w:rPr>
          <w:rStyle w:val="libFootnotenumChar"/>
          <w:rtl/>
        </w:rPr>
        <w:t>35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باور دارم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خادم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مقامش به مقام تو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در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مردم به خادمِ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احترام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گذارند،</w:t>
      </w:r>
      <w:r>
        <w:rPr>
          <w:rtl/>
          <w:lang w:bidi="fa-IR"/>
        </w:rPr>
        <w:t xml:space="preserve"> خادم بودن هنر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!! هنر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انسان مانند تو خادم باشد، همه عزّت و آقا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خودش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پا بنهد، به جرم خادم بودن به زندان هم برود،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ارزش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از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تا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سخن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! خودت 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اگر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لب به سخن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گشود. من منتظر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سخنان تو هستم.</w:t>
      </w:r>
    </w:p>
    <w:p w:rsidR="004E7874" w:rsidRDefault="004E7874" w:rsidP="0039450B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خوش</w:t>
      </w:r>
      <w:r>
        <w:rPr>
          <w:rtl/>
          <w:lang w:bidi="fa-IR"/>
        </w:rPr>
        <w:t xml:space="preserve"> 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>! امروز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خاطره‌ا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نقل کنم، خاطره‌ا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از امام‌رضا</w:t>
      </w:r>
      <w:r w:rsidR="0039450B" w:rsidRPr="0039450B">
        <w:rPr>
          <w:rFonts w:ascii="Traditional Arabic" w:eastAsiaTheme="minorHAnsi" w:hAnsi="Traditional Arabic" w:cs="Traditional Arabic"/>
          <w:rtl/>
        </w:rPr>
        <w:t xml:space="preserve"> </w:t>
      </w:r>
      <w:r w:rsidR="0039450B" w:rsidRPr="0039450B">
        <w:rPr>
          <w:rStyle w:val="libAlaemChar"/>
          <w:rFonts w:eastAsiaTheme="minorHAnsi"/>
          <w:rtl/>
        </w:rPr>
        <w:t>عليه‌السلام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هست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گفتم که من اهل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بودم و استادان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بودم، من عادت داشتم هر چه را که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 به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از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نادرست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باخبر شوم، من از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شناختم، فقط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کردم</w:t>
      </w:r>
      <w:r>
        <w:rPr>
          <w:rtl/>
          <w:lang w:bidi="fa-IR"/>
        </w:rPr>
        <w:t xml:space="preserve"> که امامم آن را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که خدمت امام بودم به آن حضرت گفتم: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 xml:space="preserve"> و دوست دارم شما نظر خود را در مورد آن بفرما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اباصلت!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خودت را بگو!</w:t>
      </w:r>
    </w:p>
    <w:p w:rsidR="004E7874" w:rsidRDefault="004E7874" w:rsidP="0039450B">
      <w:pPr>
        <w:pStyle w:val="libNormal"/>
        <w:rPr>
          <w:rtl/>
          <w:lang w:bidi="fa-IR"/>
        </w:rPr>
      </w:pPr>
      <w:r>
        <w:rPr>
          <w:rtl/>
          <w:lang w:bidi="fa-IR"/>
        </w:rPr>
        <w:t>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فرا برسد، افراد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وارد بهشت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شوند،</w:t>
      </w:r>
      <w:r>
        <w:rPr>
          <w:rtl/>
          <w:lang w:bidi="fa-IR"/>
        </w:rPr>
        <w:t xml:space="preserve"> آن‌ها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منزل و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خود قرار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درست است؟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</w:t>
      </w:r>
      <w:r w:rsidR="0039450B">
        <w:rPr>
          <w:rFonts w:hint="cs"/>
          <w:rtl/>
          <w:lang w:bidi="fa-IR"/>
        </w:rPr>
        <w:t>مومنان</w:t>
      </w:r>
      <w:r>
        <w:rPr>
          <w:rFonts w:hint="cs"/>
          <w:rtl/>
          <w:lang w:bidi="fa-IR"/>
        </w:rPr>
        <w:t xml:space="preserve"> در بهشت خدا را می‌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خدا را در بهشت با چشم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E7874" w:rsidRDefault="004E7874" w:rsidP="003E7B08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اباصلت! خداوند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امبرش،</w:t>
      </w:r>
      <w:r>
        <w:rPr>
          <w:rtl/>
          <w:lang w:bidi="fa-IR"/>
        </w:rPr>
        <w:t xml:space="preserve"> محمّد(ص) را بر همه فرشتگان و بر همه بندگان خود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است و اطاعت از محمّد</w:t>
      </w:r>
      <w:r w:rsidR="0039450B" w:rsidRPr="0039450B">
        <w:rPr>
          <w:rFonts w:ascii="Traditional Arabic" w:eastAsiaTheme="minorHAnsi" w:hAnsi="Traditional Arabic" w:cs="Traditional Arabic"/>
          <w:rtl/>
        </w:rPr>
        <w:t xml:space="preserve"> </w:t>
      </w:r>
      <w:r w:rsidR="0039450B" w:rsidRPr="0039450B">
        <w:rPr>
          <w:rStyle w:val="libAlaemChar"/>
          <w:rFonts w:eastAsiaTheme="minorHAnsi"/>
          <w:rtl/>
        </w:rPr>
        <w:t>صلى‌الله‌عليه‌وآله‌وسلم</w:t>
      </w:r>
      <w:r w:rsidR="0039450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را اطاعت از خودش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است. هم‌چن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محمّد</w:t>
      </w:r>
      <w:r w:rsidR="0039450B" w:rsidRPr="0039450B">
        <w:rPr>
          <w:rFonts w:ascii="Traditional Arabic" w:eastAsiaTheme="minorHAnsi" w:hAnsi="Traditional Arabic" w:cs="Traditional Arabic"/>
          <w:rtl/>
        </w:rPr>
        <w:t xml:space="preserve"> </w:t>
      </w:r>
      <w:r w:rsidR="0039450B" w:rsidRPr="0039450B">
        <w:rPr>
          <w:rStyle w:val="libAlaemChar"/>
          <w:rFonts w:eastAsiaTheme="minorHAnsi"/>
          <w:rtl/>
        </w:rPr>
        <w:t>صلى‌الله‌عليه‌وآله‌وسلم</w:t>
      </w:r>
      <w:r w:rsidR="0039450B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را به منزله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خودش قرار داده است.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فرمود: «هر ک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مرا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کند، همانند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کرده است». در بهشت، </w:t>
      </w:r>
      <w:r w:rsidR="003E7B08">
        <w:rPr>
          <w:rFonts w:hint="cs"/>
          <w:rtl/>
          <w:lang w:bidi="fa-IR"/>
        </w:rPr>
        <w:t>مومنان</w:t>
      </w:r>
      <w:r>
        <w:rPr>
          <w:rFonts w:hint="cs"/>
          <w:rtl/>
          <w:lang w:bidi="fa-IR"/>
        </w:rPr>
        <w:t xml:space="preserve"> در جای</w:t>
      </w:r>
      <w:r>
        <w:rPr>
          <w:rtl/>
          <w:lang w:bidi="fa-IR"/>
        </w:rPr>
        <w:t xml:space="preserve"> خود هستند، آن‌ها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وقت‌ها اجازه دارند تا به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نگاه کنند و آن حضرت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 w:rsidR="003E7B08" w:rsidRPr="003E7B08">
        <w:rPr>
          <w:rFonts w:hint="cs"/>
          <w:rtl/>
          <w:lang w:bidi="fa-IR"/>
        </w:rPr>
        <w:t xml:space="preserve"> </w:t>
      </w:r>
      <w:r w:rsidR="003E7B08">
        <w:rPr>
          <w:rFonts w:hint="cs"/>
          <w:rtl/>
          <w:lang w:bidi="fa-IR"/>
        </w:rPr>
        <w:t xml:space="preserve">مومنان </w:t>
      </w:r>
      <w:r>
        <w:rPr>
          <w:rFonts w:hint="cs"/>
          <w:rtl/>
          <w:lang w:bidi="fa-IR"/>
        </w:rPr>
        <w:t>، همانند دی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خداوند است».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شنوم</w:t>
      </w:r>
      <w:r>
        <w:rPr>
          <w:rtl/>
          <w:lang w:bidi="fa-IR"/>
        </w:rPr>
        <w:t xml:space="preserve"> به فکر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خدا جسم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تا بتوان او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امّا خدا،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همانند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خودش قرار داده است تا هر کس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خدا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امبر،</w:t>
      </w:r>
      <w:r>
        <w:rPr>
          <w:rtl/>
          <w:lang w:bidi="fa-IR"/>
        </w:rPr>
        <w:t xml:space="preserve"> بنده خداست، او بندگ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رسانده است که از همه فرشتگان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سبقت گرفته است، مقام او از همه بالاتر و والاتر است،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هر کس او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همانند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جواب</w:t>
      </w:r>
      <w:r>
        <w:rPr>
          <w:rtl/>
          <w:lang w:bidi="fa-IR"/>
        </w:rPr>
        <w:t xml:space="preserve"> امام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جالب بود، فرصت را غن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شمردم و </w:t>
      </w:r>
      <w:r w:rsidR="000F07D6">
        <w:rPr>
          <w:rtl/>
          <w:lang w:bidi="fa-IR"/>
        </w:rPr>
        <w:t>سوال</w:t>
      </w:r>
      <w:r w:rsidR="003E7B0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در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 xml:space="preserve"> که ثواب لا إله إلاّ اللّه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انسان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به چهره خدا نگاه کند. نظر شما در مورد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اباصلت! بدان که خدا چهره و صورت ندارد، هر کس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خدا مانند انسان‌ها چهره و صورت دارد، کافر شده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پس منظور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خدا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خود را به عنوان چهره خود (وجه اللّه)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کس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و معرفت و شناخت او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خدا برود، فقط آن‌ها هستند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معرفت و شناخت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کنند. آنان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ل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إله إلاّ اللّه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ندگان</w:t>
      </w:r>
      <w:r>
        <w:rPr>
          <w:rtl/>
          <w:lang w:bidi="fa-IR"/>
        </w:rPr>
        <w:t xml:space="preserve"> خدا همراه باشند و آنان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ثواب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است.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چشم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نه 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نه در آخرت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خدا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حال، خدا دوستان خود را به عنوان «چهره خود»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</w:t>
      </w:r>
      <w:r>
        <w:rPr>
          <w:rFonts w:hint="eastAsia"/>
          <w:rtl/>
          <w:lang w:bidi="fa-IR"/>
        </w:rPr>
        <w:t>رده</w:t>
      </w:r>
      <w:r>
        <w:rPr>
          <w:rtl/>
          <w:lang w:bidi="fa-IR"/>
        </w:rPr>
        <w:t xml:space="preserve"> است.</w:t>
      </w:r>
      <w:r w:rsidRPr="003E7B08">
        <w:rPr>
          <w:rStyle w:val="libFootnotenumChar"/>
          <w:rtl/>
        </w:rPr>
        <w:t>36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جواب امام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اکنون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فهمم</w:t>
      </w:r>
      <w:r>
        <w:rPr>
          <w:rtl/>
          <w:lang w:bidi="fa-IR"/>
        </w:rPr>
        <w:t xml:space="preserve"> که «وجه اللّه: چهره خدا»، لقب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 به دوستان خوب خود داده است.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3E7B0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کنی</w:t>
      </w:r>
      <w:r>
        <w:rPr>
          <w:rtl/>
          <w:lang w:bidi="fa-IR"/>
        </w:rPr>
        <w:t xml:space="preserve">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لقب را خدا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آن‌ها انتخاب کرده است. چه رمز و 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 نهفته است؟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 کمال احترام روبرو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چهره آن شخص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سلام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چهره او پشت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سلام بنما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 اکنون خدا حضرت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چهره خود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 است، خدا </w:t>
      </w:r>
      <w:r>
        <w:rPr>
          <w:rtl/>
          <w:lang w:bidi="fa-IR"/>
        </w:rPr>
        <w:lastRenderedPageBreak/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به بندگان خود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</w:t>
      </w:r>
      <w:r w:rsidRPr="003E7B08">
        <w:rPr>
          <w:rtl/>
        </w:rPr>
        <w:t>اگر با خدا کار</w:t>
      </w:r>
      <w:r w:rsidRPr="003E7B08">
        <w:rPr>
          <w:rFonts w:hint="cs"/>
          <w:rtl/>
        </w:rPr>
        <w:t>ی</w:t>
      </w:r>
      <w:r w:rsidRPr="003E7B08">
        <w:rPr>
          <w:rtl/>
        </w:rPr>
        <w:t xml:space="preserve"> دارند با</w:t>
      </w:r>
      <w:r w:rsidRPr="003E7B08">
        <w:rPr>
          <w:rFonts w:hint="cs"/>
          <w:rtl/>
        </w:rPr>
        <w:t>ی</w:t>
      </w:r>
      <w:r w:rsidRPr="003E7B08">
        <w:rPr>
          <w:rFonts w:hint="eastAsia"/>
          <w:rtl/>
        </w:rPr>
        <w:t>د</w:t>
      </w:r>
      <w:r w:rsidRPr="003E7B08">
        <w:rPr>
          <w:rtl/>
        </w:rPr>
        <w:t xml:space="preserve"> </w:t>
      </w:r>
      <w:r w:rsidRPr="003E7B08">
        <w:rPr>
          <w:rFonts w:hint="eastAsia"/>
          <w:rtl/>
        </w:rPr>
        <w:t>ولا</w:t>
      </w:r>
      <w:r w:rsidRPr="003E7B08">
        <w:rPr>
          <w:rFonts w:hint="cs"/>
          <w:rtl/>
        </w:rPr>
        <w:t>ی</w:t>
      </w:r>
      <w:r w:rsidRPr="003E7B08">
        <w:rPr>
          <w:rFonts w:hint="eastAsia"/>
          <w:rtl/>
        </w:rPr>
        <w:t>ت</w:t>
      </w:r>
      <w:r w:rsidRPr="003E7B08">
        <w:rPr>
          <w:rtl/>
        </w:rPr>
        <w:t xml:space="preserve"> عل</w:t>
      </w:r>
      <w:r w:rsidRPr="003E7B08">
        <w:rPr>
          <w:rFonts w:hint="cs"/>
          <w:rtl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قبول داشته باشند و به او عشق بورزند،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بغض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به دل داشته باشد و دم از عشق به خدا بزند؟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قبول ندارد،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به همه مردم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به او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شوند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فرزندان او را دوست بدارند.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کس که لا إله إلاّ اللّه را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 امامان معصوم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تو اگر اعتقاد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داشته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حضرت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امام حسن و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امامان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معلوم است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آن‌ها 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حتماً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شفاعت آن‌ها بهره‌مند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هستند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هرگز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>. تو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آن‌ها چه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باشند. خود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فرمود: «هر کس دشمن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خاندان مرا به دل داشته باشد،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مرا نخواهد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خلاصه</w:t>
      </w:r>
      <w:r>
        <w:rPr>
          <w:rtl/>
          <w:lang w:bidi="fa-IR"/>
        </w:rPr>
        <w:t xml:space="preserve"> آن که پاداش اعتقاد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تو به چهره خدا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منظور از چهره خدا،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و حضرت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</w:t>
      </w:r>
      <w:r>
        <w:rPr>
          <w:rtl/>
          <w:lang w:bidi="fa-IR"/>
        </w:rPr>
        <w:t xml:space="preserve"> فرزندان پاک او هستند.</w:t>
      </w:r>
    </w:p>
    <w:p w:rsidR="004E7874" w:rsidRDefault="003E7B08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3E7B08">
      <w:pPr>
        <w:pStyle w:val="Heading1"/>
        <w:rPr>
          <w:rtl/>
          <w:lang w:bidi="fa-IR"/>
        </w:rPr>
      </w:pPr>
      <w:bookmarkStart w:id="21" w:name="_Toc534545360"/>
      <w:r>
        <w:rPr>
          <w:rFonts w:hint="eastAsia"/>
          <w:rtl/>
          <w:lang w:bidi="fa-IR"/>
        </w:rPr>
        <w:t>قدرت</w:t>
      </w:r>
      <w:r>
        <w:rPr>
          <w:rtl/>
          <w:lang w:bidi="fa-IR"/>
        </w:rPr>
        <w:t xml:space="preserve"> خدا چه اندازه است؟</w:t>
      </w:r>
      <w:bookmarkEnd w:id="21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هر چه قدر قدرت خدا را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باز هم قدرت خدا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ادتر</w:t>
      </w:r>
      <w:r>
        <w:rPr>
          <w:rtl/>
          <w:lang w:bidi="fa-IR"/>
        </w:rPr>
        <w:t xml:space="preserve"> از آن است.</w:t>
      </w:r>
      <w:r w:rsidRPr="003E7B08">
        <w:rPr>
          <w:rStyle w:val="libFootnotenumChar"/>
          <w:rtl/>
        </w:rPr>
        <w:t>37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قدرت خدا اندازه‌ا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نظر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او به انجام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عظمت و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درک کند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علم خدا را بفهمد.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او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خدا عدالت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هرگز در او ستم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حقّ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او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باطل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بوده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خواهد بود. او بود و نه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و نه آسمان، نه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نه روز، نه ماه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نه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نه ستاره‌ا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نه ابر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نه باران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و نه طوفان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بود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نبود، بعد از آن خدا دوست داشت که خلق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تا عظمت او را بزرگ شمارند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بود که او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را آغاز کرد.</w:t>
      </w:r>
      <w:r w:rsidRPr="003E7B08">
        <w:rPr>
          <w:rStyle w:val="libFootnotenumChar"/>
          <w:rtl/>
        </w:rPr>
        <w:t>38</w:t>
      </w:r>
    </w:p>
    <w:p w:rsidR="004E7874" w:rsidRDefault="003E7B08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column"/>
      </w:r>
    </w:p>
    <w:p w:rsidR="004E7874" w:rsidRDefault="004E7874" w:rsidP="003E7B08">
      <w:pPr>
        <w:pStyle w:val="Heading1"/>
        <w:rPr>
          <w:rtl/>
          <w:lang w:bidi="fa-IR"/>
        </w:rPr>
      </w:pPr>
      <w:bookmarkStart w:id="22" w:name="_Toc534545361"/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از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باخبر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  <w:bookmarkEnd w:id="22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بنما، هر روز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دانه‌ها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جوانه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زند،</w:t>
      </w:r>
      <w:r>
        <w:rPr>
          <w:rtl/>
          <w:lang w:bidi="fa-IR"/>
        </w:rPr>
        <w:t xml:space="preserve"> برگ درخت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رو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درخت جدا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قطرات باران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بارد،</w:t>
      </w:r>
      <w:r>
        <w:rPr>
          <w:rtl/>
          <w:lang w:bidi="fa-IR"/>
        </w:rPr>
        <w:t xml:space="preserve"> نس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وزد،</w:t>
      </w:r>
      <w:r>
        <w:rPr>
          <w:rtl/>
          <w:lang w:bidi="fa-IR"/>
        </w:rPr>
        <w:t xml:space="preserve"> موج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ساحل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همه و هم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گو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هستند.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tl/>
          <w:lang w:bidi="fa-IR"/>
        </w:rPr>
        <w:t xml:space="preserve"> را به چشم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نم،</w:t>
      </w:r>
      <w:r>
        <w:rPr>
          <w:rtl/>
          <w:lang w:bidi="fa-IR"/>
        </w:rPr>
        <w:t xml:space="preserve"> اکنون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3E7B0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مهم دارم: من می‌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و باور دارم که خدا از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tl/>
          <w:lang w:bidi="fa-IR"/>
        </w:rPr>
        <w:t xml:space="preserve"> باخبر است،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خدا پنهان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او به همه ذرّات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اطّلاع دارد. اکنون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بدانم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خداوند قبل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باز هم به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tl/>
          <w:lang w:bidi="fa-IR"/>
        </w:rPr>
        <w:t xml:space="preserve"> علم و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 قبل از خلقت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</w:t>
      </w:r>
      <w:r>
        <w:rPr>
          <w:rtl/>
          <w:lang w:bidi="fa-IR"/>
        </w:rPr>
        <w:t xml:space="preserve"> که فلان ساعت از فلان روز،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قطره باران کجا خواهد افتاد؟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برگ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کدام لحظه از کدام درخت جدا خواهد شد؟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 به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tl/>
          <w:lang w:bidi="fa-IR"/>
        </w:rPr>
        <w:t xml:space="preserve">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>
        <w:rPr>
          <w:rFonts w:hint="cs"/>
          <w:rtl/>
          <w:lang w:bidi="fa-IR"/>
        </w:rPr>
        <w:t>ذهن مرا خی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کرده بود، سرانجام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تا </w:t>
      </w:r>
      <w:r w:rsidR="000F07D6">
        <w:rPr>
          <w:rtl/>
          <w:lang w:bidi="fa-IR"/>
        </w:rPr>
        <w:t>سوال</w:t>
      </w:r>
      <w:r w:rsidR="003E7B0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 را از امام‌صا</w:t>
      </w:r>
      <w:r>
        <w:rPr>
          <w:rtl/>
          <w:lang w:bidi="fa-IR"/>
        </w:rPr>
        <w:t>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حضور آن حضرت رفتم و گفتم: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 که قبلاً در علم خدا نبوده باشد؟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. همه آنچه که تو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علم خدا بوده است، همه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قبل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آسمان‌ها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خلق کند، در علم خدا بوده است و او به آن‌ها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است.</w:t>
      </w:r>
      <w:r w:rsidRPr="003E7B08">
        <w:rPr>
          <w:rStyle w:val="libFootnotenumChar"/>
          <w:rtl/>
        </w:rPr>
        <w:t>39</w:t>
      </w:r>
    </w:p>
    <w:p w:rsidR="004E7874" w:rsidRDefault="003E7B08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BB6A8B">
      <w:pPr>
        <w:pStyle w:val="Heading1"/>
        <w:rPr>
          <w:rtl/>
          <w:lang w:bidi="fa-IR"/>
        </w:rPr>
      </w:pPr>
      <w:bookmarkStart w:id="23" w:name="_Toc534545362"/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را بهتر بشناس!</w:t>
      </w:r>
      <w:bookmarkEnd w:id="23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تا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صفات خدا را که در قرآن آمده است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ناست</w:t>
      </w:r>
      <w:r>
        <w:rPr>
          <w:rtl/>
          <w:lang w:bidi="fa-IR"/>
        </w:rPr>
        <w:t>. خدا شنواست. خدا تواناست. خدا مهربان است. خدا بخشنده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به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آگاه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من اجازه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گونه‌ا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را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 داناست،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 جاهل و نادان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 تواناست،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 ناتوان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و شنواست، منظورمان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 او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توجّه</w:t>
      </w:r>
      <w:r>
        <w:rPr>
          <w:rtl/>
          <w:lang w:bidi="fa-IR"/>
        </w:rPr>
        <w:t xml:space="preserve"> کن!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جاهل و نادان و ناتوان و ستمگر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تو راحت‌تر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صفات خدا را مورد بررس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قرار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همه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را دارد و از همه بد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نقص‌ها 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ب‌ها</w:t>
      </w:r>
      <w:r>
        <w:rPr>
          <w:rtl/>
          <w:lang w:bidi="fa-IR"/>
        </w:rPr>
        <w:t xml:space="preserve"> به دور 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زنده، توانا و دانا بوده 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بعض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هستند که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بود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 نبود!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بود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شنوا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نبود،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مواظب</w:t>
      </w:r>
      <w:r>
        <w:rPr>
          <w:rtl/>
          <w:lang w:bidi="fa-IR"/>
        </w:rPr>
        <w:t xml:space="preserve"> باش!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اعتقاد باطل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خدا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دانا، توانا، شنوا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بوده 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صفت‌ها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قدرت داشتن،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داشتن و زنده بودن،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بوده است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خواهد بود. خدا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واحد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صفات را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داشته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متأسّفانه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دچار اشتباه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شده‌اند، آن‌ها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که خدا مثلاً با گوش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شنود</w:t>
      </w:r>
      <w:r>
        <w:rPr>
          <w:rtl/>
          <w:lang w:bidi="fa-IR"/>
        </w:rPr>
        <w:t xml:space="preserve"> و با چشم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با دست خودش، قدرت دارد و...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باطل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به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داده‌اند که خدا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 قدرت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ندارد. خدا بدون آن‌که گوش داشته باشد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شنود،</w:t>
      </w:r>
      <w:r>
        <w:rPr>
          <w:rtl/>
          <w:lang w:bidi="fa-IR"/>
        </w:rPr>
        <w:t xml:space="preserve"> بدون آن‌که چشم داشته باشد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او از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باخبر 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چگونه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خدا با ذات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با ذات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شنود،</w:t>
      </w:r>
      <w:r>
        <w:rPr>
          <w:rtl/>
          <w:lang w:bidi="fa-IR"/>
        </w:rPr>
        <w:t xml:space="preserve"> به ذات خود تواناست.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منظور</w:t>
      </w:r>
      <w:r>
        <w:rPr>
          <w:rtl/>
          <w:lang w:bidi="fa-IR"/>
        </w:rPr>
        <w:t xml:space="preserve"> از ذات خدا، خود خداست،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است،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دارد،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شنود</w:t>
      </w:r>
      <w:r>
        <w:rPr>
          <w:rtl/>
          <w:lang w:bidi="fa-IR"/>
        </w:rPr>
        <w:t>.</w:t>
      </w:r>
    </w:p>
    <w:p w:rsidR="003E7B08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صفت‌ها، صفتِ‌ذات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صفت‌ها، با ذاتِ خدا،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هستند.</w:t>
      </w:r>
    </w:p>
    <w:p w:rsidR="004E7874" w:rsidRDefault="003E7B08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3E7B08">
      <w:pPr>
        <w:pStyle w:val="Heading1"/>
        <w:rPr>
          <w:rtl/>
          <w:lang w:bidi="fa-IR"/>
        </w:rPr>
      </w:pPr>
      <w:bookmarkStart w:id="24" w:name="_Toc534545363"/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خوب من!</w:t>
      </w:r>
      <w:bookmarkEnd w:id="24"/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توانستم حقّ مطلب را ادا کنم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نه؟ من تاکنون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صفت‌ها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ذکر کردم،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آن‌ها را تکرار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از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با دقّت به آن‌ها توجّه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بعد از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نکته مهمّ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دانا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زنده بودن،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صفات با ذات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تفاوت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صفات و خود خدا وجود ندارد.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خداوند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صفات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دارد که با ذات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ستند،</w:t>
      </w:r>
      <w:r>
        <w:rPr>
          <w:rtl/>
          <w:lang w:bidi="fa-IR"/>
        </w:rPr>
        <w:t xml:space="preserve"> مثل صفت رازق. خدا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بندگان خود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صفت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 انجام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دهد،</w:t>
      </w:r>
      <w:r>
        <w:rPr>
          <w:rtl/>
          <w:lang w:bidi="fa-IR"/>
        </w:rPr>
        <w:t xml:space="preserve"> خدا به بندگانش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دقّت کن!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فکر کن!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بود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رازق نبود.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مخلوق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 تا به او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بدهد، پس صفت رازق بودن خدا، صفت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ما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صفات، «صفات‌فعل»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صفات به فِعل و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انجام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مربوط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دوست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بق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صفاتِ‌فِعل خدا آشنا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اراده</w:t>
      </w:r>
      <w:r>
        <w:rPr>
          <w:rtl/>
          <w:lang w:bidi="fa-IR"/>
        </w:rPr>
        <w:t xml:space="preserve"> نمودن،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بودن از بندگان خوب، غضب کردن به ستمکاران و...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خدا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رازق بوده است؟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کن!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 که خدا هنوز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خلق نکرده بود، در آن زمان، هنوز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 که به روز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داشته باشد، پس در آن زمان خدا رازق نبود.</w:t>
      </w:r>
      <w:r w:rsidRPr="00A0669F">
        <w:rPr>
          <w:rStyle w:val="libFootnotenumChar"/>
          <w:rtl/>
        </w:rPr>
        <w:t>40</w:t>
      </w:r>
    </w:p>
    <w:p w:rsidR="004E7874" w:rsidRDefault="00A0669F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BB6A8B">
      <w:pPr>
        <w:pStyle w:val="Heading1"/>
        <w:rPr>
          <w:rtl/>
          <w:lang w:bidi="fa-IR"/>
        </w:rPr>
      </w:pPr>
      <w:bookmarkStart w:id="25" w:name="_Toc534545364"/>
      <w:r>
        <w:rPr>
          <w:rFonts w:hint="eastAsia"/>
          <w:rtl/>
          <w:lang w:bidi="fa-IR"/>
        </w:rPr>
        <w:t>کاش</w:t>
      </w:r>
      <w:r>
        <w:rPr>
          <w:rtl/>
          <w:lang w:bidi="fa-IR"/>
        </w:rPr>
        <w:t xml:space="preserve"> من 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درخت داشتم !</w:t>
      </w:r>
      <w:bookmarkEnd w:id="25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سال قبل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گرفتم در گوشه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اط</w:t>
      </w:r>
      <w:r>
        <w:rPr>
          <w:rtl/>
          <w:lang w:bidi="fa-IR"/>
        </w:rPr>
        <w:t xml:space="preserve"> کوچک خانه‌ام، باغچه‌ا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درست کنم، نهال درخت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کردم و آن را در باغچه‌ام کاشتم. من دوست داشتم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نوشتن خسته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با پناه بردن به آن درخت و شاداب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آن، روح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رم،</w:t>
      </w:r>
      <w:r>
        <w:rPr>
          <w:rtl/>
          <w:lang w:bidi="fa-IR"/>
        </w:rPr>
        <w:t xml:space="preserve"> من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دارم که در باغ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باغ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پر از درختان چنار باشد، امّا حالا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درخت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اکتفا کنم!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باور نکن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نوشتن کار ساده‌ا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خستگ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نوشتن از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درک کند!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آن نهال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بود، نه شاخه‌ا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 و نه برگ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هنوز بهار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امده</w:t>
      </w:r>
      <w:r>
        <w:rPr>
          <w:rtl/>
          <w:lang w:bidi="fa-IR"/>
        </w:rPr>
        <w:t xml:space="preserve"> بود،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کردم</w:t>
      </w:r>
      <w:r>
        <w:rPr>
          <w:rtl/>
          <w:lang w:bidi="fa-IR"/>
        </w:rPr>
        <w:t xml:space="preserve"> بهار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من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خواستم؟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درخت بزرگ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>!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سال‌ها صبر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کردم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درخت بزرگ شود و به خواسته خود برسم.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حرف‌ها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زدم تا در مورد صفت «اراده و خواستن»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بدهم. من خواستم تا درخت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باشم، خوب، چه کردم؟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انسان‌ها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اراده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آن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ابتدا مقدّمات آن را فراهم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صبر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به آن خواسته برس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از آن ما</w:t>
      </w:r>
      <w:r>
        <w:rPr>
          <w:rFonts w:hint="eastAsia"/>
          <w:rtl/>
          <w:lang w:bidi="fa-IR"/>
        </w:rPr>
        <w:t>جرا</w:t>
      </w:r>
      <w:r>
        <w:rPr>
          <w:rtl/>
          <w:lang w:bidi="fa-IR"/>
        </w:rPr>
        <w:t xml:space="preserve"> پنج سال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گذرد،</w:t>
      </w:r>
      <w:r>
        <w:rPr>
          <w:rtl/>
          <w:lang w:bidi="fa-IR"/>
        </w:rPr>
        <w:t xml:space="preserve"> من هر روز به درخت خود آب دادم، از آن مواظبت کردم و اکنون بعد از پنج سال، حالا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درخت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شده است و من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و صفا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مطلب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کنم: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صفات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او اراده دارد، او مجبور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انجام بدهد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انجام ندهد.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امّا</w:t>
      </w:r>
      <w:r>
        <w:rPr>
          <w:rtl/>
          <w:lang w:bidi="fa-IR"/>
        </w:rPr>
        <w:t xml:space="preserve"> اراده خدا با اراده من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فرق دارد. من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صبر کنم، مقدّمات کار فراهم بشود تا به خواسته خودم برسم و چه بسا اصلاً نتوانم به خواسته خود برسم،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اراده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اراده کرد، همان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فوراً و بدون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معطّل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مثال بزنم: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هسته خرما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! اگر من اراده کنم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هسته خرما،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نخل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و خرما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تازه بدهد،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حداقل 10 سال صبر کنم، امّا خدا اگر اراده کند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هسته،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درخت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شود، همان لحظه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اتّفاق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افتد</w:t>
      </w:r>
      <w:r>
        <w:rPr>
          <w:rtl/>
          <w:lang w:bidi="fa-IR"/>
        </w:rPr>
        <w:t xml:space="preserve"> و آن هسته تبد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به درخت بز</w:t>
      </w:r>
      <w:r>
        <w:rPr>
          <w:rFonts w:hint="eastAsia"/>
          <w:rtl/>
          <w:lang w:bidi="fa-IR"/>
        </w:rPr>
        <w:t>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!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تا الآن دانست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صفات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او صاحب اراده است،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مجبور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امّا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اراده کرد، اراده او بدون معطّل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زمان، تحقق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مانع اراده خدا بشود، هر چه که خدا اراده کند، حتماً انجام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بحث را ادامه بدهم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نه؟ من دوست دارم شناخت تو از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مهربان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ادتر</w:t>
      </w:r>
      <w:r>
        <w:rPr>
          <w:rtl/>
          <w:lang w:bidi="fa-IR"/>
        </w:rPr>
        <w:t xml:space="preserve"> بشود، پس اشکال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مطلب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هم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خوبم!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قبلاً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گفتم که صفات خدا به دو دسته تقس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: صفتِ‌ذات و صفتِ‌فعل.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صفتِ‌ذات،</w:t>
      </w:r>
      <w:r>
        <w:rPr>
          <w:rtl/>
          <w:lang w:bidi="fa-IR"/>
        </w:rPr>
        <w:t xml:space="preserve"> صفت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مثل دانا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 امّا صفتِ‌فعل، صفت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زمان دارد و در زمان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ندارد.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حالا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از تو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A0669F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مهم بپرسم: آی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صفت اراده،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صفتِ‌ذات است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صفتِ‌فعل؟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کن! کدام 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درست است: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اوّل</w:t>
      </w:r>
      <w:r>
        <w:rPr>
          <w:rtl/>
          <w:lang w:bidi="fa-IR"/>
        </w:rPr>
        <w:t>: خدا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(و در همه زمان‌ها) اراده کرده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صفت اراده، صفتِ‌ذات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دوم</w:t>
      </w:r>
      <w:r>
        <w:rPr>
          <w:rtl/>
          <w:lang w:bidi="fa-IR"/>
        </w:rPr>
        <w:t xml:space="preserve">: خدا اوّل اراده نداشته است و سپس اراده کرده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صفتِ اراده، صفتِ‌فعل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کدام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ن‌ها</w:t>
      </w:r>
      <w:r>
        <w:rPr>
          <w:rtl/>
          <w:lang w:bidi="fa-IR"/>
        </w:rPr>
        <w:t xml:space="preserve"> درست است؟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تو!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صفت</w:t>
      </w:r>
      <w:r>
        <w:rPr>
          <w:rtl/>
          <w:lang w:bidi="fa-IR"/>
        </w:rPr>
        <w:t xml:space="preserve"> اراده، صفت فعل است.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خدا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اراده نکرده بود.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من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اراده کرده است،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باطل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باور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خدا بود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او نبود،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بود، بعد از آن به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اقدام نمود.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حالا</w:t>
      </w:r>
      <w:r>
        <w:rPr>
          <w:rtl/>
          <w:lang w:bidi="fa-IR"/>
        </w:rPr>
        <w:t xml:space="preserve"> اگر من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اراده کرده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ازل کنار خدا،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داشته است،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گفتم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اراده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همان لحظه به وجود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بود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 او نبود،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خلقت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اراده نکرده بود، بعداً خدا اراده کرد که جهان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خدا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خلقت، مجبور نبود. خدا خودش خواست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بکند. او اراده کرد،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اراده کرد فوراً جهان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موفق شدم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را به سادگ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چرا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ظر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آوردم، چه ضرورت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داشت. آخر من عهد کرده‌ام هر چه از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گفته شده است،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ذکر کنم.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خبر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tl/>
          <w:lang w:bidi="fa-IR"/>
        </w:rPr>
        <w:t xml:space="preserve">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ستند،</w:t>
      </w:r>
      <w:r>
        <w:rPr>
          <w:rtl/>
          <w:lang w:bidi="fa-IR"/>
        </w:rPr>
        <w:t xml:space="preserve"> اراده را صفتِ‌ذاتِ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دانند،</w:t>
      </w:r>
      <w:r>
        <w:rPr>
          <w:rtl/>
          <w:lang w:bidi="fa-IR"/>
        </w:rPr>
        <w:t xml:space="preserve"> امّا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همواره </w:t>
      </w:r>
      <w:r>
        <w:rPr>
          <w:rFonts w:hint="eastAsia"/>
          <w:rtl/>
          <w:lang w:bidi="fa-IR"/>
        </w:rPr>
        <w:t>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داشته‌اند که اراده صفتِ‌ذاتِ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تأک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آن‌ها</w:t>
      </w:r>
      <w:r>
        <w:rPr>
          <w:rtl/>
          <w:lang w:bidi="fa-IR"/>
        </w:rPr>
        <w:t xml:space="preserve"> دوست دارند که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آن‌ها شناخت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خدا داشته باشند. اکنون تو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اراده را صفتِ‌ذاتِ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دانند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آن‌ها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عالم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هم، ازل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داشته است و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باطل است، خدا بود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نبود، مکان نبود، زمان نبود، آسمان نبود،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نبود،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نبود، بعداً خدا اراده کرد و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زمان را آف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مکان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آسمان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و...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قادر به خلق جهان بود، قدرت خدا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 و تنها. بعد از آن، خدا اراده کرد تا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ناب!</w:t>
      </w:r>
      <w:r w:rsidRPr="00A0669F">
        <w:rPr>
          <w:rStyle w:val="libFootnotenumChar"/>
          <w:rtl/>
        </w:rPr>
        <w:t>41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فرمودند: هر کس باور داشته باشد که خدا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 از ازل، اراده کرده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کتاپرست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  <w:r w:rsidRPr="00A0669F">
        <w:rPr>
          <w:rStyle w:val="libFootnotenumChar"/>
          <w:rtl/>
        </w:rPr>
        <w:t>42</w:t>
      </w:r>
    </w:p>
    <w:p w:rsidR="004E7874" w:rsidRDefault="00A0669F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A0669F">
      <w:pPr>
        <w:pStyle w:val="Heading1"/>
        <w:rPr>
          <w:rtl/>
          <w:lang w:bidi="fa-IR"/>
        </w:rPr>
      </w:pPr>
      <w:bookmarkStart w:id="26" w:name="_Toc534545365"/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آدم را با دست خود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!</w:t>
      </w:r>
      <w:bookmarkEnd w:id="26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افسوس</w:t>
      </w:r>
      <w:r>
        <w:rPr>
          <w:rtl/>
          <w:lang w:bidi="fa-IR"/>
        </w:rPr>
        <w:t xml:space="preserve"> که ما قرآن را بدون تفکّر و تدبّر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کتاب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سعادت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آخرت ما آمده است، فقط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ثواب تلاوت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کمتر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توجّه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کاش همان‌قدر که به خواندن قرآن اهم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تفکّر در آن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پرداخت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خدا را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روز را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آور که خدا به فرشتگان گفت: «من به زود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آدم را از گل خواهم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از شما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بر او سجده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آدم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همه فرشتگان بر او سجده کردند، به جز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که سجده نکرد، او تکبّر ورز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از کافران شد.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به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گفت: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</w:t>
      </w:r>
      <w:r w:rsidRPr="00CE076D">
        <w:rPr>
          <w:rStyle w:val="libAlaemChar"/>
          <w:rtl/>
        </w:rPr>
        <w:t>(</w:t>
      </w:r>
      <w:r w:rsidRPr="00CE076D">
        <w:rPr>
          <w:rStyle w:val="libAieChar"/>
          <w:rFonts w:hint="cs"/>
          <w:rtl/>
        </w:rPr>
        <w:t>یَ</w:t>
      </w:r>
      <w:r w:rsidRPr="00CE076D">
        <w:rPr>
          <w:rStyle w:val="libAieChar"/>
          <w:rFonts w:hint="eastAsia"/>
          <w:rtl/>
        </w:rPr>
        <w:t>ـا</w:t>
      </w:r>
      <w:r w:rsidRPr="00CE076D">
        <w:rPr>
          <w:rStyle w:val="libAieChar"/>
          <w:rtl/>
        </w:rPr>
        <w:t xml:space="preserve"> إِبْلِ</w:t>
      </w:r>
      <w:r w:rsidRPr="00CE076D">
        <w:rPr>
          <w:rStyle w:val="libAieChar"/>
          <w:rFonts w:hint="cs"/>
          <w:rtl/>
        </w:rPr>
        <w:t>ی</w:t>
      </w:r>
      <w:r w:rsidRPr="00CE076D">
        <w:rPr>
          <w:rStyle w:val="libAieChar"/>
          <w:rFonts w:hint="eastAsia"/>
          <w:rtl/>
        </w:rPr>
        <w:t>سُ</w:t>
      </w:r>
      <w:r w:rsidRPr="00CE076D">
        <w:rPr>
          <w:rStyle w:val="libAieChar"/>
          <w:rtl/>
        </w:rPr>
        <w:t xml:space="preserve"> مَا مَنَعَکَ أَن تَسْجُدَ لِمَا خَلَقْتُ بِ</w:t>
      </w:r>
      <w:r w:rsidRPr="00CE076D">
        <w:rPr>
          <w:rStyle w:val="libAieChar"/>
          <w:rFonts w:hint="cs"/>
          <w:rtl/>
        </w:rPr>
        <w:t>یَ</w:t>
      </w:r>
      <w:r w:rsidRPr="00CE076D">
        <w:rPr>
          <w:rStyle w:val="libAieChar"/>
          <w:rFonts w:hint="eastAsia"/>
          <w:rtl/>
        </w:rPr>
        <w:t>دَ</w:t>
      </w:r>
      <w:r w:rsidRPr="00CE076D">
        <w:rPr>
          <w:rStyle w:val="libAieChar"/>
          <w:rFonts w:hint="cs"/>
          <w:rtl/>
        </w:rPr>
        <w:t>یَّ</w:t>
      </w:r>
      <w:r w:rsidRPr="00CE076D">
        <w:rPr>
          <w:rStyle w:val="libAlaemChar"/>
          <w:rtl/>
        </w:rPr>
        <w:t>)</w:t>
      </w:r>
      <w:r>
        <w:rPr>
          <w:rtl/>
          <w:lang w:bidi="fa-IR"/>
        </w:rPr>
        <w:t>،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>! چرا بر آدم سجده نکرد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آدم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من او را با دست خودم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>.</w:t>
      </w:r>
      <w:r w:rsidRPr="00CE076D">
        <w:rPr>
          <w:rStyle w:val="libFootnotenumChar"/>
          <w:rtl/>
        </w:rPr>
        <w:t>43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من بهتر از آدم هستم، تو مرا از آتش خلق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آدم را از خاک، (ومعلوم است که آتش بهتر از خاک است).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>!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فرشتگان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برو که تو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درگاه من رانده شده‌ا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تا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لعنت من بر تو باد.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مانند تکبّر و خودخواه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مانع سعادت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اگر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حاضر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 xml:space="preserve"> غرور خود را کنار بگذارد و بر آدم سجده کند، هرگز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از رحمت خدا دور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خوانم،</w:t>
      </w:r>
      <w:r>
        <w:rPr>
          <w:rtl/>
          <w:lang w:bidi="fa-IR"/>
        </w:rPr>
        <w:t xml:space="preserve"> خدا به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</w:t>
      </w:r>
      <w:r>
        <w:rPr>
          <w:rtl/>
          <w:lang w:bidi="fa-IR"/>
        </w:rPr>
        <w:t xml:space="preserve"> چه گفت؟ او گفت که من آدم را با دست خود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 لحظه‌ا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: مگر خدا مثل ما انسان‌ها دست دارد؟ ما انسان‌ها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با دست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ساز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 آدم را هم با دست خود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طرف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باور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 جسم ندارد، خدا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چ‌کدام</w:t>
      </w:r>
      <w:r>
        <w:rPr>
          <w:rtl/>
          <w:lang w:bidi="fa-IR"/>
        </w:rPr>
        <w:t xml:space="preserve"> از صفات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ندارد، من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قرآن است، من آن را چگونه معنا کنم؟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چه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به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رسم</w:t>
      </w:r>
      <w:r>
        <w:rPr>
          <w:rtl/>
          <w:lang w:bidi="fa-IR"/>
        </w:rPr>
        <w:t>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شرح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مفسّر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مراجعه کنم.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CE076D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را از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بپرسم.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قرآن خوانده‌ام،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معنا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کدام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آنجا که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من آدم را با دست خود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کلمه «دست»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قدرت است، منظور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من آدم را با قدرت خود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>.</w:t>
      </w:r>
      <w:r w:rsidRPr="00CE076D">
        <w:rPr>
          <w:rStyle w:val="libFootnotenumChar"/>
          <w:rtl/>
        </w:rPr>
        <w:t>44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روز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منظور از «دست خدا»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اکنون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خوانم،</w:t>
      </w:r>
      <w:r>
        <w:rPr>
          <w:rtl/>
          <w:lang w:bidi="fa-IR"/>
        </w:rPr>
        <w:t xml:space="preserve">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متوجّه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 w:rsidRPr="00CE076D">
        <w:rPr>
          <w:rStyle w:val="libAlaemChar"/>
          <w:rtl/>
        </w:rPr>
        <w:t>(</w:t>
      </w:r>
      <w:r w:rsidRPr="00CE076D">
        <w:rPr>
          <w:rStyle w:val="libAieChar"/>
          <w:rFonts w:hint="cs"/>
          <w:rtl/>
        </w:rPr>
        <w:t>یَ</w:t>
      </w:r>
      <w:r w:rsidRPr="00CE076D">
        <w:rPr>
          <w:rStyle w:val="libAieChar"/>
          <w:rFonts w:hint="eastAsia"/>
          <w:rtl/>
        </w:rPr>
        <w:t>دُ</w:t>
      </w:r>
      <w:r w:rsidRPr="00CE076D">
        <w:rPr>
          <w:rStyle w:val="libAieChar"/>
          <w:rtl/>
        </w:rPr>
        <w:t xml:space="preserve"> اللَّهِ فَوْقَ أَ</w:t>
      </w:r>
      <w:r w:rsidRPr="00CE076D">
        <w:rPr>
          <w:rStyle w:val="libAieChar"/>
          <w:rFonts w:hint="cs"/>
          <w:rtl/>
        </w:rPr>
        <w:t>یْ</w:t>
      </w:r>
      <w:r w:rsidRPr="00CE076D">
        <w:rPr>
          <w:rStyle w:val="libAieChar"/>
          <w:rFonts w:hint="eastAsia"/>
          <w:rtl/>
        </w:rPr>
        <w:t>دِ</w:t>
      </w:r>
      <w:r w:rsidRPr="00CE076D">
        <w:rPr>
          <w:rStyle w:val="libAieChar"/>
          <w:rFonts w:hint="cs"/>
          <w:rtl/>
        </w:rPr>
        <w:t>ی</w:t>
      </w:r>
      <w:r w:rsidRPr="00CE076D">
        <w:rPr>
          <w:rStyle w:val="libAieChar"/>
          <w:rFonts w:hint="eastAsia"/>
          <w:rtl/>
        </w:rPr>
        <w:t>هِمْ</w:t>
      </w:r>
      <w:r w:rsidRPr="00CE076D">
        <w:rPr>
          <w:rStyle w:val="libAlaemChar"/>
          <w:rtl/>
        </w:rPr>
        <w:t>)</w:t>
      </w:r>
      <w:r>
        <w:rPr>
          <w:rtl/>
          <w:lang w:bidi="fa-IR"/>
        </w:rPr>
        <w:t>: «دست خدا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دست‌ها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باشد»</w:t>
      </w:r>
      <w:r>
        <w:rPr>
          <w:rtl/>
          <w:lang w:bidi="fa-IR"/>
        </w:rPr>
        <w:t>.</w:t>
      </w:r>
      <w:r w:rsidRPr="00CE076D">
        <w:rPr>
          <w:rStyle w:val="libFootnotenumChar"/>
          <w:rtl/>
        </w:rPr>
        <w:t>45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قدرت خدا بالاتر از همه قدرت‌هاست!</w:t>
      </w:r>
    </w:p>
    <w:p w:rsidR="004E7874" w:rsidRDefault="00CE076D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CE076D">
      <w:pPr>
        <w:pStyle w:val="Heading1"/>
        <w:rPr>
          <w:rtl/>
          <w:lang w:bidi="fa-IR"/>
        </w:rPr>
      </w:pPr>
      <w:bookmarkStart w:id="27" w:name="_Toc534545366"/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نور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آسمان است!</w:t>
      </w:r>
      <w:bookmarkEnd w:id="27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 نور است؟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آسمان‌ها را در برگرفته است؟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قرآن مراجعه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در آن کتاب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است: </w:t>
      </w:r>
      <w:r w:rsidRPr="00CE076D">
        <w:rPr>
          <w:rStyle w:val="libAlaemChar"/>
          <w:rtl/>
        </w:rPr>
        <w:t>(</w:t>
      </w:r>
      <w:r w:rsidRPr="00CE076D">
        <w:rPr>
          <w:rStyle w:val="libAieChar"/>
          <w:rtl/>
        </w:rPr>
        <w:t>اللَّهُ نُورُ السَّمَـوَ تِ وَالْأَرْضِ</w:t>
      </w:r>
      <w:r w:rsidRPr="00CE076D">
        <w:rPr>
          <w:rStyle w:val="libAlaemChar"/>
          <w:rtl/>
        </w:rPr>
        <w:t>)</w:t>
      </w:r>
      <w:r>
        <w:rPr>
          <w:rtl/>
          <w:lang w:bidi="fa-IR"/>
        </w:rPr>
        <w:t>، خدا نور آسمان‌ها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</w:t>
      </w:r>
      <w:r w:rsidRPr="00CE076D">
        <w:rPr>
          <w:rStyle w:val="libFootnotenumChar"/>
          <w:rtl/>
        </w:rPr>
        <w:t>46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از نور است؟ مگر خدا در همه جا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پس اگر او نور است، چرا شب‌ها همه جا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خدا نور آسمان‌ها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است، پس چرا در بعض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مکان‌ها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دارد؟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من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الان، داخل اتاق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بروم که پنجره‌ا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آنجا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 در آن اتاق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خدا نور است، پس هر جا که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هست، خدا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باشد؟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معلوم</w:t>
      </w:r>
      <w:r>
        <w:rPr>
          <w:rtl/>
          <w:lang w:bidi="fa-IR"/>
        </w:rPr>
        <w:t xml:space="preserve"> است که خدا همه جا هست، خود قرآن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Pr="00CE076D">
        <w:rPr>
          <w:rStyle w:val="libAlaemChar"/>
          <w:rtl/>
        </w:rPr>
        <w:t>(</w:t>
      </w:r>
      <w:r w:rsidRPr="00CE076D">
        <w:rPr>
          <w:rStyle w:val="libAieChar"/>
          <w:rtl/>
        </w:rPr>
        <w:t>هُوَ مَعَکُمْ أَ</w:t>
      </w:r>
      <w:r w:rsidRPr="00CE076D">
        <w:rPr>
          <w:rStyle w:val="libAieChar"/>
          <w:rFonts w:hint="cs"/>
          <w:rtl/>
        </w:rPr>
        <w:t>یْ</w:t>
      </w:r>
      <w:r w:rsidRPr="00CE076D">
        <w:rPr>
          <w:rStyle w:val="libAieChar"/>
          <w:rFonts w:hint="eastAsia"/>
          <w:rtl/>
        </w:rPr>
        <w:t>نَ</w:t>
      </w:r>
      <w:r w:rsidRPr="00CE076D">
        <w:rPr>
          <w:rStyle w:val="libAieChar"/>
          <w:rtl/>
        </w:rPr>
        <w:t xml:space="preserve"> مَا کُنتُمْ</w:t>
      </w:r>
      <w:r w:rsidRPr="00CE076D">
        <w:rPr>
          <w:rStyle w:val="libAlaemChar"/>
          <w:rtl/>
        </w:rPr>
        <w:t>)</w:t>
      </w:r>
      <w:r>
        <w:rPr>
          <w:rtl/>
          <w:lang w:bidi="fa-IR"/>
        </w:rPr>
        <w:t>، شما هر کجا که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 با شما هست.</w:t>
      </w:r>
      <w:r w:rsidRPr="00CE076D">
        <w:rPr>
          <w:rStyle w:val="libFootnotenumChar"/>
          <w:rtl/>
        </w:rPr>
        <w:t>47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طرف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نور، خودش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و صفات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tl/>
          <w:lang w:bidi="fa-IR"/>
        </w:rPr>
        <w:t xml:space="preserve"> را دارد، هر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خاموش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چطور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نور باشد؟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که جواب مرا بدهد؟ چرا خدا در قرآن خودش را «نور»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نزد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بروم، فقط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جواب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CE076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 بدهد.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معمّا شده است،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به من کمک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کدام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: </w:t>
      </w:r>
      <w:r w:rsidRPr="00CE076D">
        <w:rPr>
          <w:rStyle w:val="libAlaemChar"/>
          <w:rtl/>
        </w:rPr>
        <w:t>(</w:t>
      </w:r>
      <w:r w:rsidRPr="00CE076D">
        <w:rPr>
          <w:rStyle w:val="libAieChar"/>
          <w:rtl/>
        </w:rPr>
        <w:t>اللَّهُ نُورُ السَّمَـوَ تِ وَالْأَرْضِ</w:t>
      </w:r>
      <w:r w:rsidRPr="00CE076D">
        <w:rPr>
          <w:rStyle w:val="libAlaemChar"/>
          <w:rtl/>
        </w:rPr>
        <w:t>)</w:t>
      </w:r>
      <w:r>
        <w:rPr>
          <w:rtl/>
          <w:lang w:bidi="fa-IR"/>
        </w:rPr>
        <w:t>، خدا نور آسمان‌ها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</w:t>
      </w:r>
      <w:r w:rsidRPr="00CE076D">
        <w:rPr>
          <w:rStyle w:val="libFootnotenumChar"/>
          <w:rtl/>
        </w:rPr>
        <w:t>48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منظور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خدا،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کننده اهل آسمان‌ها و اهل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سمت روشنا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 فرشتگان که در آسمان‌ها هستند، خدا آن‌ها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کمال و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هم‌چن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خداست که انسان‌ها را به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  <w:r w:rsidRPr="00CE076D">
        <w:rPr>
          <w:rStyle w:val="libFootnotenumChar"/>
          <w:rtl/>
        </w:rPr>
        <w:t>49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اگر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 نباشد،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به سعادت و رستگار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برسد.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ک،</w:t>
      </w:r>
      <w:r>
        <w:rPr>
          <w:rtl/>
          <w:lang w:bidi="fa-IR"/>
        </w:rPr>
        <w:t xml:space="preserve">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ابان</w:t>
      </w:r>
      <w:r>
        <w:rPr>
          <w:rtl/>
          <w:lang w:bidi="fa-IR"/>
        </w:rPr>
        <w:t xml:space="preserve"> راه را گم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دنبال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بتوان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نجات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آن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فقط نور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تو را راهنما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دور دست‌ها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</w:t>
      </w:r>
      <w:r>
        <w:rPr>
          <w:rFonts w:hint="eastAsia"/>
          <w:rtl/>
          <w:lang w:bidi="fa-IR"/>
        </w:rPr>
        <w:t>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آنجا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به تو کمک کند.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کننده همه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همه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او دارند. اکنون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خدا نور است،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واضح و روشن شد که خدا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کننده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ده‌هاست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او «نور» گفته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ذات خدا، نور باشد، چون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ذات </w:t>
      </w: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را درک کند.</w:t>
      </w:r>
    </w:p>
    <w:p w:rsidR="004E7874" w:rsidRDefault="00CE076D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CE076D">
      <w:pPr>
        <w:pStyle w:val="Heading1"/>
        <w:rPr>
          <w:rtl/>
          <w:lang w:bidi="fa-IR"/>
        </w:rPr>
      </w:pPr>
      <w:bookmarkStart w:id="28" w:name="_Toc534545367"/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که آمد و شد ندارد!</w:t>
      </w:r>
      <w:bookmarkEnd w:id="28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نام مرا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من ابن‌فَضّال هستم.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شاگردان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تلاش کرده‌ام از علم آن حضرت بهره ببرم.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امروز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CE076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مهمّی</w:t>
      </w:r>
      <w:r>
        <w:rPr>
          <w:rtl/>
          <w:lang w:bidi="fa-IR"/>
        </w:rPr>
        <w:t xml:space="preserve"> را که از امام‌رضا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نموده‌ام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حتماً</w:t>
      </w:r>
      <w:r>
        <w:rPr>
          <w:rtl/>
          <w:lang w:bidi="fa-IR"/>
        </w:rPr>
        <w:t xml:space="preserve"> در قرآن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خوانده‌ا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قرآن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را وصف کند،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Pr="00CE076D">
        <w:rPr>
          <w:rStyle w:val="libAlaemChar"/>
          <w:rtl/>
        </w:rPr>
        <w:t>(</w:t>
      </w:r>
      <w:r w:rsidRPr="00CE076D">
        <w:rPr>
          <w:rStyle w:val="libAieChar"/>
          <w:rtl/>
        </w:rPr>
        <w:t>وَ جَآءَ رَبُّکَ وَ الْمَلَکُ صَفًّا صَفًّا</w:t>
      </w:r>
      <w:r>
        <w:rPr>
          <w:rtl/>
          <w:lang w:bidi="fa-IR"/>
        </w:rPr>
        <w:t xml:space="preserve"> </w:t>
      </w:r>
      <w:r w:rsidRPr="00CE076D">
        <w:rPr>
          <w:rStyle w:val="libAlaemChar"/>
          <w:rtl/>
        </w:rPr>
        <w:t>)</w:t>
      </w:r>
      <w:r>
        <w:rPr>
          <w:rtl/>
          <w:lang w:bidi="fa-IR"/>
        </w:rPr>
        <w:t>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فرشتگان همه صف در صف حاضر شوند.</w:t>
      </w:r>
      <w:r w:rsidRPr="00CE076D">
        <w:rPr>
          <w:rStyle w:val="libFootnotenumChar"/>
          <w:rtl/>
        </w:rPr>
        <w:t>50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خواندم، با خود گفتم: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 از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کردم، سرانجام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CE076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را از امام‌رضا</w:t>
      </w:r>
      <w:r w:rsidR="00BD1895" w:rsidRPr="00BD1895">
        <w:rPr>
          <w:rStyle w:val="libAlaemChar"/>
          <w:rFonts w:hint="cs"/>
          <w:rtl/>
        </w:rPr>
        <w:t xml:space="preserve">عليه‌السلام </w:t>
      </w:r>
      <w:r>
        <w:rPr>
          <w:rFonts w:hint="cs"/>
          <w:rtl/>
          <w:lang w:bidi="fa-IR"/>
        </w:rPr>
        <w:t>پرسی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آن حضرت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جواب داد: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ابن‌فَضّال! خداوند هرگز از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آمدن و رفتن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tl/>
          <w:lang w:bidi="fa-IR"/>
        </w:rPr>
        <w:t xml:space="preserve"> و مخلوقات است و خداوند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برتر و والاتر 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است، پس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است: «و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فرمان خدا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فرشتگان صف در صف حاضر شوند».</w:t>
      </w:r>
      <w:r w:rsidRPr="00CE076D">
        <w:rPr>
          <w:rStyle w:val="libFootnotenumChar"/>
          <w:rtl/>
        </w:rPr>
        <w:t>51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جواب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به فکر فرو رفتم،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همه انسان‌ها زنده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>. آن روز آن‌ها نگران هستند، آفتاب بر بدن‌ها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تابد،</w:t>
      </w:r>
      <w:r>
        <w:rPr>
          <w:rtl/>
          <w:lang w:bidi="fa-IR"/>
        </w:rPr>
        <w:t xml:space="preserve"> تشنگ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همه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کنند،</w:t>
      </w:r>
      <w:r>
        <w:rPr>
          <w:rtl/>
          <w:lang w:bidi="fa-IR"/>
        </w:rPr>
        <w:t xml:space="preserve"> اضطراب و نگران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جا را فرا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همه منتظرند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</w:t>
      </w:r>
      <w:r>
        <w:rPr>
          <w:rtl/>
          <w:lang w:bidi="fa-IR"/>
        </w:rPr>
        <w:t xml:space="preserve"> چه خواهد شد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بعد از مدّت‌ها چشم انتظار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ناگهان فرشتگان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صف‌ها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منظّم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از آسمان نازل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شوند،</w:t>
      </w:r>
      <w:r>
        <w:rPr>
          <w:rtl/>
          <w:lang w:bidi="fa-IR"/>
        </w:rPr>
        <w:t xml:space="preserve"> آن‌ها فرمان خدا را با تشر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فات</w:t>
      </w:r>
      <w:r>
        <w:rPr>
          <w:rtl/>
          <w:lang w:bidi="fa-IR"/>
        </w:rPr>
        <w:t xml:space="preserve"> خاصّ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آورده‌اند، فرمان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اهل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بت‌پرستان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ترس و نگران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!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قرآن آن لحظه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لحظه‌ا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فرمان بزرگ خدا نازل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لحظه‌ا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فرشتگان آن فرمان را با خود آورده‌اند تا اهل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بهشت بروند.</w:t>
      </w:r>
    </w:p>
    <w:p w:rsidR="004E7874" w:rsidRDefault="004E7874" w:rsidP="004E7874">
      <w:pPr>
        <w:pStyle w:val="libNormal"/>
        <w:rPr>
          <w:rtl/>
          <w:lang w:bidi="fa-IR"/>
        </w:rPr>
      </w:pPr>
    </w:p>
    <w:p w:rsidR="004E7874" w:rsidRDefault="004E7874" w:rsidP="00BB6A8B">
      <w:pPr>
        <w:pStyle w:val="Heading1"/>
        <w:rPr>
          <w:rtl/>
          <w:lang w:bidi="fa-IR"/>
        </w:rPr>
      </w:pPr>
      <w:bookmarkStart w:id="29" w:name="_Toc534545368"/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صفات انسان‌ها را ندارد !</w:t>
      </w:r>
      <w:bookmarkEnd w:id="29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بارها</w:t>
      </w:r>
      <w:r>
        <w:rPr>
          <w:rtl/>
          <w:lang w:bidi="fa-IR"/>
        </w:rPr>
        <w:t xml:space="preserve"> گفته‌ام که چقدر خوب است 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فهم بهتر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به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مراجعه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آن‌ها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علم و دانش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دارند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توانند</w:t>
      </w:r>
      <w:r>
        <w:rPr>
          <w:rtl/>
          <w:lang w:bidi="fa-IR"/>
        </w:rPr>
        <w:t xml:space="preserve"> ما را در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کمال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کنند. خداوند از ما خواسته است که ما همواره از نور دانش آنان بهره 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در قرآن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ه‌ها</w:t>
      </w:r>
      <w:r>
        <w:rPr>
          <w:rtl/>
          <w:lang w:bidi="fa-IR"/>
        </w:rPr>
        <w:t xml:space="preserve"> را خوانده‌ا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  <w:r w:rsidRPr="00CE076D">
        <w:rPr>
          <w:rStyle w:val="libAlaemChar"/>
          <w:rtl/>
        </w:rPr>
        <w:t>(</w:t>
      </w:r>
      <w:r w:rsidRPr="00CE076D">
        <w:rPr>
          <w:rStyle w:val="libAieChar"/>
          <w:rtl/>
        </w:rPr>
        <w:t xml:space="preserve">اللَّهُ </w:t>
      </w:r>
      <w:r w:rsidRPr="00CE076D">
        <w:rPr>
          <w:rStyle w:val="libAieChar"/>
          <w:rFonts w:hint="cs"/>
          <w:rtl/>
        </w:rPr>
        <w:t>یَ</w:t>
      </w:r>
      <w:r w:rsidRPr="00CE076D">
        <w:rPr>
          <w:rStyle w:val="libAieChar"/>
          <w:rFonts w:hint="eastAsia"/>
          <w:rtl/>
        </w:rPr>
        <w:t>سْتَهْزِئُ</w:t>
      </w:r>
      <w:r w:rsidRPr="00CE076D">
        <w:rPr>
          <w:rStyle w:val="libAieChar"/>
          <w:rtl/>
        </w:rPr>
        <w:t xml:space="preserve"> بِهِمْ</w:t>
      </w:r>
      <w:r w:rsidRPr="00CE076D">
        <w:rPr>
          <w:rStyle w:val="libAlaemChar"/>
          <w:rtl/>
        </w:rPr>
        <w:t>)</w:t>
      </w:r>
      <w:r>
        <w:rPr>
          <w:rtl/>
          <w:lang w:bidi="fa-IR"/>
        </w:rPr>
        <w:t>.</w:t>
      </w:r>
      <w:r w:rsidRPr="00CE076D">
        <w:rPr>
          <w:rStyle w:val="libFootnotenumChar"/>
          <w:rtl/>
        </w:rPr>
        <w:t>52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زمان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منافق و دورو بودند، آن‌ها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گفتند</w:t>
      </w:r>
      <w:r>
        <w:rPr>
          <w:rtl/>
          <w:lang w:bidi="fa-IR"/>
        </w:rPr>
        <w:t xml:space="preserve"> : «ما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را باور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م»،</w:t>
      </w:r>
      <w:r>
        <w:rPr>
          <w:rtl/>
          <w:lang w:bidi="fa-IR"/>
        </w:rPr>
        <w:t xml:space="preserve"> امّا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بت‌پرستان روبرو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شدند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گفتند</w:t>
      </w:r>
      <w:r>
        <w:rPr>
          <w:rtl/>
          <w:lang w:bidi="fa-IR"/>
        </w:rPr>
        <w:t>: «ما با شما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بت پرستان به آنان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گفتند</w:t>
      </w:r>
      <w:r>
        <w:rPr>
          <w:rtl/>
          <w:lang w:bidi="fa-IR"/>
        </w:rPr>
        <w:t>: چگونه ما باور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شما از ما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بت‌ها را قبول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شما بارها نزد محمّد رفته‌ا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او گفته‌ا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به اسلام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آن‌ها</w:t>
      </w:r>
      <w:r>
        <w:rPr>
          <w:rtl/>
          <w:lang w:bidi="fa-IR"/>
        </w:rPr>
        <w:t xml:space="preserve"> در جواب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گفتند</w:t>
      </w:r>
      <w:r>
        <w:rPr>
          <w:rtl/>
          <w:lang w:bidi="fa-IR"/>
        </w:rPr>
        <w:t>: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مسخره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قرآن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آن‌ها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مسخره کردند، خدا هم آنان را مسخره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خدا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مسخره کند؟ مگر خدا از هر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بد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چرا در قرآن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است؟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از امام‌رضا</w:t>
      </w:r>
      <w:r w:rsidR="00BD1895" w:rsidRPr="00BD1895">
        <w:rPr>
          <w:rStyle w:val="libAlaemChar"/>
          <w:rtl/>
        </w:rPr>
        <w:t xml:space="preserve">عليه‌السلام </w:t>
      </w:r>
      <w:r w:rsidR="000F07D6">
        <w:rPr>
          <w:rtl/>
          <w:lang w:bidi="fa-IR"/>
        </w:rPr>
        <w:t>سوال</w:t>
      </w:r>
      <w:r w:rsidR="00FE51EE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کنم: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منظور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مسخره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خداوند هرگز مسخره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دست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پس منظور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ه‌ها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منافقان نزد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آمدند و گفتند که ما به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</w:t>
      </w:r>
      <w:r>
        <w:rPr>
          <w:rtl/>
          <w:lang w:bidi="fa-IR"/>
        </w:rPr>
        <w:t xml:space="preserve"> که آن‌ها دروغ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خواهند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مسخره بکنند،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خدا از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باخبر است. اکنون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 xml:space="preserve"> آن‌ها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مسخره کردند،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عذاب خواهد کرد. خدا 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مسخره کردن را به آنان خواهد داد. آنان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را مسخره کردند،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آن‌ها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بخشد</w:t>
      </w:r>
      <w:r>
        <w:rPr>
          <w:rtl/>
          <w:lang w:bidi="fa-IR"/>
        </w:rPr>
        <w:t xml:space="preserve"> و آنان را گرفتار عذاب خود خواهد نمود.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با دقّت بخوان: </w:t>
      </w:r>
      <w:r w:rsidRPr="00FE51EE">
        <w:rPr>
          <w:rStyle w:val="libAlaemChar"/>
          <w:rtl/>
        </w:rPr>
        <w:t>(</w:t>
      </w:r>
      <w:r w:rsidRPr="00FE51EE">
        <w:rPr>
          <w:rStyle w:val="libAieChar"/>
          <w:rtl/>
        </w:rPr>
        <w:t>وَ مَکَرُواْ مَکْرًا وَ مَکَرْنَا مَکْرًا</w:t>
      </w:r>
      <w:r w:rsidRPr="00FE51EE">
        <w:rPr>
          <w:rStyle w:val="libAlaemChar"/>
          <w:rtl/>
        </w:rPr>
        <w:t>)</w:t>
      </w:r>
      <w:r>
        <w:rPr>
          <w:rtl/>
          <w:lang w:bidi="fa-IR"/>
        </w:rPr>
        <w:t>.</w:t>
      </w:r>
      <w:r w:rsidRPr="00FE51EE">
        <w:rPr>
          <w:rStyle w:val="libFootnotenumChar"/>
          <w:rtl/>
        </w:rPr>
        <w:t>53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قومِ حضرت صالح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شده است، صالح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خداست.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صالح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آنان خواست تا دست از بت‌پرست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بردارند 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را بپرستند،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قوم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نپذ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رفتند</w:t>
      </w:r>
      <w:r>
        <w:rPr>
          <w:rtl/>
          <w:lang w:bidi="fa-IR"/>
        </w:rPr>
        <w:t xml:space="preserve">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گرفتند تا با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رنگ،</w:t>
      </w:r>
      <w:r>
        <w:rPr>
          <w:rtl/>
          <w:lang w:bidi="fa-IR"/>
        </w:rPr>
        <w:t xml:space="preserve"> صالح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را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قتل برسانند. خدا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«آن‌ها دست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رنگ</w:t>
      </w:r>
      <w:r>
        <w:rPr>
          <w:rtl/>
          <w:lang w:bidi="fa-IR"/>
        </w:rPr>
        <w:t xml:space="preserve"> زدند و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دست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رنگ</w:t>
      </w:r>
      <w:r>
        <w:rPr>
          <w:rtl/>
          <w:lang w:bidi="fa-IR"/>
        </w:rPr>
        <w:t xml:space="preserve"> 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</w:p>
    <w:p w:rsidR="004E7874" w:rsidRDefault="000F07D6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سوال</w:t>
      </w:r>
      <w:r w:rsidR="00FE51EE">
        <w:rPr>
          <w:rFonts w:hint="cs"/>
          <w:rtl/>
          <w:lang w:bidi="fa-IR"/>
        </w:rPr>
        <w:t xml:space="preserve"> </w:t>
      </w:r>
      <w:r w:rsidR="004E7874">
        <w:rPr>
          <w:rtl/>
          <w:lang w:bidi="fa-IR"/>
        </w:rPr>
        <w:t>من ا</w:t>
      </w:r>
      <w:r w:rsidR="004E7874">
        <w:rPr>
          <w:rFonts w:hint="cs"/>
          <w:rtl/>
          <w:lang w:bidi="fa-IR"/>
        </w:rPr>
        <w:t>ی</w:t>
      </w:r>
      <w:r w:rsidR="004E7874">
        <w:rPr>
          <w:rFonts w:hint="eastAsia"/>
          <w:rtl/>
          <w:lang w:bidi="fa-IR"/>
        </w:rPr>
        <w:t>ن</w:t>
      </w:r>
      <w:r w:rsidR="004E7874">
        <w:rPr>
          <w:rtl/>
          <w:lang w:bidi="fa-IR"/>
        </w:rPr>
        <w:t xml:space="preserve"> است آ</w:t>
      </w:r>
      <w:r w:rsidR="004E7874">
        <w:rPr>
          <w:rFonts w:hint="cs"/>
          <w:rtl/>
          <w:lang w:bidi="fa-IR"/>
        </w:rPr>
        <w:t>ی</w:t>
      </w:r>
      <w:r w:rsidR="004E7874">
        <w:rPr>
          <w:rFonts w:hint="eastAsia"/>
          <w:rtl/>
          <w:lang w:bidi="fa-IR"/>
        </w:rPr>
        <w:t>ا</w:t>
      </w:r>
      <w:r w:rsidR="004E7874">
        <w:rPr>
          <w:rtl/>
          <w:lang w:bidi="fa-IR"/>
        </w:rPr>
        <w:t xml:space="preserve"> خدا هم ن</w:t>
      </w:r>
      <w:r w:rsidR="004E7874">
        <w:rPr>
          <w:rFonts w:hint="cs"/>
          <w:rtl/>
          <w:lang w:bidi="fa-IR"/>
        </w:rPr>
        <w:t>ی</w:t>
      </w:r>
      <w:r w:rsidR="004E7874">
        <w:rPr>
          <w:rFonts w:hint="eastAsia"/>
          <w:rtl/>
          <w:lang w:bidi="fa-IR"/>
        </w:rPr>
        <w:t>رنگ</w:t>
      </w:r>
      <w:r w:rsidR="004E7874">
        <w:rPr>
          <w:rtl/>
          <w:lang w:bidi="fa-IR"/>
        </w:rPr>
        <w:t xml:space="preserve"> م</w:t>
      </w:r>
      <w:r w:rsidR="004E7874">
        <w:rPr>
          <w:rFonts w:hint="cs"/>
          <w:rtl/>
          <w:lang w:bidi="fa-IR"/>
        </w:rPr>
        <w:t>ی‌</w:t>
      </w:r>
      <w:r w:rsidR="004E7874">
        <w:rPr>
          <w:rFonts w:hint="eastAsia"/>
          <w:rtl/>
          <w:lang w:bidi="fa-IR"/>
        </w:rPr>
        <w:t>کند؟</w:t>
      </w:r>
      <w:r w:rsidR="004E7874">
        <w:rPr>
          <w:rtl/>
          <w:lang w:bidi="fa-IR"/>
        </w:rPr>
        <w:t xml:space="preserve"> مگر خدا از هر ع</w:t>
      </w:r>
      <w:r w:rsidR="004E7874">
        <w:rPr>
          <w:rFonts w:hint="cs"/>
          <w:rtl/>
          <w:lang w:bidi="fa-IR"/>
        </w:rPr>
        <w:t>ی</w:t>
      </w:r>
      <w:r w:rsidR="004E7874">
        <w:rPr>
          <w:rFonts w:hint="eastAsia"/>
          <w:rtl/>
          <w:lang w:bidi="fa-IR"/>
        </w:rPr>
        <w:t>ب</w:t>
      </w:r>
      <w:r w:rsidR="004E7874">
        <w:rPr>
          <w:rtl/>
          <w:lang w:bidi="fa-IR"/>
        </w:rPr>
        <w:t xml:space="preserve"> و بد</w:t>
      </w:r>
      <w:r w:rsidR="004E7874">
        <w:rPr>
          <w:rFonts w:hint="cs"/>
          <w:rtl/>
          <w:lang w:bidi="fa-IR"/>
        </w:rPr>
        <w:t>ی</w:t>
      </w:r>
      <w:r w:rsidR="004E7874">
        <w:rPr>
          <w:rtl/>
          <w:lang w:bidi="fa-IR"/>
        </w:rPr>
        <w:t xml:space="preserve"> به دور ن</w:t>
      </w:r>
      <w:r w:rsidR="004E7874">
        <w:rPr>
          <w:rFonts w:hint="cs"/>
          <w:rtl/>
          <w:lang w:bidi="fa-IR"/>
        </w:rPr>
        <w:t>ی</w:t>
      </w:r>
      <w:r w:rsidR="004E7874">
        <w:rPr>
          <w:rFonts w:hint="eastAsia"/>
          <w:rtl/>
          <w:lang w:bidi="fa-IR"/>
        </w:rPr>
        <w:t>ست؟</w:t>
      </w:r>
      <w:r w:rsidR="004E7874"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امام‌رضا</w:t>
      </w:r>
      <w:r w:rsidR="00BD1895" w:rsidRPr="00BD1895">
        <w:rPr>
          <w:rStyle w:val="libAlaemChar"/>
          <w:rtl/>
        </w:rPr>
        <w:t xml:space="preserve">عليه‌السلام </w:t>
      </w:r>
      <w:r w:rsidR="000F07D6">
        <w:rPr>
          <w:rtl/>
          <w:lang w:bidi="fa-IR"/>
        </w:rPr>
        <w:t>سوال</w:t>
      </w:r>
      <w:r w:rsidR="00FE51EE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منظور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قوم صالح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دست به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زدند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گرفتند که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 به صالح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حمله کرده و او را به قتل برسانند، خدا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آن‌ها باخبر بود. خدا همواره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خود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آن شب خدا صالح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از شرّ آن‌ها نجات داد، امّا خدا آن ق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ستمگر را به حال خود رها نکرد، آن‌ها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دست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رنگ</w:t>
      </w:r>
      <w:r>
        <w:rPr>
          <w:rtl/>
          <w:lang w:bidi="fa-IR"/>
        </w:rPr>
        <w:t xml:space="preserve"> زدند، خدا هم سزا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آن‌ها را داد و همان شب عذاب را بر آنان نازل کرد. خدا سزا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رنگ</w:t>
      </w:r>
      <w:r>
        <w:rPr>
          <w:rtl/>
          <w:lang w:bidi="fa-IR"/>
        </w:rPr>
        <w:t xml:space="preserve">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داد. خلاصه آن‌که خدا هرگز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زند،</w:t>
      </w:r>
      <w:r>
        <w:rPr>
          <w:rtl/>
          <w:lang w:bidi="fa-IR"/>
        </w:rPr>
        <w:t xml:space="preserve"> خدا بالاتر و والاتر از آن است که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رنگ</w:t>
      </w:r>
      <w:r>
        <w:rPr>
          <w:rtl/>
          <w:lang w:bidi="fa-IR"/>
        </w:rPr>
        <w:t xml:space="preserve"> بزند، آن‌ها خود کمر به قتل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بستند و خداوند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و اهل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است.</w:t>
      </w:r>
      <w:r w:rsidRPr="00FE51EE">
        <w:rPr>
          <w:rStyle w:val="libFootnotenumChar"/>
          <w:rtl/>
        </w:rPr>
        <w:t>54</w:t>
      </w:r>
    </w:p>
    <w:p w:rsidR="004E7874" w:rsidRDefault="00FE51EE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FE51EE">
      <w:pPr>
        <w:pStyle w:val="Heading1"/>
        <w:rPr>
          <w:rtl/>
          <w:lang w:bidi="fa-IR"/>
        </w:rPr>
      </w:pPr>
      <w:bookmarkStart w:id="30" w:name="_Toc534545369"/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هرگز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!</w:t>
      </w:r>
      <w:bookmarkEnd w:id="30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به نظر تو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 هم به خشم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درست است: «از خشم خدا بترس»؟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خوب، معلوم است که خدا به خشم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مگر قرآن را نخوانده‌ا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آنجا که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Pr="00FE51EE">
        <w:rPr>
          <w:rStyle w:val="libAlaemChar"/>
          <w:rtl/>
        </w:rPr>
        <w:t>(</w:t>
      </w:r>
      <w:r w:rsidRPr="00FE51EE">
        <w:rPr>
          <w:rStyle w:val="libAieChar"/>
          <w:rtl/>
        </w:rPr>
        <w:t>فَلَمَّآ ءَاسَفُونَا انتَقَمْنَا مِنْهُمْ فَأَغْرَقْنَـهُمْ أَجْمَعِ</w:t>
      </w:r>
      <w:r w:rsidRPr="00FE51EE">
        <w:rPr>
          <w:rStyle w:val="libAieChar"/>
          <w:rFonts w:hint="cs"/>
          <w:rtl/>
        </w:rPr>
        <w:t>ی</w:t>
      </w:r>
      <w:r w:rsidRPr="00FE51EE">
        <w:rPr>
          <w:rStyle w:val="libAieChar"/>
          <w:rFonts w:hint="eastAsia"/>
          <w:rtl/>
        </w:rPr>
        <w:t>نَ</w:t>
      </w:r>
      <w:r>
        <w:rPr>
          <w:rtl/>
          <w:lang w:bidi="fa-IR"/>
        </w:rPr>
        <w:t xml:space="preserve"> </w:t>
      </w:r>
      <w:r w:rsidRPr="00FE51EE">
        <w:rPr>
          <w:rStyle w:val="libAlaemChar"/>
          <w:rtl/>
        </w:rPr>
        <w:t>)</w:t>
      </w:r>
      <w:r>
        <w:rPr>
          <w:rtl/>
          <w:lang w:bidi="fa-IR"/>
        </w:rPr>
        <w:t>.</w:t>
      </w:r>
      <w:r w:rsidRPr="00FE51EE">
        <w:rPr>
          <w:rStyle w:val="libFootnotenumChar"/>
          <w:rtl/>
        </w:rPr>
        <w:t>55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ترجمه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فرعون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فرعون ادّعا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 xml:space="preserve"> و مردم مصر هم سخن او را قبول کرده بودند و او را عبادت کردند.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 xml:space="preserve"> که خدا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امبرش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فرعون فرستاد، امّا فرعون و قوم او از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باطل خود دست برنداشتند.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فرعون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گناهان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قتل رساند،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سرانجام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شب، موس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دستور خدا قوم بن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اسرائ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فلسط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حرکت داد. آن شب موس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از رود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عبور کردند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فرعون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به دنبال آن‌ها وارد رود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شدند، عذاب خدا فرا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همه </w:t>
      </w:r>
      <w:r>
        <w:rPr>
          <w:rFonts w:hint="eastAsia"/>
          <w:rtl/>
          <w:lang w:bidi="fa-IR"/>
        </w:rPr>
        <w:t>غرق</w:t>
      </w:r>
      <w:r>
        <w:rPr>
          <w:rtl/>
          <w:lang w:bidi="fa-IR"/>
        </w:rPr>
        <w:t xml:space="preserve"> شدند. اکنون خدا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فرعون و قوم او مرا به خشم درآوردند، من از آنان انتقام گرفتم و آن‌ها را غرق کردم».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از فرعون و قوم او به خشم آمده بود؟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از خشم خدا بترس!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امروز</w:t>
      </w:r>
      <w:r>
        <w:rPr>
          <w:rtl/>
          <w:lang w:bidi="fa-IR"/>
        </w:rPr>
        <w:t xml:space="preserve"> مهمان 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هستم،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حضرت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خوانم</w:t>
      </w:r>
      <w:r>
        <w:rPr>
          <w:rtl/>
          <w:lang w:bidi="fa-IR"/>
        </w:rPr>
        <w:t xml:space="preserve"> و از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تا آن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بدهد. او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خدا</w:t>
      </w:r>
      <w:r>
        <w:rPr>
          <w:rtl/>
          <w:lang w:bidi="fa-IR"/>
        </w:rPr>
        <w:t xml:space="preserve"> هرگز مانند ما انسان‌ها به خشم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اگر خدا به خشم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او حالت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شده است، اگر او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شود در او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خوب فکر کن!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ممکن است در خدا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هرگز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هرگز دچار دگرگون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او جسم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او انجام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تو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خدا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خشمناک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قبول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خدا نابود خواهد شد،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اگر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خدا خشمناک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در ذات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شده است و اگر در خدا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شود، از نابود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امان نخواهد بود.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باور</w:t>
      </w:r>
      <w:r>
        <w:rPr>
          <w:rtl/>
          <w:lang w:bidi="fa-IR"/>
        </w:rPr>
        <w:t xml:space="preserve">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راه ندارد، او هرگز از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حال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او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است!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خشم و غضب، بالاتر و والاتر است!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اکنون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دانست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هرگز خوشحال هم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صفت‌ها، از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ده‌هاست</w:t>
      </w:r>
      <w:r>
        <w:rPr>
          <w:rtl/>
          <w:lang w:bidi="fa-IR"/>
        </w:rPr>
        <w:t xml:space="preserve"> و خدا بالاتر از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صفت‌ها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خدا نه خوشحال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نه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صفات در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قتش</w:t>
      </w:r>
      <w:r>
        <w:rPr>
          <w:rtl/>
          <w:lang w:bidi="fa-IR"/>
        </w:rPr>
        <w:t xml:space="preserve"> راه ندارد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4E7874" w:rsidRDefault="004E7874" w:rsidP="0031546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 w:rsidR="00315465">
        <w:rPr>
          <w:rFonts w:hint="cs"/>
          <w:rtl/>
          <w:lang w:bidi="fa-IR"/>
        </w:rPr>
        <w:t>سوالی</w:t>
      </w:r>
      <w:r>
        <w:rPr>
          <w:rtl/>
          <w:lang w:bidi="fa-IR"/>
        </w:rPr>
        <w:t xml:space="preserve"> در ذهن من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اگر خدا خوشحال و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پس چرا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قرآن، از خشم خدا سخن به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آمده است؟ چرا در جاها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قرآن از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رضا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خدا مطالب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شده است؟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کاش</w:t>
      </w:r>
      <w:r>
        <w:rPr>
          <w:rtl/>
          <w:lang w:bidi="fa-IR"/>
        </w:rPr>
        <w:t xml:space="preserve"> 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جواب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31546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مرا هم می‌</w:t>
      </w:r>
      <w:r>
        <w:rPr>
          <w:rFonts w:hint="eastAsia"/>
          <w:rtl/>
          <w:lang w:bidi="fa-IR"/>
        </w:rPr>
        <w:t>دادند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خدا</w:t>
      </w:r>
      <w:r>
        <w:rPr>
          <w:rtl/>
          <w:lang w:bidi="fa-IR"/>
        </w:rPr>
        <w:t xml:space="preserve"> هرگز مانند ما انسان‌ها خوشحال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امّا او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دوستان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انتخاب کرده است،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امبران،</w:t>
      </w:r>
      <w:r>
        <w:rPr>
          <w:rtl/>
          <w:lang w:bidi="fa-IR"/>
        </w:rPr>
        <w:t xml:space="preserve"> دوستان خدا هستند، خداوند خوشحال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دوستان خود را،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قرار داد و خشم آن‌ها را خشم خود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خدا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«هر کس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من اهانت کند به جنگ من آمده است»؟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خدا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«هر کس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اطاعت کند از من اطاعت کرده است»؟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اطاعت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را همانند اطاعت از خود،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را همانند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و غضب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را غضب خود قرار داده است.</w:t>
      </w:r>
      <w:r w:rsidRPr="00315465">
        <w:rPr>
          <w:rStyle w:val="libFootnotenumChar"/>
          <w:rtl/>
        </w:rPr>
        <w:t>56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خوب من! آن شب که فرعون با لشکر خود به دنبال موس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 xml:space="preserve">حرکت کرد تا او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ارانش</w:t>
      </w:r>
      <w:r>
        <w:rPr>
          <w:rtl/>
          <w:lang w:bidi="fa-IR"/>
        </w:rPr>
        <w:t xml:space="preserve"> را دستگ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کند، موس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حرکت فرعون به خشم آمد،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خشم موس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همانند خشم خودش قرار داد،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 (به موس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که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او 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بود)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علاقه داشت.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اکنون تو در چه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لحظه‌ا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کن!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خدا و حجّت خدا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بدان</w:t>
      </w:r>
      <w:r>
        <w:rPr>
          <w:rtl/>
          <w:lang w:bidi="fa-IR"/>
        </w:rPr>
        <w:t xml:space="preserve"> که خدا امام زمان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دارد، اگر تو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امام زمان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خود را خشنود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واقع خدا را خشنود نموده‌ا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هر کار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بدان که هرگز خدا خوشحال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خدا از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خوشحال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خدا، خداست! امّا امام‌زمان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از همه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باخبر است، او حجّت خداست،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خداست،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خدا در آسمان‌ها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فرشته‌ا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بالاتر از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با آن همه مقام، خدمتگزار </w:t>
      </w:r>
      <w:r>
        <w:rPr>
          <w:rtl/>
          <w:lang w:bidi="fa-IR"/>
        </w:rPr>
        <w:lastRenderedPageBreak/>
        <w:t>اوست.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کار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قلب امام‌زمان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خوشحال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لبخند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لب‌ها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که تو دوستِ او و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او را خوشحال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پس دستور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تا ثواب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نوشته شود و رحمت بر تو نازل شود، اکنون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خدا گناهان تو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بخشد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ناکرده، من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 که دل امام‌زمان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بشکند، 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بکنم، امام مهربان به خشم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به خشم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خدا هم رحمت خود را از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اگر گناه من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باشد، عذاب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سد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عذاب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عمل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من انجام داده‌ام.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گناهان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انجام بدهد، خدا از دست او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خدا هرگز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خدا از دست شمر که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هم به قتل رساند،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نشد،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خدا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شمر سخت‌تر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عذاب‌ها را قرار داده است، شمر در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در آتش جهنّم خواهد سوخت.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عذاب خدا گرفتار باشد.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بخواهم ساده‌تر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>: هر جا که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گفتند خدا 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خوشحال است، بدان که منظور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 ثواب و رحمت خود را به آن شخص داده است. هر وقت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گفتند خدا از دست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آن شخص را به عذاب خود </w:t>
      </w:r>
      <w:r>
        <w:rPr>
          <w:rFonts w:hint="eastAsia"/>
          <w:rtl/>
          <w:lang w:bidi="fa-IR"/>
        </w:rPr>
        <w:t>گرفتار</w:t>
      </w:r>
      <w:r>
        <w:rPr>
          <w:rtl/>
          <w:lang w:bidi="fa-IR"/>
        </w:rPr>
        <w:t xml:space="preserve"> کرده 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ما با سخنان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آشنا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چقدر قرآن را بهتر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 روح دارد؟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ما از کجا آمده‌ا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آغاز ما چه بود؟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روح ما از روح خداست. ما از روح خدا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خدا در قرآن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  <w:r w:rsidRPr="00315465">
        <w:rPr>
          <w:rStyle w:val="libAlaemChar"/>
          <w:rtl/>
        </w:rPr>
        <w:t>(</w:t>
      </w:r>
      <w:r w:rsidRPr="00315465">
        <w:rPr>
          <w:rStyle w:val="libAieChar"/>
          <w:rtl/>
        </w:rPr>
        <w:t>وَ نَفَخْتُ فِ</w:t>
      </w:r>
      <w:r w:rsidRPr="00315465">
        <w:rPr>
          <w:rStyle w:val="libAieChar"/>
          <w:rFonts w:hint="cs"/>
          <w:rtl/>
        </w:rPr>
        <w:t>ی</w:t>
      </w:r>
      <w:r w:rsidRPr="00315465">
        <w:rPr>
          <w:rStyle w:val="libAieChar"/>
          <w:rFonts w:hint="eastAsia"/>
          <w:rtl/>
        </w:rPr>
        <w:t>هِ</w:t>
      </w:r>
      <w:r w:rsidRPr="00315465">
        <w:rPr>
          <w:rStyle w:val="libAieChar"/>
          <w:rtl/>
        </w:rPr>
        <w:t xml:space="preserve"> مِن رُّوحِ</w:t>
      </w:r>
      <w:r w:rsidRPr="00315465">
        <w:rPr>
          <w:rStyle w:val="libAieChar"/>
          <w:rFonts w:hint="cs"/>
          <w:rtl/>
        </w:rPr>
        <w:t>ی</w:t>
      </w:r>
      <w:r w:rsidRPr="00315465">
        <w:rPr>
          <w:rStyle w:val="libAlaemChar"/>
          <w:rtl/>
        </w:rPr>
        <w:t>)</w:t>
      </w:r>
      <w:r>
        <w:rPr>
          <w:rtl/>
          <w:lang w:bidi="fa-IR"/>
        </w:rPr>
        <w:t>: «وقت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آدم را خلق کردم، از روحِ خودم در او 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دم»</w:t>
      </w:r>
      <w:r w:rsidRPr="00315465">
        <w:rPr>
          <w:rStyle w:val="libFootnotenumChar"/>
          <w:rtl/>
        </w:rPr>
        <w:t>57.</w:t>
      </w:r>
      <w:r>
        <w:rPr>
          <w:rtl/>
          <w:lang w:bidi="fa-IR"/>
        </w:rPr>
        <w:t xml:space="preserve"> تن تو نابود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امّا روح تو مروار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تن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پاره‌ا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روح خداست!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روح دارد و او روح خود را در ما 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ترجمه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قرآن است: «از روح خود در آدم 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دم»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خداست.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آخر من چگونه باور کنم که خدا روح دارد؟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حرف چه اشکال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من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حضرت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 xml:space="preserve"> که فرمود: «خدا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خدا از اجزا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نشده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خودت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از سر و دست و پا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خدا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اجزا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ندارد، خدا جسم ندارد،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او،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حق با شماست.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است، او اجزا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انسان است که جسم دارد و روح، امّا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است، او نه جسم دارد نه روح.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اگر خدا روح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داشت</w:t>
      </w:r>
      <w:r>
        <w:rPr>
          <w:rtl/>
          <w:lang w:bidi="fa-IR"/>
        </w:rPr>
        <w:t xml:space="preserve"> به روح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داشت،</w:t>
      </w:r>
      <w:r>
        <w:rPr>
          <w:rtl/>
          <w:lang w:bidi="fa-IR"/>
        </w:rPr>
        <w:t xml:space="preserve"> خدا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است. اگر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خدا روح دارد، او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ازمند</w:t>
      </w:r>
      <w:r>
        <w:rPr>
          <w:rtl/>
          <w:lang w:bidi="fa-IR"/>
        </w:rPr>
        <w:t xml:space="preserve"> فرض کرده‌ا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هرگز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پس چرا خدا در قرآن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«من در آدم از روح خود 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دم»؟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صبر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نزد 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معمّا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حل کند.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 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مرا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محمّدبن‌مسلم هستم. از راه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آمده‌ام تا </w:t>
      </w:r>
      <w:r w:rsidR="000F07D6">
        <w:rPr>
          <w:rtl/>
          <w:lang w:bidi="fa-IR"/>
        </w:rPr>
        <w:t>سوال</w:t>
      </w:r>
      <w:r w:rsidR="0031546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را از شما بپرسم.</w:t>
      </w:r>
    </w:p>
    <w:p w:rsidR="004E7874" w:rsidRDefault="000F07D6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سوال</w:t>
      </w:r>
      <w:r w:rsidR="00315465">
        <w:rPr>
          <w:rFonts w:hint="cs"/>
          <w:rtl/>
          <w:lang w:bidi="fa-IR"/>
        </w:rPr>
        <w:t xml:space="preserve"> </w:t>
      </w:r>
      <w:r w:rsidR="004E7874">
        <w:rPr>
          <w:rFonts w:hint="cs"/>
          <w:rtl/>
          <w:lang w:bidi="fa-IR"/>
        </w:rPr>
        <w:t>خود را بپرس که جواب خواهی</w:t>
      </w:r>
      <w:r w:rsidR="004E7874">
        <w:rPr>
          <w:rtl/>
          <w:lang w:bidi="fa-IR"/>
        </w:rPr>
        <w:t xml:space="preserve"> شن</w:t>
      </w:r>
      <w:r w:rsidR="004E7874">
        <w:rPr>
          <w:rFonts w:hint="cs"/>
          <w:rtl/>
          <w:lang w:bidi="fa-IR"/>
        </w:rPr>
        <w:t>ی</w:t>
      </w:r>
      <w:r w:rsidR="004E7874">
        <w:rPr>
          <w:rFonts w:hint="eastAsia"/>
          <w:rtl/>
          <w:lang w:bidi="fa-IR"/>
        </w:rPr>
        <w:t>د</w:t>
      </w:r>
      <w:r w:rsidR="004E7874"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در قرآن خوانده‌ام که «روح خدا» در ما 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است. مگر خدا روح دارد؟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خدا اول، جسم آدم را از گِل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بعد از آن «روح آدم» را خلق نمود،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«روح» را بر همه مخلوقات خود برتر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داد، در واقع روح انسان بود که سرآمد همه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شد.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روح را در جسم آدم قرار داد.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روح، قبل از خلقت آدم وجود نداشت.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هزاران سال، خدا بود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روح نبود، پس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روح، روح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روح آدم است.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روح، روح خدا بود،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باشد،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روح را خدا بعداً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بله.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است. خدا هرگز روح ندارد. او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آدم خلق کرد و بعداً در جسم آدم قرار داد.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است پس چرا در قرآن آمده است که من از روح خود در آدم 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دم؟</w:t>
      </w:r>
      <w:r>
        <w:rPr>
          <w:rtl/>
          <w:lang w:bidi="fa-IR"/>
        </w:rPr>
        <w:t xml:space="preserve"> چرا خدا در قرآن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«و از روحم در آدم 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دم»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من مثال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زنم</w:t>
      </w:r>
      <w:r>
        <w:rPr>
          <w:rtl/>
          <w:lang w:bidi="fa-IR"/>
        </w:rPr>
        <w:t>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در قرآن، از کعبه چگونه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کند؟</w:t>
      </w:r>
      <w:r>
        <w:rPr>
          <w:rtl/>
          <w:lang w:bidi="fa-IR"/>
        </w:rPr>
        <w:t xml:space="preserve"> او به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«خانه‌ام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طواف کنندگان آماده کن».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«خانه خدا»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آن را به عنوان خانه خود انتخاب کرده است.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خدا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«روح آدم» ر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خلق کرد،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روح را انتخاب کرد،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روح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باشکوه بود،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از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اکنون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فهمم</w:t>
      </w:r>
      <w:r>
        <w:rPr>
          <w:rtl/>
          <w:lang w:bidi="fa-IR"/>
        </w:rPr>
        <w:t xml:space="preserve"> که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«روح خدا»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من در مثال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امام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زد، فکر کردم،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زها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به خدا نسبت داد، مثل خانه خدا، دوست خدا. معلوم است که خانه خدا،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خداست، خانه خدا را حضرت ابراه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دستور خدا ساخته است، خانه خدا ربط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ح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 ذات خدا ندارد. حالا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«روح خدا» را بهتر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فهمم</w:t>
      </w:r>
      <w:r>
        <w:rPr>
          <w:rtl/>
          <w:lang w:bidi="fa-IR"/>
        </w:rPr>
        <w:t>: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آن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آن را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دارد،</w:t>
      </w:r>
      <w:r>
        <w:rPr>
          <w:rtl/>
          <w:lang w:bidi="fa-IR"/>
        </w:rPr>
        <w:t xml:space="preserve"> روح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گلِ سرسبد جهان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روح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خداوند است، هزاران هزار سال خدا بود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روح نبود، خدا بود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نبود.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واقع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الآن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فهمم</w:t>
      </w:r>
      <w:r>
        <w:rPr>
          <w:rtl/>
          <w:lang w:bidi="fa-IR"/>
        </w:rPr>
        <w:t xml:space="preserve"> که چقدر در اشتباه بوده‌ام که خود را از روح خدا و ذات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دانستم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بعض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دارند: «خدا، روح دارد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روح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با خدا بوده است و بعداً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روح را در جسم آدم 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همه ما از ذات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 امّا متوجّه باش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باطل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خدا هرگز روح ندارد.</w:t>
      </w:r>
      <w:r w:rsidRPr="00560234">
        <w:rPr>
          <w:rStyle w:val="libFootnotenumChar"/>
          <w:rtl/>
        </w:rPr>
        <w:t>58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چقدر سخنان 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گره‌گشا است، کاش ما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امام را بهتر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 کاش با سخنان او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آشنا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کاش...</w:t>
      </w:r>
    </w:p>
    <w:p w:rsidR="004E7874" w:rsidRDefault="0056023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560234">
      <w:pPr>
        <w:pStyle w:val="Heading1"/>
        <w:rPr>
          <w:rtl/>
          <w:lang w:bidi="fa-IR"/>
        </w:rPr>
      </w:pPr>
      <w:bookmarkStart w:id="31" w:name="_Toc534545370"/>
      <w:r>
        <w:rPr>
          <w:rFonts w:hint="eastAsia"/>
          <w:rtl/>
          <w:lang w:bidi="fa-IR"/>
        </w:rPr>
        <w:t>نوبت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56023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فرا رسی</w:t>
      </w:r>
      <w:r>
        <w:rPr>
          <w:rFonts w:hint="eastAsia"/>
          <w:rtl/>
          <w:lang w:bidi="fa-IR"/>
        </w:rPr>
        <w:t>د</w:t>
      </w:r>
      <w:bookmarkEnd w:id="31"/>
    </w:p>
    <w:p w:rsidR="004E7874" w:rsidRDefault="004E7874" w:rsidP="00560234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امام‌باقر</w:t>
      </w:r>
      <w:r w:rsidR="00560234" w:rsidRPr="00560234">
        <w:rPr>
          <w:rFonts w:ascii="Traditional Arabic" w:eastAsiaTheme="minorHAnsi" w:hAnsi="Traditional Arabic" w:cs="Traditional Arabic"/>
          <w:rtl/>
        </w:rPr>
        <w:t xml:space="preserve"> </w:t>
      </w:r>
      <w:r w:rsidR="00560234" w:rsidRPr="00560234">
        <w:rPr>
          <w:rStyle w:val="libAlaemChar"/>
          <w:rFonts w:eastAsiaTheme="minorHAnsi"/>
          <w:rtl/>
        </w:rPr>
        <w:t>عليه‌السلام</w:t>
      </w:r>
      <w:r>
        <w:rPr>
          <w:rtl/>
          <w:lang w:bidi="fa-IR"/>
        </w:rPr>
        <w:t>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پاسخ </w:t>
      </w:r>
      <w:r w:rsidR="000F07D6">
        <w:rPr>
          <w:rtl/>
          <w:lang w:bidi="fa-IR"/>
        </w:rPr>
        <w:t>سوال</w:t>
      </w:r>
      <w:r>
        <w:rPr>
          <w:rFonts w:hint="cs"/>
          <w:rtl/>
          <w:lang w:bidi="fa-IR"/>
        </w:rPr>
        <w:t>مرا بدهی</w:t>
      </w:r>
      <w:r>
        <w:rPr>
          <w:rFonts w:hint="eastAsia"/>
          <w:rtl/>
          <w:lang w:bidi="fa-IR"/>
        </w:rPr>
        <w:t>؟</w:t>
      </w:r>
    </w:p>
    <w:p w:rsidR="004E7874" w:rsidRDefault="000F07D6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سوال</w:t>
      </w:r>
      <w:r w:rsidR="00560234">
        <w:rPr>
          <w:rFonts w:hint="cs"/>
          <w:rtl/>
          <w:lang w:bidi="fa-IR"/>
        </w:rPr>
        <w:t xml:space="preserve"> </w:t>
      </w:r>
      <w:r w:rsidR="004E7874">
        <w:rPr>
          <w:rFonts w:hint="cs"/>
          <w:rtl/>
          <w:lang w:bidi="fa-IR"/>
        </w:rPr>
        <w:t>تو چی</w:t>
      </w:r>
      <w:r w:rsidR="004E7874">
        <w:rPr>
          <w:rFonts w:hint="eastAsia"/>
          <w:rtl/>
          <w:lang w:bidi="fa-IR"/>
        </w:rPr>
        <w:t>ست؟</w:t>
      </w:r>
      <w:r w:rsidR="004E7874">
        <w:rPr>
          <w:rtl/>
          <w:lang w:bidi="fa-IR"/>
        </w:rPr>
        <w:t xml:space="preserve"> ا</w:t>
      </w:r>
      <w:r w:rsidR="004E7874">
        <w:rPr>
          <w:rFonts w:hint="cs"/>
          <w:rtl/>
          <w:lang w:bidi="fa-IR"/>
        </w:rPr>
        <w:t>ی</w:t>
      </w:r>
      <w:r w:rsidR="004E7874">
        <w:rPr>
          <w:rtl/>
          <w:lang w:bidi="fa-IR"/>
        </w:rPr>
        <w:t xml:space="preserve"> جوان!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به من بگو که خدا از چه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است؟</w:t>
      </w:r>
    </w:p>
    <w:p w:rsidR="004E7874" w:rsidRDefault="004E7874" w:rsidP="00560234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</w:t>
      </w:r>
      <w:r w:rsidR="00560234">
        <w:rPr>
          <w:rFonts w:hint="cs"/>
          <w:rtl/>
          <w:lang w:bidi="fa-IR"/>
        </w:rPr>
        <w:t>سوالی</w:t>
      </w:r>
      <w:r>
        <w:rPr>
          <w:rtl/>
          <w:lang w:bidi="fa-IR"/>
        </w:rPr>
        <w:t xml:space="preserve"> است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56023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تو چه وقتی</w:t>
      </w:r>
      <w:r>
        <w:rPr>
          <w:rtl/>
          <w:lang w:bidi="fa-IR"/>
        </w:rPr>
        <w:t xml:space="preserve"> درست است؟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نه.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وجود نداشته است و بعد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است،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مورد آغاز آن </w:t>
      </w:r>
      <w:r w:rsidR="000F07D6">
        <w:rPr>
          <w:rtl/>
          <w:lang w:bidi="fa-IR"/>
        </w:rPr>
        <w:t>سوال</w:t>
      </w:r>
      <w:r w:rsidR="0056023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کنی</w:t>
      </w:r>
      <w:r>
        <w:rPr>
          <w:rtl/>
          <w:lang w:bidi="fa-IR"/>
        </w:rPr>
        <w:t xml:space="preserve"> و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چه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است. امّا خدا که همواره بوده است، او که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نشده است، او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وجود داشته است. او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56023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باور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بوده است،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56023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کنی</w:t>
      </w:r>
      <w:r>
        <w:rPr>
          <w:rtl/>
          <w:lang w:bidi="fa-IR"/>
        </w:rPr>
        <w:t xml:space="preserve"> که خدا از چه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بوده است. خدا بود و «زمان» نبود،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است که زمان و مکان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زمان و مکان،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خداست، خدا هرگز در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قرار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هنوز نه زمان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بود و نه مکان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بود، او از ازل، توانا بود، او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نداشت.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خدا نه مکان دارد و نه زمان،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است. او هرگز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از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ترسد،</w:t>
      </w:r>
      <w:r>
        <w:rPr>
          <w:rtl/>
          <w:lang w:bidi="fa-IR"/>
        </w:rPr>
        <w:t xml:space="preserve"> او آنچه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به اراده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او هرگز نابود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او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ندارد همان‌گونه که آغاز ندارد. همه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tl/>
          <w:lang w:bidi="fa-IR"/>
        </w:rPr>
        <w:t xml:space="preserve"> نابود خواهند شد و او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خواهد ماند.</w:t>
      </w:r>
      <w:r w:rsidRPr="00560234">
        <w:rPr>
          <w:rStyle w:val="libFootnotenumChar"/>
          <w:rtl/>
        </w:rPr>
        <w:t>59</w:t>
      </w:r>
    </w:p>
    <w:p w:rsidR="004E7874" w:rsidRDefault="00560234" w:rsidP="0056023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BB6A8B">
      <w:pPr>
        <w:pStyle w:val="Heading1"/>
        <w:rPr>
          <w:rtl/>
          <w:lang w:bidi="fa-IR"/>
        </w:rPr>
      </w:pPr>
      <w:bookmarkStart w:id="32" w:name="_Toc534545371"/>
      <w:r>
        <w:rPr>
          <w:rFonts w:hint="eastAsia"/>
          <w:rtl/>
          <w:lang w:bidi="fa-IR"/>
        </w:rPr>
        <w:t>بار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برو</w:t>
      </w:r>
      <w:bookmarkEnd w:id="32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داستان معراج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سفر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رفت، از هفت آسمان گذشت و به ملکوت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مهمان خدا بود.</w:t>
      </w:r>
      <w:r w:rsidRPr="00560234">
        <w:rPr>
          <w:rStyle w:val="libFootnotenumChar"/>
          <w:rtl/>
        </w:rPr>
        <w:t>60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شب، خدا در ابتدا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دستور داد که او به مسلمانان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هر روز 50 نماز بخوانند،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نزد خدا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گشت،</w:t>
      </w:r>
      <w:r>
        <w:rPr>
          <w:rtl/>
          <w:lang w:bidi="fa-IR"/>
        </w:rPr>
        <w:t xml:space="preserve"> با موس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روبرو شد، موس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او گفت که 50 نماز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است،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بود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نزد خدا بازگشت و خدا فقط 5 نماز را بر مسلمانان واجب کرد.</w:t>
      </w:r>
    </w:p>
    <w:p w:rsidR="004E7874" w:rsidRDefault="004E7874" w:rsidP="0056023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پاسخ </w:t>
      </w:r>
      <w:r w:rsidR="00560234">
        <w:rPr>
          <w:rFonts w:hint="cs"/>
          <w:rtl/>
          <w:lang w:bidi="fa-IR"/>
        </w:rPr>
        <w:t>سوال های</w:t>
      </w:r>
      <w:r>
        <w:rPr>
          <w:rtl/>
          <w:lang w:bidi="fa-IR"/>
        </w:rPr>
        <w:t xml:space="preserve"> خود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چقدر خوب است الآن نزد پدر بزرگوارت، امام سجاد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سو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ل‌های</w:t>
      </w:r>
      <w:r>
        <w:rPr>
          <w:rtl/>
          <w:lang w:bidi="fa-IR"/>
        </w:rPr>
        <w:t xml:space="preserve"> خود را از او بپرس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پدر!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درست است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معراج رفت، خدا در ابتدا، بر مسلمانان 50 نماز واجب نمود؟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بله! پسر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درست است که در موقع بازگشت، حضرت موس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گفت نزد خدا برو و از او بخواه که از تعداد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نمازها را کم کند؟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بله.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درست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پدر! چرا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50 رکعت را واجب نمود،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خدا تقاضا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نکرد؟ چرا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ما صبر کرد تا حضرت موس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شنهاد</w:t>
      </w:r>
      <w:r>
        <w:rPr>
          <w:rtl/>
          <w:lang w:bidi="fa-IR"/>
        </w:rPr>
        <w:t xml:space="preserve"> را بدهد. چقدر خوب بود که خود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درخواست را از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نمود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پسرم!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همواره تسل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امر خدا بود. در موقع بازگشت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حضرت موس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روبرو شد، حضرت موس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گفت.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دوست نداشت که به سخنِ موس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توجّه</w:t>
      </w:r>
      <w:r>
        <w:rPr>
          <w:rtl/>
          <w:lang w:bidi="fa-IR"/>
        </w:rPr>
        <w:t xml:space="preserve"> باشد،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 که نزد خدا بازگشت و خدا هم از تعداد نمازها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واجب کم نمود.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پدر!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56023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اصلی</w:t>
      </w:r>
      <w:r>
        <w:rPr>
          <w:rtl/>
          <w:lang w:bidi="fa-IR"/>
        </w:rPr>
        <w:t xml:space="preserve"> خود را بپرسم.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56023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ذهن مرا خی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مشغول کرده است. مگر ما باور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خدا در مکان خاصّ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بله! پسرم! خدا «مکان»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هرگز در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خدا بالاتر و والاتر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در مخلوق خود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مخلوقات هستند که در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هستند، خدا هرگز صفت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مخلوقات را ندارد.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پدر! در شب معراج،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از عرش خدا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گشت،</w:t>
      </w:r>
      <w:r>
        <w:rPr>
          <w:rtl/>
          <w:lang w:bidi="fa-IR"/>
        </w:rPr>
        <w:t xml:space="preserve"> با موس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روبرو شد و بعد از گفتگو با موس</w:t>
      </w:r>
      <w:r>
        <w:rPr>
          <w:rFonts w:hint="cs"/>
          <w:rtl/>
          <w:lang w:bidi="fa-IR"/>
        </w:rPr>
        <w:t>ی</w:t>
      </w:r>
      <w:r w:rsidRPr="005F6470">
        <w:rPr>
          <w:rStyle w:val="libFootnotenumChar"/>
          <w:rtl/>
        </w:rPr>
        <w:t>(ع)</w:t>
      </w:r>
      <w:r>
        <w:rPr>
          <w:rtl/>
          <w:lang w:bidi="fa-IR"/>
        </w:rPr>
        <w:t>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عرش خدا بازگشت.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بازگشت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عرش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مگر همه مکان‌ها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مگر خدا به همه مکان‌ها احاطه ندارد؟ مگر خدا از رگ گرد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 ما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ک‌تر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پس چرا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عرشِ خدا بازگشت تا با خدا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پسرم! اکنون جواب تو را با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</w:t>
      </w:r>
      <w:r>
        <w:rPr>
          <w:rtl/>
          <w:lang w:bidi="fa-IR"/>
        </w:rPr>
        <w:t>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قرآن را خوانده‌ا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</w:t>
      </w:r>
      <w:r w:rsidRPr="005F6470">
        <w:rPr>
          <w:rStyle w:val="libAlaemChar"/>
          <w:rtl/>
        </w:rPr>
        <w:t>(</w:t>
      </w:r>
      <w:r w:rsidRPr="005F6470">
        <w:rPr>
          <w:rStyle w:val="libAieChar"/>
          <w:rtl/>
        </w:rPr>
        <w:t>فَفِرُّواْ إِلَ</w:t>
      </w:r>
      <w:r w:rsidRPr="005F6470">
        <w:rPr>
          <w:rStyle w:val="libAieChar"/>
          <w:rFonts w:hint="cs"/>
          <w:rtl/>
        </w:rPr>
        <w:t>ی</w:t>
      </w:r>
      <w:r w:rsidRPr="005F6470">
        <w:rPr>
          <w:rStyle w:val="libAieChar"/>
          <w:rtl/>
        </w:rPr>
        <w:t xml:space="preserve"> اللَّهِ</w:t>
      </w:r>
      <w:r w:rsidRPr="005F6470">
        <w:rPr>
          <w:rStyle w:val="libAlaemChar"/>
          <w:rtl/>
        </w:rPr>
        <w:t>)</w:t>
      </w:r>
      <w:r>
        <w:rPr>
          <w:rtl/>
          <w:lang w:bidi="fa-IR"/>
        </w:rPr>
        <w:t>،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بشتاب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5F6470">
        <w:rPr>
          <w:rStyle w:val="libFootnotenumChar"/>
          <w:rtl/>
        </w:rPr>
        <w:t>61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خوانده‌ام.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پسرم! چگونه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شتافت در 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ندارد؟ اگر ما بخواه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عمل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کجا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پسرم! منظور خدا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مردم به حجّ خانه او بروند و دور کعبه طواف کنند. کعبه، خانه خداست، هر کس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کعبه حرکت کند، </w:t>
      </w:r>
      <w:r>
        <w:rPr>
          <w:rtl/>
          <w:lang w:bidi="fa-IR"/>
        </w:rPr>
        <w:lastRenderedPageBreak/>
        <w:t>همانند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رفته است، خدا که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امّا کعبه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قرار داده است تا مردم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برون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طواف آن خانه را انجام دهند تا رحمت خدا شامل حال آن‌ها شود. پسرم! مسجد هم خانه خداست، هر کس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برود، همانند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رفته است. خدا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 xml:space="preserve"> را دوست دارد، آن‌ها در واقع مهمان خدا هستند.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پدر! حالا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کعبه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مسجد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همانند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خدا که مکان خاصّ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خدا بالاتر از مکان است. ما با رفتن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کعبه و مسجد در واقع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رحمت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پسرم! خدا 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کعبه را به عنوان خانه خود انتخاب کرده است،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در آسمان‌ها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مکان‌ها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به عنوان «مکان‌ها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مقدّس» انتخاب نموده است. خدا در آسمان چهارم،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تُ</w:t>
      </w:r>
      <w:r>
        <w:rPr>
          <w:rtl/>
          <w:lang w:bidi="fa-IR"/>
        </w:rPr>
        <w:t xml:space="preserve"> المَعمُور را قرار داده است.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تُ</w:t>
      </w:r>
      <w:r>
        <w:rPr>
          <w:rtl/>
          <w:lang w:bidi="fa-IR"/>
        </w:rPr>
        <w:t xml:space="preserve"> المَعمُور، کعبه فرشتگان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که آن‌ها گرد آن </w:t>
      </w:r>
      <w:r>
        <w:rPr>
          <w:rFonts w:hint="eastAsia"/>
          <w:rtl/>
          <w:lang w:bidi="fa-IR"/>
        </w:rPr>
        <w:t>طواف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فرشته‌ا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تُ</w:t>
      </w:r>
      <w:r>
        <w:rPr>
          <w:rtl/>
          <w:lang w:bidi="fa-IR"/>
        </w:rPr>
        <w:t xml:space="preserve"> المَعمُور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تا آن را طواف کند، همانند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رفته است. خدا در عرش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مکان‌ها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مقدّس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قرار داده است. هر کس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مکان‌ها برود، همانند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رفته 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پدر! پس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ما گفت: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بازگرد، منظورش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بود: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محمّد!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عرش خدا برو،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مکان مقدّس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آنجا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بازگرد، در آن مکان مقدّس که بالاتر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مکان در همه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خواسته خودت را با خدا بگو. درست است که خدا سخن تو را </w:t>
      </w: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جا هم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شنود،</w:t>
      </w:r>
      <w:r>
        <w:rPr>
          <w:rtl/>
          <w:lang w:bidi="fa-IR"/>
        </w:rPr>
        <w:t xml:space="preserve"> امّا تو به عرش خدا برو و در آنجا سخن خود را بگو،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که عرش خدا قداست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  <w:r w:rsidRPr="005F6470">
        <w:rPr>
          <w:rStyle w:val="libFootnotenumChar"/>
          <w:rtl/>
        </w:rPr>
        <w:t>62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تو</w:t>
      </w:r>
      <w:r>
        <w:rPr>
          <w:rtl/>
          <w:lang w:bidi="fa-IR"/>
        </w:rPr>
        <w:t xml:space="preserve"> امروز به پاسخ </w:t>
      </w:r>
      <w:r w:rsidR="000F07D6">
        <w:rPr>
          <w:rtl/>
          <w:lang w:bidi="fa-IR"/>
        </w:rPr>
        <w:t>سوال</w:t>
      </w:r>
      <w:r w:rsidR="005F6470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 می‌</w:t>
      </w:r>
      <w:r>
        <w:rPr>
          <w:rFonts w:hint="eastAsia"/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خدا را شکر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اکنون تو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هرگز در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اگر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عرش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به خدا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شود،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آسمان‌ها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تا فرشتگان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آنجا هستند،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کنند، خ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</w:t>
      </w:r>
      <w:r>
        <w:rPr>
          <w:rtl/>
          <w:lang w:bidi="fa-IR"/>
        </w:rPr>
        <w:t xml:space="preserve"> که آن‌ها دوست دارند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نند،</w:t>
      </w:r>
      <w:r>
        <w:rPr>
          <w:rtl/>
          <w:lang w:bidi="fa-IR"/>
        </w:rPr>
        <w:t xml:space="preserve">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tl/>
          <w:lang w:bidi="fa-IR"/>
        </w:rPr>
        <w:t xml:space="preserve"> فرشتگان به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برسند.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 تا بهشت خدا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نعمت‌ها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مشاهده کند، عجا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آسمان‌ها را با چشم خود نگاه کند و آن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مردم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کند.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راز سفر آسمان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ود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</w:p>
    <w:p w:rsidR="004E7874" w:rsidRDefault="004E7874" w:rsidP="00E73C44">
      <w:pPr>
        <w:pStyle w:val="Heading1"/>
        <w:rPr>
          <w:rtl/>
          <w:lang w:bidi="fa-IR"/>
        </w:rPr>
      </w:pPr>
      <w:bookmarkStart w:id="33" w:name="_Toc534545372"/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 همه جا هست؟</w:t>
      </w:r>
      <w:bookmarkEnd w:id="33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معلّم</w:t>
      </w:r>
      <w:r>
        <w:rPr>
          <w:rtl/>
          <w:lang w:bidi="fa-IR"/>
        </w:rPr>
        <w:t xml:space="preserve"> رو به شاگردان خود کرد و به آن‌ها گفت: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همه شما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آورده‌ام.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داخل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پاکت‌هاست. من پاکت هر کدام از شما را به شما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دهم،</w:t>
      </w:r>
      <w:r>
        <w:rPr>
          <w:rtl/>
          <w:lang w:bidi="fa-IR"/>
        </w:rPr>
        <w:t xml:space="preserve"> فقط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آن را در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باز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نباشد، فردا شما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با خود به همراه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فردا</w:t>
      </w:r>
      <w:r>
        <w:rPr>
          <w:rtl/>
          <w:lang w:bidi="fa-IR"/>
        </w:rPr>
        <w:t xml:space="preserve"> که شد، همه بچّه‌ها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در دست داشتند، مگر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آن‌ها که هنوز پاکت خود را باز نکرده بود. همه تعجّب کردند، چرا او به سخن معلّم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توجّه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معلّم</w:t>
      </w:r>
      <w:r>
        <w:rPr>
          <w:rtl/>
          <w:lang w:bidi="fa-IR"/>
        </w:rPr>
        <w:t xml:space="preserve"> رو به او کرد و گفت: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چرا پاکت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خود را باز نکرد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شما گفت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پاکت را باز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نباشد، من هر کجا رفتم،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خدا هست!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نتوانستم پاکتم را باز کنم.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معلّم</w:t>
      </w:r>
      <w:r>
        <w:rPr>
          <w:rtl/>
          <w:lang w:bidi="fa-IR"/>
        </w:rPr>
        <w:t xml:space="preserve"> به هوش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کودک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گفت، رو به بچّه‌ها کرد و گفت: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خواستم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مهم را به شما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بدهم،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مواظب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خدا همه جا هست.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خوبم!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داستان را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کوچک بودم،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در ذهن من نقش بسته است. من باور کردم که خدا همه جا هست!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امروز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از امام‌باقر</w:t>
      </w:r>
      <w:r w:rsidR="00BD1895" w:rsidRPr="00BD1895">
        <w:rPr>
          <w:rStyle w:val="libAlaemChar"/>
          <w:rtl/>
        </w:rPr>
        <w:t xml:space="preserve">عليه‌السلام </w:t>
      </w:r>
      <w:r w:rsidR="000F07D6">
        <w:rPr>
          <w:rtl/>
          <w:lang w:bidi="fa-IR"/>
        </w:rPr>
        <w:t>سوال</w:t>
      </w:r>
      <w:r w:rsidR="00E73C44">
        <w:rPr>
          <w:rFonts w:hint="cs"/>
          <w:rtl/>
          <w:lang w:bidi="fa-IR"/>
        </w:rPr>
        <w:t xml:space="preserve"> </w:t>
      </w:r>
      <w:r>
        <w:rPr>
          <w:rtl/>
          <w:lang w:bidi="fa-IR"/>
        </w:rPr>
        <w:t>کنم،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باور من درست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 در مکان است؟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 همه جا هست؟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مگر تو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بالاتر و والاتر از مکان‌ها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اگر خدا در مکان باشد،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!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باشد،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است. خدا از همه صفات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tl/>
          <w:lang w:bidi="fa-IR"/>
        </w:rPr>
        <w:t xml:space="preserve"> برتر است. خدا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مکان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خدا را هرگز با مکان و جا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نکن!</w:t>
      </w:r>
      <w:r w:rsidRPr="00E73C44">
        <w:rPr>
          <w:rStyle w:val="libFootnotenumChar"/>
          <w:rtl/>
        </w:rPr>
        <w:t>63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 همه جا هست، ذات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را در مکان فرض کرده‌ام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سازگار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به من 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تعجّب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هم داستان معلّم و شاگردان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با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 پس ما چگونه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به بچّه‌ها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از اهل آن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گرفت.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موافق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آن جوان گنهکار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آمد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من شخص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 که به گناه عادت کرده‌ام،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دست از گناه بردارم، به من کمک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گناه نکنم.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اگر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گناه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اشکال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ندارد، فقط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گناه کن که خدا تو را 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گناه کن که خدا از گناه تو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خبر</w:t>
      </w:r>
      <w:r>
        <w:rPr>
          <w:rtl/>
          <w:lang w:bidi="fa-IR"/>
        </w:rPr>
        <w:t xml:space="preserve"> بماند.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جوان</w:t>
      </w:r>
      <w:r>
        <w:rPr>
          <w:rtl/>
          <w:lang w:bidi="fa-IR"/>
        </w:rPr>
        <w:t xml:space="preserve">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کرد، رو به امام کرد و گفت: «من هر کجا بروم، خدا مرا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از گناه من باخبر است،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گناه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کنم»</w:t>
      </w:r>
      <w:r>
        <w:rPr>
          <w:rtl/>
          <w:lang w:bidi="fa-IR"/>
        </w:rPr>
        <w:t>.</w:t>
      </w:r>
      <w:r w:rsidRPr="00E73C44">
        <w:rPr>
          <w:rStyle w:val="libFootnotenumChar"/>
          <w:rtl/>
        </w:rPr>
        <w:t>64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خوبم!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امام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چقدر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سخن گفت. آن حضرت نگفت: «خدا همه جا هست»، بلکه او گفت: «خدا همه مکان‌ها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خدا به همه جا علم دارد».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حتماً</w:t>
      </w:r>
      <w:r>
        <w:rPr>
          <w:rtl/>
          <w:lang w:bidi="fa-IR"/>
        </w:rPr>
        <w:t xml:space="preserve"> تفاوت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مهمّ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سخن را متوجّه شده‌ا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من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«خدا همه جا هست»،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خدا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مکان‌هاست.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اگر من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«خدا به همه مکان‌ها علم و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دارد»،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 ذات خدا را بالاتر و والاتر از «مکان» فرض کرده‌ام و باور دارم که خداوند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از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باخبر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خدا از ازل، بدون زمان و مکان بود، هنوز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زمان و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نبود، خدا بود.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 ذات خدا قبل از همه مکان‌ها وجود داشته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جاودانه،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مکان ندارد، اصلاً همه مکان‌ها،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خود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اراده کرد و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مکان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اکنون که مکان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است، هرگز خدا به مکان‌ها حلول نکرده است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در همه مکان‌ها است! البتّه خدا به همه مکان‌ها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کامل دارد، </w:t>
      </w:r>
      <w:r>
        <w:rPr>
          <w:rtl/>
          <w:lang w:bidi="fa-IR"/>
        </w:rPr>
        <w:lastRenderedPageBreak/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کجا، از قعر اق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انوس‌ها</w:t>
      </w:r>
      <w:r>
        <w:rPr>
          <w:rtl/>
          <w:lang w:bidi="fa-IR"/>
        </w:rPr>
        <w:t xml:space="preserve"> گرفته تا اوج آس</w:t>
      </w:r>
      <w:r>
        <w:rPr>
          <w:rFonts w:hint="eastAsia"/>
          <w:rtl/>
          <w:lang w:bidi="fa-IR"/>
        </w:rPr>
        <w:t>مان‌ها</w:t>
      </w:r>
      <w:r>
        <w:rPr>
          <w:rtl/>
          <w:lang w:bidi="fa-IR"/>
        </w:rPr>
        <w:t xml:space="preserve"> از علم خدا به دور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او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همه آن‌هاست.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شما</w:t>
      </w:r>
      <w:r>
        <w:rPr>
          <w:rtl/>
          <w:lang w:bidi="fa-IR"/>
        </w:rPr>
        <w:t xml:space="preserve"> هر کجا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خدا با شماست!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کلام خدا در قرآن است: </w:t>
      </w:r>
      <w:r w:rsidRPr="00E73C44">
        <w:rPr>
          <w:rStyle w:val="libAlaemChar"/>
          <w:rtl/>
        </w:rPr>
        <w:t>(</w:t>
      </w:r>
      <w:r w:rsidRPr="00E73C44">
        <w:rPr>
          <w:rStyle w:val="libAieChar"/>
          <w:rtl/>
        </w:rPr>
        <w:t>هُوَ مَعَکُمْ أَ</w:t>
      </w:r>
      <w:r w:rsidRPr="00E73C44">
        <w:rPr>
          <w:rStyle w:val="libAieChar"/>
          <w:rFonts w:hint="cs"/>
          <w:rtl/>
        </w:rPr>
        <w:t>یْ</w:t>
      </w:r>
      <w:r w:rsidRPr="00E73C44">
        <w:rPr>
          <w:rStyle w:val="libAieChar"/>
          <w:rFonts w:hint="eastAsia"/>
          <w:rtl/>
        </w:rPr>
        <w:t>نَ</w:t>
      </w:r>
      <w:r w:rsidRPr="00E73C44">
        <w:rPr>
          <w:rStyle w:val="libAieChar"/>
          <w:rtl/>
        </w:rPr>
        <w:t xml:space="preserve"> مَا کُنتُمْ</w:t>
      </w:r>
      <w:r w:rsidRPr="00E73C44">
        <w:rPr>
          <w:rStyle w:val="libAlaemChar"/>
          <w:rtl/>
        </w:rPr>
        <w:t>)</w:t>
      </w:r>
      <w:r>
        <w:rPr>
          <w:rtl/>
          <w:lang w:bidi="fa-IR"/>
        </w:rPr>
        <w:t>، شما هر کجا که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خدا با شما هست.</w:t>
      </w:r>
      <w:r w:rsidRPr="00E73C44">
        <w:rPr>
          <w:rStyle w:val="libFootnotenumChar"/>
          <w:rtl/>
        </w:rPr>
        <w:t>65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در مورد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از آن حضرت </w:t>
      </w:r>
      <w:r w:rsidR="000F07D6">
        <w:rPr>
          <w:rtl/>
          <w:lang w:bidi="fa-IR"/>
        </w:rPr>
        <w:t>سوال</w:t>
      </w:r>
      <w:r w:rsidR="00E73C44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نمود، امام در پاسخ چنی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فرمود: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است، او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است،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 ذات او از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جدا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البتّه خدا به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احاطه دارد،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قدرت و علم و احاطه اوست.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ذرّه‌ا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آسمان‌ها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از خدا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ست»</w:t>
      </w:r>
      <w:r>
        <w:rPr>
          <w:rtl/>
          <w:lang w:bidi="fa-IR"/>
        </w:rPr>
        <w:t>.</w:t>
      </w:r>
      <w:r w:rsidRPr="00E73C44">
        <w:rPr>
          <w:rStyle w:val="libFootnotenumChar"/>
          <w:rtl/>
        </w:rPr>
        <w:t>66</w:t>
      </w:r>
    </w:p>
    <w:p w:rsidR="004E7874" w:rsidRDefault="004E7874" w:rsidP="004E7874">
      <w:pPr>
        <w:pStyle w:val="libNormal"/>
        <w:rPr>
          <w:rtl/>
          <w:lang w:bidi="fa-IR"/>
        </w:rPr>
      </w:pPr>
    </w:p>
    <w:p w:rsidR="004E7874" w:rsidRDefault="004E7874" w:rsidP="00E73C44">
      <w:pPr>
        <w:pStyle w:val="Heading1"/>
        <w:rPr>
          <w:rtl/>
          <w:lang w:bidi="fa-IR"/>
        </w:rPr>
      </w:pPr>
      <w:bookmarkStart w:id="34" w:name="_Toc534545373"/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خدا درون ماست ؟</w:t>
      </w:r>
      <w:bookmarkEnd w:id="34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به درون خودت مراجعه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آنجا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سفر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درون خود بنما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 لازم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در آسمان‌ها به دنبال خدا بگرد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خدا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درون توست. او در دل تو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چرا عادت کرده‌ا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از خود جستجو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خدا گنج درون توست، برو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گنج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کن!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فقط</w:t>
      </w:r>
      <w:r>
        <w:rPr>
          <w:rtl/>
          <w:lang w:bidi="fa-IR"/>
        </w:rPr>
        <w:t xml:space="preserve">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نگاه خودت را عوض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خدا را در قلبت حس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گوهر وجودت شکوفا شود، آن گوهر وجود تو،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توست که تو آن را گم کرده‌ا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تلاش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دل تو از همه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نه‌ها</w:t>
      </w:r>
      <w:r>
        <w:rPr>
          <w:rtl/>
          <w:lang w:bidi="fa-IR"/>
        </w:rPr>
        <w:t xml:space="preserve"> پاک بشود،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 انجام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بتوان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</w:t>
      </w: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که درون توست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ک‌تر</w:t>
      </w:r>
      <w:r>
        <w:rPr>
          <w:rtl/>
          <w:lang w:bidi="fa-IR"/>
        </w:rPr>
        <w:t xml:space="preserve"> 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آن وقت گرما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در قلب خودت احساس </w:t>
      </w:r>
      <w:r>
        <w:rPr>
          <w:rtl/>
          <w:lang w:bidi="fa-IR"/>
        </w:rPr>
        <w:lastRenderedPageBreak/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آرامش را تجربه 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نمود.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با توست، درون توست! اگر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خودت را بشناس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خودت را بشناس! آن سخن عارف هند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فراموش نکن که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است: «خدا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شماست، دورن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موجود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شماست. روح شماست. او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پنهان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در عمق وجودتان آرم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است».</w:t>
      </w:r>
      <w:r w:rsidRPr="00E73C44">
        <w:rPr>
          <w:rStyle w:val="libFootnotenumChar"/>
          <w:rtl/>
        </w:rPr>
        <w:t>67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من بود، من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او گوش نمودم، ظاهر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بود، امّا من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قرآن و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را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واقعاً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درون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شکّ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ندارم که خدا به ما از رگ گردن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ک‌تر</w:t>
      </w:r>
      <w:r>
        <w:rPr>
          <w:rtl/>
          <w:lang w:bidi="fa-IR"/>
        </w:rPr>
        <w:t xml:space="preserve"> است، خدا به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است، او به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علم و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خدا از خود من به من داناتر است، خدا از راز دل من آگاه 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طرف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گر،</w:t>
      </w:r>
      <w:r>
        <w:rPr>
          <w:rtl/>
          <w:lang w:bidi="fa-IR"/>
        </w:rPr>
        <w:t xml:space="preserve"> شکّ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ندارم که رحمت و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با دل خود احساس کنم،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کار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انجام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دهم،</w:t>
      </w:r>
      <w:r>
        <w:rPr>
          <w:rtl/>
          <w:lang w:bidi="fa-IR"/>
        </w:rPr>
        <w:t xml:space="preserve">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جذب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آن وقت، احساس سبک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احساس نشاط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 xml:space="preserve"> آن است که رحمت خدا بر دل من نازل شده است، امّا من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‌توانم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خدا را درون خود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کرده‌ام،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خدا گنج درون من است؟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سخن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خدا، درون ما انسان‌هاست؟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مطالعه و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کنم. مبنا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آن را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کرده‌اند.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باز هم مطالعه کنم.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امام‌باقر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فرمود: «حق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قتِ</w:t>
      </w:r>
      <w:r>
        <w:rPr>
          <w:rtl/>
          <w:lang w:bidi="fa-IR"/>
        </w:rPr>
        <w:t xml:space="preserve"> خدا از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جدا است و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tl/>
          <w:lang w:bidi="fa-IR"/>
        </w:rPr>
        <w:t xml:space="preserve"> هم از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جدا هستند».</w:t>
      </w:r>
      <w:r w:rsidRPr="00E73C44">
        <w:rPr>
          <w:rStyle w:val="libFootnotenumChar"/>
          <w:rtl/>
        </w:rPr>
        <w:t>68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بود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نبود، فقط او بود، او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بود. بعداً خدا اراده کرد تا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 او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آسمان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خدا مرا هم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درون مرا هم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حالا چگونه ممکن است خدا درون من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هرگز در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خدا بالاتر از همه زمان‌ها و مکان هاست. خدا از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جدا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قبول کنم که خدا در درون من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من نابود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نابود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همه فرشتگان هم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رند،</w:t>
      </w:r>
      <w:r>
        <w:rPr>
          <w:rtl/>
          <w:lang w:bidi="fa-IR"/>
        </w:rPr>
        <w:t xml:space="preserve"> روحِ من هم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(وقت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صور اسراف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شود). آن وقت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درون من است، چه خواهد شد؟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کبار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گوش کن!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از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از 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است: «خدا از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جدا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باشد»</w:t>
      </w:r>
      <w:r>
        <w:rPr>
          <w:rtl/>
          <w:lang w:bidi="fa-IR"/>
        </w:rPr>
        <w:t>.</w:t>
      </w:r>
      <w:r w:rsidRPr="00E73C44">
        <w:rPr>
          <w:rStyle w:val="libFootnotenumChar"/>
          <w:rtl/>
        </w:rPr>
        <w:t>69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توجّه</w:t>
      </w:r>
      <w:r>
        <w:rPr>
          <w:rtl/>
          <w:lang w:bidi="fa-IR"/>
        </w:rPr>
        <w:t xml:space="preserve"> کن!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! خدا از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باخبر است، علم خدا به من از خود 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است. او راز دل مرا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او مخف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سخن</w:t>
      </w:r>
      <w:r>
        <w:rPr>
          <w:rtl/>
          <w:lang w:bidi="fa-IR"/>
        </w:rPr>
        <w:t xml:space="preserve">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است: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 ذات خدا از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جدا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امّا خدا به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به خود آنان آگاه‌تر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خدا درون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پس چرا خدا در قرآن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«من از رگ گردن به شما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ک‌تر</w:t>
      </w:r>
      <w:r>
        <w:rPr>
          <w:rtl/>
          <w:lang w:bidi="fa-IR"/>
        </w:rPr>
        <w:t xml:space="preserve"> هستم»!</w:t>
      </w:r>
    </w:p>
    <w:p w:rsidR="004E7874" w:rsidRDefault="004E7874" w:rsidP="004E7874">
      <w:pPr>
        <w:pStyle w:val="libNormal"/>
        <w:rPr>
          <w:rtl/>
          <w:lang w:bidi="fa-IR"/>
        </w:rPr>
      </w:pPr>
      <w:r w:rsidRPr="00E73C44">
        <w:rPr>
          <w:rStyle w:val="libAlaemChar"/>
          <w:rtl/>
        </w:rPr>
        <w:t>(</w:t>
      </w:r>
      <w:r w:rsidRPr="00E73C44">
        <w:rPr>
          <w:rStyle w:val="libAieChar"/>
          <w:rtl/>
        </w:rPr>
        <w:t>نَحْنُ أَقْرَبُ إِلَ</w:t>
      </w:r>
      <w:r w:rsidRPr="00E73C44">
        <w:rPr>
          <w:rStyle w:val="libAieChar"/>
          <w:rFonts w:hint="cs"/>
          <w:rtl/>
        </w:rPr>
        <w:t>یْ</w:t>
      </w:r>
      <w:r w:rsidRPr="00E73C44">
        <w:rPr>
          <w:rStyle w:val="libAieChar"/>
          <w:rFonts w:hint="eastAsia"/>
          <w:rtl/>
        </w:rPr>
        <w:t>هِ</w:t>
      </w:r>
      <w:r w:rsidRPr="00E73C44">
        <w:rPr>
          <w:rStyle w:val="libAieChar"/>
          <w:rtl/>
        </w:rPr>
        <w:t xml:space="preserve"> مِنْ حَبْلِ الْوَرِ</w:t>
      </w:r>
      <w:r w:rsidRPr="00E73C44">
        <w:rPr>
          <w:rStyle w:val="libAieChar"/>
          <w:rFonts w:hint="cs"/>
          <w:rtl/>
        </w:rPr>
        <w:t>ی</w:t>
      </w:r>
      <w:r w:rsidRPr="00E73C44">
        <w:rPr>
          <w:rStyle w:val="libAieChar"/>
          <w:rFonts w:hint="eastAsia"/>
          <w:rtl/>
        </w:rPr>
        <w:t>دِ</w:t>
      </w:r>
      <w:r w:rsidRPr="00E73C44">
        <w:rPr>
          <w:rStyle w:val="libAlaemChar"/>
          <w:rtl/>
        </w:rPr>
        <w:t>)</w:t>
      </w:r>
      <w:r>
        <w:rPr>
          <w:rtl/>
          <w:lang w:bidi="fa-IR"/>
        </w:rPr>
        <w:t>.</w:t>
      </w:r>
      <w:r w:rsidRPr="00E73C44">
        <w:rPr>
          <w:rStyle w:val="libFootnotenumChar"/>
          <w:rtl/>
        </w:rPr>
        <w:t>70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فکر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تو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جواب او را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خدا به ما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ک‌تر</w:t>
      </w:r>
      <w:r>
        <w:rPr>
          <w:rtl/>
          <w:lang w:bidi="fa-IR"/>
        </w:rPr>
        <w:t xml:space="preserve"> از خودمان 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همه حالات و رفتار و احساس ما خبر دارد، او از راز دل ما آگاه است. خدا با علم خود به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است، خدا به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احاطه دارد، خدا به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قدرت دارد، هر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بخو</w:t>
      </w:r>
      <w:r>
        <w:rPr>
          <w:rFonts w:hint="eastAsia"/>
          <w:rtl/>
          <w:lang w:bidi="fa-IR"/>
        </w:rPr>
        <w:t>اهد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انجام بدهد.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خدا از خود من به من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هفته قبل، ساعت 10 صبح،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 دلم گذشته است؟ هوس انجام کدام کار را کردم، امّا خدا به همه هوس‌ها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من در طول عمر من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خدا درون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پس چرا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دل آدم، حرم خداست؟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«القلبُ</w:t>
      </w:r>
      <w:r>
        <w:rPr>
          <w:rtl/>
          <w:lang w:bidi="fa-IR"/>
        </w:rPr>
        <w:t xml:space="preserve"> حَرَمُ اللّه».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دل تو حرم خداست. در حرم خدا کس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نده.</w:t>
      </w:r>
      <w:r w:rsidRPr="00E863B5">
        <w:rPr>
          <w:rStyle w:val="libFootnotenumChar"/>
          <w:rtl/>
        </w:rPr>
        <w:t>71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از 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است، چه سخن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!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 درون ماست؟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لحظه اجازه بده فکر کنم.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هنوز به مکّه سفر کرده‌ا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خانه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کعبه عجب شکوه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 کعبه هم حرم خداست. کعبه شعبه‌ا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رحمت و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خداست.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دوارم</w:t>
      </w:r>
      <w:r>
        <w:rPr>
          <w:rtl/>
          <w:lang w:bidi="fa-IR"/>
        </w:rPr>
        <w:t xml:space="preserve"> به زود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خدا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کعبه را نص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ما کند!</w:t>
      </w:r>
    </w:p>
    <w:p w:rsidR="004E7874" w:rsidRDefault="004E7874" w:rsidP="00E863B5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 w:rsidR="00E863B5">
        <w:rPr>
          <w:rFonts w:hint="cs"/>
          <w:rtl/>
          <w:lang w:bidi="fa-IR"/>
        </w:rPr>
        <w:t>سوالی</w:t>
      </w:r>
      <w:r>
        <w:rPr>
          <w:rtl/>
          <w:lang w:bidi="fa-IR"/>
        </w:rPr>
        <w:t xml:space="preserve"> از تو دارم: کعبه حرم خداست،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 ذات خدا در درونِ کعبه است؟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هرگز</w:t>
      </w:r>
      <w:r>
        <w:rPr>
          <w:rtl/>
          <w:lang w:bidi="fa-IR"/>
        </w:rPr>
        <w:t xml:space="preserve">!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حرف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کعبه، فقط حرم خداست،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خدا آن را محترم شمرده و به ما دستور داده بر گرد آن طواف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پس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در کعبه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خدا بالاتر از مکان و زمان است. اکنون که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«حرم اللّه» را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بتوان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: «دل حرم خداست».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دل آدم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ارزش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دارد، دل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گاه</w:t>
      </w:r>
      <w:r>
        <w:rPr>
          <w:rtl/>
          <w:lang w:bidi="fa-IR"/>
        </w:rPr>
        <w:t xml:space="preserve"> محبّت به خدا شود،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است که دل تو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وفا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گردد.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خدا مأنوس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اوج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آن قدر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حرم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گردد،</w:t>
      </w:r>
      <w:r>
        <w:rPr>
          <w:rtl/>
          <w:lang w:bidi="fa-IR"/>
        </w:rPr>
        <w:t xml:space="preserve"> رحمت خاصّ خدا بر دل تو نازل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آن وقت 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تو دوست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فرشتگان به مقام تو غبطه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خورند،</w:t>
      </w:r>
      <w:r>
        <w:rPr>
          <w:rtl/>
          <w:lang w:bidi="fa-IR"/>
        </w:rPr>
        <w:t xml:space="preserve"> دل تو آن قدر نوران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که فرشتگان از نور آن بهره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برند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خلاصه</w:t>
      </w:r>
      <w:r>
        <w:rPr>
          <w:rtl/>
          <w:lang w:bidi="fa-IR"/>
        </w:rPr>
        <w:t xml:space="preserve"> آن که دل تو، حرم خداست، امّا سخن به آن معنا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در دل تو، درون تو باشد.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! من سخنان شما را خواندم، امّا هنوز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E863B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در</w:t>
      </w:r>
      <w:r>
        <w:rPr>
          <w:rtl/>
          <w:lang w:bidi="fa-IR"/>
        </w:rPr>
        <w:t xml:space="preserve"> ذهنم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است. دوست دارم بدانم شما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E863B5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من چه پاسخی</w:t>
      </w:r>
      <w:r>
        <w:rPr>
          <w:rtl/>
          <w:lang w:bidi="fa-IR"/>
        </w:rPr>
        <w:t xml:space="preserve"> خواه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داد؟</w:t>
      </w:r>
    </w:p>
    <w:p w:rsidR="004E7874" w:rsidRDefault="000F07D6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سوال</w:t>
      </w:r>
      <w:r w:rsidR="00E863B5">
        <w:rPr>
          <w:rFonts w:hint="cs"/>
          <w:rtl/>
          <w:lang w:bidi="fa-IR"/>
        </w:rPr>
        <w:t xml:space="preserve"> </w:t>
      </w:r>
      <w:r w:rsidR="004E7874">
        <w:rPr>
          <w:rFonts w:hint="cs"/>
          <w:rtl/>
          <w:lang w:bidi="fa-IR"/>
        </w:rPr>
        <w:t>شما چی</w:t>
      </w:r>
      <w:r w:rsidR="004E7874">
        <w:rPr>
          <w:rFonts w:hint="eastAsia"/>
          <w:rtl/>
          <w:lang w:bidi="fa-IR"/>
        </w:rPr>
        <w:t>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«مَن عَرَفَ نَفسَه فَقَد عَرَف رَبَّه: هر کس خود را بشناسد، خدا را شناخته است».</w:t>
      </w:r>
      <w:r w:rsidRPr="00E863B5">
        <w:rPr>
          <w:rStyle w:val="libFootnotenumChar"/>
          <w:rtl/>
        </w:rPr>
        <w:t>72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شما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خدا، در درون من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شما درست است، پس من چگونه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با شناختِ خود، خدا را بشناسم؟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شنوم،</w:t>
      </w:r>
      <w:r>
        <w:rPr>
          <w:rtl/>
          <w:lang w:bidi="fa-IR"/>
        </w:rPr>
        <w:t xml:space="preserve">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مطالعه و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چگونه شناخت نفس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شناخت خدا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به ارمغان آورد؟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کتاب‌ها به سخن هِشام بن سالم برخورد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است، او بهره‌ها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 حضرت برده و در بحث‌ها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اعتقاد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اطّلاعات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کسب کرده بود.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وقت‌ها او با افراد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شناخت خدا دچار انحراف شده بودند،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</w:t>
      </w:r>
      <w:r>
        <w:rPr>
          <w:rtl/>
          <w:lang w:bidi="fa-IR"/>
        </w:rPr>
        <w:t>.7</w:t>
      </w:r>
      <w:r w:rsidRPr="00E863B5">
        <w:rPr>
          <w:rStyle w:val="libFootnotenumChar"/>
          <w:rtl/>
        </w:rPr>
        <w:t>3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هِشام احترام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قائل بود،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نزد امام آمد، امام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بلند شدند و فرمودند: «هشام با دل و زبان و عملش،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کننده</w:t>
      </w:r>
      <w:r>
        <w:rPr>
          <w:rtl/>
          <w:lang w:bidi="fa-IR"/>
        </w:rPr>
        <w:t xml:space="preserve">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باشد»</w:t>
      </w:r>
      <w:r>
        <w:rPr>
          <w:rtl/>
          <w:lang w:bidi="fa-IR"/>
        </w:rPr>
        <w:t>.</w:t>
      </w:r>
      <w:r w:rsidRPr="00E863B5">
        <w:rPr>
          <w:rStyle w:val="libFootnotenumChar"/>
          <w:rtl/>
        </w:rPr>
        <w:t>74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من! اکنون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هشام را شناخت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سخن او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کنم، هشام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با شناخت خودم شناختم،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که من خودم را بهتر از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شناسم</w:t>
      </w:r>
      <w:r>
        <w:rPr>
          <w:rtl/>
          <w:lang w:bidi="fa-IR"/>
        </w:rPr>
        <w:t>. من از اجزا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شده‌ام، اجزا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 من به درست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خود را انجام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دهند،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فهمم</w:t>
      </w:r>
      <w:r>
        <w:rPr>
          <w:rtl/>
          <w:lang w:bidi="fa-IR"/>
        </w:rPr>
        <w:t xml:space="preserve"> که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نش</w:t>
      </w:r>
      <w:r>
        <w:rPr>
          <w:rtl/>
          <w:lang w:bidi="fa-IR"/>
        </w:rPr>
        <w:t xml:space="preserve"> من، بدون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امکان ندارد. من نشانه‌ها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عظمت خدا را در وجود خود م</w:t>
      </w:r>
      <w:r>
        <w:rPr>
          <w:rFonts w:hint="cs"/>
          <w:rtl/>
          <w:lang w:bidi="fa-IR"/>
        </w:rPr>
        <w:t>ی‌ی</w:t>
      </w:r>
      <w:r>
        <w:rPr>
          <w:rFonts w:hint="eastAsia"/>
          <w:rtl/>
          <w:lang w:bidi="fa-IR"/>
        </w:rPr>
        <w:t>ابم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فهمم</w:t>
      </w:r>
      <w:r>
        <w:rPr>
          <w:rtl/>
          <w:lang w:bidi="fa-IR"/>
        </w:rPr>
        <w:t xml:space="preserve"> که خالق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هر چه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در مورد خودم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به شگفت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رسم،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دقّت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است که من با شناخت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و بهتر خود به شناخت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فهمم</w:t>
      </w:r>
      <w:r>
        <w:rPr>
          <w:rtl/>
          <w:lang w:bidi="fa-IR"/>
        </w:rPr>
        <w:t xml:space="preserve"> که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 مرا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  <w:r w:rsidRPr="00E863B5">
        <w:rPr>
          <w:rStyle w:val="libFootnotenumChar"/>
          <w:rtl/>
        </w:rPr>
        <w:t>75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هشام را خواندم، به فکر فرو رفتم، دوست داشتم از شگفت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خدا در وجودم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باخبر شوم: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در</w:t>
      </w:r>
      <w:r>
        <w:rPr>
          <w:rtl/>
          <w:lang w:bidi="fa-IR"/>
        </w:rPr>
        <w:t xml:space="preserve">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انسان حدود 150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بادکنک کوچک وجود دارند که همواره از هوا پر و خال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و اکس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ژن</w:t>
      </w:r>
      <w:r>
        <w:rPr>
          <w:rtl/>
          <w:lang w:bidi="fa-IR"/>
        </w:rPr>
        <w:t xml:space="preserve"> را به خون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رسانند؟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خون 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هزار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ارد</w:t>
      </w:r>
      <w:r>
        <w:rPr>
          <w:rtl/>
          <w:lang w:bidi="fa-IR"/>
        </w:rPr>
        <w:t xml:space="preserve"> سرباز سرخ‌پوش (گلبول‌ها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قرمز) وجود دارند که نقش مهمّ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بدن دارند و اکس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ژن</w:t>
      </w:r>
      <w:r>
        <w:rPr>
          <w:rtl/>
          <w:lang w:bidi="fa-IR"/>
        </w:rPr>
        <w:t xml:space="preserve"> را که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سلّول‌ها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از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سلّول‌ها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رسانند</w:t>
      </w:r>
      <w:r>
        <w:rPr>
          <w:rtl/>
          <w:lang w:bidi="fa-IR"/>
        </w:rPr>
        <w:t xml:space="preserve"> و گاز کربن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ماده کشنده و سمّ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را از آن‌ها گرفته و به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آورند</w:t>
      </w:r>
      <w:r>
        <w:rPr>
          <w:rtl/>
          <w:lang w:bidi="fa-IR"/>
        </w:rPr>
        <w:t xml:space="preserve"> تا به 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له بازدم به خارج بدن دفع شود.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عج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ب‌تر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روزانه 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ارد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سربازان سرخ‌پوش در راه انجام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خود فدا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شوند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سازمان خدمت‌رسان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خلل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جاد</w:t>
      </w:r>
      <w:r>
        <w:rPr>
          <w:rtl/>
          <w:lang w:bidi="fa-IR"/>
        </w:rPr>
        <w:t xml:space="preserve"> نشود هر روز به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اندازه، گلبول‌ها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تول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خون ما 50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ارد</w:t>
      </w:r>
      <w:r>
        <w:rPr>
          <w:rtl/>
          <w:lang w:bidi="fa-IR"/>
        </w:rPr>
        <w:t xml:space="preserve"> سرباز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دپوش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(گلبول‌ها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) وجود دارد که در بدن ما نقش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ارتش مجهّز را باز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به همه قسمت‌ها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بدن سر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زنند</w:t>
      </w:r>
      <w:r>
        <w:rPr>
          <w:rtl/>
          <w:lang w:bidi="fa-IR"/>
        </w:rPr>
        <w:t xml:space="preserve"> و هرگاه نقطه‌ا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بدن مورد هجوم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کروب‌ها</w:t>
      </w:r>
      <w:r>
        <w:rPr>
          <w:rtl/>
          <w:lang w:bidi="fa-IR"/>
        </w:rPr>
        <w:t xml:space="preserve"> قرار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با آن‌ها مبارزه کرده و در راه سلامت بدن تا سر جان فداکار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سربازان مدافع نبودند، سلامت بدن ما در مقابل هجوم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کروب‌ها</w:t>
      </w:r>
      <w:r>
        <w:rPr>
          <w:rtl/>
          <w:lang w:bidi="fa-IR"/>
        </w:rPr>
        <w:t xml:space="preserve"> به خطر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افتاد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کاش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توانستم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از شگفت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خدا در ما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فهمم</w:t>
      </w:r>
      <w:r>
        <w:rPr>
          <w:rtl/>
          <w:lang w:bidi="fa-IR"/>
        </w:rPr>
        <w:t xml:space="preserve"> که منظور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: مَنْ عَرَفَ نَفسَه فَقَد عَرَف رَبَّه.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هشام</w:t>
      </w:r>
      <w:r>
        <w:rPr>
          <w:rtl/>
          <w:lang w:bidi="fa-IR"/>
        </w:rPr>
        <w:t xml:space="preserve"> که بزرگ‌شده مکتب 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است، به من آموخت که اگر من در شگفت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جسم و جانم فکر کنم،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رسم</w:t>
      </w:r>
      <w:r>
        <w:rPr>
          <w:rtl/>
          <w:lang w:bidi="fa-IR"/>
        </w:rPr>
        <w:t xml:space="preserve"> که من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دارم که او مرا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من عظمت او را بهتر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شناسم،</w:t>
      </w:r>
      <w:r>
        <w:rPr>
          <w:rtl/>
          <w:lang w:bidi="fa-IR"/>
        </w:rPr>
        <w:t xml:space="preserve"> قدرت او را بهتر درک </w:t>
      </w:r>
      <w:r>
        <w:rPr>
          <w:rtl/>
          <w:lang w:bidi="fa-IR"/>
        </w:rPr>
        <w:lastRenderedPageBreak/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فهمم</w:t>
      </w:r>
      <w:r>
        <w:rPr>
          <w:rtl/>
          <w:lang w:bidi="fa-IR"/>
        </w:rPr>
        <w:t xml:space="preserve"> که او چقدر نسبت به من مهربان بوده است 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با چه دقّت و شگفت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خلق نموده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دقّت</w:t>
      </w:r>
      <w:r>
        <w:rPr>
          <w:rtl/>
          <w:lang w:bidi="fa-IR"/>
        </w:rPr>
        <w:t xml:space="preserve"> کن! هشام نگفت که اگر من خودم را بشناسم،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را بشناسم، بشر هرگز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را بشناسد، خدا بالاتر و والاتر از فهم بشر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را با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شناخت؟ مگر من و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من،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خدا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من چگونه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با شناخت خودم به شناخت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برسم؟ من با شناخت بهتر خودم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به عظمت و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پ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ببرم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خدا بالاتر و والاتر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با مخلوقات خودش شناخته شود».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از زبان من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شد. با خود گفتم، عجب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گفته‌ام! شاهکار کرده‌ام! خدا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چ‌کدام</w:t>
      </w:r>
      <w:r>
        <w:rPr>
          <w:rtl/>
          <w:lang w:bidi="fa-IR"/>
        </w:rPr>
        <w:t xml:space="preserve"> از صفات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مخلوقات خود را ندارد، او از همه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صفات والاتر و بالاتر است،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در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صفت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مخلوقات خود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من چگونه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با شناخت مخل</w:t>
      </w:r>
      <w:r>
        <w:rPr>
          <w:rFonts w:hint="eastAsia"/>
          <w:rtl/>
          <w:lang w:bidi="fa-IR"/>
        </w:rPr>
        <w:t>وقاتش</w:t>
      </w:r>
      <w:r>
        <w:rPr>
          <w:rtl/>
          <w:lang w:bidi="fa-IR"/>
        </w:rPr>
        <w:t xml:space="preserve"> به شناخت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او برسم؟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معلوم</w:t>
      </w:r>
      <w:r>
        <w:rPr>
          <w:rtl/>
          <w:lang w:bidi="fa-IR"/>
        </w:rPr>
        <w:t xml:space="preserve">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شدن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اگر من خودم را خوب بشناسم،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خدا را شناخته‌ام، چگونه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با شناخت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به شناخت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پ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ببرم؟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خودم گفتم نزد 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بروم و سخن خود را به آن حضرت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که فرصت را مناسب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رو به 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کردم و گفتم: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من با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مردم در مورد خداشناس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گفتم،</w:t>
      </w:r>
      <w:r>
        <w:rPr>
          <w:rtl/>
          <w:lang w:bidi="fa-IR"/>
        </w:rPr>
        <w:t xml:space="preserve"> من به آنان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گفته‌ام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بدانم شما آن سخن را تأ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منصور بن حازم! سخن خود 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بگو!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من به آنان گفتم: «خدا بالاتر و والاتر از آن است که با شناخت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شناخته شود».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تو! سخن تو درست است.</w:t>
      </w:r>
      <w:r w:rsidRPr="00E863B5">
        <w:rPr>
          <w:rStyle w:val="libFootnotenumChar"/>
          <w:rtl/>
        </w:rPr>
        <w:t>76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خدا 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چگونه شناخت؟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از شناخت خود به شناخت خدا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ندارد؟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لحظه‌ا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صبر کن! تو با شناخت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وجود خدا پ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عظمت خدا را درک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او چگونه تو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به تو نعمت عقل داد که با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عقل تو بهتر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مخلوق او و گل سرسبد جهان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تو با شناخت خودت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عظمت و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پ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مهربان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عطوفت و رحمت او آگاه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همه سخن من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شناخت خودت، ذات و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را هم بشناس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مورد آن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فکر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دوست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امام سجاد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نقل کنم، دعا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ابوحمزه ثُمال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خوانده‌ا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دعا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سحرها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ماه رمضان تو را به اوج لذّت مناجات با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رساند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آن دعا، امام سجاد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 خدا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اربِّ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اربِّ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اربِّ</w:t>
      </w:r>
      <w:r>
        <w:rPr>
          <w:rtl/>
          <w:lang w:bidi="fa-IR"/>
        </w:rPr>
        <w:t>... بِکَ عَرَفتُکَ: 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پروردگار من! من تو را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خودت شناختم!».</w:t>
      </w:r>
      <w:r w:rsidRPr="00E863B5">
        <w:rPr>
          <w:rStyle w:val="libFootnotenumChar"/>
          <w:rtl/>
        </w:rPr>
        <w:t>77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بار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فکر کن! امام سجاد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من تو را با شناخت خودم شناختم»،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خدا! من تو را به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خودت شناختم».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قرآن نبود، اگر خود خدا در مورد خود سخن نگفته بود، اگر او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  <w:r>
        <w:rPr>
          <w:rtl/>
          <w:lang w:bidi="fa-IR"/>
        </w:rPr>
        <w:t xml:space="preserve"> را نفرستاده بود،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توانست</w:t>
      </w:r>
      <w:r>
        <w:rPr>
          <w:rtl/>
          <w:lang w:bidi="fa-IR"/>
        </w:rPr>
        <w:t xml:space="preserve"> خدا را بشناسد؟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تنها</w:t>
      </w:r>
      <w:r>
        <w:rPr>
          <w:rtl/>
          <w:lang w:bidi="fa-IR"/>
        </w:rPr>
        <w:t xml:space="preserve">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شناخت خدا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همان قرآن است، قرآن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ما فرستاده است. قرآن، کتاب خداشناس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قرآن در مورد خدا و صفات اوست. </w:t>
      </w:r>
    </w:p>
    <w:p w:rsidR="004E7874" w:rsidRDefault="004E7874" w:rsidP="001E008E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همان اوّل قرآن را که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سوره حمد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</w:t>
      </w:r>
      <w:r w:rsidR="001E008E" w:rsidRPr="001E008E">
        <w:rPr>
          <w:rStyle w:val="libAlaemChar"/>
          <w:rFonts w:hint="cs"/>
          <w:rtl/>
        </w:rPr>
        <w:t>(</w:t>
      </w:r>
      <w:r w:rsidRPr="001E008E">
        <w:rPr>
          <w:rStyle w:val="libAieChar"/>
          <w:rtl/>
        </w:rPr>
        <w:t>بِسْمِ اللَّهِ الرَّحْمَـنِ الرَّحِ</w:t>
      </w:r>
      <w:r w:rsidRPr="001E008E">
        <w:rPr>
          <w:rStyle w:val="libAieChar"/>
          <w:rFonts w:hint="cs"/>
          <w:rtl/>
        </w:rPr>
        <w:t>ی</w:t>
      </w:r>
      <w:r w:rsidRPr="001E008E">
        <w:rPr>
          <w:rStyle w:val="libAieChar"/>
          <w:rFonts w:hint="eastAsia"/>
          <w:rtl/>
        </w:rPr>
        <w:t>مِ</w:t>
      </w:r>
      <w:r w:rsidR="001E008E" w:rsidRPr="001E008E">
        <w:rPr>
          <w:rStyle w:val="libAlaemChar"/>
          <w:rFonts w:eastAsia="KFGQPC Uthman Taha Naskh" w:hint="cs"/>
          <w:rtl/>
        </w:rPr>
        <w:t>)</w:t>
      </w:r>
      <w:r>
        <w:rPr>
          <w:rtl/>
          <w:lang w:bidi="fa-IR"/>
        </w:rPr>
        <w:t xml:space="preserve"> : به نام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بخشنده و مهربان است. خدا خودش 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. </w:t>
      </w:r>
    </w:p>
    <w:p w:rsidR="004E7874" w:rsidRDefault="001E008E" w:rsidP="004E7874">
      <w:pPr>
        <w:pStyle w:val="libNormal"/>
        <w:rPr>
          <w:rtl/>
          <w:lang w:bidi="fa-IR"/>
        </w:rPr>
      </w:pPr>
      <w:r w:rsidRPr="001E008E">
        <w:rPr>
          <w:rStyle w:val="libAlaemChar"/>
          <w:rFonts w:hint="cs"/>
          <w:rtl/>
        </w:rPr>
        <w:t>(</w:t>
      </w:r>
      <w:r w:rsidR="004E7874" w:rsidRPr="001E008E">
        <w:rPr>
          <w:rStyle w:val="libAieChar"/>
          <w:rFonts w:hint="eastAsia"/>
          <w:rtl/>
        </w:rPr>
        <w:t>الْحَمْدُ</w:t>
      </w:r>
      <w:r w:rsidR="004E7874" w:rsidRPr="001E008E">
        <w:rPr>
          <w:rStyle w:val="libAieChar"/>
          <w:rtl/>
        </w:rPr>
        <w:t xml:space="preserve"> لِلَّهِ رَبِّ الْعَالَمِ</w:t>
      </w:r>
      <w:r w:rsidR="004E7874" w:rsidRPr="001E008E">
        <w:rPr>
          <w:rStyle w:val="libAieChar"/>
          <w:rFonts w:hint="cs"/>
          <w:rtl/>
        </w:rPr>
        <w:t>ی</w:t>
      </w:r>
      <w:r w:rsidR="004E7874" w:rsidRPr="001E008E">
        <w:rPr>
          <w:rStyle w:val="libAieChar"/>
          <w:rFonts w:hint="eastAsia"/>
          <w:rtl/>
        </w:rPr>
        <w:t>نَ</w:t>
      </w:r>
      <w:r w:rsidR="004E7874">
        <w:rPr>
          <w:rtl/>
          <w:lang w:bidi="fa-IR"/>
        </w:rPr>
        <w:t xml:space="preserve"> </w:t>
      </w:r>
      <w:r w:rsidRPr="001E008E">
        <w:rPr>
          <w:rStyle w:val="libAlaemChar"/>
          <w:rFonts w:eastAsia="KFGQPC Uthman Taha Naskh" w:hint="cs"/>
          <w:rtl/>
        </w:rPr>
        <w:t>)</w:t>
      </w:r>
      <w:r w:rsidR="004E7874">
        <w:rPr>
          <w:rtl/>
          <w:lang w:bidi="fa-IR"/>
        </w:rPr>
        <w:t>ستا</w:t>
      </w:r>
      <w:r w:rsidR="004E7874">
        <w:rPr>
          <w:rFonts w:hint="cs"/>
          <w:rtl/>
          <w:lang w:bidi="fa-IR"/>
        </w:rPr>
        <w:t>ی</w:t>
      </w:r>
      <w:r w:rsidR="004E7874">
        <w:rPr>
          <w:rFonts w:hint="eastAsia"/>
          <w:rtl/>
          <w:lang w:bidi="fa-IR"/>
        </w:rPr>
        <w:t>ش</w:t>
      </w:r>
      <w:r w:rsidR="004E7874">
        <w:rPr>
          <w:rtl/>
          <w:lang w:bidi="fa-IR"/>
        </w:rPr>
        <w:t xml:space="preserve"> خدا</w:t>
      </w:r>
      <w:r w:rsidR="004E7874">
        <w:rPr>
          <w:rFonts w:hint="cs"/>
          <w:rtl/>
          <w:lang w:bidi="fa-IR"/>
        </w:rPr>
        <w:t>یی</w:t>
      </w:r>
      <w:r w:rsidR="004E7874">
        <w:rPr>
          <w:rtl/>
          <w:lang w:bidi="fa-IR"/>
        </w:rPr>
        <w:t xml:space="preserve"> را که پروردگار همه هست</w:t>
      </w:r>
      <w:r w:rsidR="004E7874">
        <w:rPr>
          <w:rFonts w:hint="cs"/>
          <w:rtl/>
          <w:lang w:bidi="fa-IR"/>
        </w:rPr>
        <w:t>ی</w:t>
      </w:r>
      <w:r w:rsidR="004E7874">
        <w:rPr>
          <w:rtl/>
          <w:lang w:bidi="fa-IR"/>
        </w:rPr>
        <w:t xml:space="preserve"> است...».</w:t>
      </w:r>
    </w:p>
    <w:p w:rsidR="004E7874" w:rsidRDefault="001E008E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1E008E">
      <w:pPr>
        <w:pStyle w:val="Heading1"/>
        <w:rPr>
          <w:rtl/>
          <w:lang w:bidi="fa-IR"/>
        </w:rPr>
      </w:pPr>
      <w:bookmarkStart w:id="35" w:name="_Toc534545374"/>
      <w:r>
        <w:rPr>
          <w:rFonts w:hint="eastAsia"/>
          <w:rtl/>
          <w:lang w:bidi="fa-IR"/>
        </w:rPr>
        <w:t>گمشده</w:t>
      </w:r>
      <w:r>
        <w:rPr>
          <w:rtl/>
          <w:lang w:bidi="fa-IR"/>
        </w:rPr>
        <w:t xml:space="preserve"> ما کجاست؟</w:t>
      </w:r>
      <w:bookmarkEnd w:id="35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تورات</w:t>
      </w:r>
      <w:r>
        <w:rPr>
          <w:rtl/>
          <w:lang w:bidi="fa-IR"/>
        </w:rPr>
        <w:t xml:space="preserve"> را مطالعه کرده‌ا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آن خوانده‌ا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خدا در حجاز ظهور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خواهد کرد، نام او محمّد است. تو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حجاز حرکت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محمّد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رفته است.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ناراحت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تورات از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محمّد سخنان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 بود، تو در آنجا خوانده‌ا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شوهرِ دختر او،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او خواهد بود.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از مردم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جانش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شما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  <w:r>
        <w:rPr>
          <w:rtl/>
          <w:lang w:bidi="fa-IR"/>
        </w:rPr>
        <w:t xml:space="preserve"> تو را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ابوبکر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برند</w:t>
      </w:r>
      <w:r>
        <w:rPr>
          <w:rtl/>
          <w:lang w:bidi="fa-IR"/>
        </w:rPr>
        <w:t>. تو رو به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شما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خود چه نسبت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من پدرِ زن او هستم. دخترم، عا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شه،</w:t>
      </w:r>
      <w:r>
        <w:rPr>
          <w:rtl/>
          <w:lang w:bidi="fa-IR"/>
        </w:rPr>
        <w:t xml:space="preserve"> همسر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بود.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نسبت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تعجّب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آخر چگونه ممکن است آنچه در تورات نوشته شده، اشتباه باشد،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صبر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معمّا را حل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رو به جناب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بگو که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کجاست؟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در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 آسمان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پاسخ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نه. جواب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گفتم.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تو داناتر باشد تا نزد او بروم و </w:t>
      </w:r>
      <w:r w:rsidR="000F07D6">
        <w:rPr>
          <w:rtl/>
          <w:lang w:bidi="fa-IR"/>
        </w:rPr>
        <w:t>سوال</w:t>
      </w:r>
      <w:r w:rsidR="001E008E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 را بپرسم؟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 xml:space="preserve">بله. تو نزد عُمَر بن خطّاب برو! او جواب </w:t>
      </w:r>
      <w:r w:rsidR="000F07D6">
        <w:rPr>
          <w:rtl/>
          <w:lang w:bidi="fa-IR"/>
        </w:rPr>
        <w:t>سوال</w:t>
      </w:r>
      <w:r w:rsidR="001E008E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تو را خواهد داد.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از مسجد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نزد عُمَر 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از او </w:t>
      </w:r>
      <w:r w:rsidR="000F07D6">
        <w:rPr>
          <w:rtl/>
          <w:lang w:bidi="fa-IR"/>
        </w:rPr>
        <w:t>سوال</w:t>
      </w:r>
      <w:r w:rsidR="001E008E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 را بپرسی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جواب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همان جواب ابوبکر است: «خدا در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 آسمان است».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بپرداز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همه مسلمانان داناتر است. تو سرانجام نزد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تو از او </w:t>
      </w:r>
      <w:r w:rsidR="000F07D6">
        <w:rPr>
          <w:rtl/>
          <w:lang w:bidi="fa-IR"/>
        </w:rPr>
        <w:t>سوال</w:t>
      </w:r>
      <w:r w:rsidR="001E008E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نسبت تو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چه بود؟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من شوهرِ فاطمه هستم. فاطمه، دختر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است. من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هستم که به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آوردم.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خوشحال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همان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تو به دنبال او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در تورات وصف او را خوانده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1E008E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خود را بپرسی</w:t>
      </w:r>
      <w:r>
        <w:rPr>
          <w:rtl/>
          <w:lang w:bidi="fa-IR"/>
        </w:rPr>
        <w:t xml:space="preserve">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بگو که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کجاست؟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در زمان موس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داده است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کنم؟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! </w:t>
      </w:r>
    </w:p>
    <w:p w:rsidR="004E7874" w:rsidRDefault="004E7874" w:rsidP="001E008E">
      <w:pPr>
        <w:pStyle w:val="libNormal"/>
        <w:rPr>
          <w:rtl/>
          <w:lang w:bidi="fa-IR"/>
        </w:rPr>
      </w:pPr>
      <w:r>
        <w:rPr>
          <w:rtl/>
          <w:lang w:bidi="fa-IR"/>
        </w:rPr>
        <w:t>در زمان حضرت موس</w:t>
      </w:r>
      <w:r>
        <w:rPr>
          <w:rFonts w:hint="cs"/>
          <w:rtl/>
          <w:lang w:bidi="fa-IR"/>
        </w:rPr>
        <w:t>ی</w:t>
      </w:r>
      <w:r w:rsidR="001E008E" w:rsidRPr="001E008E">
        <w:rPr>
          <w:rFonts w:ascii="Traditional Arabic" w:eastAsiaTheme="minorHAnsi" w:hAnsi="Traditional Arabic" w:cs="Traditional Arabic"/>
          <w:rtl/>
        </w:rPr>
        <w:t xml:space="preserve"> </w:t>
      </w:r>
      <w:r w:rsidR="001E008E" w:rsidRPr="001E008E">
        <w:rPr>
          <w:rStyle w:val="libAlaemChar"/>
          <w:rFonts w:eastAsiaTheme="minorHAnsi"/>
          <w:rtl/>
        </w:rPr>
        <w:t>عليهما‌السلام</w:t>
      </w:r>
      <w:r w:rsidR="001E008E" w:rsidRPr="005100D5">
        <w:rPr>
          <w:rFonts w:ascii="Traditional Arabic" w:eastAsiaTheme="minorHAnsi" w:hAnsi="Traditional Arabic" w:cs="Traditional Arabic"/>
          <w:rtl/>
        </w:rPr>
        <w:t xml:space="preserve"> </w:t>
      </w:r>
      <w:r>
        <w:rPr>
          <w:rtl/>
          <w:lang w:bidi="fa-IR"/>
        </w:rPr>
        <w:t>چهار فرشته در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هم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دند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آن‌ها از مشرق،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مغرب، فرشته‌ا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فرشته‌ا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آسمان. فرشته‌ا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مشرق آمده بود، به فرشته‌ا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مغرب آمده بود گفت: «من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تو از کجا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؟»</w:t>
      </w:r>
      <w:r>
        <w:rPr>
          <w:rtl/>
          <w:lang w:bidi="fa-IR"/>
        </w:rPr>
        <w:t xml:space="preserve"> او در جواب گفت: «از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 او از فرشته‌ا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آمده بود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1E008E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را کرد و او هم گفت: </w:t>
      </w:r>
      <w:r>
        <w:rPr>
          <w:rFonts w:hint="cs"/>
          <w:rtl/>
          <w:lang w:bidi="fa-IR"/>
        </w:rPr>
        <w:lastRenderedPageBreak/>
        <w:t>«از پی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م»،</w:t>
      </w:r>
      <w:r>
        <w:rPr>
          <w:rtl/>
          <w:lang w:bidi="fa-IR"/>
        </w:rPr>
        <w:t xml:space="preserve"> فرشته‌ا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که از آسمان آمده بود،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جواب را گفت.</w:t>
      </w:r>
      <w:r w:rsidRPr="001E008E">
        <w:rPr>
          <w:rStyle w:val="libFootnotenumChar"/>
          <w:rtl/>
        </w:rPr>
        <w:t>78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تو متوجّه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همه آن فرشته‌ها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خدا آمده بودند،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خدا بالاتر و والاتر از مکان است، همه مکان‌ها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کسان</w:t>
      </w:r>
      <w:r>
        <w:rPr>
          <w:rtl/>
          <w:lang w:bidi="fa-IR"/>
        </w:rPr>
        <w:t xml:space="preserve"> هستند.</w:t>
      </w:r>
    </w:p>
    <w:p w:rsidR="004E7874" w:rsidRDefault="004E7874" w:rsidP="004E7874">
      <w:pPr>
        <w:pStyle w:val="libNormal"/>
        <w:rPr>
          <w:rtl/>
          <w:lang w:bidi="fa-IR"/>
        </w:rPr>
      </w:pPr>
    </w:p>
    <w:p w:rsidR="004E7874" w:rsidRDefault="004E7874" w:rsidP="001E008E">
      <w:pPr>
        <w:pStyle w:val="Heading1"/>
        <w:rPr>
          <w:rtl/>
          <w:lang w:bidi="fa-IR"/>
        </w:rPr>
      </w:pPr>
      <w:bookmarkStart w:id="36" w:name="_Toc534545375"/>
      <w:r>
        <w:rPr>
          <w:rFonts w:hint="eastAsia"/>
          <w:rtl/>
          <w:lang w:bidi="fa-IR"/>
        </w:rPr>
        <w:t>عبور</w:t>
      </w:r>
      <w:r>
        <w:rPr>
          <w:rtl/>
          <w:lang w:bidi="fa-IR"/>
        </w:rPr>
        <w:t xml:space="preserve"> مطلقاً ممنوع!</w:t>
      </w:r>
      <w:bookmarkEnd w:id="36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رفته بودم، دوست داشتم خود را هر چه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ع‌تر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ضر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برسانم، مسجد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شلوغ بود، همه جا پر از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بود، فقط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کوچک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مانده بود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توانستم</w:t>
      </w:r>
      <w:r>
        <w:rPr>
          <w:rtl/>
          <w:lang w:bidi="fa-IR"/>
        </w:rPr>
        <w:t xml:space="preserve"> از آنجا عبور کنم. جلو رفتم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برخورد کردم که مشغول خواندن نماز بود، من خواستم از مقابل او عبور کنم که او دست خود را جلو آورد و مانع عبور من شد.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تعجّب کردم، درست است که او داشت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خواند،</w:t>
      </w:r>
      <w:r>
        <w:rPr>
          <w:rtl/>
          <w:lang w:bidi="fa-IR"/>
        </w:rPr>
        <w:t xml:space="preserve"> امّا من که مزاحم او نشدم، من به راحت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توانستم</w:t>
      </w:r>
      <w:r>
        <w:rPr>
          <w:rtl/>
          <w:lang w:bidi="fa-IR"/>
        </w:rPr>
        <w:t xml:space="preserve"> از جلو او عبور کنم و او هم نماز خود را بخواند، خلاصه او محکم دست خود را جلو آورده بود 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گذاشت</w:t>
      </w:r>
      <w:r>
        <w:rPr>
          <w:rtl/>
          <w:lang w:bidi="fa-IR"/>
        </w:rPr>
        <w:t xml:space="preserve"> من رد بشوم.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خودم گفتم: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چه 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خواند؟</w:t>
      </w:r>
      <w:r>
        <w:rPr>
          <w:rtl/>
          <w:lang w:bidi="fa-IR"/>
        </w:rPr>
        <w:t xml:space="preserve"> راه عبور را بسته است 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گذارد</w:t>
      </w:r>
      <w:r>
        <w:rPr>
          <w:rtl/>
          <w:lang w:bidi="fa-IR"/>
        </w:rPr>
        <w:t xml:space="preserve"> من عبور کنم. چاره‌ا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نداشتم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کردم</w:t>
      </w:r>
      <w:r>
        <w:rPr>
          <w:rtl/>
          <w:lang w:bidi="fa-IR"/>
        </w:rPr>
        <w:t xml:space="preserve"> تا نماز او تمام شود.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روز گذشت، بعدها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بعض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اعتقاد دارند که اگر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هنگام نماز از مقابل آنان عبور کند، نماز آن‌ها باطل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آن‌ها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که </w:t>
      </w:r>
      <w:r>
        <w:rPr>
          <w:rtl/>
          <w:lang w:bidi="fa-IR"/>
        </w:rPr>
        <w:lastRenderedPageBreak/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 به قبله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ستند</w:t>
      </w:r>
      <w:r>
        <w:rPr>
          <w:rtl/>
          <w:lang w:bidi="fa-IR"/>
        </w:rPr>
        <w:t xml:space="preserve"> و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خوانند،</w:t>
      </w:r>
      <w:r>
        <w:rPr>
          <w:rtl/>
          <w:lang w:bidi="fa-IR"/>
        </w:rPr>
        <w:t xml:space="preserve"> عبور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انسان از جلو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ارتباط آن‌ها را با خدا قطع کند.</w:t>
      </w:r>
      <w:r w:rsidRPr="001E008E">
        <w:rPr>
          <w:rStyle w:val="libFootnotenumChar"/>
          <w:rtl/>
        </w:rPr>
        <w:t>79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بزرگان اهل سنّت به نام «سُف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ثور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به مکّه آمد، او مشغول طواف خانه خدا شد. بعد از طواف نگاهش به امام کاظم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افتاد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آن حضرت مشغول نماز است و مردم از جلو او عبور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وجه مانع آنان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.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منظره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تعجّب کرد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آخر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 نماز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>. او 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خود فکر کرد و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خود گفت: چقدر خوب است بروم و با او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او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</w:t>
      </w:r>
      <w:r>
        <w:rPr>
          <w:rtl/>
          <w:lang w:bidi="fa-IR"/>
        </w:rPr>
        <w:t xml:space="preserve"> که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هنگام نماز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جلو او باشد، آخر او چگونه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با خدا ارتباط برقرار کند؟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صبر کرد تا نماز امام تمام شد،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رفت و سلام کرد و جواب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بعد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چرا شما اجازه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موقع نماز، مردم از مقابل شما عبور کنند؟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آن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من او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پرستم</w:t>
      </w:r>
      <w:r>
        <w:rPr>
          <w:rtl/>
          <w:lang w:bidi="fa-IR"/>
        </w:rPr>
        <w:t xml:space="preserve"> از همه کس و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من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ک‌تر</w:t>
      </w:r>
      <w:r>
        <w:rPr>
          <w:rtl/>
          <w:lang w:bidi="fa-IR"/>
        </w:rPr>
        <w:t xml:space="preserve"> است.</w:t>
      </w:r>
      <w:r w:rsidRPr="001E008E">
        <w:rPr>
          <w:rStyle w:val="libFootnotenumChar"/>
          <w:rtl/>
        </w:rPr>
        <w:t>80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بود که من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خدا آن قدر به ما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مانع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 و او شود.</w:t>
      </w:r>
    </w:p>
    <w:p w:rsidR="004E7874" w:rsidRDefault="001E008E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1E008E">
      <w:pPr>
        <w:pStyle w:val="Heading1"/>
        <w:rPr>
          <w:rtl/>
          <w:lang w:bidi="fa-IR"/>
        </w:rPr>
      </w:pPr>
      <w:bookmarkStart w:id="37" w:name="_Toc534545376"/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 آسمان است؟</w:t>
      </w:r>
      <w:bookmarkEnd w:id="37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ماه رمضان است،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 هم به بازار کوفه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خرما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کنم، خرما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روزه گرفتن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آنجا</w:t>
      </w:r>
      <w:r>
        <w:rPr>
          <w:rtl/>
          <w:lang w:bidi="fa-IR"/>
        </w:rPr>
        <w:t xml:space="preserve"> را نگاه کن! چه جمع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جمع شده است! حتماً در آنجا خرما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فروش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رسانند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چند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</w:t>
      </w:r>
      <w:r>
        <w:rPr>
          <w:rtl/>
          <w:lang w:bidi="fa-IR"/>
        </w:rPr>
        <w:t xml:space="preserve"> خرما 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کردم و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خواستم</w:t>
      </w:r>
      <w:r>
        <w:rPr>
          <w:rtl/>
          <w:lang w:bidi="fa-IR"/>
        </w:rPr>
        <w:t xml:space="preserve"> به خانه برگردم، نگاهم به حضرت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افتاد، او گاه 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بازار کوفه سر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>. جلو رفتم، سلام کردم و جواب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هنگام صدا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گوشم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خرمافروش‌ها با مشتر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سخن گفت،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tl/>
          <w:lang w:bidi="fa-IR"/>
        </w:rPr>
        <w:t xml:space="preserve"> قسم بخورد: «قسم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 آسمان است!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نکردم».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عل</w:t>
      </w:r>
      <w:r>
        <w:rPr>
          <w:rFonts w:hint="cs"/>
          <w:rtl/>
          <w:lang w:bidi="fa-IR"/>
        </w:rPr>
        <w:t>ی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مرد رفت 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گفت: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 منظور تو چه بود؟ چه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 آسمان است؟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معلوم است که من قسم به خدا خوردم،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خداست که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 آسمان است و از بندگان خود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برادر! سخن تو اشتباه است، خدا هرگز در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 آسمان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خدا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همراه با بندگان خود است، او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ک‌تر</w:t>
      </w:r>
      <w:r>
        <w:rPr>
          <w:rtl/>
          <w:lang w:bidi="fa-IR"/>
        </w:rPr>
        <w:t xml:space="preserve"> از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به بندگان خود است».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من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دانستم،</w:t>
      </w:r>
      <w:r>
        <w:rPr>
          <w:rtl/>
          <w:lang w:bidi="fa-IR"/>
        </w:rPr>
        <w:t xml:space="preserve"> اکنون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قسم خورده‌ام چه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بکنم؟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کفّاره‌ا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بدهم؟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گردن تو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تو گفت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قسم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 آسمان‌ها است، خدا که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هفت آسمان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تو قسم به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خدا خورده‌ا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  <w:r w:rsidRPr="001E008E">
        <w:rPr>
          <w:rStyle w:val="libFootnotenumChar"/>
          <w:rtl/>
        </w:rPr>
        <w:t>81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خاطره سفر حجّ خود افتادم. سال 1383 بود که من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به حجّ رفته بودم،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صبح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خواب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شدم،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فرصت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 تا خودم را به مسجد الحرام برسانم،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خواندن نماز جماعت صبح به مسجد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رفتم که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هت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ما بود.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مسجد تابلو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زده بودند و در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نوشته بودند: «فاصله ما تا آسمان اول، 73 سال راه است،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هر آسمان تا آسمان بعد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73 سال فاصله است، تا آسمان هفتم... و خداوند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آسمان‌هاست».</w:t>
      </w:r>
      <w:r w:rsidRPr="001E008E">
        <w:rPr>
          <w:rStyle w:val="libFootnotenumChar"/>
          <w:rtl/>
        </w:rPr>
        <w:t>82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ادامه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سخن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دانشمندان را آورده بودند که خدا بر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عرش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روز من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فکر فرو رفتم،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چقدر با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آن‌ها فرق داشت،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من، والاتر و بالاتر از مکان است 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آن‌ها بر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عرش است!</w:t>
      </w:r>
    </w:p>
    <w:p w:rsidR="004E7874" w:rsidRDefault="004E7874" w:rsidP="004E7874">
      <w:pPr>
        <w:pStyle w:val="libNormal"/>
        <w:rPr>
          <w:rtl/>
          <w:lang w:bidi="fa-IR"/>
        </w:rPr>
      </w:pP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نام</w:t>
      </w:r>
      <w:r>
        <w:rPr>
          <w:rtl/>
          <w:lang w:bidi="fa-IR"/>
        </w:rPr>
        <w:t xml:space="preserve"> تو در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است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آن</w:t>
      </w:r>
      <w:r>
        <w:rPr>
          <w:rtl/>
          <w:lang w:bidi="fa-IR"/>
        </w:rPr>
        <w:t xml:space="preserve"> کس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تو به او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«اِنَّ</w:t>
      </w:r>
      <w:r>
        <w:rPr>
          <w:rtl/>
          <w:lang w:bidi="fa-IR"/>
        </w:rPr>
        <w:t xml:space="preserve"> الّراحِلَ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کَ</w:t>
      </w:r>
      <w:r>
        <w:rPr>
          <w:rtl/>
          <w:lang w:bidi="fa-IR"/>
        </w:rPr>
        <w:t xml:space="preserve"> قَر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بُ</w:t>
      </w:r>
      <w:r>
        <w:rPr>
          <w:rtl/>
          <w:lang w:bidi="fa-IR"/>
        </w:rPr>
        <w:t xml:space="preserve"> المَسافَةِ».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امام سجاد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است، او در مناجاتش با خدا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خدا در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باور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تا خدا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من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کردم</w:t>
      </w:r>
      <w:r>
        <w:rPr>
          <w:rtl/>
          <w:lang w:bidi="fa-IR"/>
        </w:rPr>
        <w:t xml:space="preserve">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بخواهم با خدا سخن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مثلاً وضو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رم</w:t>
      </w:r>
      <w:r>
        <w:rPr>
          <w:rtl/>
          <w:lang w:bidi="fa-IR"/>
        </w:rPr>
        <w:t xml:space="preserve"> و به مسجد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مقدّس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بروم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حاج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ماجرا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 خوبم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نقل کرده 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لازم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اشاره کنم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دعا کردن، حضور در مسجد کار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مسجد خانه خداست، هم‌چن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به مکان‌ها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از آرامش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بهره‌مند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نکته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شکّ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سخن من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ما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است، آن قدر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که ما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تصوّر آن را بنما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ما در هر شرا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با او سخن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او شنوا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ناست،</w:t>
      </w:r>
      <w:r>
        <w:rPr>
          <w:rtl/>
          <w:lang w:bidi="fa-IR"/>
        </w:rPr>
        <w:t xml:space="preserve"> او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شنود</w:t>
      </w:r>
      <w:r>
        <w:rPr>
          <w:rtl/>
          <w:lang w:bidi="fa-IR"/>
        </w:rPr>
        <w:t xml:space="preserve"> و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 را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شما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را بخوان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</w:p>
    <w:p w:rsidR="004E7874" w:rsidRDefault="004E7874" w:rsidP="00F023A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سال</w:t>
      </w:r>
      <w:r>
        <w:rPr>
          <w:rtl/>
          <w:lang w:bidi="fa-IR"/>
        </w:rPr>
        <w:t xml:space="preserve"> 1365 است،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حجّ است، خدا به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را داده است که در خدمت زائران خانه خدا باشم، من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ادارات، </w:t>
      </w:r>
      <w:r w:rsidR="00F023A8">
        <w:rPr>
          <w:rFonts w:hint="cs"/>
          <w:rtl/>
          <w:lang w:bidi="fa-IR"/>
        </w:rPr>
        <w:t xml:space="preserve">مسولیتی </w:t>
      </w:r>
      <w:r>
        <w:rPr>
          <w:rtl/>
          <w:lang w:bidi="fa-IR"/>
        </w:rPr>
        <w:t>دارم 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مقدّمات سفر سه کاروان را آماده کنم، قرار است پانصد نفر از سراسر کشور به من معرّف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شوند و سهم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هر استان هم مشخص شد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مدّت کارم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است،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مدارک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کاروان‌ها به تهران برسد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گذرنامه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اخذ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</w:t>
      </w:r>
      <w:r>
        <w:rPr>
          <w:rtl/>
          <w:lang w:bidi="fa-IR"/>
        </w:rPr>
        <w:t xml:space="preserve"> اقدام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قرار شده است تا چند نفر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به عنوان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انتخاب بشوند،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ممکن است در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نده،</w:t>
      </w:r>
      <w:r>
        <w:rPr>
          <w:rtl/>
          <w:lang w:bidi="fa-IR"/>
        </w:rPr>
        <w:t xml:space="preserve"> بعض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انصراف بدهد.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دو</w:t>
      </w:r>
      <w:r>
        <w:rPr>
          <w:rtl/>
          <w:lang w:bidi="fa-IR"/>
        </w:rPr>
        <w:t xml:space="preserve"> سه هفته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گذرد،</w:t>
      </w:r>
      <w:r>
        <w:rPr>
          <w:rtl/>
          <w:lang w:bidi="fa-IR"/>
        </w:rPr>
        <w:t xml:space="preserve"> شکر خدا همه کارها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پرواز مشخص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به همه خبر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</w:t>
      </w:r>
      <w:r>
        <w:rPr>
          <w:rtl/>
          <w:lang w:bidi="fa-IR"/>
        </w:rPr>
        <w:t xml:space="preserve"> که چهار روز قبل از پرواز خود را به تهران برسانند و در جلسات آموزش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حجّ شرکت کنند.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آمده‌اند، آنان به عشق کعبه آمده‌اند،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آنان از حجّ 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خانه دوست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سپس اسام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آن‌ها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خوانم</w:t>
      </w:r>
      <w:r>
        <w:rPr>
          <w:rtl/>
          <w:lang w:bidi="fa-IR"/>
        </w:rPr>
        <w:t xml:space="preserve"> تا کارت شناسا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خود را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</w:t>
      </w:r>
      <w:r>
        <w:rPr>
          <w:rtl/>
          <w:lang w:bidi="fa-IR"/>
        </w:rPr>
        <w:t xml:space="preserve"> کنند.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از سخنران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چرا نام مرا نخواند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چرا به من کارت نداد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چطور ممکن است؟ من اسم همه را خواندم. شما از کدام استان آمده‌ا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من از آذربا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جان</w:t>
      </w:r>
      <w:r>
        <w:rPr>
          <w:rtl/>
          <w:lang w:bidi="fa-IR"/>
        </w:rPr>
        <w:t xml:space="preserve"> شرق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آمده‌ام.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اسم</w:t>
      </w:r>
      <w:r>
        <w:rPr>
          <w:rtl/>
          <w:lang w:bidi="fa-IR"/>
        </w:rPr>
        <w:t xml:space="preserve"> او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پرسم،</w:t>
      </w:r>
      <w:r>
        <w:rPr>
          <w:rtl/>
          <w:lang w:bidi="fa-IR"/>
        </w:rPr>
        <w:t xml:space="preserve"> به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متوجّه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</w:t>
      </w:r>
      <w:r>
        <w:rPr>
          <w:rtl/>
          <w:lang w:bidi="fa-IR"/>
        </w:rPr>
        <w:t xml:space="preserve">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آقا جزء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است. تعجّب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که او چرا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آمده است. او در صورت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توانست</w:t>
      </w:r>
      <w:r>
        <w:rPr>
          <w:rtl/>
          <w:lang w:bidi="fa-IR"/>
        </w:rPr>
        <w:t xml:space="preserve"> به حجّ برود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اعضا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کاروان‌ها انصراف بدهد،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تا به حال انصراف نداده است. پس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</w:t>
      </w:r>
      <w:r>
        <w:rPr>
          <w:rtl/>
          <w:lang w:bidi="fa-IR"/>
        </w:rPr>
        <w:t xml:space="preserve"> را به دفتر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برم،</w:t>
      </w:r>
      <w:r>
        <w:rPr>
          <w:rtl/>
          <w:lang w:bidi="fa-IR"/>
        </w:rPr>
        <w:t xml:space="preserve"> با او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برادر محترم! شما جزء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بوده‌ا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شما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حجّ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چه؟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الآن به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د؟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برادر! اسم شما از اوّل در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بوده است. مگر قبلاً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مطلب را به شما نگفته بودند؟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. من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روستاها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به من زنگ زدند و گفتند مدارک خودت 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اور</w:t>
      </w:r>
      <w:r>
        <w:rPr>
          <w:rtl/>
          <w:lang w:bidi="fa-IR"/>
        </w:rPr>
        <w:t>. من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از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ذخ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خبر نداشتم.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حتماً اشتباه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شده است. ان شا اللّه سال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نده</w:t>
      </w:r>
      <w:r>
        <w:rPr>
          <w:rtl/>
          <w:lang w:bidi="fa-IR"/>
        </w:rPr>
        <w:t xml:space="preserve">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 را قسمت شما کند.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چه حرف‌ها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من با همه مردم روستا خداحافظ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کرده‌ام. همه اهل روستا را شام داده‌ام، آن‌ها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مراسم باشکوه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گرفته‌اند، اکنون من چگونه برگردم؟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تعداد افراد کاروان‌ها کاملاً مشخص است،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وجه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فرد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اضافه کرد.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شده است، هوا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است، تو با خود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دلت گرفته است.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سخن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 چه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دوستانت بفهمند تو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 محروم شده‌ا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آن‌ها همه خوشحال هستند و تو در دل خود غم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 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چه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کجا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صبر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تا همه به خواب بروند،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بلند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به دنبال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راز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درِ نمازخانه بسته است. در محلّ استراحت هم که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کجا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دلت غوغا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برپاست.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درد دل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او را صدا بزن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ذهنت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بهداشت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آنجا خلوت است،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. وارد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دستشو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ناگهان اشکت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! اگر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به مهمان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 تا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آورد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تو که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مرا 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حالا من چه کنم؟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التماسش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ه‌ات</w:t>
      </w:r>
      <w:r>
        <w:rPr>
          <w:rtl/>
          <w:lang w:bidi="fa-IR"/>
        </w:rPr>
        <w:t xml:space="preserve"> بلندتر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تو با زبان آذر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...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لحظات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گذرد،</w:t>
      </w:r>
      <w:r>
        <w:rPr>
          <w:rtl/>
          <w:lang w:bidi="fa-IR"/>
        </w:rPr>
        <w:t xml:space="preserve"> ناگهان آرامش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قلب خود احساس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حاجت خود را گرفته‌ا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آرام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صبح</w:t>
      </w:r>
      <w:r>
        <w:rPr>
          <w:rtl/>
          <w:lang w:bidi="fa-IR"/>
        </w:rPr>
        <w:t xml:space="preserve"> زود در دفتر کار خود نشسته‌ام و مشغول 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کارها هستم.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نفر در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زند</w:t>
      </w:r>
      <w:r>
        <w:rPr>
          <w:rtl/>
          <w:lang w:bidi="fa-IR"/>
        </w:rPr>
        <w:t xml:space="preserve"> و وارد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او اهل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است. او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من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دارم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سفر انصراف بدهم. من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همراه شما به حجّ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چه؟ از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500 نفر، فقط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آمده است، چرا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انصراف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من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روزها کنار خانواده‌ام باشم. تصم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من قطع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چاره‌ا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قبول کنم، مدارک آن مرد را تحو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</w:t>
      </w:r>
      <w:r>
        <w:rPr>
          <w:rtl/>
          <w:lang w:bidi="fa-IR"/>
        </w:rPr>
        <w:t xml:space="preserve"> تا به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tl/>
          <w:lang w:bidi="fa-IR"/>
        </w:rPr>
        <w:t xml:space="preserve"> برگردد، بعد از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بلند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</w:t>
      </w:r>
      <w:r>
        <w:rPr>
          <w:rtl/>
          <w:lang w:bidi="fa-IR"/>
        </w:rPr>
        <w:t xml:space="preserve"> و به دنبال گمشده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گردم</w:t>
      </w:r>
      <w:r>
        <w:rPr>
          <w:rtl/>
          <w:lang w:bidi="fa-IR"/>
        </w:rPr>
        <w:t>. او را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به او خبر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دهم</w:t>
      </w:r>
      <w:r>
        <w:rPr>
          <w:rtl/>
          <w:lang w:bidi="fa-IR"/>
        </w:rPr>
        <w:t xml:space="preserve"> که تو هم دعوت شده‌ا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من هنوز در تعجّب هستم که چه شد؟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من خبر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دهند</w:t>
      </w:r>
      <w:r>
        <w:rPr>
          <w:rtl/>
          <w:lang w:bidi="fa-IR"/>
        </w:rPr>
        <w:t xml:space="preserve"> که او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</w:t>
      </w:r>
      <w:r>
        <w:rPr>
          <w:rtl/>
          <w:lang w:bidi="fa-IR"/>
        </w:rPr>
        <w:t xml:space="preserve"> با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آن‌گونه راز 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کرد، من آن روز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فهمم</w:t>
      </w:r>
      <w:r>
        <w:rPr>
          <w:rtl/>
          <w:lang w:bidi="fa-IR"/>
        </w:rPr>
        <w:t xml:space="preserve"> که خدا به بندگان دلسوخته‌اش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است،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شکست، خدا در همان نزد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اوست که در هر جا و مکان، صدا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بندگان خو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شنود،</w:t>
      </w:r>
      <w:r>
        <w:rPr>
          <w:rtl/>
          <w:lang w:bidi="fa-IR"/>
        </w:rPr>
        <w:t xml:space="preserve"> اوست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سخن گفتن با او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فقط 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او را با تمام وجودت صدا بزن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هر که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هر کجا که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مهم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مهم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واقعاً او را صدا بزن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  <w:r w:rsidRPr="00F023A8">
        <w:rPr>
          <w:rStyle w:val="libFootnotenumChar"/>
          <w:rtl/>
        </w:rPr>
        <w:t>83</w:t>
      </w:r>
    </w:p>
    <w:p w:rsidR="004E7874" w:rsidRDefault="00F023A8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F023A8">
      <w:pPr>
        <w:pStyle w:val="Heading1"/>
        <w:rPr>
          <w:rtl/>
          <w:lang w:bidi="fa-IR"/>
        </w:rPr>
      </w:pPr>
      <w:bookmarkStart w:id="38" w:name="_Toc534545377"/>
      <w:r>
        <w:rPr>
          <w:rFonts w:hint="eastAsia"/>
          <w:rtl/>
          <w:lang w:bidi="fa-IR"/>
        </w:rPr>
        <w:t>نام‌ها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انتخاب کرده‌ام</w:t>
      </w:r>
      <w:bookmarkEnd w:id="38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خداوند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نام‌ها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انتخاب کرده است تا بندگانش او را با آن نام‌ها بخوانند و او را صدا بزنند. خداوند، خودش 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نام‌ها نام‌گذار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کرد: شنوا،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نا،</w:t>
      </w:r>
      <w:r>
        <w:rPr>
          <w:rtl/>
          <w:lang w:bidi="fa-IR"/>
        </w:rPr>
        <w:t xml:space="preserve"> دانا، توانا، آشکار،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و...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اکنون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مورد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نام‌ها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بدهم: خدا شنوا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تو هم شنوا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امّا تو با گوش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با چشم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و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tl/>
          <w:lang w:bidi="fa-IR"/>
        </w:rPr>
        <w:t xml:space="preserve"> به چشم و گوش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خدا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به چشم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گوش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داشته باشد، هم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هم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به همه صداها علم دارد، همه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داند،</w:t>
      </w:r>
      <w:r>
        <w:rPr>
          <w:rtl/>
          <w:lang w:bidi="fa-IR"/>
        </w:rPr>
        <w:t xml:space="preserve"> او با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 ذات خودش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صفت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خدا، علم است،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خدا داناست، تو هم دانا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علم تو چگونه است؟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 کن! تو ابتدا جاهل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بعداً دانا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علم تو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نبوده است،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 که تو جاهل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اکنون دانا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دانا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خدا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دانا بوده است و به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اندازه علم او در فهم و درک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نام‌ها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خدا توانا بودن است. خدا تواناست، تو هم به انجام کارها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توانا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نبوده است،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مادر متولّد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به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توانا نبود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قدرت تو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نبوده است و سرانجام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که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قدرت را هم از </w:t>
      </w:r>
      <w:r>
        <w:rPr>
          <w:rFonts w:hint="eastAsia"/>
          <w:rtl/>
          <w:lang w:bidi="fa-IR"/>
        </w:rPr>
        <w:t>دست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امّا اکنون به </w:t>
      </w:r>
      <w:r>
        <w:rPr>
          <w:rtl/>
          <w:lang w:bidi="fa-IR"/>
        </w:rPr>
        <w:lastRenderedPageBreak/>
        <w:t>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خدا فکر کن! خدا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توانا بوده است،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چ‌گاه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خدا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فراموش نکن که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چ‌کدام</w:t>
      </w:r>
      <w:r>
        <w:rPr>
          <w:rtl/>
          <w:lang w:bidi="fa-IR"/>
        </w:rPr>
        <w:t xml:space="preserve"> از صفات خدا 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به مخلوقاتش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سخنان امام‌جواد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بود که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نقل کردم.</w:t>
      </w:r>
      <w:r w:rsidRPr="00F023A8">
        <w:rPr>
          <w:rStyle w:val="libFootnotenumChar"/>
          <w:rtl/>
        </w:rPr>
        <w:t>84</w:t>
      </w:r>
    </w:p>
    <w:p w:rsidR="004E7874" w:rsidRDefault="00F023A8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F023A8">
      <w:pPr>
        <w:pStyle w:val="Heading1"/>
        <w:rPr>
          <w:rtl/>
          <w:lang w:bidi="fa-IR"/>
        </w:rPr>
      </w:pPr>
      <w:bookmarkStart w:id="39" w:name="_Toc534545378"/>
      <w:r>
        <w:rPr>
          <w:rFonts w:hint="eastAsia"/>
          <w:rtl/>
          <w:lang w:bidi="fa-IR"/>
        </w:rPr>
        <w:t>تخت</w:t>
      </w:r>
      <w:r>
        <w:rPr>
          <w:rtl/>
          <w:lang w:bidi="fa-IR"/>
        </w:rPr>
        <w:t xml:space="preserve"> پادشاه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  <w:bookmarkEnd w:id="39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ادش</w:t>
      </w:r>
      <w:r>
        <w:rPr>
          <w:rtl/>
          <w:lang w:bidi="fa-IR"/>
        </w:rPr>
        <w:t xml:space="preserve">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! کلاس دوم ابتدا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بودم، معلّم ما هر روز، اوّل کلاس،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ةُ</w:t>
      </w:r>
      <w:r>
        <w:rPr>
          <w:rtl/>
          <w:lang w:bidi="fa-IR"/>
        </w:rPr>
        <w:t xml:space="preserve"> الکُرس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خواند</w:t>
      </w:r>
      <w:r>
        <w:rPr>
          <w:rtl/>
          <w:lang w:bidi="fa-IR"/>
        </w:rPr>
        <w:t xml:space="preserve"> و همه ما با او همخوان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بعد از چند ماه، همه ما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ةُ</w:t>
      </w:r>
      <w:r>
        <w:rPr>
          <w:rtl/>
          <w:lang w:bidi="fa-IR"/>
        </w:rPr>
        <w:t xml:space="preserve"> الکُرس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را حفظ بود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روز من از او </w:t>
      </w:r>
      <w:r w:rsidR="000F07D6">
        <w:rPr>
          <w:rtl/>
          <w:lang w:bidi="fa-IR"/>
        </w:rPr>
        <w:t>سوال</w:t>
      </w:r>
      <w:r w:rsidR="00F023A8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 xml:space="preserve">کردم: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کلمه «کرس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کرس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تخت، تختِ پادشاه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چرا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تخت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چون در آن از تخت خدا سخن گفته شده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تخت خدا، همه آسمان‌ها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است.</w:t>
      </w:r>
    </w:p>
    <w:p w:rsidR="004E7874" w:rsidRDefault="004E7874" w:rsidP="00F023A8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کودک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بودم هشت ساله، در ذهن خودم خدا را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تصوّر کردم که او در آسمان‌ها، تخت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نشسته است. آن روز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من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معلّم نگفتم و </w:t>
      </w:r>
      <w:r w:rsidR="00F023A8">
        <w:rPr>
          <w:rFonts w:hint="cs"/>
          <w:rtl/>
          <w:lang w:bidi="fa-IR"/>
        </w:rPr>
        <w:t>سوالی</w:t>
      </w:r>
      <w:r>
        <w:rPr>
          <w:rtl/>
          <w:lang w:bidi="fa-IR"/>
        </w:rPr>
        <w:t xml:space="preserve"> هم نکردم،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خودم،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الکرس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را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بودم.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بزرگ‌تر شدم، کم کم فهم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</w:t>
      </w:r>
      <w:r>
        <w:rPr>
          <w:rtl/>
          <w:lang w:bidi="fa-IR"/>
        </w:rPr>
        <w:t xml:space="preserve"> که خدا جسم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تا بخواهد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تختِ پادشاه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خودش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البتّه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 xml:space="preserve"> که عدّه‌ا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اهل سنّت معتقد هستند که خدا واقعاً تخت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نشسته است و فرمان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آن‌ها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هم نقل کرده‌اند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امت</w:t>
      </w:r>
      <w:r>
        <w:rPr>
          <w:rtl/>
          <w:lang w:bidi="fa-IR"/>
        </w:rPr>
        <w:t xml:space="preserve"> فرا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خدا بر تخت پادشاه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مردم به او نگاه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و گروه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در پا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تخت به سجده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افتند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امّا</w:t>
      </w:r>
      <w:r>
        <w:rPr>
          <w:rtl/>
          <w:lang w:bidi="fa-IR"/>
        </w:rPr>
        <w:t xml:space="preserve"> امروز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خاطره‌ا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شما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نام او «حَفْص» است، او نزد امام آمد و از او در مورد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CD44AD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کرد: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آقا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: </w:t>
      </w:r>
      <w:r w:rsidRPr="00CD44AD">
        <w:rPr>
          <w:rStyle w:val="libAlaemChar"/>
          <w:rtl/>
        </w:rPr>
        <w:t>(</w:t>
      </w:r>
      <w:r w:rsidRPr="00CD44AD">
        <w:rPr>
          <w:rStyle w:val="libAieChar"/>
          <w:rtl/>
        </w:rPr>
        <w:t>وَسِعَ کُرْسِ</w:t>
      </w:r>
      <w:r w:rsidRPr="00CD44AD">
        <w:rPr>
          <w:rStyle w:val="libAieChar"/>
          <w:rFonts w:hint="cs"/>
          <w:rtl/>
        </w:rPr>
        <w:t>یُّ</w:t>
      </w:r>
      <w:r w:rsidRPr="00CD44AD">
        <w:rPr>
          <w:rStyle w:val="libAieChar"/>
          <w:rFonts w:hint="eastAsia"/>
          <w:rtl/>
        </w:rPr>
        <w:t>هُ</w:t>
      </w:r>
      <w:r w:rsidRPr="00CD44AD">
        <w:rPr>
          <w:rStyle w:val="libAieChar"/>
          <w:rtl/>
        </w:rPr>
        <w:t xml:space="preserve"> السَّمَـوَ تِ وَالْأَرْضَ</w:t>
      </w:r>
      <w:r w:rsidRPr="00CD44AD">
        <w:rPr>
          <w:rStyle w:val="libAlaemChar"/>
          <w:rtl/>
        </w:rPr>
        <w:t>).</w:t>
      </w:r>
      <w:r>
        <w:rPr>
          <w:rtl/>
          <w:lang w:bidi="fa-IR"/>
        </w:rPr>
        <w:t xml:space="preserve"> تخت خدا همه آسمان‌ها و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 فرا گرفته است؟</w:t>
      </w:r>
      <w:r w:rsidRPr="00CD44AD">
        <w:rPr>
          <w:rStyle w:val="libFootnotenumChar"/>
          <w:rtl/>
        </w:rPr>
        <w:t>85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منظور از واژه «کرس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علم و دانش خداست. علم و دانش او همه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 آسمان‌ها را فرا گرفته است.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از علم خدا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  <w:r w:rsidRPr="00CD44AD">
        <w:rPr>
          <w:rStyle w:val="libFootnotenumChar"/>
          <w:rtl/>
        </w:rPr>
        <w:t>86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امام فکر کردم،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پادشاه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تخت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ند،</w:t>
      </w:r>
      <w:r>
        <w:rPr>
          <w:rtl/>
          <w:lang w:bidi="fa-IR"/>
        </w:rPr>
        <w:t xml:space="preserve"> در واقع او قدرت و احاطه خود را به کشور خود نشان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تخت پادشاه، نشانه قدرت او بر کشورش است. خدا هم با علم خودش به همه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احاطه دارد، 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بر خدا پوش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هر برگ د</w:t>
      </w:r>
      <w:r>
        <w:rPr>
          <w:rFonts w:hint="eastAsia"/>
          <w:rtl/>
          <w:lang w:bidi="fa-IR"/>
        </w:rPr>
        <w:t>رخت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از درختان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افتد</w:t>
      </w:r>
      <w:r>
        <w:rPr>
          <w:rtl/>
          <w:lang w:bidi="fa-IR"/>
        </w:rPr>
        <w:t xml:space="preserve"> خدا از آن آگاه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خلاصه</w:t>
      </w:r>
      <w:r>
        <w:rPr>
          <w:rtl/>
          <w:lang w:bidi="fa-IR"/>
        </w:rPr>
        <w:t xml:space="preserve"> آن که خدا تخت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که بر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بنش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بر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فرمان بدهد، خدا بالاتر و والاتر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بخواهد در مکان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>. خدا از همه صفات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tl/>
          <w:lang w:bidi="fa-IR"/>
        </w:rPr>
        <w:t xml:space="preserve"> دارند، پاک و منزّه است.</w:t>
      </w:r>
    </w:p>
    <w:p w:rsidR="004E7874" w:rsidRDefault="00CD44AD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CD44AD">
      <w:pPr>
        <w:pStyle w:val="Heading1"/>
        <w:rPr>
          <w:rtl/>
          <w:lang w:bidi="fa-IR"/>
        </w:rPr>
      </w:pPr>
      <w:bookmarkStart w:id="40" w:name="_Toc534545379"/>
      <w:r>
        <w:rPr>
          <w:rFonts w:hint="eastAsia"/>
          <w:rtl/>
          <w:lang w:bidi="fa-IR"/>
        </w:rPr>
        <w:t>امان</w:t>
      </w:r>
      <w:r>
        <w:rPr>
          <w:rtl/>
          <w:lang w:bidi="fa-IR"/>
        </w:rPr>
        <w:t xml:space="preserve"> از ترجمه اشتباه</w:t>
      </w:r>
      <w:bookmarkEnd w:id="40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«همه</w:t>
      </w:r>
      <w:r>
        <w:rPr>
          <w:rtl/>
          <w:lang w:bidi="fa-IR"/>
        </w:rPr>
        <w:t xml:space="preserve"> از خدا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جمله‌ا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بارها و بارها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ترجمه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است: </w:t>
      </w:r>
    </w:p>
    <w:p w:rsidR="004E7874" w:rsidRDefault="004E7874" w:rsidP="00CD44AD">
      <w:pPr>
        <w:pStyle w:val="libNormal"/>
        <w:rPr>
          <w:rtl/>
          <w:lang w:bidi="fa-IR"/>
        </w:rPr>
      </w:pPr>
      <w:r w:rsidRPr="00CD44AD">
        <w:rPr>
          <w:rStyle w:val="libAlaemChar"/>
          <w:rtl/>
        </w:rPr>
        <w:t>(</w:t>
      </w:r>
      <w:r w:rsidRPr="00CD44AD">
        <w:rPr>
          <w:rStyle w:val="libAieChar"/>
          <w:rtl/>
        </w:rPr>
        <w:t>إِنَّا لِلَّهِ وَ إِنَّـآ إِلَ</w:t>
      </w:r>
      <w:r w:rsidRPr="00CD44AD">
        <w:rPr>
          <w:rStyle w:val="libAieChar"/>
          <w:rFonts w:hint="cs"/>
          <w:rtl/>
        </w:rPr>
        <w:t>یْ</w:t>
      </w:r>
      <w:r w:rsidRPr="00CD44AD">
        <w:rPr>
          <w:rStyle w:val="libAieChar"/>
          <w:rFonts w:hint="eastAsia"/>
          <w:rtl/>
        </w:rPr>
        <w:t>هِ</w:t>
      </w:r>
      <w:r w:rsidRPr="00CD44AD">
        <w:rPr>
          <w:rStyle w:val="libAieChar"/>
          <w:rtl/>
        </w:rPr>
        <w:t xml:space="preserve"> رَ</w:t>
      </w:r>
      <w:r w:rsidR="00CD44AD" w:rsidRPr="00CD44AD">
        <w:rPr>
          <w:rStyle w:val="libAieChar"/>
          <w:rFonts w:hint="cs"/>
          <w:rtl/>
        </w:rPr>
        <w:t>ا</w:t>
      </w:r>
      <w:r w:rsidRPr="00CD44AD">
        <w:rPr>
          <w:rStyle w:val="libAieChar"/>
          <w:rtl/>
        </w:rPr>
        <w:t>جِعُونَ</w:t>
      </w:r>
      <w:r w:rsidRPr="00CD44AD">
        <w:rPr>
          <w:rStyle w:val="libAlaemChar"/>
          <w:rtl/>
        </w:rPr>
        <w:t>).</w:t>
      </w:r>
      <w:r w:rsidRPr="00CD44AD">
        <w:rPr>
          <w:rStyle w:val="libFootnotenumChar"/>
          <w:rtl/>
        </w:rPr>
        <w:t>87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بعض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کنند</w:t>
      </w:r>
      <w:r>
        <w:rPr>
          <w:rtl/>
          <w:lang w:bidi="fa-IR"/>
        </w:rPr>
        <w:t xml:space="preserve"> که ما از ذات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به ذات خدا باز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ما را از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 ذات خود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خوبم!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سخن امام سجاد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در مورد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نه؟ من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دوست دارم که دوستانم با سخنان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آشنا شوند،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باور دارم که فقط سخنان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چراغ راه ما باشد.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امام سجاد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بشنو: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(إِنَّا لِلَّهِ): فَإقرارٌ مِنکَ بِالمُلکِ.</w:t>
      </w:r>
      <w:r w:rsidRPr="00CD44AD">
        <w:rPr>
          <w:rStyle w:val="libFootnotenumChar"/>
          <w:rtl/>
        </w:rPr>
        <w:t>88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ما، مالِ خدا است. ما از آنِ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زبان 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اگر بخواهند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«ما از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>: «انا مِن اللّه». امّا در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آمده است: «انا للّه»، ترجمه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عبارت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: «ما از آنِ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قرآن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ما از ذات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بلکه قرآن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 مالِ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خلاصه</w:t>
      </w:r>
      <w:r>
        <w:rPr>
          <w:rtl/>
          <w:lang w:bidi="fa-IR"/>
        </w:rPr>
        <w:t xml:space="preserve"> آن که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نجا</w:t>
      </w:r>
      <w:r>
        <w:rPr>
          <w:rtl/>
          <w:lang w:bidi="fa-IR"/>
        </w:rPr>
        <w:t xml:space="preserve"> ما دو سخن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الف</w:t>
      </w:r>
      <w:r>
        <w:rPr>
          <w:rtl/>
          <w:lang w:bidi="fa-IR"/>
        </w:rPr>
        <w:t>. ما از ذات خدا نشأت گرفته‌ا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«انّا من اللّه».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>. ما مالِ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از آن خداست. «انا للّه».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کلام امام سجاد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متوجّه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کدام ترجمه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است. 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ما در ترجمه قرآن،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مناسب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که قسمت دوم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را مقدار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بدهم:</w:t>
      </w:r>
    </w:p>
    <w:p w:rsidR="004E7874" w:rsidRDefault="004E7874" w:rsidP="00E86CD4">
      <w:pPr>
        <w:pStyle w:val="libNormal"/>
        <w:rPr>
          <w:rtl/>
          <w:lang w:bidi="fa-IR"/>
        </w:rPr>
      </w:pPr>
      <w:r w:rsidRPr="00E86CD4">
        <w:rPr>
          <w:rStyle w:val="libAlaemChar"/>
          <w:rtl/>
        </w:rPr>
        <w:t>(</w:t>
      </w:r>
      <w:r w:rsidRPr="00E86CD4">
        <w:rPr>
          <w:rStyle w:val="libAieChar"/>
          <w:rtl/>
        </w:rPr>
        <w:t>و إِنَّـآ إِلَ</w:t>
      </w:r>
      <w:r w:rsidRPr="00E86CD4">
        <w:rPr>
          <w:rStyle w:val="libAieChar"/>
          <w:rFonts w:hint="cs"/>
          <w:rtl/>
        </w:rPr>
        <w:t>یْ</w:t>
      </w:r>
      <w:r w:rsidRPr="00E86CD4">
        <w:rPr>
          <w:rStyle w:val="libAieChar"/>
          <w:rFonts w:hint="eastAsia"/>
          <w:rtl/>
        </w:rPr>
        <w:t>هِ</w:t>
      </w:r>
      <w:r w:rsidRPr="00E86CD4">
        <w:rPr>
          <w:rStyle w:val="libAieChar"/>
          <w:rtl/>
        </w:rPr>
        <w:t xml:space="preserve"> رَ</w:t>
      </w:r>
      <w:r w:rsidR="00E86CD4" w:rsidRPr="00E86CD4">
        <w:rPr>
          <w:rStyle w:val="libAieChar"/>
          <w:rFonts w:hint="cs"/>
          <w:rtl/>
        </w:rPr>
        <w:t>ا</w:t>
      </w:r>
      <w:r w:rsidRPr="00E86CD4">
        <w:rPr>
          <w:rStyle w:val="libAieChar"/>
          <w:rtl/>
        </w:rPr>
        <w:t>جِعُونَ</w:t>
      </w:r>
      <w:r w:rsidRPr="00E86CD4">
        <w:rPr>
          <w:rStyle w:val="libAlaemChar"/>
          <w:rtl/>
        </w:rPr>
        <w:t>)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هست که اشاره کرد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که خدا مکان ندارد، خدا بالاتر و والاتر از همه مکان‌هاست.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 بود که مکان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پس «بازگشت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خدا»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روح</w:t>
      </w:r>
      <w:r>
        <w:rPr>
          <w:rtl/>
          <w:lang w:bidi="fa-IR"/>
        </w:rPr>
        <w:t xml:space="preserve"> ما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روح ما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یِ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است. خدا روح ما را در آنجا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سپس ما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تا امتحان بشو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اعمال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انجام بده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مرگ ما فرا برسد، روح ما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اوج آسمان‌ها پرم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کشد</w:t>
      </w:r>
      <w:r>
        <w:rPr>
          <w:rtl/>
          <w:lang w:bidi="fa-IR"/>
        </w:rPr>
        <w:t>. ما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عالم بالا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آن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نزد خدا مقام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دارد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کجا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شرافت آنجا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رسد،</w:t>
      </w:r>
      <w:r>
        <w:rPr>
          <w:rtl/>
          <w:lang w:bidi="fa-IR"/>
        </w:rPr>
        <w:t xml:space="preserve"> بازگشت ما به آن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معنا، همانند بازگشت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خدا در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آسمان‌ها و در عرش خود، مکان‌ها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مقدّس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قرار داده است.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روح ما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مکان‌ها پرواز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اوج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رد،</w:t>
      </w:r>
      <w:r>
        <w:rPr>
          <w:rtl/>
          <w:lang w:bidi="fa-IR"/>
        </w:rPr>
        <w:t xml:space="preserve"> همانند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رفته‌ا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همان‌گونه که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  <w:r>
        <w:rPr>
          <w:rtl/>
          <w:lang w:bidi="fa-IR"/>
        </w:rPr>
        <w:t xml:space="preserve"> شب معراج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آسمان‌ها رفت.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خوبم!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قرآن در چه 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نازل شده است؟ اگر به قرآن مراجعه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در مورد بلاها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به انسان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سخن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: </w:t>
      </w:r>
    </w:p>
    <w:p w:rsidR="004E7874" w:rsidRDefault="004E7874" w:rsidP="00E86CD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من</w:t>
      </w:r>
      <w:r>
        <w:rPr>
          <w:rtl/>
          <w:lang w:bidi="fa-IR"/>
        </w:rPr>
        <w:t xml:space="preserve"> شما را با سخت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بلاها امتحان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. بندگان خوب من کسان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هستند که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آن‌ها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 xml:space="preserve"> (فرزند، همسر و... آن‌ها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روند</w:t>
      </w:r>
      <w:r>
        <w:rPr>
          <w:rtl/>
          <w:lang w:bidi="fa-IR"/>
        </w:rPr>
        <w:t>)،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: </w:t>
      </w:r>
      <w:r w:rsidRPr="00E86CD4">
        <w:rPr>
          <w:rStyle w:val="libAlaemChar"/>
          <w:rtl/>
        </w:rPr>
        <w:t>(</w:t>
      </w:r>
      <w:r w:rsidRPr="00E86CD4">
        <w:rPr>
          <w:rStyle w:val="libAieChar"/>
          <w:rtl/>
        </w:rPr>
        <w:t>و إِنَّـآ إِلَ</w:t>
      </w:r>
      <w:r w:rsidRPr="00E86CD4">
        <w:rPr>
          <w:rStyle w:val="libAieChar"/>
          <w:rFonts w:hint="cs"/>
          <w:rtl/>
        </w:rPr>
        <w:t>یْ</w:t>
      </w:r>
      <w:r w:rsidRPr="00E86CD4">
        <w:rPr>
          <w:rStyle w:val="libAieChar"/>
          <w:rFonts w:hint="eastAsia"/>
          <w:rtl/>
        </w:rPr>
        <w:t>هِ</w:t>
      </w:r>
      <w:r w:rsidRPr="00E86CD4">
        <w:rPr>
          <w:rStyle w:val="libAieChar"/>
          <w:rtl/>
        </w:rPr>
        <w:t xml:space="preserve"> رَ</w:t>
      </w:r>
      <w:r w:rsidR="00E86CD4">
        <w:rPr>
          <w:rStyle w:val="libAieChar"/>
          <w:rFonts w:hint="cs"/>
          <w:rtl/>
        </w:rPr>
        <w:t>ا</w:t>
      </w:r>
      <w:r w:rsidRPr="00E86CD4">
        <w:rPr>
          <w:rStyle w:val="libAieChar"/>
          <w:rtl/>
        </w:rPr>
        <w:t>جِعُونَ</w:t>
      </w:r>
      <w:r w:rsidRPr="00E86CD4">
        <w:rPr>
          <w:rStyle w:val="libAlaemChar"/>
          <w:rtl/>
        </w:rPr>
        <w:t>)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جمله، جمله‌ا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خدا دوست دارد ما در موقع مص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بت‌ها</w:t>
      </w:r>
      <w:r>
        <w:rPr>
          <w:rtl/>
          <w:lang w:bidi="fa-IR"/>
        </w:rPr>
        <w:t xml:space="preserve"> به زبان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E7874" w:rsidRDefault="004E7874" w:rsidP="00E86CD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ما به او علاقه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از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قلب 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شکند،</w:t>
      </w:r>
      <w:r>
        <w:rPr>
          <w:rtl/>
          <w:lang w:bidi="fa-IR"/>
        </w:rPr>
        <w:t xml:space="preserve"> تحمّل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داغ بر ما سخت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در آن لحظه است که ما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را بر زبان جار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</w:t>
      </w:r>
      <w:r w:rsidR="00E86CD4" w:rsidRPr="00E86CD4">
        <w:rPr>
          <w:rStyle w:val="libAlaemChar"/>
          <w:rFonts w:hint="cs"/>
          <w:rtl/>
        </w:rPr>
        <w:t>(</w:t>
      </w:r>
      <w:r w:rsidRPr="00E86CD4">
        <w:rPr>
          <w:rStyle w:val="libAlaemChar"/>
          <w:rtl/>
        </w:rPr>
        <w:t xml:space="preserve"> </w:t>
      </w:r>
      <w:r w:rsidRPr="00E86CD4">
        <w:rPr>
          <w:rStyle w:val="libAieChar"/>
          <w:rtl/>
        </w:rPr>
        <w:t xml:space="preserve">انا للّه </w:t>
      </w:r>
      <w:r w:rsidR="00E86CD4" w:rsidRPr="00E86CD4">
        <w:rPr>
          <w:rStyle w:val="libAieChar"/>
          <w:rtl/>
        </w:rPr>
        <w:t>و إِنَّـآ إِلَ</w:t>
      </w:r>
      <w:r w:rsidR="00E86CD4" w:rsidRPr="00E86CD4">
        <w:rPr>
          <w:rStyle w:val="libAieChar"/>
          <w:rFonts w:hint="cs"/>
          <w:rtl/>
        </w:rPr>
        <w:t>یْ</w:t>
      </w:r>
      <w:r w:rsidR="00E86CD4" w:rsidRPr="00E86CD4">
        <w:rPr>
          <w:rStyle w:val="libAieChar"/>
          <w:rFonts w:hint="eastAsia"/>
          <w:rtl/>
        </w:rPr>
        <w:t>هِ</w:t>
      </w:r>
      <w:r w:rsidR="00E86CD4" w:rsidRPr="00E86CD4">
        <w:rPr>
          <w:rStyle w:val="libAieChar"/>
          <w:rtl/>
        </w:rPr>
        <w:t xml:space="preserve"> رَ</w:t>
      </w:r>
      <w:r w:rsidR="00E86CD4">
        <w:rPr>
          <w:rStyle w:val="libAieChar"/>
          <w:rFonts w:hint="cs"/>
          <w:rtl/>
        </w:rPr>
        <w:t>ا</w:t>
      </w:r>
      <w:r w:rsidR="00E86CD4" w:rsidRPr="00E86CD4">
        <w:rPr>
          <w:rStyle w:val="libAieChar"/>
          <w:rtl/>
        </w:rPr>
        <w:t>جِعُونَ</w:t>
      </w:r>
      <w:r w:rsidR="00E86CD4" w:rsidRPr="00E86CD4">
        <w:rPr>
          <w:rStyle w:val="libAlaemChar"/>
          <w:rtl/>
        </w:rPr>
        <w:t>)</w:t>
      </w:r>
      <w:r w:rsidR="00E86CD4"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ما</w:t>
      </w:r>
      <w:r>
        <w:rPr>
          <w:rtl/>
          <w:lang w:bidi="fa-IR"/>
        </w:rPr>
        <w:t xml:space="preserve"> همه از آنِ خدا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از خودِ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به ما داده است، مرگ ما هم به دست اوست، او هر وقت که بخواهد روح ما را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اوج آسمان‌ها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برد</w:t>
      </w:r>
      <w:r>
        <w:rPr>
          <w:rtl/>
          <w:lang w:bidi="fa-IR"/>
        </w:rPr>
        <w:t>. ما با مرگ تولّد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دوباره م</w:t>
      </w:r>
      <w:r>
        <w:rPr>
          <w:rFonts w:hint="cs"/>
          <w:rtl/>
          <w:lang w:bidi="fa-IR"/>
        </w:rPr>
        <w:t>ی‌ی</w:t>
      </w:r>
      <w:r>
        <w:rPr>
          <w:rFonts w:hint="eastAsia"/>
          <w:rtl/>
          <w:lang w:bidi="fa-IR"/>
        </w:rPr>
        <w:t>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از زندان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آزاد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ما به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</w:t>
      </w:r>
      <w:r>
        <w:rPr>
          <w:rFonts w:hint="eastAsia"/>
          <w:rtl/>
          <w:lang w:bidi="fa-IR"/>
        </w:rPr>
        <w:t>ربان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پر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اوج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E7874" w:rsidRDefault="00E86CD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E86CD4">
      <w:pPr>
        <w:pStyle w:val="Heading1"/>
        <w:rPr>
          <w:rtl/>
          <w:lang w:bidi="fa-IR"/>
        </w:rPr>
      </w:pPr>
      <w:bookmarkStart w:id="41" w:name="_Toc534545380"/>
      <w:r>
        <w:rPr>
          <w:rFonts w:hint="eastAsia"/>
          <w:rtl/>
          <w:lang w:bidi="fa-IR"/>
        </w:rPr>
        <w:t>ستون‌ها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چهارگانه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bookmarkEnd w:id="41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وقت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ادم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بار اوّل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خانه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دم،</w:t>
      </w:r>
      <w:r>
        <w:rPr>
          <w:rtl/>
          <w:lang w:bidi="fa-IR"/>
        </w:rPr>
        <w:t xml:space="preserve"> محو تماشا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کعبه بودم، تجربه‌ا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ناب که تا آن لحظه هرگز آن را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بودم. خانه‌ا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ساده امّا در اوج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! خانه‌ا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چهارگوش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دور آن طواف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مهمان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تماشا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به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چرا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خانه چهارگوش است؟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چون کعبه فرشتگان هم چهارگوش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کعبه فرشتگان کجاست؟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«ب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تُ</w:t>
      </w:r>
      <w:r>
        <w:rPr>
          <w:rtl/>
          <w:lang w:bidi="fa-IR"/>
        </w:rPr>
        <w:t xml:space="preserve"> المَعمُور».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تُ</w:t>
      </w:r>
      <w:r>
        <w:rPr>
          <w:rtl/>
          <w:lang w:bidi="fa-IR"/>
        </w:rPr>
        <w:t xml:space="preserve"> المَعمُور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کجاست؟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همان‌طور که ما کعبه را به عنوان خانه خدا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گرد آن طواف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خداوند بالا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کعبه، در آسمان چهارم، خانه‌ا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ساخته تا فرشتگان گرد آن طواف کنند.</w:t>
      </w:r>
      <w:r w:rsidRPr="002B1916">
        <w:rPr>
          <w:rStyle w:val="libFootnotenumChar"/>
          <w:rtl/>
        </w:rPr>
        <w:t>89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باز </w:t>
      </w:r>
      <w:r w:rsidR="000F07D6">
        <w:rPr>
          <w:rtl/>
          <w:lang w:bidi="fa-IR"/>
        </w:rPr>
        <w:t>سوال</w:t>
      </w:r>
      <w:r w:rsidR="002B1916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من بی</w:t>
      </w:r>
      <w:r>
        <w:rPr>
          <w:rtl/>
          <w:lang w:bidi="fa-IR"/>
        </w:rPr>
        <w:t xml:space="preserve"> پاسخ ماند، چرا کعبه چهارگوش است؟ چرا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المعمور چهار گوش است؟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چون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خداشناس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چهار ستون دارد، کعبه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المعمور هم نماد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هر دو آن‌ها، چهار رکن و چهار گوشه دارند.</w:t>
      </w:r>
      <w:r w:rsidRPr="002B1916">
        <w:rPr>
          <w:rStyle w:val="libFootnotenumChar"/>
          <w:rtl/>
        </w:rPr>
        <w:t>90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خوب.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شد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حالا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بگو که ستون‌ها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چهارگانه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سبحان اللّه و الحمد للّه و لا إله إلاّ اللّه و اللّه أکبر.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همان «تسب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حات</w:t>
      </w:r>
      <w:r>
        <w:rPr>
          <w:rtl/>
          <w:lang w:bidi="fa-IR"/>
        </w:rPr>
        <w:t xml:space="preserve"> اربعه» است که در رکعت سوم و چهارم نماز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تسب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حات</w:t>
      </w:r>
      <w:r>
        <w:rPr>
          <w:rtl/>
          <w:lang w:bidi="fa-IR"/>
        </w:rPr>
        <w:t xml:space="preserve"> چهارگانه.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با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آشنا شو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چهار شعار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است که هر روز 21 بار تکرار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آماده باش تا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چهار شعار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کمتر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 خودت استاد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شعار</w:t>
      </w:r>
      <w:r>
        <w:rPr>
          <w:rtl/>
          <w:lang w:bidi="fa-IR"/>
        </w:rPr>
        <w:t xml:space="preserve"> اوّل: سبحان اللّه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سبحان</w:t>
      </w:r>
      <w:r>
        <w:rPr>
          <w:rtl/>
          <w:lang w:bidi="fa-IR"/>
        </w:rPr>
        <w:t xml:space="preserve"> اللّه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معنا کن!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پاک</w:t>
      </w:r>
      <w:r>
        <w:rPr>
          <w:rtl/>
          <w:lang w:bidi="fa-IR"/>
        </w:rPr>
        <w:t xml:space="preserve"> و منزّه است خدا.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ادت</w:t>
      </w:r>
      <w:r>
        <w:rPr>
          <w:rtl/>
          <w:lang w:bidi="fa-IR"/>
        </w:rPr>
        <w:t xml:space="preserve"> باشد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گفتم که خدا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کتاست</w:t>
      </w:r>
      <w:r>
        <w:rPr>
          <w:rtl/>
          <w:lang w:bidi="fa-IR"/>
        </w:rPr>
        <w:t xml:space="preserve"> 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همتا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ندارد، او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چ‌کدام</w:t>
      </w:r>
      <w:r>
        <w:rPr>
          <w:rtl/>
          <w:lang w:bidi="fa-IR"/>
        </w:rPr>
        <w:t xml:space="preserve"> از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صفات مخلوقات خود را ندارد. ما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را به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همه صفات و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در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مخلوقات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او 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 به خدا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اوّل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کار را بکن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عمق وجودت اعتراف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بالاتر و والاتر از هر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به ذهن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اگر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جسم فرض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اگر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مکان و زمان فرض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است که تو در ذهن خود ساخته‌ا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گانه،</w:t>
      </w:r>
      <w:r>
        <w:rPr>
          <w:rtl/>
          <w:lang w:bidi="fa-IR"/>
        </w:rPr>
        <w:t xml:space="preserve"> زمان و مکان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او بالاتر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به زمان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مکان توص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شود.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تو در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نقص حساب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و خدا هم از هر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و نقص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پاک و منزّه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خدا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و شنوا است.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متوجّه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شنوا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خدا هرگز مثل شنوا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انسان‌ها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. خدا گوش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چشم ندارد، خدا بدون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عضو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داشته باشد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ند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شنود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تو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خدا تواناست.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خدا مثل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هر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در او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قبلاً نداشته است، او قبلاً ناتوان بوده است و بعداً توانا شده است،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که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او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رود،</w:t>
      </w:r>
      <w:r>
        <w:rPr>
          <w:rtl/>
          <w:lang w:bidi="fa-IR"/>
        </w:rPr>
        <w:t xml:space="preserve"> امّا توانا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خدا ه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است، خدا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توانا بوده و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توانا خواهد بود.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به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ظلم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جاهل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ناتوان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هرگز از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رود</w:t>
      </w:r>
      <w:r>
        <w:rPr>
          <w:rtl/>
          <w:lang w:bidi="fa-IR"/>
        </w:rPr>
        <w:t>...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همه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جملات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کلمه «سبحان اللّه» گنجانده شده است. تو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«سبحان اللّه»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هزار جمله است. تو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خود را از همه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ب‌ها</w:t>
      </w:r>
      <w:r>
        <w:rPr>
          <w:rtl/>
          <w:lang w:bidi="fa-IR"/>
        </w:rPr>
        <w:t xml:space="preserve"> و نقص‌ها دور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  <w:r w:rsidRPr="002B1916">
        <w:rPr>
          <w:rStyle w:val="libFootnotenumChar"/>
          <w:rtl/>
        </w:rPr>
        <w:t>91</w:t>
      </w:r>
    </w:p>
    <w:p w:rsidR="002B1916" w:rsidRDefault="002B1916" w:rsidP="002B1916">
      <w:pPr>
        <w:pStyle w:val="Heading1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2B1916">
      <w:pPr>
        <w:pStyle w:val="Heading1"/>
        <w:rPr>
          <w:rtl/>
          <w:lang w:bidi="fa-IR"/>
        </w:rPr>
      </w:pPr>
      <w:bookmarkStart w:id="42" w:name="_Toc534545381"/>
      <w:r>
        <w:rPr>
          <w:rFonts w:hint="eastAsia"/>
          <w:rtl/>
          <w:lang w:bidi="fa-IR"/>
        </w:rPr>
        <w:t>شعار</w:t>
      </w:r>
      <w:r>
        <w:rPr>
          <w:rtl/>
          <w:lang w:bidi="fa-IR"/>
        </w:rPr>
        <w:t xml:space="preserve"> دوم: الحمد للّه</w:t>
      </w:r>
      <w:bookmarkEnd w:id="42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نگاه</w:t>
      </w:r>
      <w:r>
        <w:rPr>
          <w:rtl/>
          <w:lang w:bidi="fa-IR"/>
        </w:rPr>
        <w:t xml:space="preserve"> کن! در همه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چقدر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تو خدا را سرچشمه همه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و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بدان هر کس که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دارد، آن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را از خودش ندارد، بلکه خدا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را به او داده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مهربان است، بخشنده است.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باست</w:t>
      </w:r>
      <w:r>
        <w:rPr>
          <w:rtl/>
          <w:lang w:bidi="fa-IR"/>
        </w:rPr>
        <w:t>. گناهان بندگان خود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بخشد،</w:t>
      </w:r>
      <w:r>
        <w:rPr>
          <w:rtl/>
          <w:lang w:bidi="fa-IR"/>
        </w:rPr>
        <w:t xml:space="preserve"> اوست که به بندگان خود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دهد،</w:t>
      </w:r>
      <w:r>
        <w:rPr>
          <w:rtl/>
          <w:lang w:bidi="fa-IR"/>
        </w:rPr>
        <w:t xml:space="preserve"> اوست که هرگز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ناام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پناه آورد، او را پناه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>. او دل بندگان خود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شکند</w:t>
      </w:r>
      <w:r>
        <w:rPr>
          <w:rtl/>
          <w:lang w:bidi="fa-IR"/>
        </w:rPr>
        <w:t>. او کس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توبه گنهکاران را قبول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>....</w:t>
      </w:r>
    </w:p>
    <w:p w:rsidR="004E7874" w:rsidRDefault="004E7874" w:rsidP="002B1916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طور بگو، هر چه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ذهن تو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درباره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خوبت بگو.</w:t>
      </w:r>
      <w:r w:rsidR="002B1916">
        <w:rPr>
          <w:rFonts w:hint="eastAsia"/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تو با گفتن «الحمد للّه»، دو نکته مهم را به زبان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اوّل</w:t>
      </w:r>
      <w:r>
        <w:rPr>
          <w:rtl/>
          <w:lang w:bidi="fa-IR"/>
        </w:rPr>
        <w:t>: خدا همه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را دارد، او مهربان، بخشنده،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tl/>
          <w:lang w:bidi="fa-IR"/>
        </w:rPr>
        <w:t xml:space="preserve"> و...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دوم</w:t>
      </w:r>
      <w:r>
        <w:rPr>
          <w:rtl/>
          <w:lang w:bidi="fa-IR"/>
        </w:rPr>
        <w:t>: هر چه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از آنِ خداست.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دلم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در مورد نکته دوم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لحظه‌ا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مادر خود را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کن. مادر چقدر به تو محبّت دارد،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کودک بود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آغوش مهر و محبّت او آرام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گرفت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اکنون هم که بزرگ شده‌ا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محبّت مادر است که آرامش دل توست.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روزگار بر من سخت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مادر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دانم</w:t>
      </w:r>
      <w:r>
        <w:rPr>
          <w:rtl/>
          <w:lang w:bidi="fa-IR"/>
        </w:rPr>
        <w:t xml:space="preserve"> خدا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محبّت مادر چه قرار داده 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مرد را آرام کند،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محبّت مادر را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در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محبّت مادر خود قرار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بزن: «الحمد للّه».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خداست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محبّت را در قلب مادر قرار داده است،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محبّت را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کارِ خداست. اگر خدا قلب مادر را مهربان خلق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کرد،</w:t>
      </w:r>
      <w:r>
        <w:rPr>
          <w:rtl/>
          <w:lang w:bidi="fa-IR"/>
        </w:rPr>
        <w:t xml:space="preserve"> هرگز مادر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توانست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ن‌گونه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وانه‌وار</w:t>
      </w:r>
      <w:r>
        <w:rPr>
          <w:rtl/>
          <w:lang w:bidi="fa-IR"/>
        </w:rPr>
        <w:t xml:space="preserve"> فرزندش را دوست داشته باشد.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از محبّت مادر برا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گفتم، اکنون جستجو کن،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هر چه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بدان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خداست که آن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و خوب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همه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از آنِ خداست.</w:t>
      </w:r>
    </w:p>
    <w:p w:rsidR="00535C47" w:rsidRDefault="00535C47" w:rsidP="004E7874">
      <w:pPr>
        <w:pStyle w:val="libNormal"/>
        <w:rPr>
          <w:rFonts w:hint="cs"/>
          <w:rtl/>
          <w:lang w:bidi="fa-IR"/>
        </w:rPr>
      </w:pPr>
    </w:p>
    <w:p w:rsidR="004E7874" w:rsidRDefault="004E7874" w:rsidP="00535C47">
      <w:pPr>
        <w:pStyle w:val="Heading1"/>
        <w:rPr>
          <w:rtl/>
          <w:lang w:bidi="fa-IR"/>
        </w:rPr>
      </w:pPr>
      <w:bookmarkStart w:id="43" w:name="_Toc534545382"/>
      <w:r>
        <w:rPr>
          <w:rFonts w:hint="eastAsia"/>
          <w:rtl/>
          <w:lang w:bidi="fa-IR"/>
        </w:rPr>
        <w:t>شعار</w:t>
      </w:r>
      <w:r>
        <w:rPr>
          <w:rtl/>
          <w:lang w:bidi="fa-IR"/>
        </w:rPr>
        <w:t xml:space="preserve"> سوم: لا إله إلاّ اللّه</w:t>
      </w:r>
      <w:bookmarkEnd w:id="43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روزگار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تو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هر لحظه بت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خواهد</w:t>
      </w:r>
      <w:r>
        <w:rPr>
          <w:rtl/>
          <w:lang w:bidi="fa-IR"/>
        </w:rPr>
        <w:t xml:space="preserve"> دل تو را از آنِ خود کند، تا چشم به هم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دل تو 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بت شد! 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خانه، شهرت، ثروت و...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لحظه‌ا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غفلت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دل تو به غارت رفته است. دل تو حرم خداست،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 آن،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خدا را جا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بده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نبا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فضا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دل را آن‌طور پر کند که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جا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محبّت خدا 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نماند.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همه بت‌ها را از وجود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کن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تو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فقط خدا را بپرست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: لا إله إلاّ اللّه،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همه بت‌ها را از دل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کنم،</w:t>
      </w:r>
      <w:r>
        <w:rPr>
          <w:rtl/>
          <w:lang w:bidi="fa-IR"/>
        </w:rPr>
        <w:t xml:space="preserve"> من فقط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پرستم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</w:t>
      </w:r>
      <w:r>
        <w:rPr>
          <w:rtl/>
          <w:lang w:bidi="fa-IR"/>
        </w:rPr>
        <w:t xml:space="preserve"> داشتن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 به دنبال ثروت رفتن بد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امّا اگر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ا،</w:t>
      </w:r>
      <w:r>
        <w:rPr>
          <w:rtl/>
          <w:lang w:bidi="fa-IR"/>
        </w:rPr>
        <w:t xml:space="preserve"> بُتِ تو شود،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بد است. اگر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بت تو نباشد،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اشکال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که در جستجو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باش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وظ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هر مو</w:t>
      </w:r>
      <w:r>
        <w:rPr>
          <w:rFonts w:cs="Times New Roman" w:hint="cs"/>
          <w:rtl/>
          <w:lang w:bidi="fa-IR"/>
        </w:rPr>
        <w:t>ٔ</w:t>
      </w:r>
      <w:r>
        <w:rPr>
          <w:rtl/>
          <w:lang w:bidi="fa-IR"/>
        </w:rPr>
        <w:t>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ثروت 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را به اندازه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خود داشته باشد. دوست داشتن همسر که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ست،</w:t>
      </w:r>
      <w:r>
        <w:rPr>
          <w:rtl/>
          <w:lang w:bidi="fa-IR"/>
        </w:rPr>
        <w:t xml:space="preserve"> مگر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دون</w:t>
      </w:r>
      <w:r>
        <w:rPr>
          <w:rtl/>
          <w:lang w:bidi="fa-IR"/>
        </w:rPr>
        <w:t xml:space="preserve"> عشق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سخن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گاه همسر انسان، بت انسان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آن دور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 تو!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تو</w:t>
      </w:r>
      <w:r>
        <w:rPr>
          <w:rtl/>
          <w:lang w:bidi="fa-IR"/>
        </w:rPr>
        <w:t xml:space="preserve"> با تمام وجود،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برم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لا إله إلاّ اللّه،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جز اللّه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تو همه بت‌ها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با دست خود ساخته‌ا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فقط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گانه</w:t>
      </w:r>
      <w:r>
        <w:rPr>
          <w:rtl/>
          <w:lang w:bidi="fa-IR"/>
        </w:rPr>
        <w:t xml:space="preserve">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همان که نامش «اللّه» است، همان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را که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 xml:space="preserve"> با چشم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خدا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که همه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از آنِ اوست.</w:t>
      </w:r>
      <w:r>
        <w:rPr>
          <w:rtl/>
          <w:lang w:bidi="fa-IR"/>
        </w:rPr>
        <w:cr/>
      </w:r>
      <w:r w:rsidR="00535C47">
        <w:rPr>
          <w:rtl/>
          <w:lang w:bidi="fa-IR"/>
        </w:rPr>
        <w:br w:type="page"/>
      </w:r>
    </w:p>
    <w:p w:rsidR="004E7874" w:rsidRDefault="004E7874" w:rsidP="00535C47">
      <w:pPr>
        <w:pStyle w:val="Heading1"/>
        <w:rPr>
          <w:rtl/>
          <w:lang w:bidi="fa-IR"/>
        </w:rPr>
      </w:pPr>
      <w:bookmarkStart w:id="44" w:name="_Toc534545383"/>
      <w:r>
        <w:rPr>
          <w:rFonts w:hint="eastAsia"/>
          <w:rtl/>
          <w:lang w:bidi="fa-IR"/>
        </w:rPr>
        <w:t>شعار</w:t>
      </w:r>
      <w:r>
        <w:rPr>
          <w:rtl/>
          <w:lang w:bidi="fa-IR"/>
        </w:rPr>
        <w:t xml:space="preserve"> چهارم: اللّه أکبر</w:t>
      </w:r>
      <w:bookmarkEnd w:id="44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بزرگ‌تر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در نماز خود بارها و بارها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ذکر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خوب است بدانم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بزرگ‌تر از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خود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ترجمه‌ا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عمر شن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ده‌ام،</w:t>
      </w:r>
      <w:r>
        <w:rPr>
          <w:rtl/>
          <w:lang w:bidi="fa-IR"/>
        </w:rPr>
        <w:t xml:space="preserve"> امّا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ترجمه درست است؟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خدا</w:t>
      </w:r>
      <w:r>
        <w:rPr>
          <w:rtl/>
          <w:lang w:bidi="fa-IR"/>
        </w:rPr>
        <w:t xml:space="preserve"> بزرگ‌تر از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است،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چه؟ هر چه در جهان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همه،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هستند. خدا همه آن‌ها را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پس</w:t>
      </w:r>
      <w:r>
        <w:rPr>
          <w:rtl/>
          <w:lang w:bidi="fa-IR"/>
        </w:rPr>
        <w:t xml:space="preserve">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«اللّه اکبر»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شود</w:t>
      </w:r>
      <w:r>
        <w:rPr>
          <w:rtl/>
          <w:lang w:bidi="fa-IR"/>
        </w:rPr>
        <w:t>: «خدا بزرگ‌تر از همه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ده‌ها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باشد»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خوب،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ن‌که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واضح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معلوم است که خالق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از مخلوق بزرگ‌تر است. روشن است که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از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شده بزرگ‌تر باشد!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مثال بزنم: انسان کامپ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وتر</w:t>
      </w:r>
      <w:r>
        <w:rPr>
          <w:rtl/>
          <w:lang w:bidi="fa-IR"/>
        </w:rPr>
        <w:t xml:space="preserve"> را اختراع کرده و آن را ساخته است.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واضح است که کامپ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وتر</w:t>
      </w:r>
      <w:r>
        <w:rPr>
          <w:rtl/>
          <w:lang w:bidi="fa-IR"/>
        </w:rPr>
        <w:t xml:space="preserve"> هر چقدر هم بزرگ باشد، به عظمت و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انسان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رسد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</w:t>
      </w:r>
      <w:r w:rsidR="000F07D6">
        <w:rPr>
          <w:rtl/>
          <w:lang w:bidi="fa-IR"/>
        </w:rPr>
        <w:t>سوال</w:t>
      </w:r>
      <w:r w:rsidR="00535C47">
        <w:rPr>
          <w:rFonts w:hint="cs"/>
          <w:rtl/>
          <w:lang w:bidi="fa-IR"/>
        </w:rPr>
        <w:t xml:space="preserve"> </w:t>
      </w:r>
      <w:r>
        <w:rPr>
          <w:rFonts w:hint="cs"/>
          <w:rtl/>
          <w:lang w:bidi="fa-IR"/>
        </w:rPr>
        <w:t>از شما دارم: وقتی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برج 100 طبقه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درست است که ارتفاع آن برج از مهندس و معمار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آن را ساخته‌اند بزرگ‌تر است، امّا باز هم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شک ندارد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برج با آن همه عظمتش، در مقابل عظمت سازنده آن ذرّه‌ا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عظمت</w:t>
      </w:r>
      <w:r>
        <w:rPr>
          <w:rtl/>
          <w:lang w:bidi="fa-IR"/>
        </w:rPr>
        <w:t xml:space="preserve"> خالق و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ننده</w:t>
      </w:r>
      <w:r>
        <w:rPr>
          <w:rtl/>
          <w:lang w:bidi="fa-IR"/>
        </w:rPr>
        <w:t xml:space="preserve"> از مخلوق خود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قانون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همه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دانند،</w:t>
      </w:r>
      <w:r>
        <w:rPr>
          <w:rtl/>
          <w:lang w:bidi="fa-IR"/>
        </w:rPr>
        <w:t xml:space="preserve">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واضح است و روشن!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چه من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قانون را ده‌ها بار در شبانه روز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چه</w:t>
      </w:r>
      <w:r>
        <w:rPr>
          <w:rtl/>
          <w:lang w:bidi="fa-IR"/>
        </w:rPr>
        <w:t xml:space="preserve"> 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«اللّه اکبر» است؟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جستجو کنم.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مطالعه کنم.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همراه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آ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تا به سخنان اهل‌ب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مراجعه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بار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به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سفر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 نزد 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اران</w:t>
      </w:r>
      <w:r>
        <w:rPr>
          <w:rtl/>
          <w:lang w:bidi="fa-IR"/>
        </w:rPr>
        <w:t xml:space="preserve"> آن حضرت به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آمده است. امام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و سپس از او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پرسد</w:t>
      </w:r>
      <w:r>
        <w:rPr>
          <w:rtl/>
          <w:lang w:bidi="fa-IR"/>
        </w:rPr>
        <w:t xml:space="preserve">: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«اللّه اکبر»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من!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جمله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است: «خدا از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بزرگ‌تر است».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اگر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 خدا را محدود فرض کرده‌ا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تو درست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پس منظور از «اللّه اکبر»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خدا بزرگ‌تر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به وصف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  <w:r w:rsidRPr="00535C47">
        <w:rPr>
          <w:rStyle w:val="libFootnotenumChar"/>
          <w:rtl/>
        </w:rPr>
        <w:t>92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سخن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شنوم،</w:t>
      </w:r>
      <w:r>
        <w:rPr>
          <w:rtl/>
          <w:lang w:bidi="fa-IR"/>
        </w:rPr>
        <w:t xml:space="preserve"> به فکر فرو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روم،</w:t>
      </w:r>
      <w:r>
        <w:rPr>
          <w:rtl/>
          <w:lang w:bidi="fa-IR"/>
        </w:rPr>
        <w:t xml:space="preserve"> خدا بزرگ‌تر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به وصف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 از همه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بزرگ‌تر است،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خدا را با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کرده‌ام،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 نامحدود است،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او قابل درک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درخت کاج از درخت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بزرگ‌تر است. من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درخت را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نم،</w:t>
      </w:r>
      <w:r>
        <w:rPr>
          <w:rtl/>
          <w:lang w:bidi="fa-IR"/>
        </w:rPr>
        <w:t xml:space="preserve"> اندازه آن‌ها را با هم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و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بزرگ‌تر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است، پس من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درخت کاج و درخت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را درک کنم،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</w:t>
      </w:r>
      <w:r>
        <w:rPr>
          <w:rtl/>
          <w:lang w:bidi="fa-IR"/>
        </w:rPr>
        <w:t xml:space="preserve"> و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 درخت را کاملاً احساس کنم و بعد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کدام بزرگ‌تر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حالا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«خدا از همه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بزرگ‌تر است»، 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بتوانم همه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درک کنم، همه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نم،</w:t>
      </w:r>
      <w:r>
        <w:rPr>
          <w:rtl/>
          <w:lang w:bidi="fa-IR"/>
        </w:rPr>
        <w:t xml:space="preserve"> امّا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خدا را هم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نم؟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بزرگ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احساس کنم؟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را در ذهن خود تصوّر کنم؟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را حس کنم و بب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نم،</w:t>
      </w:r>
      <w:r>
        <w:rPr>
          <w:rtl/>
          <w:lang w:bidi="fa-IR"/>
        </w:rPr>
        <w:t xml:space="preserve"> چگونه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خواهم</w:t>
      </w:r>
      <w:r>
        <w:rPr>
          <w:rtl/>
          <w:lang w:bidi="fa-IR"/>
        </w:rPr>
        <w:t xml:space="preserve"> بگو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خدا از همه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بزرگ‌تر است؟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«خدا از همه هست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بزرگ‌تر است»، در واقع با زبان 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زبان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من خدا را با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نموده‌ام و خدا را بزرگ‌تر از همه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افته‌ام</w:t>
      </w:r>
      <w:r>
        <w:rPr>
          <w:rtl/>
          <w:lang w:bidi="fa-IR"/>
        </w:rPr>
        <w:t xml:space="preserve">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امّا</w:t>
      </w:r>
      <w:r>
        <w:rPr>
          <w:rtl/>
          <w:lang w:bidi="fa-IR"/>
        </w:rPr>
        <w:t xml:space="preserve"> سخن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را با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مقا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</w:t>
      </w:r>
      <w:r>
        <w:rPr>
          <w:rtl/>
          <w:lang w:bidi="fa-IR"/>
        </w:rPr>
        <w:t xml:space="preserve"> کرد؟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راست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سخن امام‌صادق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چقدر دق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است. من اکنون اهم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ذکر را متوجّه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شوم،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فهمم</w:t>
      </w:r>
      <w:r>
        <w:rPr>
          <w:rtl/>
          <w:lang w:bidi="fa-IR"/>
        </w:rPr>
        <w:t xml:space="preserve"> که چه معنا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ذکر نهفته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ذکر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مانند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ذکر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.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بالاتر و والاتر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در فهم و درک من بگنجد.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خدا و چگونگ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 را درک کند.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هر</w:t>
      </w:r>
      <w:r>
        <w:rPr>
          <w:rtl/>
          <w:lang w:bidi="fa-IR"/>
        </w:rPr>
        <w:t xml:space="preserve"> چه از خدا در ذهن خودم تصوّر کنم،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بدانم که خدا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از آن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من فقط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با فکر کردن به آنچه خدا آفر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است، به عظمت او پ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ببرم،</w:t>
      </w:r>
      <w:r>
        <w:rPr>
          <w:rtl/>
          <w:lang w:bidi="fa-IR"/>
        </w:rPr>
        <w:t xml:space="preserve"> امّا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توانم</w:t>
      </w:r>
      <w:r>
        <w:rPr>
          <w:rtl/>
          <w:lang w:bidi="fa-IR"/>
        </w:rPr>
        <w:t xml:space="preserve">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او را بشناسم.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!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چ‌کس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خدا را وصف کند، چرا که ذهن بشر فقط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تواند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وصف کند که آن را با حواس خود درک کرده باشد، تو خود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که خدا را هرگز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با حواس بشر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درک کرد. خدا بالاتر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 که به وصف و درک درآ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>.</w:t>
      </w:r>
    </w:p>
    <w:p w:rsidR="004E7874" w:rsidRDefault="00535C47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535C47">
      <w:pPr>
        <w:pStyle w:val="Heading1"/>
        <w:rPr>
          <w:rtl/>
          <w:lang w:bidi="fa-IR"/>
        </w:rPr>
      </w:pPr>
      <w:bookmarkStart w:id="45" w:name="_Toc534545384"/>
      <w:r>
        <w:rPr>
          <w:rFonts w:hint="eastAsia"/>
          <w:rtl/>
          <w:lang w:bidi="fa-IR"/>
        </w:rPr>
        <w:t>منابع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bookmarkEnd w:id="45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 . الاحتجاج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أهل اللجاج ، أبو منصور أحمد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620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البهادر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ومحمّد 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به، طهران : دار الاُسوة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1413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 .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معرفة الرجال (رجال الکشّ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، أبو جعفر محمّد بن الحسن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460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1404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3 . الإرشاد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معرفة حجج اللّه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العباد ، أبو عبد اللّه محمّد بن محمّد بن النعمان العکبر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البغداد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(ت 413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قمّ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1413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 . الاستذکار لمذهب علماء الأمصار ، الحافظ أبو عمر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عبد اللّه بن محمّد بن عبد البرّ القرطب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368 ه ) ، القاهرة : 1971 م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5 . الأصف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القرآن، محمّد محسن الف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الکاشان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1091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مرکز الأبحاث والدراسات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قمّ: مکتب الإعلام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1376 ه.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6 . الاعتقادات وتصح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الاعتقادات ،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 (ت 381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عاصم عبد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قمّ : المؤتمر العالم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لألف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1413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7 . أعلام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صفات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نّ</w:t>
      </w:r>
      <w:r>
        <w:rPr>
          <w:rtl/>
          <w:lang w:bidi="fa-IR"/>
        </w:rPr>
        <w:t xml:space="preserve"> ، أبو محمّد الحسن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الحسن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711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>: ، قمّ : مؤسسّة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1414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8 . أع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، محسن بن عبد 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الشقرائ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1371 ه ) ، إعداد: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حسن الأم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دارالتعارف ، الطبعة الخامسة، 1403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9 . إقبال الأعمال،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طاووس، (ت 664 ه)،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جواد الق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الإصفهان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قمّ : مکتب الإعلام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10 . إکمال الکمال،عل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هبة اللّه العجل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الجُرباذقان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(ابن ماکولا) (ت 475 ه)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1411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11 . إکمال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أسماء الرجال، علاء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مغلطا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762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أبو عبد الرحمن وأبو محمّد عادل بن محمّد، مصر: الفاروق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ثة</w:t>
      </w:r>
      <w:r>
        <w:rPr>
          <w:rtl/>
          <w:lang w:bidi="fa-IR"/>
        </w:rPr>
        <w:t xml:space="preserve"> للطباعة والنشر،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1422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12 . الأمال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(غرر الفرائد ودرر القلائد) ، أبو القاسم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الموسو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426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أبو الفضل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الکتب العرب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13 . 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الصدوق ، أبو جعفر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 (ت 381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الأعلم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الخامسة ، 1400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14 . بحار الأنوار الجامعة لدرر أخبار الأئمّة الأطهار ، محمّد بن محمّد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المجلس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1110 ه ) ، طهران : دار الکتب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1386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15 . البحر المح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، محمّد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الغرناط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745 ه)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عادل أحمد عبد الموجود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1413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16 . بشارة المصطف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المرتض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جعفر محمّد بن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525 ه ) ، النجف الأشرف : المطبعة 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1383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17 . تاج العروس من جواهر القاموس ، محمّد بن محمّد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الزب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1205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1414 ه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18 .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دمشق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الحسن بن عساکر الدمشق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571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1415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19 . تحف العقول عن آل الرسول ، أبو محمّد الحسن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الحرّان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شُعبة (ت 381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الغفّار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1404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20 . تحفة الأحوذ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المبارکفور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1282 ه )،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1410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21 . تذکرة الحفّاظ ، محمّد بن أحمد الذهب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748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22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ابن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(تفس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) ، أبو الفداء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بن عمر بن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البصرو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الدمشق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774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عبد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، ومحمّد أحمد عاشور ، ومحمّد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البنّا ، القاهرة : دار الشعب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23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البغو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(معالم التنز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>) ، أبو محمّد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مسعود الفرّاء البغو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516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المعرفة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24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السلم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السلم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412 ه )،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1421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25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السمرقند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أبو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السمرقند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383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محمود مطرج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: دار الفکر.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26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أبو النضر محمّد بن مسعود السلم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السمرقند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320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هاشم الرسول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المحلاّت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المکتبة العلم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1380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27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(ت 329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ط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الموسو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الجزائر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قمّ : منشورات مکتبة الهد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الطبعة الثالثة، 1404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28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(الم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القرآن) ، محمّد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الطباطبائ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(1402 ه ) ، قمّ : طبع مؤسّسة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1394 ه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29 .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عبد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جمعة العروس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1112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هاشم الرسول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المحلاّت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الطبعة الرابعة، 1412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30 . التمه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الموطّأ من المعان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والأسان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عبد اللّه القرطب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(ابن عبد البرّ) (ت 463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العلو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ومحمّد عبد الکب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البکر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جدّة : مکتبة السواد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1387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31 . تنو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الحوالک شرح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موطّأ مالک، جلال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عبد الرحمن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بکر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911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محمّد عبد 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الخالد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1418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32 .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أبو جعفر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بابَوَ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 ( ت 381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هاشم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الطهران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1398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33 . ثواب الأعمال وعقاب الأعمال ، أبو جعفر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 (ت 381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الغفّار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مکتبة الصدوق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34 .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،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البروجرد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1383 ه ) ، قمّ : المطبعة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35 . الجواهر السن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القدس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محمّد بن الحسن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الحرّ العامل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1104 ه )، قمّ: مکتبة المف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36 . جواهر الکلام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شرح شرائع الإسلام ، محمّد حسن النجف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1266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37 . الحدائق الناضرة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أحکام العترة الطاهرة 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أحمد البحران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1186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وإشراف : محمّد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الإ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ّسة النشر الإسلامی</w:t>
      </w:r>
      <w:r>
        <w:rPr>
          <w:rtl/>
          <w:lang w:bidi="fa-IR"/>
        </w:rPr>
        <w:t xml:space="preserve"> التابعة لجماعة المدرّس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38 . الخصال ، أبو جعفر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بابَوَ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 ( ت 381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منشورات جماعة المدرّس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الحوزة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39 . الدعوات ، أبو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عبد اللّه الراوند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بقطب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الراوند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573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الإمام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(عج) ، قمّ : مؤسّسة الإمام المهد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(عج)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1407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40 . رجال ابن داوود ،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الحسن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داود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707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صادق آل بحر العلوم ، قمّ : منشورات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1392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41 . رجال البرق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أحمد بن محمّد البرق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274 ه ) ، طهران : دانشگاه طهران ، 1342 ش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42 . رجال العلاّمة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(خلاصة الأقوال) ،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(العلاّمة) (726 ه ) ، قمّ : منشورات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43 . رجال النجاش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(فهرس أسماء مصنّف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>) ، أبو العبّاس أحمد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450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الأضواء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1408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44 . روح المعان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 (تفس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الآلوس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، محمود بن عبد اللّه الآلوس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1270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45 . روضة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محمّد بن الحسن بن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الفتّال الن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سابور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508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الأعلم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الأعلم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1406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46 . سبل السلام ( شرح بلوغ المرام ) ، محمّد بن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الکحلان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( ت 1182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محمّد عبد 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الخول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القاهرة : مطبعة الباب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الرابعة ، 1379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47 . سنن ابن ماجة ، أبو عبداللّه محمّد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بن ماجة القزو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275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فو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د عبد الباقی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48 . سنن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 ، أبو داود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 أشعث السِّجِستان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275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اللحّام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1410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49 . سنن الترمذ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الجامع الصح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) ، أبو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بن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سورة الترمذ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279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عبد الرحمن محمّد عثمان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1403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50 . سنن الدارم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محمّد عبد اللّه بن عبد الرحمن الدارم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255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البغا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العلم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51 . السنن الکبر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بکر أحمد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458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52 . سنن النسائ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(بشرح الحافظ جلال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وحاش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الإمام السند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، أبو بکر عبد الرحمن أحمد بن 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النسائ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303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دارالمعرفة ، الطبعة الثالثة ، 1414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53 .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أعلام النبلاء ، أبو عبد اللّه محمّد بن أحمد الذهب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748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شُع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الأرنؤوط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الرسالة ، الطبعة العاشرة، 1414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54 . الشاف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الإمامة ، أبو القاسم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الموسو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436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عبد الزهراء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، طهران : مؤسّسة الإمام الصادق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1410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55 . الصاف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 (تفس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الصاف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، محمّد محسن بن شاه 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(الف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الکاشان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) (ت 1091 ه ) ، طهران : مکتبة الصدر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1415 ه.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56 .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ابن حبّان ،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بلبان الفارس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بلبان (ت 739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الأرنؤوط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الرسالة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1414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57 .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مسلم ، أبو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مسلم بن الحجّاج القش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سابور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261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، طبعة مصحّحة ومقابلة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عدّة مخطوطات ونسخ معتمدة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58 . عدّة الداع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ونجاة الساع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العبّاس أحمد بن محمّد بن فهد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الأسد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841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أحمد موحّد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مکتبة وجدان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59 . علل الشرائع ، أبو جعفر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بابَوَ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 ( ت 381 ه ) ،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محمّد صادق بحر العلوم ، 1385 ه ، النجف الأشرف : منشورات المکتبة الح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60 . عمدة القار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شرح البخار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محمّد بدر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أحمد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855 ه ) ، مصر : دار الطباعة المن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61 . عون المعبود (شرح سنن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داود) ، محمّد شمس الحقّ العظ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الآباد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1329ه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1415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62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أخبار الرضا ، أبو جعفر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بابَوَ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 ( ت 381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الأعلم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1404 ه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ّسة الأعلمی</w:t>
      </w:r>
      <w:r>
        <w:rPr>
          <w:rtl/>
          <w:lang w:bidi="fa-IR"/>
        </w:rPr>
        <w:t xml:space="preserve"> للمطبوعات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63 .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الحکم والمواعظ ، أبو الحسن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محمّد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الواسط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ق 6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الحسن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دار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1376 ش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64 . الغارات ، أبو إسحاق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 محمّد بن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المعروف بابن هلال الثقف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283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جلال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المحدّث الأرمو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أنجمن آثار ملّ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1395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65 .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المرام وحجّة الخصام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تع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الإمام ، هاشم بن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البحران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1107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عاشور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1422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66 . غرر الحکم ودرر الکلم ، عبد الواحد الآمد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550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جلال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محدّث الأرمو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جامعة طهران ، الطبعة الثالثة ، 1360 ه . ش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67 . فتح البار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شرح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البخار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الفضل أحمد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حجر العسقلان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852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عبد 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بن عبد اللّه بن باز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1379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68 . الفصول المهمّة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معرفة أحوال الأئمّة ،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محمّد بن أحمد المالک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المکّ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صبّاغ (ت 855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الأعلم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69 . فضائل الأشهر الثلاثة ، أبو جعفر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 (ت 381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غلام رضا عرفان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ان،</w:t>
      </w:r>
      <w:r>
        <w:rPr>
          <w:rtl/>
          <w:lang w:bidi="fa-IR"/>
        </w:rPr>
        <w:t xml:space="preserve"> قمّ : مطبعة الآداب،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1396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70 . فلاح السائل ، أبو القاسم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طاووس (ت 664 ه ) ، قمّ : مکتب الإعلام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71 . الفهرست ، محمّد بن الحسن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460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جواد الق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نشر الفقاهة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1417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72 .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شرح الجامع الصغ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محمّد عبد الرؤوف المناو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أحمد عبد السلام،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1415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73 . قاموس الرجال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رواة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ومحدّث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، محمّد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کاظم التستر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1320 ه )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1410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74 .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جعفر ثقة الإسلام محمّد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بن إسحاق الکل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329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دار الکتب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1389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75 . کتاب من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حضره</w:t>
      </w:r>
      <w:r>
        <w:rPr>
          <w:rtl/>
          <w:lang w:bidi="fa-IR"/>
        </w:rPr>
        <w:t xml:space="preserve"> الفق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، أبو جعفر محمّد بن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 (ت 381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الغفّار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76 . کشّاف القناع، منصور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ونس</w:t>
      </w:r>
      <w:r>
        <w:rPr>
          <w:rtl/>
          <w:lang w:bidi="fa-IR"/>
        </w:rPr>
        <w:t xml:space="preserve"> البهوت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1051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أبو عبد اللّه محمّد حسن محمّد حسن الشافع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1418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77 . کشف الغمّة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معرفة الأئمّة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الإربل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687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هاشم الرسول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المحلاّت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الکتاب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1401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78 . کنز الدقائق ، محمّد بن محمّد رضا المشهد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جماعة المدرّس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79 . کنز العمّال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سنن الأقوال والأفعال ، علاء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المتّق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حسام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الهند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975 ه ) ، ضبط وتفس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: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تصح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وفهرسة :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صفوة السقا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ّسة ا</w:t>
      </w:r>
      <w:r>
        <w:rPr>
          <w:rtl/>
          <w:lang w:bidi="fa-IR"/>
        </w:rPr>
        <w:t>لرسالة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1397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80 . لسان العرب ، أبو الفضل جمال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محمّد بن مکرم بن منظور المصر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711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صادر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1410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81 .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 ، أبو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الفضل بن الحسن الطبرس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548 ه .)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هاشم الرسول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المحلاّت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فضل اللّه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الطباطبائ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المعرفة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1408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82 .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القرآن ، أبو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الفضل بن الحسن الطبرس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548 ه .)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>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هاشم الرسول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المحلاّت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فضل اللّه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الطباطبائ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المعرفة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1408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83 . مجمع الزوائد ومنبع الفوائد ، نور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بکر اله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807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1408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84 . المجموع (شرح المهذّب) ، الإمام أبو زکر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شرف النوو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ت676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85 . المحاسن ، أبو جعفر أحمد بن محمّد بن خالد البرق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280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الرجائ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قمّ : المجمع العالم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لأهل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1413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86 . المدوّنة الکبر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من المدوّنة الکبر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للإمام مالک (ت 179 ه)،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87 . مستدرک الوسائل ومستنبط المسائل ،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رزا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النور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1320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قمّ : 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ّسة آل البی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1408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88 . المستدرک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أبو عبد اللّه محمّد بن عبد اللّه الحاکم الن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سابور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405 ه )،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القادر عطا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1411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89 . مسند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الموصل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أحمد بن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المثنّ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الموصل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307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إرشاد الحقّ الأثر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جدّة : دار القبلة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1408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90 . مسند أحمد ، أحمد بن محمّد بن حنبل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241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عبد اللّه محمّد الدرو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الفکر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1414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91 . مشکاة الأنوار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غرر الأخبار ، أبو الفضل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الطبرس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ق 7 ه ) ، طهران : دارالکتب الإسلام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1385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92 . مصباح المتهجّد ، أبو جعفر محمّد بن الحسن بن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الحسن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460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أصغر مروار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فقه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1411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93 . المصباح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الأدع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والصلوات والز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ارات</w:t>
      </w:r>
      <w:r>
        <w:rPr>
          <w:rtl/>
          <w:lang w:bidi="fa-IR"/>
        </w:rPr>
        <w:t xml:space="preserve"> ، 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الحسن العامل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الکفعم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900 ه )، تصح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>: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الأعلم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مؤسّسة الأعلم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للمطبوعات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1414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94 .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الأخبار ، أبو جعفر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بابَوَ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الصدوق ( ت 381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الغفّار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1379 ه ، قمّ : 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ّسة النشر الإسلامی</w:t>
      </w:r>
      <w:r>
        <w:rPr>
          <w:rtl/>
          <w:lang w:bidi="fa-IR"/>
        </w:rPr>
        <w:t xml:space="preserve"> التابعة لجماعة المدرّس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1361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95 . المعجم الأوسط ، أبو القاسم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 أحمد اللخم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الطبران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360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قسم التحق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بدار الحرم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1415 ه ، القاهرة : دار الحرم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للطباعة والنشر والتوز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96 . المعجم الکب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، أبو القاسم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 أحمد اللخم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الطبران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360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حمد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السلف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1404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97 . معجم رجال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، أبو القاسم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أکبر الخوئ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1413 ه ) ، قمّ : منشورات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العلم ، الطبعة الثالثة ، 1403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98 . المغن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أبو محمّد عبد اللّه بن أحمد بن محمّد بن قدامة ( ت 620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الکتاب العرب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99 . مکارم الأخلاق ، عبد اللّه بن محمّد القرش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(ابن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) (ت 281 ه)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الکتب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1409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100 . الملل والنحل ، أبو الفتح محمّد بن عبد الکر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الشهرستان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548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المعرفة ، 1406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101 . مناقب آل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(مناقب ابن شهر آشوب ) ، أبو جعفر 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شهر آشوب المازندران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588 ه ) ، قمّ : المطبعة العلم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102 . الموطّأ ، مالک بن أنس (ت 158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محمّد فؤاد عبد الباق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العرب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1406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103 . نصب الرا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عبد اللّه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الحنف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762 ه) ، القاهرة : دار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، 1415 ش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104 . نور البراه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،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نعمة اللّه الموسو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الجزائر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1112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الرجائ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النشر الإسلام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1417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105 . النها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والأثر ، أبو السعادات مبارک بن مبارک الجزر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المعروف بابن الأث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(ت 606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طاهر أحمد الزاو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قمّ : مؤسّسة إسماع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، الطبعة الرابعة ، 1367 ش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106 . نهج الإ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،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</w:t>
      </w:r>
      <w:r>
        <w:rPr>
          <w:rtl/>
          <w:lang w:bidi="fa-IR"/>
        </w:rPr>
        <w:t xml:space="preserve"> بن جبر (ق 7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الس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أحمد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مشهد : مجتمع الإمام الهاد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1418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107 .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الأوطار من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، العلاّمة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محمّد الشوکان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1255 ه ) 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: دار الج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، 1973 م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108 .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مسائل الشر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، محمّد بن الحسن الحرّ العامل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 ت 1104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مؤسّسة آل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، قمّ : 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ّسة آل البی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لإح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التراث ، الطبعة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، 1414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109 . الهدا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أبو عبد اللّه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حمدان الخص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334 ه )،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>: مؤسّسة البلاغ للطباعة والنشر، الطبعة الرابعة، 1411 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110 .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المودّة لذو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القرب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القندوز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(ت 1294 ه ) ،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جمال أشرف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طهران : دار الاُسوة ، الطبعة الاُول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1416 ه .</w:t>
      </w:r>
    </w:p>
    <w:p w:rsidR="004E7874" w:rsidRDefault="004E7874" w:rsidP="004E7874">
      <w:pPr>
        <w:pStyle w:val="libNormal"/>
        <w:rPr>
          <w:rtl/>
          <w:lang w:bidi="fa-IR"/>
        </w:rPr>
      </w:pP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سنده،</w:t>
      </w:r>
      <w:r>
        <w:rPr>
          <w:rtl/>
          <w:lang w:bidi="fa-IR"/>
        </w:rPr>
        <w:t xml:space="preserve"> کتب، ناشر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ارتباط</w:t>
      </w:r>
      <w:r>
        <w:rPr>
          <w:rtl/>
          <w:lang w:bidi="fa-IR"/>
        </w:rPr>
        <w:t xml:space="preserve"> با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دوستان</w:t>
      </w:r>
      <w:r>
        <w:rPr>
          <w:rtl/>
          <w:lang w:bidi="fa-IR"/>
        </w:rPr>
        <w:t xml:space="preserve"> خوبم! دوست دارم نظر شما را درباره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بدانم، نظر شما، سرما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امک</w:t>
      </w:r>
      <w:r>
        <w:rPr>
          <w:rtl/>
          <w:lang w:bidi="fa-IR"/>
        </w:rPr>
        <w:t xml:space="preserve"> خود را به سامانه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ام‌کوتاه</w:t>
      </w:r>
      <w:r>
        <w:rPr>
          <w:rtl/>
          <w:lang w:bidi="fa-IR"/>
        </w:rPr>
        <w:t xml:space="preserve"> من به شماره 30004569 بفرست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شما</w:t>
      </w:r>
      <w:r>
        <w:rPr>
          <w:rtl/>
          <w:lang w:bidi="fa-IR"/>
        </w:rPr>
        <w:t xml:space="preserve"> را دوست دارم و فقط به عشق شما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سامانه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ام‌کوتاه</w:t>
      </w:r>
      <w:r>
        <w:rPr>
          <w:rtl/>
          <w:lang w:bidi="fa-IR"/>
        </w:rPr>
        <w:t xml:space="preserve"> 30004569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  <w:r>
        <w:rPr>
          <w:lang w:bidi="fa-IR"/>
        </w:rPr>
        <w:t>www.hasbi.ir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lang w:bidi="fa-IR"/>
        </w:rPr>
        <w:t>khodamian@yahoo.com</w:t>
      </w:r>
    </w:p>
    <w:p w:rsidR="00535C47" w:rsidRDefault="00535C47" w:rsidP="004E7874">
      <w:pPr>
        <w:pStyle w:val="libNormal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535C47">
      <w:pPr>
        <w:pStyle w:val="Heading1"/>
        <w:rPr>
          <w:rtl/>
          <w:lang w:bidi="fa-IR"/>
        </w:rPr>
      </w:pPr>
      <w:bookmarkStart w:id="46" w:name="_Toc534545385"/>
      <w:r>
        <w:rPr>
          <w:rFonts w:hint="eastAsia"/>
          <w:rtl/>
          <w:lang w:bidi="fa-IR"/>
        </w:rPr>
        <w:t>درباره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bookmarkEnd w:id="46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</w:t>
      </w:r>
      <w:r>
        <w:rPr>
          <w:rtl/>
          <w:lang w:bidi="fa-IR"/>
        </w:rPr>
        <w:t xml:space="preserve"> مهد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خُدّام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آران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سال 1353 در شهرستان آران و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دگل</w:t>
      </w:r>
      <w:r>
        <w:rPr>
          <w:rtl/>
          <w:lang w:bidi="fa-IR"/>
        </w:rPr>
        <w:t xml:space="preserve"> اصفهان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به جهان گشود.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سال 1368 وارد حوزه 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کاشان شد و در سال 1372 در دانشگاه علامه طباطبائ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تهران در رشته ادب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عرب مشغول به تحص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در سال 1376 به شهر قمّ هجرت نمود و دروس حوزه را تا مقطع خارج فقه و اصول ادامه داد و مدرک سطح چهار حوزه علم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قم (دکترا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فقه و اصول) را أخذ نمود.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موفق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کسب مقام اوّل مسابقه جهان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 رضو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روت</w:t>
      </w:r>
      <w:r>
        <w:rPr>
          <w:rtl/>
          <w:lang w:bidi="fa-IR"/>
        </w:rPr>
        <w:t xml:space="preserve"> در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88/8/8 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خوشحال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هموطنانش گرد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بود که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توانست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مسابقات، مقام اوّل را کسب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بازساز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مجموعه هشت کتاب از کتب رجال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از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فعال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پژوهش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استاد است که فهارس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نام دارد،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ارزشمند در اوّل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دوره جا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زه</w:t>
      </w:r>
      <w:r>
        <w:rPr>
          <w:rtl/>
          <w:lang w:bidi="fa-IR"/>
        </w:rPr>
        <w:t xml:space="preserve"> شهاب، چهاردهم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دوره کتاب فصل 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ازدهم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حام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نسخ خطّ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رتبه برتر دست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افته</w:t>
      </w:r>
      <w:r>
        <w:rPr>
          <w:rtl/>
          <w:lang w:bidi="fa-IR"/>
        </w:rPr>
        <w:t xml:space="preserve"> است و در سال 1390 به ع</w:t>
      </w:r>
      <w:r>
        <w:rPr>
          <w:rFonts w:hint="eastAsia"/>
          <w:rtl/>
          <w:lang w:bidi="fa-IR"/>
        </w:rPr>
        <w:t>نوان</w:t>
      </w:r>
      <w:r>
        <w:rPr>
          <w:rtl/>
          <w:lang w:bidi="fa-IR"/>
        </w:rPr>
        <w:t xml:space="preserve"> اثر برگز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کتاب سال حوزه انتخاب شد.</w:t>
      </w:r>
    </w:p>
    <w:p w:rsidR="004E7874" w:rsidRDefault="004E7874" w:rsidP="00AC31E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دکتر</w:t>
      </w:r>
      <w:r>
        <w:rPr>
          <w:rtl/>
          <w:lang w:bidi="fa-IR"/>
        </w:rPr>
        <w:t xml:space="preserve"> خدّام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هرگز جوانان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مرز و بوم را فراموش نکرد و در کنار فعال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آنها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قلم زد. او تاکنون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50 کتاب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نوشته است که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آنها جوا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مهمّ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جشنواره‌ها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مختلف کسب نموده است. قلم روان،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جذاب و همراه بودن با مستندات تار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خ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مهمتر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آثار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آثار</w:t>
      </w:r>
      <w:r>
        <w:rPr>
          <w:rtl/>
          <w:lang w:bidi="fa-IR"/>
        </w:rPr>
        <w:t xml:space="preserve">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شان</w:t>
      </w:r>
      <w:r>
        <w:rPr>
          <w:rtl/>
          <w:lang w:bidi="fa-IR"/>
        </w:rPr>
        <w:t xml:space="preserve"> با عنوان «مجموعه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سبز» به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مکتب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پردازد</w:t>
      </w:r>
      <w:r>
        <w:rPr>
          <w:rtl/>
          <w:lang w:bidi="fa-IR"/>
        </w:rPr>
        <w:t xml:space="preserve"> و تلاش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</w:t>
      </w:r>
      <w:r>
        <w:rPr>
          <w:rtl/>
          <w:lang w:bidi="fa-IR"/>
        </w:rPr>
        <w:t xml:space="preserve"> تا جوانان را با آموزه‌ها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آشنا نما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با همّت انشارات وثوق به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</w:t>
      </w:r>
      <w:r>
        <w:rPr>
          <w:rtl/>
          <w:lang w:bidi="fa-IR"/>
        </w:rPr>
        <w:t xml:space="preserve"> طبع آراسته شده است.</w:t>
      </w:r>
    </w:p>
    <w:p w:rsidR="004E7874" w:rsidRDefault="00AC31E0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AC31E0">
      <w:pPr>
        <w:pStyle w:val="Heading1"/>
        <w:rPr>
          <w:rtl/>
          <w:lang w:bidi="fa-IR"/>
        </w:rPr>
      </w:pPr>
      <w:bookmarkStart w:id="47" w:name="_Toc534545386"/>
      <w:r>
        <w:rPr>
          <w:rFonts w:hint="eastAsia"/>
          <w:rtl/>
          <w:lang w:bidi="fa-IR"/>
        </w:rPr>
        <w:t>کتب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bookmarkEnd w:id="47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کتب</w:t>
      </w:r>
      <w:r>
        <w:rPr>
          <w:rtl/>
          <w:lang w:bidi="fa-IR"/>
        </w:rPr>
        <w:t xml:space="preserve"> فارس</w:t>
      </w:r>
      <w:r>
        <w:rPr>
          <w:rFonts w:hint="cs"/>
          <w:rtl/>
          <w:lang w:bidi="fa-IR"/>
        </w:rPr>
        <w:t>ی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اشاره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ناشر</w:t>
      </w:r>
      <w:r>
        <w:rPr>
          <w:rtl/>
          <w:lang w:bidi="fa-IR"/>
        </w:rPr>
        <w:t xml:space="preserve"> همه کتاب‌ها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نشر وثوق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فهرست کتاب‌ها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چاپ شده تا سال 1392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رمان</w:t>
      </w:r>
      <w:r>
        <w:rPr>
          <w:rtl/>
          <w:lang w:bidi="fa-IR"/>
        </w:rPr>
        <w:t xml:space="preserve"> مذهب</w:t>
      </w:r>
      <w:r>
        <w:rPr>
          <w:rFonts w:hint="cs"/>
          <w:rtl/>
          <w:lang w:bidi="fa-IR"/>
        </w:rPr>
        <w:t>ی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1 - مهاجر بهشت: حوادث روزها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2 - قصه معراج : حوادث و شگفت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معراج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3 - بانو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چشمه: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</w:t>
      </w:r>
      <w:r>
        <w:rPr>
          <w:rtl/>
          <w:lang w:bidi="fa-IR"/>
        </w:rPr>
        <w:t>(س)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4 -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tl/>
          <w:lang w:bidi="fa-IR"/>
        </w:rPr>
        <w:t xml:space="preserve"> مهتاب: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حضرت زهرا(س)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5 - روشن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مهتاب: پاسخ به شبهات وهاب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- دفاع از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و ولا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6 - سرزم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tl/>
          <w:lang w:bidi="fa-IR"/>
        </w:rPr>
        <w:t>: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بخشش فدک به فاطمه(س)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7 -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دست آسمان: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8 - سکوت آفتاب: شهادت حضرت 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9 - آرزو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سوم: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جنگ خندق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10 - فانوس اول: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شهادت مالک بن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11 - الماس هست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دهه امامت، غد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12 - در قصر تنها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صلح امام حسن(ع)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19-13: هفت شهر عشق: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 به حماسه عاشورا (ا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کتاب در چاپ اول در هفت کتاب چاپ شد، در چاپ دوم به بعد در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جلد چاپ شد).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20 - در اوج غربت: ماجرا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شهادت مسلم بن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«سلام بر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د»</w:t>
      </w:r>
      <w:r>
        <w:rPr>
          <w:rtl/>
          <w:lang w:bidi="fa-IR"/>
        </w:rPr>
        <w:t xml:space="preserve"> در موضوع امام‌حس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(شرح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عاشورا).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21 - صبح ساحل: حوادث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امام صادق(ع)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22 - لذت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دار</w:t>
      </w:r>
      <w:r>
        <w:rPr>
          <w:rtl/>
          <w:lang w:bidi="fa-IR"/>
        </w:rPr>
        <w:t xml:space="preserve"> ماه: ثواب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امام رضا(ع)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23 - داستان ظهور: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 امام زمان(ع)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24 -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</w:t>
      </w:r>
      <w:r>
        <w:rPr>
          <w:rtl/>
          <w:lang w:bidi="fa-IR"/>
        </w:rPr>
        <w:t xml:space="preserve"> دوازدهم: اثبات ولادت امام زمان(ع)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25 - آخر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عروس: داستان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لاد</w:t>
      </w:r>
      <w:r>
        <w:rPr>
          <w:rtl/>
          <w:lang w:bidi="fa-IR"/>
        </w:rPr>
        <w:t xml:space="preserve"> امام زمان(ع)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کتاب</w:t>
      </w:r>
      <w:r>
        <w:rPr>
          <w:rtl/>
          <w:lang w:bidi="fa-IR"/>
        </w:rPr>
        <w:t xml:space="preserve"> «راه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ا»</w:t>
      </w:r>
      <w:r>
        <w:rPr>
          <w:rtl/>
          <w:lang w:bidi="fa-IR"/>
        </w:rPr>
        <w:t xml:space="preserve"> 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آل‌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 xml:space="preserve"> و کتاب «گمگشته دل» در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انتظار ظهور نوشته شده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ن‌دو</w:t>
      </w:r>
      <w:r>
        <w:rPr>
          <w:rtl/>
          <w:lang w:bidi="fa-IR"/>
        </w:rPr>
        <w:t xml:space="preserve"> کتاب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در موضوع امام‌زمان</w:t>
      </w:r>
      <w:r w:rsidR="00BD1895" w:rsidRPr="00BD1895">
        <w:rPr>
          <w:rStyle w:val="libAlaemChar"/>
          <w:rtl/>
        </w:rPr>
        <w:t xml:space="preserve">عليه‌السلام </w:t>
      </w:r>
      <w:r>
        <w:rPr>
          <w:rtl/>
          <w:lang w:bidi="fa-IR"/>
        </w:rPr>
        <w:t>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آموزه‌ها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26 -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خوب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>: خداشناس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ناب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27 - با من تماس بگ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راه و روش دعا کردن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28 - با من مهربان باش: مناجات با خدا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29 - خدا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قلب من: مناجات با خدا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30 - تا خدا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>: سخنان خدا با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امبران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31 - در آغوش خدا: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</w:t>
      </w:r>
      <w:r>
        <w:rPr>
          <w:rFonts w:hint="cs"/>
          <w:rtl/>
          <w:lang w:bidi="fa-IR"/>
        </w:rPr>
        <w:t>یی‌</w:t>
      </w:r>
      <w:r>
        <w:rPr>
          <w:rFonts w:hint="eastAsia"/>
          <w:rtl/>
          <w:lang w:bidi="fa-IR"/>
        </w:rPr>
        <w:t>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مرگ مومن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 xml:space="preserve">32 -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سبد آسمان: نگاه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چهل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قرآن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33 - راه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>: 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آل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معرفت امام زمان(ع)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34 - سلام بر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عاشورا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35 - نردبان آب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شرح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</w:t>
      </w:r>
      <w:r>
        <w:rPr>
          <w:rtl/>
          <w:lang w:bidi="fa-IR"/>
        </w:rPr>
        <w:t xml:space="preserve"> جامعه، امام‌شناس</w:t>
      </w:r>
      <w:r>
        <w:rPr>
          <w:rFonts w:hint="cs"/>
          <w:rtl/>
          <w:lang w:bidi="fa-IR"/>
        </w:rPr>
        <w:t>ی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36 - گمگشته دل: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انتظار ظهور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37 - آسمان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عشق: فضل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محبت به اهل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 w:rsidR="00BD1895" w:rsidRPr="00BD1895">
        <w:rPr>
          <w:rStyle w:val="libAlaemChar"/>
          <w:rtl/>
        </w:rPr>
        <w:t xml:space="preserve">عليه‌السلام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38 - همسر دوست داشتن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زندگ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زناشو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بهتر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39 - بهشت فراموش شده: احترام به پدر و مادر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40 - سمت سپ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>: ارزش علم دانش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41 - چرا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فکر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ارزش فکر و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42 - لطفا لبخند بزن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ارزش لبخند و شادمان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43 - راز خشنود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خدا: آثار کمک کردن به مردم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44 - به باغ خدا برو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: فض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لت</w:t>
      </w:r>
      <w:r>
        <w:rPr>
          <w:rtl/>
          <w:lang w:bidi="fa-IR"/>
        </w:rPr>
        <w:t xml:space="preserve"> حضور در مسجد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45 - راز شکرگزار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شکر نعمت‌ها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46 - فقط به خاطر تو: آثار اخلاص در عمل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47 - معجزه دست دادن : آثار دست دادن، ارتباط اجتماع</w:t>
      </w:r>
      <w:r>
        <w:rPr>
          <w:rFonts w:hint="cs"/>
          <w:rtl/>
          <w:lang w:bidi="fa-IR"/>
        </w:rPr>
        <w:t>ی</w:t>
      </w:r>
    </w:p>
    <w:p w:rsidR="004E7874" w:rsidRDefault="004E7874" w:rsidP="004E7874">
      <w:pPr>
        <w:pStyle w:val="libNormal"/>
        <w:rPr>
          <w:rtl/>
          <w:lang w:bidi="fa-IR"/>
        </w:rPr>
      </w:pP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کتب</w:t>
      </w:r>
      <w:r>
        <w:rPr>
          <w:rtl/>
          <w:lang w:bidi="fa-IR"/>
        </w:rPr>
        <w:t xml:space="preserve"> عرب</w:t>
      </w:r>
      <w:r>
        <w:rPr>
          <w:rFonts w:hint="cs"/>
          <w:rtl/>
          <w:lang w:bidi="fa-IR"/>
        </w:rPr>
        <w:t>ی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49 -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 فهرست سعد »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50 -تحق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 فهرست الحم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»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51 -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 فهرست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52 -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 فهرست ابن بطّة 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53 -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 فهرست ابن الول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»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54 -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 فهرست ابن قولو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»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55 -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 فهرست الصدوق »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lastRenderedPageBreak/>
        <w:t>56 -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 فهرست ابن عبدون »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57 - تحق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« آداب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المؤمن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58 - الصح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فضل الز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ارة</w:t>
      </w:r>
      <w:r>
        <w:rPr>
          <w:rtl/>
          <w:lang w:bidi="fa-IR"/>
        </w:rPr>
        <w:t xml:space="preserve"> الرضو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59 - الصح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البکاء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. 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60 - الصح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فضل الز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ارة</w:t>
      </w:r>
      <w:r>
        <w:rPr>
          <w:rtl/>
          <w:lang w:bidi="fa-IR"/>
        </w:rPr>
        <w:t xml:space="preserve">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61 - الصح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فاطمه(س).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62 - صرخة النور.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63 -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الأعل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</w:t>
      </w:r>
    </w:p>
    <w:p w:rsidR="004E7874" w:rsidRDefault="00AC31E0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br w:type="page"/>
      </w:r>
    </w:p>
    <w:p w:rsidR="004E7874" w:rsidRDefault="004E7874" w:rsidP="00AC31E0">
      <w:pPr>
        <w:pStyle w:val="Heading1"/>
        <w:rPr>
          <w:rtl/>
          <w:lang w:bidi="fa-IR"/>
        </w:rPr>
      </w:pPr>
      <w:bookmarkStart w:id="48" w:name="_Toc534545387"/>
      <w:r>
        <w:rPr>
          <w:rFonts w:hint="eastAsia"/>
          <w:rtl/>
          <w:lang w:bidi="fa-IR"/>
        </w:rPr>
        <w:t>نشر</w:t>
      </w:r>
      <w:r>
        <w:rPr>
          <w:rtl/>
          <w:lang w:bidi="fa-IR"/>
        </w:rPr>
        <w:t xml:space="preserve"> وثوق</w:t>
      </w:r>
      <w:bookmarkEnd w:id="48"/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(ناشر همه کتاب‌ها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نشر وثوق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</w:t>
      </w:r>
      <w:r>
        <w:rPr>
          <w:rtl/>
          <w:lang w:bidi="fa-IR"/>
        </w:rPr>
        <w:t>).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انتشارات</w:t>
      </w:r>
      <w:r>
        <w:rPr>
          <w:rtl/>
          <w:lang w:bidi="fa-IR"/>
        </w:rPr>
        <w:t xml:space="preserve"> وثوق از سال 1376 فعال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خود را درحوزه نشر کتاب آغاز کرد و امروز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خرسند است که قدم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هر چند کوچک در جهت ترو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تعال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اسلام و پاسخ 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به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فکر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وفرهنگ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نسل جوان کشورعز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زمان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برداشته 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اله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راهش بوده که محققان واند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شوران</w:t>
      </w:r>
      <w:r>
        <w:rPr>
          <w:rtl/>
          <w:lang w:bidi="fa-IR"/>
        </w:rPr>
        <w:t xml:space="preserve"> علم و ادب را همچنان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معرفت وبص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</w:t>
      </w:r>
      <w:r>
        <w:rPr>
          <w:rtl/>
          <w:lang w:bidi="fa-IR"/>
        </w:rPr>
        <w:t xml:space="preserve"> جرعه نوش کند.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چاپ</w:t>
      </w:r>
      <w:r>
        <w:rPr>
          <w:rtl/>
          <w:lang w:bidi="fa-IR"/>
        </w:rPr>
        <w:t xml:space="preserve"> و نشر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از 350 عنوان اثر در موضوعات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اخلاق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اجتماع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، فلسفه وکلام به صورت عموم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تخصص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حاصل کوشش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انتشارات است.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جمله کارها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مهم و ارزشمند انتشارات وثوق قرارداد مجموعه کتابها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تحت عنوان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سبز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باشد که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قرارداد از ابتدا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سال 1386 شروع شده است و تاکتون توانستم 48 عنوان کتاب تحت عوان اند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شه</w:t>
      </w:r>
      <w:r>
        <w:rPr>
          <w:rtl/>
          <w:lang w:bidi="fa-IR"/>
        </w:rPr>
        <w:t xml:space="preserve"> سبز روانه بازار 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ژگ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مهم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مجموعه 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توان به سادگ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 روان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مطالب مذهب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کرد</w:t>
      </w:r>
      <w:r>
        <w:rPr>
          <w:rtl/>
          <w:lang w:bidi="fa-IR"/>
        </w:rPr>
        <w:t xml:space="preserve"> داستان و رمان اشاره کرد که با توجه به مستند بودن مطالب و استفاده از منابع دست اول کتب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و سن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 قلم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</w:t>
      </w:r>
      <w:r>
        <w:rPr>
          <w:rtl/>
          <w:lang w:bidi="fa-IR"/>
        </w:rPr>
        <w:t xml:space="preserve"> جوانان 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را جذب کرده و کلام ناب معصوم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 w:rsidR="00AC31E0" w:rsidRPr="00AC31E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 xml:space="preserve"> را ترو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نما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کتاب‌ها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فارس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تلفکس</w:t>
      </w:r>
      <w:r>
        <w:rPr>
          <w:rtl/>
          <w:lang w:bidi="fa-IR"/>
        </w:rPr>
        <w:t>: 700 35 77-0253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همراه</w:t>
      </w:r>
      <w:r>
        <w:rPr>
          <w:rtl/>
          <w:lang w:bidi="fa-IR"/>
        </w:rPr>
        <w:t>: 39 58 252 0912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نترنت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سا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نشر وثوق: </w:t>
      </w:r>
      <w:r>
        <w:rPr>
          <w:lang w:bidi="fa-IR"/>
        </w:rPr>
        <w:t>www.Nashrvosoogh.com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سامانه</w:t>
      </w:r>
      <w:r>
        <w:rPr>
          <w:rtl/>
          <w:lang w:bidi="fa-IR"/>
        </w:rPr>
        <w:t xml:space="preserve"> پ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</w:t>
      </w:r>
      <w:r>
        <w:rPr>
          <w:rtl/>
          <w:lang w:bidi="fa-IR"/>
        </w:rPr>
        <w:t xml:space="preserve"> کوتاه نشر وثوق 30004657735700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tl/>
          <w:lang w:bidi="fa-IR"/>
        </w:rPr>
        <w:t>1 . عن ابن عبّاس، عن النب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قال: ما من الکلام کلمة أحبّ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عزّ وجلّ لا إله إلاّ اللّه، وما من عبد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: لا إله إلاّ اللّه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مد</w:t>
      </w:r>
      <w:r>
        <w:rPr>
          <w:rtl/>
          <w:lang w:bidi="fa-IR"/>
        </w:rPr>
        <w:t xml:space="preserve"> بها صوته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فرغ</w:t>
      </w:r>
      <w:r>
        <w:rPr>
          <w:rtl/>
          <w:lang w:bidi="fa-IR"/>
        </w:rPr>
        <w:t xml:space="preserve"> إلاّ تناثرت ذنوبه تحت قدم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تناثر</w:t>
      </w:r>
      <w:r>
        <w:rPr>
          <w:rtl/>
          <w:lang w:bidi="fa-IR"/>
        </w:rPr>
        <w:t xml:space="preserve"> ورق الشجر تحتها: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22، ثواب الأعما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ص 6،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7 ص 215، مکارم الأخلاق ص 309، بحار الأنوار ج 90 ص 196، نور البراه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1 ص 70،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15 ص 422. 2 . عن إسحاق بن راهو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قال: «لمّا واف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أبو الحسن الرضا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سابور</w:t>
      </w:r>
      <w:r>
        <w:rPr>
          <w:rtl/>
          <w:lang w:bidi="fa-IR"/>
        </w:rPr>
        <w:t xml:space="preserve"> وأراد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منها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المأمون، اجتمع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أصحاب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فقالوا له: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بن رسول اللّه، ترحل عنّا ولا تحدّثنا بحد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ثٍ</w:t>
      </w:r>
      <w:r>
        <w:rPr>
          <w:rtl/>
          <w:lang w:bidi="fa-IR"/>
        </w:rPr>
        <w:t xml:space="preserve"> فنستف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منک؟ وکان قد قعد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العمار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فأطلع رأسه وقال: سمعتُ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>: سمعتُ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بن محمّد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>: سمعتُ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>: سمعتُ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>: سمعتُ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>: سمعتُ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>: سمعتُ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>: سمعتُ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: سمعتُ اللّه جلّ جلاله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>: لا إله إلاّ اللّه حصن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فمن دخل حصن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أمن من عذاب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قال: فلمّا مرّت الراحلة نادانا: بشروطها، وأ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من شروطها»: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25، الأمال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للصدوق ص 306، ثواب الأعمال ص 6،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أخبار الرضا ج 1 ص 144،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الأخبار ص 371، الجواهر السن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ص 22، بحار الأنوار ج 3 ص 7 و ج 49 ص 123، نور البراه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1 ص 76،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5 ص 39، بشارة المصطف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413، ورا</w:t>
      </w:r>
      <w:r>
        <w:rPr>
          <w:rFonts w:hint="eastAsia"/>
          <w:rtl/>
          <w:lang w:bidi="fa-IR"/>
        </w:rPr>
        <w:t>جع</w:t>
      </w:r>
      <w:r>
        <w:rPr>
          <w:rtl/>
          <w:lang w:bidi="fa-IR"/>
        </w:rPr>
        <w:t xml:space="preserve"> روضة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 42، مناقب آل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ج 2 </w:t>
      </w:r>
      <w:r>
        <w:rPr>
          <w:rtl/>
          <w:lang w:bidi="fa-IR"/>
        </w:rPr>
        <w:lastRenderedPageBreak/>
        <w:t xml:space="preserve">ص 296،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المودّة ج 3 ص 123. 3 . عن ابن عبّاس قال: «قال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: إذا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امة،</w:t>
      </w:r>
      <w:r>
        <w:rPr>
          <w:rtl/>
          <w:lang w:bidi="fa-IR"/>
        </w:rPr>
        <w:t xml:space="preserve"> أمر اللّه بأقوامٍ ساءت أعمالهم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النار،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قولون</w:t>
      </w:r>
      <w:r>
        <w:rPr>
          <w:rtl/>
          <w:lang w:bidi="fa-IR"/>
        </w:rPr>
        <w:t>: ربّنا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تُدخلنا النار وقد کنّا </w:t>
      </w:r>
      <w:r>
        <w:rPr>
          <w:rFonts w:hint="eastAsia"/>
          <w:rtl/>
          <w:lang w:bidi="fa-IR"/>
        </w:rPr>
        <w:t>نوحّدک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دار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ا؟</w:t>
      </w:r>
      <w:r>
        <w:rPr>
          <w:rtl/>
          <w:lang w:bidi="fa-IR"/>
        </w:rPr>
        <w:t>...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 قال: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اللّه: ملائکت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وعزّت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وجلال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ما خلقتُ خلقاً أحبّ إل</w:t>
      </w:r>
      <w:r>
        <w:rPr>
          <w:rFonts w:hint="cs"/>
          <w:rtl/>
          <w:lang w:bidi="fa-IR"/>
        </w:rPr>
        <w:t>یَّ</w:t>
      </w:r>
      <w:r>
        <w:rPr>
          <w:rtl/>
          <w:lang w:bidi="fa-IR"/>
        </w:rPr>
        <w:t xml:space="preserve"> من المقرّ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وأن لا إله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وحقٌّ عل</w:t>
      </w:r>
      <w:r>
        <w:rPr>
          <w:rFonts w:hint="cs"/>
          <w:rtl/>
          <w:lang w:bidi="fa-IR"/>
        </w:rPr>
        <w:t>یَّ</w:t>
      </w:r>
      <w:r>
        <w:rPr>
          <w:rtl/>
          <w:lang w:bidi="fa-IR"/>
        </w:rPr>
        <w:t xml:space="preserve"> أن لا أصل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بالنار أهل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أدخلوا عباد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الجنّة»: الأمال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للصدوق ص 372،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29، روضة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 42، الجواهر السن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ص 136، بحار الأنوار ج 8 ص 359. 4 . 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أبا الحسن، اصعد المنبر وانصب لنا علماً نعبد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 فصعد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المنبر فقعد 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تکلّم</w:t>
      </w:r>
      <w:r>
        <w:rPr>
          <w:rtl/>
          <w:lang w:bidi="fa-IR"/>
        </w:rPr>
        <w:t xml:space="preserve"> مطرقاً، ثمّ انتفض انتفاضة، واستو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قائماً، وحمد اللّه وأثن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وصلّ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وأهل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ثمّ</w:t>
      </w:r>
      <w:r>
        <w:rPr>
          <w:rtl/>
          <w:lang w:bidi="fa-IR"/>
        </w:rPr>
        <w:t xml:space="preserve"> قال: أوّل عبادة اللّه معرفته، وأصل معرفة اللّه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ونظام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اللّه 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الصفات عنه؛ لشهادة العقول أنّ کلّ صفة وموصوف مخلوق، وشهادة کلّ مخلوق أنّ له خالقاً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بصفة ولا موصوف، وشهادة کلّ صفة وموصوف بالاقتران، وشهادة الاقتران بالحدث، وشهادة الحدث با</w:t>
      </w:r>
      <w:r>
        <w:rPr>
          <w:rFonts w:hint="eastAsia"/>
          <w:rtl/>
          <w:lang w:bidi="fa-IR"/>
        </w:rPr>
        <w:t>لامتناع</w:t>
      </w:r>
      <w:r>
        <w:rPr>
          <w:rtl/>
          <w:lang w:bidi="fa-IR"/>
        </w:rPr>
        <w:t xml:space="preserve"> من الأزل الممتنع من الحدث،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اللّه عرف من عرف بالتشب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ذاته، ولا إ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وحّده من اکتنهه، ولا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قة</w:t>
      </w:r>
      <w:r>
        <w:rPr>
          <w:rtl/>
          <w:lang w:bidi="fa-IR"/>
        </w:rPr>
        <w:t xml:space="preserve"> أصاب من مثّله، ولا به صدّق من نهاه، ولا صمد صمده من أشار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ولا إ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شبّهه، ولا له تذلّل من بعّضه، ولا إ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أراد من توهّمه. کلّ معروفٍ </w:t>
      </w:r>
      <w:r>
        <w:rPr>
          <w:rFonts w:hint="eastAsia"/>
          <w:rtl/>
          <w:lang w:bidi="fa-IR"/>
        </w:rPr>
        <w:t>بنفسه</w:t>
      </w:r>
      <w:r>
        <w:rPr>
          <w:rtl/>
          <w:lang w:bidi="fa-IR"/>
        </w:rPr>
        <w:t xml:space="preserve"> مصنوع، وکلّ قائمٍ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سواه معلول، بصنع اللّه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ستدلّ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وبالعقول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عتقد</w:t>
      </w:r>
      <w:r>
        <w:rPr>
          <w:rtl/>
          <w:lang w:bidi="fa-IR"/>
        </w:rPr>
        <w:t xml:space="preserve"> معرفته، وبالفطرة تثبت حجّته.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خَلْقُ</w:t>
      </w:r>
      <w:r>
        <w:rPr>
          <w:rtl/>
          <w:lang w:bidi="fa-IR"/>
        </w:rPr>
        <w:t xml:space="preserve"> اللّه حجابٌ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نهم،</w:t>
      </w:r>
      <w:r>
        <w:rPr>
          <w:rtl/>
          <w:lang w:bidi="fa-IR"/>
        </w:rPr>
        <w:t xml:space="preserve"> ومبا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نته</w:t>
      </w:r>
      <w:r>
        <w:rPr>
          <w:rtl/>
          <w:lang w:bidi="fa-IR"/>
        </w:rPr>
        <w:t xml:space="preserve"> إ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اهم</w:t>
      </w:r>
      <w:r>
        <w:rPr>
          <w:rtl/>
          <w:lang w:bidi="fa-IR"/>
        </w:rPr>
        <w:t xml:space="preserve"> مفارقته إن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تهم،</w:t>
      </w:r>
      <w:r>
        <w:rPr>
          <w:rtl/>
          <w:lang w:bidi="fa-IR"/>
        </w:rPr>
        <w:t xml:space="preserve"> وابتداو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 xml:space="preserve"> إیّ</w:t>
      </w:r>
      <w:r>
        <w:rPr>
          <w:rFonts w:hint="eastAsia"/>
          <w:rtl/>
          <w:lang w:bidi="fa-IR"/>
        </w:rPr>
        <w:t>اهم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 لا ابتداء له؛ لعجز کلّ مبتدئ عن ابتداء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ره،</w:t>
      </w:r>
      <w:r>
        <w:rPr>
          <w:rtl/>
          <w:lang w:bidi="fa-IR"/>
        </w:rPr>
        <w:t xml:space="preserve"> وأدوه إ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اهم</w:t>
      </w:r>
      <w:r>
        <w:rPr>
          <w:rtl/>
          <w:lang w:bidi="fa-IR"/>
        </w:rPr>
        <w:t xml:space="preserve">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 لا أداة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ه؛</w:t>
      </w:r>
      <w:r>
        <w:rPr>
          <w:rtl/>
          <w:lang w:bidi="fa-IR"/>
        </w:rPr>
        <w:t xml:space="preserve"> لشهادة الأدوات بفاقة المتأدّ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</w:t>
      </w:r>
    </w:p>
    <w:p w:rsidR="004E7874" w:rsidRDefault="004E7874" w:rsidP="00AC31E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وأسماو</w:t>
      </w:r>
      <w:r>
        <w:rPr>
          <w:rtl/>
          <w:lang w:bidi="fa-IR"/>
        </w:rPr>
        <w:t xml:space="preserve">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وأفعاله تفه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وذاته حق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قة،</w:t>
      </w:r>
      <w:r>
        <w:rPr>
          <w:rtl/>
          <w:lang w:bidi="fa-IR"/>
        </w:rPr>
        <w:t xml:space="preserve"> وکُنهه 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خلقه، وغبوره تحد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لما سواه. فقد جهل اللّه من استوصفه، وقد تعدّاه من اشتمله، وقد أخطأه من اکتنهه. ومن قال: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فقد شبّهه، ومن قال: لم فقد علّله، ومن قال: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فقد وقّته، ومن قال: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فقد ضمّن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ومن قال: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مَ فقد نهاه، ومن قال: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مَ فقد غ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اه،</w:t>
      </w:r>
      <w:r>
        <w:rPr>
          <w:rtl/>
          <w:lang w:bidi="fa-IR"/>
        </w:rPr>
        <w:t xml:space="preserve"> ومن غ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فقد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اه،</w:t>
      </w:r>
      <w:r>
        <w:rPr>
          <w:rtl/>
          <w:lang w:bidi="fa-IR"/>
        </w:rPr>
        <w:t xml:space="preserve"> ومن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فقد جزّأه، ومن جزّأه فقد وصفه، ومن وصفه فقد ألحد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تغ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اللّه بانغ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المخلوق، کما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تحدّد</w:t>
      </w:r>
      <w:r>
        <w:rPr>
          <w:rtl/>
          <w:lang w:bidi="fa-IR"/>
        </w:rPr>
        <w:t xml:space="preserve"> بتحد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المحدود. أحدٌ لا بتأو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عدد، ظاهرٌ لا بتأو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المباشرة، متجلّ لا باستهلال رو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ة، باطنٌ لا بمزای</w:t>
      </w:r>
      <w:r>
        <w:rPr>
          <w:rFonts w:hint="eastAsia"/>
          <w:rtl/>
          <w:lang w:bidi="fa-IR"/>
        </w:rPr>
        <w:t>لة،</w:t>
      </w:r>
      <w:r>
        <w:rPr>
          <w:rtl/>
          <w:lang w:bidi="fa-IR"/>
        </w:rPr>
        <w:t xml:space="preserve"> مبائنٌ لا بمسافة،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بٌ</w:t>
      </w:r>
      <w:r>
        <w:rPr>
          <w:rtl/>
          <w:lang w:bidi="fa-IR"/>
        </w:rPr>
        <w:t xml:space="preserve"> لا بمداناة، 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فٌ</w:t>
      </w:r>
      <w:r>
        <w:rPr>
          <w:rtl/>
          <w:lang w:bidi="fa-IR"/>
        </w:rPr>
        <w:t xml:space="preserve"> لا بتجسّم، موجودٌ لا بعد عدم، فاعلٌ لا باضطرار، مقدّرٌ لا بحول </w:t>
      </w:r>
      <w:r>
        <w:rPr>
          <w:rFonts w:hint="eastAsia"/>
          <w:rtl/>
          <w:lang w:bidi="fa-IR"/>
        </w:rPr>
        <w:t>فکرة،</w:t>
      </w:r>
      <w:r>
        <w:rPr>
          <w:rtl/>
          <w:lang w:bidi="fa-IR"/>
        </w:rPr>
        <w:t xml:space="preserve"> مدبّرٌ لا بحرکة،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دٌ</w:t>
      </w:r>
      <w:r>
        <w:rPr>
          <w:rtl/>
          <w:lang w:bidi="fa-IR"/>
        </w:rPr>
        <w:t xml:space="preserve"> لا بهمامة، شاء لا بهمّة، مدرکٌ لا بمجسّة، 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عٌ</w:t>
      </w:r>
      <w:r>
        <w:rPr>
          <w:rtl/>
          <w:lang w:bidi="fa-IR"/>
        </w:rPr>
        <w:t xml:space="preserve"> لا بآلة،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رٌ</w:t>
      </w:r>
      <w:r>
        <w:rPr>
          <w:rtl/>
          <w:lang w:bidi="fa-IR"/>
        </w:rPr>
        <w:t xml:space="preserve"> لا بأداة.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تصحبه الأوقات، ولا تضمنه الأماکن، ولا تأخذه السنات، ولا تحدّه الصفات، ولا تق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الأدوات، سبق الأوقات کونه. والعدم وجوده، والابتداء أزاله. بتشع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المشاعر عُرف أن لا مشعر له، وبتجه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الجواهر عُرف أن لا جوهر له، وبمضادّته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عُرف أن لا ضدّ له، </w:t>
      </w:r>
      <w:r>
        <w:rPr>
          <w:rFonts w:hint="eastAsia"/>
          <w:rtl/>
          <w:lang w:bidi="fa-IR"/>
        </w:rPr>
        <w:t>وبمقارنته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الأُمور عُرف أن لا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له.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ضادّ</w:t>
      </w:r>
      <w:r>
        <w:rPr>
          <w:rtl/>
          <w:lang w:bidi="fa-IR"/>
        </w:rPr>
        <w:t xml:space="preserve"> النور بالظلمة، والجلا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بالبهم، والجسو بالبلل، والصرد بالحرور. 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ّفٌ بی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متعاد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اتها،</w:t>
      </w:r>
      <w:r>
        <w:rPr>
          <w:rtl/>
          <w:lang w:bidi="fa-IR"/>
        </w:rPr>
        <w:t xml:space="preserve"> مفرّقٌ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اتها،</w:t>
      </w:r>
      <w:r>
        <w:rPr>
          <w:rtl/>
          <w:lang w:bidi="fa-IR"/>
        </w:rPr>
        <w:t xml:space="preserve"> دالّةٌ بتفر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قها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مفرّقها، وبتأل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ّفها، ذلک قوله عزّ وجلّ: «وَ مِن کُلِّ شَیْ‌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خَلَقْنَا زَوْجَ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نِ</w:t>
      </w:r>
      <w:r>
        <w:rPr>
          <w:rtl/>
          <w:lang w:bidi="fa-IR"/>
        </w:rPr>
        <w:t xml:space="preserve"> لَعَلَّکُمْ تَذَکَّرُونَ»، ف</w:t>
      </w:r>
      <w:r>
        <w:rPr>
          <w:rFonts w:hint="eastAsia"/>
          <w:rtl/>
          <w:lang w:bidi="fa-IR"/>
        </w:rPr>
        <w:t>فرّق</w:t>
      </w:r>
      <w:r>
        <w:rPr>
          <w:rtl/>
          <w:lang w:bidi="fa-IR"/>
        </w:rPr>
        <w:t xml:space="preserve"> بها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قبل وبعد؛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أن لا قِبل له ولا بعد، شاهدةٌ بغرائزها أن لا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زة</w:t>
      </w:r>
      <w:r>
        <w:rPr>
          <w:rtl/>
          <w:lang w:bidi="fa-IR"/>
        </w:rPr>
        <w:t xml:space="preserve"> لمغرزها، دالّةٌ بتفاوتها أن لا تفاوت لمفاوتها، مخبرةٌ بتوق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تها</w:t>
      </w:r>
      <w:r>
        <w:rPr>
          <w:rtl/>
          <w:lang w:bidi="fa-IR"/>
        </w:rPr>
        <w:t xml:space="preserve"> أن لا وقت لموقّتها، حجب بعضها عن بعض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أن لا حجاب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>...»: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للصدوق ص ص 34،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أخبار ال</w:t>
      </w:r>
      <w:r>
        <w:rPr>
          <w:rFonts w:hint="eastAsia"/>
          <w:rtl/>
          <w:lang w:bidi="fa-IR"/>
        </w:rPr>
        <w:t>رضا</w:t>
      </w:r>
      <w:r>
        <w:rPr>
          <w:rtl/>
          <w:lang w:bidi="fa-IR"/>
        </w:rPr>
        <w:t xml:space="preserve"> ج 2 ص 135، بحار الأنوار ج 4 ص 228 و ج 54 ص 43،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1 ص 39. 5 . «إنّ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استنهض الناس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حرب معاو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المرّة الثان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فلمّا حشد الناس قام 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باً</w:t>
      </w:r>
      <w:r>
        <w:rPr>
          <w:rtl/>
          <w:lang w:bidi="fa-IR"/>
        </w:rPr>
        <w:t xml:space="preserve"> فقال: الحمد للّه الواحد الأحد الصمد المتفرّد،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من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کان، ول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خلق ما کان، قدرته بان بها من الأش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اء،</w:t>
      </w:r>
      <w:r>
        <w:rPr>
          <w:rtl/>
          <w:lang w:bidi="fa-IR"/>
        </w:rPr>
        <w:t xml:space="preserve"> وبانت الأش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منه،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له صفة تُنال، ولا حدّ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ضرب</w:t>
      </w:r>
      <w:r>
        <w:rPr>
          <w:rtl/>
          <w:lang w:bidi="fa-IR"/>
        </w:rPr>
        <w:t xml:space="preserve"> له الأمثال. کلّ دون صفاته تعب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اللغات، وضلّ هنالک تصار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الصفات، وحار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ملکوته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مذاهب التفک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وانقطع دون الرسوخ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علمه جوامع التفس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وحال دون 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به المکنون حجب من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وب،</w:t>
      </w:r>
      <w:r>
        <w:rPr>
          <w:rtl/>
          <w:lang w:bidi="fa-IR"/>
        </w:rPr>
        <w:t xml:space="preserve"> وتاهت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أدن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أدان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طامحات العقول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فات</w:t>
      </w:r>
      <w:r>
        <w:rPr>
          <w:rtl/>
          <w:lang w:bidi="fa-IR"/>
        </w:rPr>
        <w:t xml:space="preserve"> الأُمور، فتبارک اللّه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بلغه</w:t>
      </w:r>
      <w:r>
        <w:rPr>
          <w:rtl/>
          <w:lang w:bidi="fa-IR"/>
        </w:rPr>
        <w:t xml:space="preserve"> بُعد الهمم،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ناله</w:t>
      </w:r>
      <w:r>
        <w:rPr>
          <w:rtl/>
          <w:lang w:bidi="fa-IR"/>
        </w:rPr>
        <w:t xml:space="preserve"> غوص الفطن،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له وقت معدود، ولا أجل ممدود، ولا نعت محدود، وسبحان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له أوّل مبتدأ، ولا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منته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ول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آخر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فن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سبحانه هو کما وصف نفسه، والواصفون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بلغون</w:t>
      </w:r>
      <w:r>
        <w:rPr>
          <w:rtl/>
          <w:lang w:bidi="fa-IR"/>
        </w:rPr>
        <w:t xml:space="preserve"> نعته.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حدّ</w:t>
      </w:r>
      <w:r>
        <w:rPr>
          <w:rtl/>
          <w:lang w:bidi="fa-IR"/>
        </w:rPr>
        <w:t xml:space="preserve"> الأش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کلّها عند خلقه إ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اها</w:t>
      </w:r>
      <w:r>
        <w:rPr>
          <w:rtl/>
          <w:lang w:bidi="fa-IR"/>
        </w:rPr>
        <w:t xml:space="preserve"> إبانةً لها من شبهه وإبانةً له من شبهها، فلم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حلل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>: هو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کائن،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نأ</w:t>
      </w:r>
      <w:r>
        <w:rPr>
          <w:rtl/>
          <w:lang w:bidi="fa-IR"/>
        </w:rPr>
        <w:t xml:space="preserve"> عنها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: هو منها بائن،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خل</w:t>
      </w:r>
      <w:r>
        <w:rPr>
          <w:rtl/>
          <w:lang w:bidi="fa-IR"/>
        </w:rPr>
        <w:t xml:space="preserve"> منها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>: له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لکنّه سبحانه أحاط بها علمه، وأتقنها صنعه، وأحصاها حفظه،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عزب</w:t>
      </w:r>
      <w:r>
        <w:rPr>
          <w:rtl/>
          <w:lang w:bidi="fa-IR"/>
        </w:rPr>
        <w:t xml:space="preserve"> عنه 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الهو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ولا غوامض مکنون ظلم الدج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ولا 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السماوات العُل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والأرض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السفل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لکلّ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منها حافظ ورق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وکلّ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منها بش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ط،</w:t>
      </w:r>
      <w:r>
        <w:rPr>
          <w:rtl/>
          <w:lang w:bidi="fa-IR"/>
        </w:rPr>
        <w:t xml:space="preserve"> والمح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بما أحاط منها اللّه الواحد الأحد الصمد،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لم تغ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صروف الأزمان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تکاده</w:t>
      </w:r>
      <w:r>
        <w:rPr>
          <w:rtl/>
          <w:lang w:bidi="fa-IR"/>
        </w:rPr>
        <w:t xml:space="preserve"> صنع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کان، إنّما قال لما شاء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>: کن، ف</w:t>
      </w:r>
      <w:r>
        <w:rPr>
          <w:rFonts w:hint="eastAsia"/>
          <w:rtl/>
          <w:lang w:bidi="fa-IR"/>
        </w:rPr>
        <w:t>کان</w:t>
      </w:r>
      <w:r>
        <w:rPr>
          <w:rtl/>
          <w:lang w:bidi="fa-IR"/>
        </w:rPr>
        <w:t>. ابتدع ما خلق بلا مثال سبق، ولا تعب ولا نصب، وکلّ صانع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فمن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صنع، واللّه لا من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صنع ما خلق، وکلّ عالمٍ فمن بعد جهلٍ تعلّم، واللّه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جهل</w:t>
      </w:r>
      <w:r>
        <w:rPr>
          <w:rtl/>
          <w:lang w:bidi="fa-IR"/>
        </w:rPr>
        <w:t xml:space="preserve">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تعلّم،</w:t>
      </w:r>
      <w:r>
        <w:rPr>
          <w:rtl/>
          <w:lang w:bidi="fa-IR"/>
        </w:rPr>
        <w:t xml:space="preserve"> أحاط بالأش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علماً قبل کونها، فلم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زدد</w:t>
      </w:r>
      <w:r>
        <w:rPr>
          <w:rtl/>
          <w:lang w:bidi="fa-IR"/>
        </w:rPr>
        <w:t xml:space="preserve"> بکونها علماً، علمه </w:t>
      </w:r>
      <w:r>
        <w:rPr>
          <w:rtl/>
          <w:lang w:bidi="fa-IR"/>
        </w:rPr>
        <w:lastRenderedPageBreak/>
        <w:t xml:space="preserve">بها قبل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کوّنها</w:t>
      </w:r>
      <w:r>
        <w:rPr>
          <w:rtl/>
          <w:lang w:bidi="fa-IR"/>
        </w:rPr>
        <w:t xml:space="preserve"> کعلمه بعد تکو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نها،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کوّنها</w:t>
      </w:r>
      <w:r>
        <w:rPr>
          <w:rtl/>
          <w:lang w:bidi="fa-IR"/>
        </w:rPr>
        <w:t xml:space="preserve"> لشدّة سلطان، ولا خوف من زوال ولا نقصان، ولا استعانة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ضدٍّ مثاور ولا ندٍّ مکاثر، ولا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کٍ</w:t>
      </w:r>
      <w:r>
        <w:rPr>
          <w:rtl/>
          <w:lang w:bidi="fa-IR"/>
        </w:rPr>
        <w:t xml:space="preserve"> مکائد، لکن خلائق مربوبون، وعباد داخرون»: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134،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41، الغارات ج 2 ص 732، بحار الأنوار ج 4 ص 269. 6 . «ب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نما</w:t>
      </w:r>
      <w:r>
        <w:rPr>
          <w:rtl/>
          <w:lang w:bidi="fa-IR"/>
        </w:rPr>
        <w:t xml:space="preserve">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tl/>
          <w:lang w:bidi="fa-IR"/>
        </w:rPr>
        <w:t>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خطب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المنبر بالکوفة، إذ قام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رجل فقال: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صف لنا ربّک تبارک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لنزداد له حبّاً وبه معرفة، فغضب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وناد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الصلاة جامعة. فاجتمع الناس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غصّ المسجد بأهله، ثمّ قام متغ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اللون، فقال: الحمد للّ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فره</w:t>
      </w:r>
      <w:r>
        <w:rPr>
          <w:rtl/>
          <w:lang w:bidi="fa-IR"/>
        </w:rPr>
        <w:t xml:space="preserve"> المنع،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الإعطاء إذ کلّ معطٍ منتقص سواه، المل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بفوائد النعم وعوائد المز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وبجوده ضمن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الة</w:t>
      </w:r>
      <w:r>
        <w:rPr>
          <w:rtl/>
          <w:lang w:bidi="fa-IR"/>
        </w:rPr>
        <w:t xml:space="preserve"> الخلق، فأنهج 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الطلب للراغب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بما سُئل أجود منه بما لم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سأل،</w:t>
      </w:r>
      <w:r>
        <w:rPr>
          <w:rtl/>
          <w:lang w:bidi="fa-IR"/>
        </w:rPr>
        <w:t xml:space="preserve"> وما اختلف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دهر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ختلف</w:t>
      </w:r>
      <w:r>
        <w:rPr>
          <w:rtl/>
          <w:lang w:bidi="fa-IR"/>
        </w:rPr>
        <w:t xml:space="preserve"> منه الحال، ولو وهب ما تنفّست عنه معادن الجبال وضحکت عنه أصداف البحار، من فلذ اللج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وسبائک العق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ونضائد المرجان لبعض 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لما أثّر ذلک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وجوده، ولا أنفد سعة ما عنده، ولکان عنده من ذخائر الإفضال ما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نفذه</w:t>
      </w:r>
      <w:r>
        <w:rPr>
          <w:rtl/>
          <w:lang w:bidi="fa-IR"/>
        </w:rPr>
        <w:t xml:space="preserve"> مطالب السو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ل، ولا ی</w:t>
      </w:r>
      <w:r>
        <w:rPr>
          <w:rFonts w:hint="eastAsia"/>
          <w:rtl/>
          <w:lang w:bidi="fa-IR"/>
        </w:rPr>
        <w:t>خطر</w:t>
      </w:r>
      <w:r>
        <w:rPr>
          <w:rtl/>
          <w:lang w:bidi="fa-IR"/>
        </w:rPr>
        <w:t xml:space="preserve"> لکثرته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بال؛ لأنّه الجواد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تنقصه المواهب،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نحله</w:t>
      </w:r>
      <w:r>
        <w:rPr>
          <w:rtl/>
          <w:lang w:bidi="fa-IR"/>
        </w:rPr>
        <w:t xml:space="preserve"> إلحاح الملّح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«إِنَّمَآ أَمْرُهُ إِذَآ أَرَادَ شَ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ـ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ا</w:t>
      </w:r>
      <w:r>
        <w:rPr>
          <w:rtl/>
          <w:lang w:bidi="fa-IR"/>
        </w:rPr>
        <w:t xml:space="preserve"> أَن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قُولَ</w:t>
      </w:r>
      <w:r>
        <w:rPr>
          <w:rtl/>
          <w:lang w:bidi="fa-IR"/>
        </w:rPr>
        <w:t xml:space="preserve"> لَهُ کُن فَ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کُونُ»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عجزت الملائکة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قربهم من کرس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کرامته، وطول ولههم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وتعظ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جلال عزّه، وقربهم من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ملکوته،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علموا</w:t>
      </w:r>
      <w:r>
        <w:rPr>
          <w:rtl/>
          <w:lang w:bidi="fa-IR"/>
        </w:rPr>
        <w:t xml:space="preserve"> من أمره إلاّ ما أعلمهم، وهم من ملکوت القدس بح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هم من معرفته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فطرهم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أن قالوا: «سُبْحَـنَکَ لاَ عِلْمَ لَنَآ إِلاَّ مَا عَلَّمْتَنَآ إِ</w:t>
      </w:r>
      <w:r>
        <w:rPr>
          <w:rFonts w:hint="eastAsia"/>
          <w:rtl/>
          <w:lang w:bidi="fa-IR"/>
        </w:rPr>
        <w:t>نَّکَ</w:t>
      </w:r>
      <w:r>
        <w:rPr>
          <w:rtl/>
          <w:lang w:bidi="fa-IR"/>
        </w:rPr>
        <w:t xml:space="preserve"> أَنتَ الْعَلِ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مُ</w:t>
      </w:r>
      <w:r>
        <w:rPr>
          <w:rtl/>
          <w:lang w:bidi="fa-IR"/>
        </w:rPr>
        <w:t xml:space="preserve"> الْحَکِ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مُ»</w:t>
      </w:r>
      <w:r>
        <w:rPr>
          <w:rtl/>
          <w:lang w:bidi="fa-IR"/>
        </w:rPr>
        <w:t>. فما ظنّک 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السائل بمن هو هکذا. سبحانه وبحمده،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حدث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التغ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والانتقال،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تصرّف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ذاته بکرور الأحوال،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ختلف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حقب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ام،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ابتدع الخلق </w:t>
      </w:r>
      <w:r>
        <w:rPr>
          <w:rtl/>
          <w:lang w:bidi="fa-IR"/>
        </w:rPr>
        <w:lastRenderedPageBreak/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مثالٍ امتثله، ولا مقدارٍ احتذ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معبود کان قبله. ولم تحط به الصفات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بإدراکها إ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بالحدود متناه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اً،</w:t>
      </w:r>
      <w:r>
        <w:rPr>
          <w:rtl/>
          <w:lang w:bidi="fa-IR"/>
        </w:rPr>
        <w:t xml:space="preserve"> وما زال ـ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کمثله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ـ عن صفة المخلوق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متعال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اً،وانحسرت</w:t>
      </w:r>
      <w:r>
        <w:rPr>
          <w:rtl/>
          <w:lang w:bidi="fa-IR"/>
        </w:rPr>
        <w:t xml:space="preserve"> الأبصار عن أن تناله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بالع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موصوفاً وبالذات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علمها</w:t>
      </w:r>
      <w:r>
        <w:rPr>
          <w:rtl/>
          <w:lang w:bidi="fa-IR"/>
        </w:rPr>
        <w:t xml:space="preserve"> إلاّ هو عند خلقه معروفاً، وفات لعلوّه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م</w:t>
      </w:r>
      <w:r>
        <w:rPr>
          <w:rFonts w:hint="eastAsia"/>
          <w:rtl/>
          <w:lang w:bidi="fa-IR"/>
        </w:rPr>
        <w:t>واقع</w:t>
      </w:r>
      <w:r>
        <w:rPr>
          <w:rtl/>
          <w:lang w:bidi="fa-IR"/>
        </w:rPr>
        <w:t xml:space="preserve"> رجم المتوهّم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وارتفع عن أن تحو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کنه عظمته فهاهة رو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المتفکّر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له مثل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خلق</w:t>
      </w:r>
      <w:r>
        <w:rPr>
          <w:rtl/>
          <w:lang w:bidi="fa-IR"/>
        </w:rPr>
        <w:t xml:space="preserve"> مشبّهاً به، وما زال عند أهل المعرفة به عن الأشباه والأضداد منزّهاً.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کذب</w:t>
      </w:r>
      <w:r>
        <w:rPr>
          <w:rtl/>
          <w:lang w:bidi="fa-IR"/>
        </w:rPr>
        <w:t xml:space="preserve"> العادلون باللّه إذ شبّهوه بمثل أصنافهم، وحلّوه 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المخلوق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بأوهامهم، وجزوه بتقد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منتج خواطرهم، وقدّروه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الخلق المختلفة القو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بقرائح عقولهم، وک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من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قدّر</w:t>
      </w:r>
      <w:r>
        <w:rPr>
          <w:rtl/>
          <w:lang w:bidi="fa-IR"/>
        </w:rPr>
        <w:t xml:space="preserve"> قدره مقدّراً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الأوهام، وقد ضلّت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إدراک کنهه هواجس الأحلام؛ لأنّه أجلّ من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حدّه</w:t>
      </w:r>
      <w:r>
        <w:rPr>
          <w:rtl/>
          <w:lang w:bidi="fa-IR"/>
        </w:rPr>
        <w:t xml:space="preserve"> ألباب البشر بالتفک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أو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به الملائکة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قربهم من ملکوت عزّته بتقد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>.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له کفو ف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شبّه</w:t>
      </w:r>
      <w:r>
        <w:rPr>
          <w:rtl/>
          <w:lang w:bidi="fa-IR"/>
        </w:rPr>
        <w:t xml:space="preserve"> به؛ لأنّه اللط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إذا أرادت الأوهام أن تقع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قات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ملکه، وحاولت الفکر المبرّأة من خطر الوسواس إدراک علم ذاته، وتولّهت القلو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لتحو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منه مک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فاً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صفاته، وغمضت مداخل العقول من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لا تبلغه الصفات لتنال علم إله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ردعت خاسئة، 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تجوب مهاو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سدف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 xml:space="preserve"> متخلّصة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سبحانه، رجعت إذ جبهت معترفة بأنّه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نال</w:t>
      </w:r>
      <w:r>
        <w:rPr>
          <w:rtl/>
          <w:lang w:bidi="fa-IR"/>
        </w:rPr>
        <w:t xml:space="preserve"> بجوب الاعتساف کنه معرفته،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خطر</w:t>
      </w:r>
      <w:r>
        <w:rPr>
          <w:rtl/>
          <w:lang w:bidi="fa-IR"/>
        </w:rPr>
        <w:t xml:space="preserve"> ببال أُول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ات</w:t>
      </w:r>
      <w:r>
        <w:rPr>
          <w:rtl/>
          <w:lang w:bidi="fa-IR"/>
        </w:rPr>
        <w:t xml:space="preserve"> خاطرة، من 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جلال عزّته؛ لبعده من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المحدود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ن؛</w:t>
      </w:r>
      <w:r>
        <w:rPr>
          <w:rtl/>
          <w:lang w:bidi="fa-IR"/>
        </w:rPr>
        <w:t xml:space="preserve"> لأنّه خلاف خلقه، فلا شبه له من المخلوق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وإنّما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شبه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بعد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له،</w:t>
      </w:r>
      <w:r>
        <w:rPr>
          <w:rtl/>
          <w:lang w:bidi="fa-IR"/>
        </w:rPr>
        <w:t xml:space="preserve"> فأمّا ما لا عد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له فک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شبّه</w:t>
      </w:r>
      <w:r>
        <w:rPr>
          <w:rtl/>
          <w:lang w:bidi="fa-IR"/>
        </w:rPr>
        <w:t xml:space="preserve"> بغ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مثاله؟ وهو البد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قبله، والآخر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بعده، لا تناله الأبصار من مجد جبروته، إذ ح</w:t>
      </w:r>
      <w:r>
        <w:rPr>
          <w:rFonts w:hint="eastAsia"/>
          <w:rtl/>
          <w:lang w:bidi="fa-IR"/>
        </w:rPr>
        <w:t>جبها</w:t>
      </w:r>
      <w:r>
        <w:rPr>
          <w:rtl/>
          <w:lang w:bidi="fa-IR"/>
        </w:rPr>
        <w:t xml:space="preserve"> بحجبٍ لا تنفذ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ثخن کثافته، ولا تخرق </w:t>
      </w:r>
      <w:r>
        <w:rPr>
          <w:rtl/>
          <w:lang w:bidi="fa-IR"/>
        </w:rPr>
        <w:lastRenderedPageBreak/>
        <w:t>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العرش متانة خصائص ستراته...»: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48، بحار الأنوار ج 4 ص 274. 7 . عن فتح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الجرجان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قال: «کتبتُ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الحسن الرضا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أسأله عن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من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فکتب إل</w:t>
      </w:r>
      <w:r>
        <w:rPr>
          <w:rFonts w:hint="cs"/>
          <w:rtl/>
          <w:lang w:bidi="fa-IR"/>
        </w:rPr>
        <w:t>یَّ</w:t>
      </w:r>
      <w:r>
        <w:rPr>
          <w:rtl/>
          <w:lang w:bidi="fa-IR"/>
        </w:rPr>
        <w:t xml:space="preserve"> بخطّه. قال جعفر: وإنّ فتحاً أخرج إل</w:t>
      </w:r>
      <w:r>
        <w:rPr>
          <w:rFonts w:hint="cs"/>
          <w:rtl/>
          <w:lang w:bidi="fa-IR"/>
        </w:rPr>
        <w:t>یَّ</w:t>
      </w:r>
      <w:r>
        <w:rPr>
          <w:rtl/>
          <w:lang w:bidi="fa-IR"/>
        </w:rPr>
        <w:t xml:space="preserve"> الکتاب فقرأته بخطّ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الحسن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بسم اللّه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الحمد للّه الملهم عباده الحمد، وفاطرهم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معرفة ربوب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ته،</w:t>
      </w:r>
      <w:r>
        <w:rPr>
          <w:rtl/>
          <w:lang w:bidi="fa-IR"/>
        </w:rPr>
        <w:t xml:space="preserve"> الدالّ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وجوده بخلقه، وبحدوث خلقه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أزله، وبأشباههم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 لا شبه له، المستشهد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قدرته، الممتنع من ال</w:t>
      </w:r>
      <w:r>
        <w:rPr>
          <w:rFonts w:hint="eastAsia"/>
          <w:rtl/>
          <w:lang w:bidi="fa-IR"/>
        </w:rPr>
        <w:t>صفات</w:t>
      </w:r>
      <w:r>
        <w:rPr>
          <w:rtl/>
          <w:lang w:bidi="fa-IR"/>
        </w:rPr>
        <w:t xml:space="preserve"> ذاته، ومن الأبصار رو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ته، ومن الأوهام الإحاطة به، لا أمد لکونه، ولا غای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لبقائه،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شمله</w:t>
      </w:r>
      <w:r>
        <w:rPr>
          <w:rtl/>
          <w:lang w:bidi="fa-IR"/>
        </w:rPr>
        <w:t xml:space="preserve"> المشاعر،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حجبه</w:t>
      </w:r>
      <w:r>
        <w:rPr>
          <w:rtl/>
          <w:lang w:bidi="fa-IR"/>
        </w:rPr>
        <w:t xml:space="preserve"> الحجاب، فالحجاب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خلقه؛ لامتناعه ممّا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ذواتهم، ولإمکان ذواتهم ممّا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متنع</w:t>
      </w:r>
      <w:r>
        <w:rPr>
          <w:rtl/>
          <w:lang w:bidi="fa-IR"/>
        </w:rPr>
        <w:t xml:space="preserve"> منه ذاته، ولافتراق الصانع والمصنوع، والربّ والمربوب، وا</w:t>
      </w:r>
      <w:r>
        <w:rPr>
          <w:rFonts w:hint="eastAsia"/>
          <w:rtl/>
          <w:lang w:bidi="fa-IR"/>
        </w:rPr>
        <w:t>لحادّ</w:t>
      </w:r>
      <w:r>
        <w:rPr>
          <w:rtl/>
          <w:lang w:bidi="fa-IR"/>
        </w:rPr>
        <w:t xml:space="preserve"> والمحدود. أحدٌ لا بتأو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عدد، الخالق لا بمعن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حرکة، السم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لا بأداة، البص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لا بتفر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آلة، الشاهد لا بمماسّة، البائن لا ببراح مسافة، الباطن لا باجتنان، الظاهر لا بمحاذّ،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قد حسرت دون کنهه نواقد الأبصار، وامتنع وجوده جوائل الأوهام.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أوّل</w:t>
      </w:r>
      <w:r>
        <w:rPr>
          <w:rtl/>
          <w:lang w:bidi="fa-IR"/>
        </w:rPr>
        <w:t xml:space="preserve">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انة</w:t>
      </w:r>
      <w:r>
        <w:rPr>
          <w:rtl/>
          <w:lang w:bidi="fa-IR"/>
        </w:rPr>
        <w:t xml:space="preserve"> معرفته، وکمال المعرفة 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ده،</w:t>
      </w:r>
      <w:r>
        <w:rPr>
          <w:rtl/>
          <w:lang w:bidi="fa-IR"/>
        </w:rPr>
        <w:t xml:space="preserve"> وکمال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الصفات عنه؛ لشهادة کلّ صفة أنّها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الموصوف، وشهادة الموصوف أنّه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الصفة، وشهادتهما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عاً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أنفسهما بالب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الممتنع منها الأزل، فمن وصف اللّه فقد حدّه ومن حدّه فقد عدّه، ومن عدّه فقد أبطل </w:t>
      </w:r>
      <w:r>
        <w:rPr>
          <w:rFonts w:hint="eastAsia"/>
          <w:rtl/>
          <w:lang w:bidi="fa-IR"/>
        </w:rPr>
        <w:t>أزله،</w:t>
      </w:r>
      <w:r>
        <w:rPr>
          <w:rtl/>
          <w:lang w:bidi="fa-IR"/>
        </w:rPr>
        <w:t xml:space="preserve"> ومن قال: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فقد استوصفه، ومن قال: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مَ فقد حمله، ومن قال: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فقد أخل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منه، ومن قال: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مَ فقد وقّته، عالم إذ لا معلوم، وخالق إذ لا مخلوق، وربّ إذ لا مربوب، وإله إذ لا مألوه، وکذلک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وصف</w:t>
      </w:r>
      <w:r>
        <w:rPr>
          <w:rtl/>
          <w:lang w:bidi="fa-IR"/>
        </w:rPr>
        <w:t xml:space="preserve"> ربّنا، وهو فوق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صفه</w:t>
      </w:r>
      <w:r>
        <w:rPr>
          <w:rtl/>
          <w:lang w:bidi="fa-IR"/>
        </w:rPr>
        <w:t xml:space="preserve"> الواصفون»: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56، بحار </w:t>
      </w:r>
      <w:r>
        <w:rPr>
          <w:rFonts w:hint="eastAsia"/>
          <w:rtl/>
          <w:lang w:bidi="fa-IR"/>
        </w:rPr>
        <w:t>الأنوار</w:t>
      </w:r>
      <w:r>
        <w:rPr>
          <w:rtl/>
          <w:lang w:bidi="fa-IR"/>
        </w:rPr>
        <w:t xml:space="preserve"> ج 4 ص 284،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4 ص 184. 8 . عن محمّد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عُم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قال: «دخلتُ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هماالسلام،</w:t>
      </w:r>
      <w:r>
        <w:rPr>
          <w:rtl/>
          <w:lang w:bidi="fa-IR"/>
        </w:rPr>
        <w:t xml:space="preserve"> فقلتُ له: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بن رسول اللّه، علّمن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فقال: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أبا أحمد، لا تتجاوز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ما ذکره اللّه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ذکره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کتابه فتهلک، واعلم أ</w:t>
      </w:r>
      <w:r>
        <w:rPr>
          <w:rFonts w:hint="eastAsia"/>
          <w:rtl/>
          <w:lang w:bidi="fa-IR"/>
        </w:rPr>
        <w:t>نّ</w:t>
      </w:r>
      <w:r>
        <w:rPr>
          <w:rtl/>
          <w:lang w:bidi="fa-IR"/>
        </w:rPr>
        <w:t xml:space="preserve"> اللّه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واحد، أحد، صمد،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لد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ورث،</w:t>
      </w:r>
      <w:r>
        <w:rPr>
          <w:rtl/>
          <w:lang w:bidi="fa-IR"/>
        </w:rPr>
        <w:t xml:space="preserve">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ولد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شارک،</w:t>
      </w:r>
      <w:r>
        <w:rPr>
          <w:rtl/>
          <w:lang w:bidi="fa-IR"/>
        </w:rPr>
        <w:t xml:space="preserve">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تّخذ</w:t>
      </w:r>
      <w:r>
        <w:rPr>
          <w:rtl/>
          <w:lang w:bidi="fa-IR"/>
        </w:rPr>
        <w:t xml:space="preserve"> صاحبةً ولا ولداً ولا شر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کاً،</w:t>
      </w:r>
      <w:r>
        <w:rPr>
          <w:rtl/>
          <w:lang w:bidi="fa-IR"/>
        </w:rPr>
        <w:t xml:space="preserve"> وإنّه الح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موت،</w:t>
      </w:r>
      <w:r>
        <w:rPr>
          <w:rtl/>
          <w:lang w:bidi="fa-IR"/>
        </w:rPr>
        <w:t xml:space="preserve"> والقادر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عجز،</w:t>
      </w:r>
      <w:r>
        <w:rPr>
          <w:rtl/>
          <w:lang w:bidi="fa-IR"/>
        </w:rPr>
        <w:t xml:space="preserve"> والقاهر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غلب،</w:t>
      </w:r>
      <w:r>
        <w:rPr>
          <w:rtl/>
          <w:lang w:bidi="fa-IR"/>
        </w:rPr>
        <w:t xml:space="preserve"> والحل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عجل،</w:t>
      </w:r>
      <w:r>
        <w:rPr>
          <w:rtl/>
          <w:lang w:bidi="fa-IR"/>
        </w:rPr>
        <w:t xml:space="preserve"> والدائم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والباق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والثابت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زول،</w:t>
      </w:r>
      <w:r>
        <w:rPr>
          <w:rtl/>
          <w:lang w:bidi="fa-IR"/>
        </w:rPr>
        <w:t xml:space="preserve"> والغن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فتقر،</w:t>
      </w:r>
      <w:r>
        <w:rPr>
          <w:rtl/>
          <w:lang w:bidi="fa-IR"/>
        </w:rPr>
        <w:t xml:space="preserve"> والعز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ذلّ،</w:t>
      </w:r>
      <w:r>
        <w:rPr>
          <w:rtl/>
          <w:lang w:bidi="fa-IR"/>
        </w:rPr>
        <w:t xml:space="preserve"> والعالم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جهل،</w:t>
      </w:r>
      <w:r>
        <w:rPr>
          <w:rtl/>
          <w:lang w:bidi="fa-IR"/>
        </w:rPr>
        <w:t xml:space="preserve"> والعدل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جور،</w:t>
      </w:r>
      <w:r>
        <w:rPr>
          <w:rtl/>
          <w:lang w:bidi="fa-IR"/>
        </w:rPr>
        <w:t xml:space="preserve"> والجواد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بخل،</w:t>
      </w:r>
      <w:r>
        <w:rPr>
          <w:rtl/>
          <w:lang w:bidi="fa-IR"/>
        </w:rPr>
        <w:t xml:space="preserve"> وإنّه لا تقدّره العقول، ولا تقع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الأوهام، ولا تح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به الأقطار،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مکان، ولا تدرکه الأبصار، وهو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درک</w:t>
      </w:r>
      <w:r>
        <w:rPr>
          <w:rtl/>
          <w:lang w:bidi="fa-IR"/>
        </w:rPr>
        <w:t xml:space="preserve"> الأبصار وهو اللط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الخب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س کمثله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وهو السم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«مَا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کُونُ</w:t>
      </w:r>
      <w:r>
        <w:rPr>
          <w:rtl/>
          <w:lang w:bidi="fa-IR"/>
        </w:rPr>
        <w:t xml:space="preserve"> مِن نَّجْوَ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ثَلَـثَةٍ إِلاَّ هُوَ رَابِعُهُمْ وَ لاَ خَمْسَةٍ إِلاَّ هُوَ سَادِسُهُمْ وَ لاَ أَدْنَ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مِن ذَ لِکَ وَ لاَ أَکْثَرَ إِلاَّ هُوَ مَعَهُمْ أَ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مَا کَانُوا». وهو الأوّل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قبله، والآخر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لا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بعده، وهو القد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وما سواه مخلوق محدث،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صفات المخلوق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علوّاً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راً»</w:t>
      </w:r>
      <w:r>
        <w:rPr>
          <w:rtl/>
          <w:lang w:bidi="fa-IR"/>
        </w:rPr>
        <w:t>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76، روضة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 35، بحار الأنوار ج 4 ص 296. 9 . «حضرتُ مجلس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جامع الکوفة، فقام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رجل مصفرّ اللون، کأنّه من متهوّدة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من،</w:t>
      </w:r>
      <w:r>
        <w:rPr>
          <w:rtl/>
          <w:lang w:bidi="fa-IR"/>
        </w:rPr>
        <w:t xml:space="preserve"> فقال: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ا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صف لنا خالقک وانعته لنا کأنّا نراه وننظر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 فسبّح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ربّه وعظّمه عزّ وجلّ وقال: الحمد للّه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 أوّل بلا بدء ممّا ولا باطن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ما،</w:t>
      </w:r>
      <w:r>
        <w:rPr>
          <w:rtl/>
          <w:lang w:bidi="fa-IR"/>
        </w:rPr>
        <w:t xml:space="preserve">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زال</w:t>
      </w:r>
      <w:r>
        <w:rPr>
          <w:rtl/>
          <w:lang w:bidi="fa-IR"/>
        </w:rPr>
        <w:t xml:space="preserve"> مهما، ولا ممازج مع ما، ولا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وهما،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بشبحٍ ف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ولا بجسمٍ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تجزّأ،</w:t>
      </w:r>
      <w:r>
        <w:rPr>
          <w:rtl/>
          <w:lang w:bidi="fa-IR"/>
        </w:rPr>
        <w:t xml:space="preserve"> ولا بذ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تناه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ولا بمحدث ف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بصر،</w:t>
      </w:r>
      <w:r>
        <w:rPr>
          <w:rtl/>
          <w:lang w:bidi="fa-IR"/>
        </w:rPr>
        <w:t xml:space="preserve"> ولا بمستترٍ ف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کشف،</w:t>
      </w:r>
      <w:r>
        <w:rPr>
          <w:rtl/>
          <w:lang w:bidi="fa-IR"/>
        </w:rPr>
        <w:t xml:space="preserve"> ولا بذ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حجب ف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کان ولا أماکن تحمله أکنافها، ولا حملة ترفعه بقوّتها، ولا کان بعد أن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کن،</w:t>
      </w:r>
      <w:r>
        <w:rPr>
          <w:rtl/>
          <w:lang w:bidi="fa-IR"/>
        </w:rPr>
        <w:t xml:space="preserve"> بل حارت الأوهام أن تک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المک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للأش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ومن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زل</w:t>
      </w:r>
      <w:r>
        <w:rPr>
          <w:rtl/>
          <w:lang w:bidi="fa-IR"/>
        </w:rPr>
        <w:t xml:space="preserve"> بلا مکان،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زول</w:t>
      </w:r>
      <w:r>
        <w:rPr>
          <w:rtl/>
          <w:lang w:bidi="fa-IR"/>
        </w:rPr>
        <w:t xml:space="preserve"> باختلاف الأزمان، ولا </w:t>
      </w:r>
      <w:r>
        <w:rPr>
          <w:rFonts w:hint="cs"/>
          <w:rtl/>
          <w:lang w:bidi="fa-IR"/>
        </w:rPr>
        <w:lastRenderedPageBreak/>
        <w:t>ی</w:t>
      </w:r>
      <w:r>
        <w:rPr>
          <w:rFonts w:hint="eastAsia"/>
          <w:rtl/>
          <w:lang w:bidi="fa-IR"/>
        </w:rPr>
        <w:t>نقلب</w:t>
      </w:r>
      <w:r>
        <w:rPr>
          <w:rtl/>
          <w:lang w:bidi="fa-IR"/>
        </w:rPr>
        <w:t xml:space="preserve"> شأناً بعد </w:t>
      </w:r>
      <w:r>
        <w:rPr>
          <w:rFonts w:hint="eastAsia"/>
          <w:rtl/>
          <w:lang w:bidi="fa-IR"/>
        </w:rPr>
        <w:t>شأن</w:t>
      </w:r>
      <w:r>
        <w:rPr>
          <w:rtl/>
          <w:lang w:bidi="fa-IR"/>
        </w:rPr>
        <w:t>. البع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من حدس القلوب، المتعال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الأش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والضروب، والوتر، علاّم الغ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وب</w:t>
      </w:r>
      <w:r>
        <w:rPr>
          <w:rtl/>
          <w:lang w:bidi="fa-IR"/>
        </w:rPr>
        <w:t>. فمعان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الخلق عنه منف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وسرائرهم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المعروف بغ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درک</w:t>
      </w:r>
      <w:r>
        <w:rPr>
          <w:rtl/>
          <w:lang w:bidi="fa-IR"/>
        </w:rPr>
        <w:t xml:space="preserve"> بالحواسّ،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قاس</w:t>
      </w:r>
      <w:r>
        <w:rPr>
          <w:rtl/>
          <w:lang w:bidi="fa-IR"/>
        </w:rPr>
        <w:t xml:space="preserve"> بالناس، ولا تدرکه الأبصار، ولا تح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به الأفکار، ولا تقدّره العقول، ولا تقع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</w:t>
      </w:r>
      <w:r>
        <w:rPr>
          <w:rFonts w:hint="eastAsia"/>
          <w:rtl/>
          <w:lang w:bidi="fa-IR"/>
        </w:rPr>
        <w:t>أوهام،</w:t>
      </w:r>
      <w:r>
        <w:rPr>
          <w:rtl/>
          <w:lang w:bidi="fa-IR"/>
        </w:rPr>
        <w:t xml:space="preserve"> فکلّ ما قدّره عقل أو عرف له مثل، فهو محدود.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وصف</w:t>
      </w:r>
      <w:r>
        <w:rPr>
          <w:rtl/>
          <w:lang w:bidi="fa-IR"/>
        </w:rPr>
        <w:t xml:space="preserve"> بالأشباح، و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نعت</w:t>
      </w:r>
      <w:r>
        <w:rPr>
          <w:rtl/>
          <w:lang w:bidi="fa-IR"/>
        </w:rPr>
        <w:t xml:space="preserve"> بالألسن الفصاح من لم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حلّل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هو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کائن،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نأ</w:t>
      </w:r>
      <w:r>
        <w:rPr>
          <w:rtl/>
          <w:lang w:bidi="fa-IR"/>
        </w:rPr>
        <w:t xml:space="preserve"> عنها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هو عنها بائن،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خلُ</w:t>
      </w:r>
      <w:r>
        <w:rPr>
          <w:rtl/>
          <w:lang w:bidi="fa-IR"/>
        </w:rPr>
        <w:t xml:space="preserve"> منها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قرب</w:t>
      </w:r>
      <w:r>
        <w:rPr>
          <w:rtl/>
          <w:lang w:bidi="fa-IR"/>
        </w:rPr>
        <w:t xml:space="preserve"> منها بالالتزاق،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عنها بالافتراق، بل هو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بلا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وهو أقرب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من حبل الور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وأب</w:t>
      </w:r>
      <w:r>
        <w:rPr>
          <w:rFonts w:hint="eastAsia"/>
          <w:rtl/>
          <w:lang w:bidi="fa-IR"/>
        </w:rPr>
        <w:t>عد</w:t>
      </w:r>
      <w:r>
        <w:rPr>
          <w:rtl/>
          <w:lang w:bidi="fa-IR"/>
        </w:rPr>
        <w:t xml:space="preserve"> من الشبه من کلّ 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.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خلق</w:t>
      </w:r>
      <w:r>
        <w:rPr>
          <w:rtl/>
          <w:lang w:bidi="fa-IR"/>
        </w:rPr>
        <w:t xml:space="preserve"> الأش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من أُصول أزل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ولا من أوائل کانت قبله 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بل خلق ما خلق وأتقن خلقه، وصوّر ما صوّر فأحسن صورته، فسبحان من توحّد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علوّه،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منه امتناع، ولا له بطاعة أحد من خلقه انتفاع، إجابته للداع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عة،</w:t>
      </w:r>
      <w:r>
        <w:rPr>
          <w:rtl/>
          <w:lang w:bidi="fa-IR"/>
        </w:rPr>
        <w:t xml:space="preserve"> والملائکة 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السماوات والأرض مط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عة،</w:t>
      </w:r>
      <w:r>
        <w:rPr>
          <w:rtl/>
          <w:lang w:bidi="fa-IR"/>
        </w:rPr>
        <w:t xml:space="preserve"> کلّم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تکل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ماً</w:t>
      </w:r>
      <w:r>
        <w:rPr>
          <w:rtl/>
          <w:lang w:bidi="fa-IR"/>
        </w:rPr>
        <w:t xml:space="preserve"> بلا جوارح وأدوات ولا شفّة ولا لهوات، سبحانه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الصفات، فمن زعم أنّ إله الخلق محدود فقد جهل الخالق المعبود...». والخطبة طو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لة</w:t>
      </w:r>
      <w:r>
        <w:rPr>
          <w:rtl/>
          <w:lang w:bidi="fa-IR"/>
        </w:rPr>
        <w:t xml:space="preserve"> أخذنا منها موضع الحاجة: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78، بحار الأنوار ج 4 ص 294. 10 . تو در م</w:t>
      </w:r>
      <w:r>
        <w:rPr>
          <w:rFonts w:hint="eastAsia"/>
          <w:rtl/>
          <w:lang w:bidi="fa-IR"/>
        </w:rPr>
        <w:t>ورد</w:t>
      </w:r>
      <w:r>
        <w:rPr>
          <w:rtl/>
          <w:lang w:bidi="fa-IR"/>
        </w:rPr>
        <w:t xml:space="preserve"> چه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عدد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را به کار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توان</w:t>
      </w:r>
      <w:r>
        <w:rPr>
          <w:rtl/>
          <w:lang w:bidi="fa-IR"/>
        </w:rPr>
        <w:t xml:space="preserve"> آن شمرد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ودو وسه داشته باشد، مثلاً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 ستاره اوّل، ستاره دوم، ستاره سوم. امّا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تو تا به حال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شمرده‌ا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شتر</w:t>
      </w:r>
      <w:r>
        <w:rPr>
          <w:rtl/>
          <w:lang w:bidi="fa-IR"/>
        </w:rPr>
        <w:t xml:space="preserve">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چ‌گاه</w:t>
      </w:r>
      <w:r>
        <w:rPr>
          <w:rtl/>
          <w:lang w:bidi="fa-IR"/>
        </w:rPr>
        <w:t xml:space="preserve"> تو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را شمارش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>: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اوّل!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ما خورش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دوم و سوم ندار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>. 11 . «إنّ أعراب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قام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الجمل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فقال: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أتقول: إنّ اللّه واحد؟ قال: فحمل الناس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قالوا: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أعراب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! أما </w:t>
      </w:r>
      <w:r>
        <w:rPr>
          <w:rtl/>
          <w:lang w:bidi="fa-IR"/>
        </w:rPr>
        <w:lastRenderedPageBreak/>
        <w:t>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تقسّم القلب؟ فقال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</w:t>
      </w:r>
      <w:r>
        <w:rPr>
          <w:rFonts w:hint="eastAsia"/>
          <w:rtl/>
          <w:lang w:bidi="fa-IR"/>
        </w:rPr>
        <w:t>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دعوه، فإنّ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الأعراب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من القوم. ثمّ قال: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أعراب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إنّ القول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أنّ اللّه واحد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أربعة أقسام: فوجهان منها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جوزان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عزّ وجلّ، ووجهان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ثبتان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فأمّا اللذان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جوزان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فقول القائل: واحد،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قصد</w:t>
      </w:r>
      <w:r>
        <w:rPr>
          <w:rtl/>
          <w:lang w:bidi="fa-IR"/>
        </w:rPr>
        <w:t xml:space="preserve"> به باب الأعداد، فهذا ما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جوز؛</w:t>
      </w:r>
      <w:r>
        <w:rPr>
          <w:rtl/>
          <w:lang w:bidi="fa-IR"/>
        </w:rPr>
        <w:t xml:space="preserve"> لأنّ ما لا 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دخل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باب الأعداد، أما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أنّه کفر من قال: ثالث ثلاثة؟ وقول القائل: هو واحد من الناس؟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به النوع من الجنس، فبهذا ما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جوز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ه؛</w:t>
      </w:r>
      <w:r>
        <w:rPr>
          <w:rtl/>
          <w:lang w:bidi="fa-IR"/>
        </w:rPr>
        <w:t xml:space="preserve"> لأنّه تشب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وجلّ ربّنا عن ذلک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وأمّا الوجهان اللذان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ثبتان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فقول القائل: هو واحد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شبه، کذلک ربّنا، وقول القائل: إنّه عزّ وجلّ أحد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المعن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أنّه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نقسم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وجود ولا عقل ولا وهم، کذلک ربّنا عزّ وجلّ»: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83، الخصال ص 2،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الأخبار ص 5، بحار الأنوار ج 3 ص 206،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</w:t>
      </w:r>
      <w:r>
        <w:rPr>
          <w:rFonts w:hint="eastAsia"/>
          <w:rtl/>
          <w:lang w:bidi="fa-IR"/>
        </w:rPr>
        <w:t>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4 ص 475، نهج الإ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لابن جبر ص 366، أعلام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 77. 12 . «والإ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به واجب، والسؤال عنه بدعة، وإنّ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لأحسبک ضالاًّ. ثمّ أمر به فأُخرج. 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>: فإنّ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أخاف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طاناً»</w:t>
      </w:r>
      <w:r>
        <w:rPr>
          <w:rtl/>
          <w:lang w:bidi="fa-IR"/>
        </w:rPr>
        <w:t>: المدوّنة الکبر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6 ص 465، فتح البار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13 ص 343، عون المعبود ج 13 ص 30،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السمرقند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66،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السلم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435،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البغو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165،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البحر المح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ج 4 ص 311،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الآلوس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8 ص 134، تذکرة الحفّاظ ج 1 ص 209، الملل والنحل ج 1 ص 93. 13 . عن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قال: «رأ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تُ</w:t>
      </w:r>
      <w:r>
        <w:rPr>
          <w:rtl/>
          <w:lang w:bidi="fa-IR"/>
        </w:rPr>
        <w:t xml:space="preserve"> الخضر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المنام </w:t>
      </w:r>
      <w:r>
        <w:rPr>
          <w:rFonts w:hint="eastAsia"/>
          <w:rtl/>
          <w:lang w:bidi="fa-IR"/>
        </w:rPr>
        <w:t>قبل</w:t>
      </w:r>
      <w:r>
        <w:rPr>
          <w:rtl/>
          <w:lang w:bidi="fa-IR"/>
        </w:rPr>
        <w:t xml:space="preserve"> بدر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لة،</w:t>
      </w:r>
      <w:r>
        <w:rPr>
          <w:rtl/>
          <w:lang w:bidi="fa-IR"/>
        </w:rPr>
        <w:t xml:space="preserve"> فقلت له: علّمن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ئاً</w:t>
      </w:r>
      <w:r>
        <w:rPr>
          <w:rtl/>
          <w:lang w:bidi="fa-IR"/>
        </w:rPr>
        <w:t xml:space="preserve"> أُنصر به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الأعداء، فقال: قل: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هو،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لا هو إلاّ هو. فلمّا أصبحتُ قصصتها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ه‌و‌آله،</w:t>
      </w:r>
      <w:r>
        <w:rPr>
          <w:rtl/>
          <w:lang w:bidi="fa-IR"/>
        </w:rPr>
        <w:t xml:space="preserve"> فقال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علمت الاسم الأعظم. فکان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بدر. وإنّ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قرأ قل </w:t>
      </w:r>
      <w:r>
        <w:rPr>
          <w:rtl/>
          <w:lang w:bidi="fa-IR"/>
        </w:rPr>
        <w:lastRenderedPageBreak/>
        <w:t>هو ا</w:t>
      </w:r>
      <w:r>
        <w:rPr>
          <w:rFonts w:hint="eastAsia"/>
          <w:rtl/>
          <w:lang w:bidi="fa-IR"/>
        </w:rPr>
        <w:t>للّه</w:t>
      </w:r>
      <w:r>
        <w:rPr>
          <w:rtl/>
          <w:lang w:bidi="fa-IR"/>
        </w:rPr>
        <w:t xml:space="preserve"> أحد، فلمّا فرغ قال: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هو،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من لا هو إلاّ هو، اغفر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وانصرن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القوم الکافر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وکان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صفّ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وهو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طارد،</w:t>
      </w:r>
      <w:r>
        <w:rPr>
          <w:rtl/>
          <w:lang w:bidi="fa-IR"/>
        </w:rPr>
        <w:t xml:space="preserve"> فقال له عمّار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اسر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ما هذه الکنا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ات؟</w:t>
      </w:r>
      <w:r>
        <w:rPr>
          <w:rtl/>
          <w:lang w:bidi="fa-IR"/>
        </w:rPr>
        <w:t xml:space="preserve"> قال: اسم اللّه الأعظم، وعماد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للّه لا إله إلاّ هو. </w:t>
      </w:r>
      <w:r>
        <w:rPr>
          <w:rFonts w:hint="eastAsia"/>
          <w:rtl/>
          <w:lang w:bidi="fa-IR"/>
        </w:rPr>
        <w:t>ثمّ</w:t>
      </w:r>
      <w:r>
        <w:rPr>
          <w:rtl/>
          <w:lang w:bidi="fa-IR"/>
        </w:rPr>
        <w:t xml:space="preserve"> قرأ: شهد اللّه أنّه لا إله إلاّ هو، وآخر الحشر، ثمّ نزل فصلّ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أربع رکعات قبل الزوال: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89، بحار الأنوار ج 3 ص 222 و ج 19 ص 310 و ج 58 ص 242، عدّة الداع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263، الفصول المهمّة ج 1 ص 136،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5 ص 700. 14 . «وقال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اللّه معناه المعبود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أله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الخلق و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ه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واللّه هو المستور عن درک الأبصار، المحجوب عن الأوهام والخطرات. قال الباقر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اللّه معناه المعبود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أله الخلق عن درک ماه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والإحاطة بک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>.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العرب: أله الرجل إذا تح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فلم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حط</w:t>
      </w:r>
      <w:r>
        <w:rPr>
          <w:rtl/>
          <w:lang w:bidi="fa-IR"/>
        </w:rPr>
        <w:t xml:space="preserve"> به علماً، ووله إذا فزع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ممّا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حذره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خافه،</w:t>
      </w:r>
      <w:r>
        <w:rPr>
          <w:rtl/>
          <w:lang w:bidi="fa-IR"/>
        </w:rPr>
        <w:t xml:space="preserve"> فالإله هو المستور عن حواسّ الخلق»: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89، بحار الأنوار ج 3 ص 222،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 10 ص 486، التفس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الأصف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1389، التفس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الصاف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5 ص 391 و ج 7 ص 578،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</w:t>
      </w:r>
      <w:r>
        <w:rPr>
          <w:rFonts w:hint="eastAsia"/>
          <w:rtl/>
          <w:lang w:bidi="fa-IR"/>
        </w:rPr>
        <w:t>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5 ص 708،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للس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الخوئ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426. 15 . «وقد سُئل الصادق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عن قول اللّه: «وَ أَنَّ إِلَ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رَبِّکَ الْمُنتَهَ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»،</w:t>
      </w:r>
      <w:r>
        <w:rPr>
          <w:rtl/>
          <w:lang w:bidi="fa-IR"/>
        </w:rPr>
        <w:t xml:space="preserve"> قال: إذا انته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الکلام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فامسکوا»: الهدا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للصدوق ص 14، المحاسن ج 1 ص 237،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92، الاعتقادات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الإمام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للصدوق</w:t>
      </w:r>
      <w:r>
        <w:rPr>
          <w:rtl/>
          <w:lang w:bidi="fa-IR"/>
        </w:rPr>
        <w:t xml:space="preserve"> ص 42،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456، روضة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 37،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16 ص 194، مشکاة الأنوار ص 37، بحار الأنوار ج 3 ص 264 و ج 88 ص 68،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القمّ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338؛ «عن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أنّه قال: تکلّموا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خلق اللّه ولا تتکلّموا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اللّه، فإنّ الکلام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</w:t>
      </w:r>
      <w:r>
        <w:rPr>
          <w:rFonts w:hint="eastAsia"/>
          <w:rtl/>
          <w:lang w:bidi="fa-IR"/>
        </w:rPr>
        <w:t>لّه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إلاّ تح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راً</w:t>
      </w:r>
      <w:r>
        <w:rPr>
          <w:rtl/>
          <w:lang w:bidi="fa-IR"/>
        </w:rPr>
        <w:t>. وف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أُخر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عن حر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</w:t>
      </w:r>
      <w:r>
        <w:rPr>
          <w:rtl/>
          <w:lang w:bidi="fa-IR"/>
        </w:rPr>
        <w:t>: تکلّموا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کلّ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ولا تتکلّموا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ذات اللّه»: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92،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545، روضة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 37،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16 ص 196. 16 . «هو السم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لا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حدّ،</w:t>
      </w:r>
      <w:r>
        <w:rPr>
          <w:rtl/>
          <w:lang w:bidi="fa-IR"/>
        </w:rPr>
        <w:t xml:space="preserve"> ولا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حسّ،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جس،</w:t>
      </w:r>
      <w:r>
        <w:rPr>
          <w:rtl/>
          <w:lang w:bidi="fa-IR"/>
        </w:rPr>
        <w:t xml:space="preserve"> ولا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مسّ</w:t>
      </w:r>
      <w:r>
        <w:rPr>
          <w:rtl/>
          <w:lang w:bidi="fa-IR"/>
        </w:rPr>
        <w:t xml:space="preserve"> ولا تدرکه الأ</w:t>
      </w:r>
      <w:r>
        <w:rPr>
          <w:rFonts w:hint="eastAsia"/>
          <w:rtl/>
          <w:lang w:bidi="fa-IR"/>
        </w:rPr>
        <w:t>بصار»</w:t>
      </w:r>
      <w:r>
        <w:rPr>
          <w:rtl/>
          <w:lang w:bidi="fa-IR"/>
        </w:rPr>
        <w:t>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98، وراجع الأمال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المرتض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103، الاحتجاج ج 2 ص 70، بحار الأنوار ج 3 ص 29، 258، 271، 290، 291، 301 و ج 10 ص 195. 17 . عن عبد الرحمن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نجران، قال: «سألتُ أبا جعفرٍ الثان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عن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فقلت: أتوهم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ئاً،</w:t>
      </w:r>
      <w:r>
        <w:rPr>
          <w:rtl/>
          <w:lang w:bidi="fa-IR"/>
        </w:rPr>
        <w:t xml:space="preserve"> فقا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>: نعم،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معقول ولا محدود، فما وقع وهمک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فهو خلافه،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شبهه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ء،</w:t>
      </w:r>
      <w:r>
        <w:rPr>
          <w:rtl/>
          <w:lang w:bidi="fa-IR"/>
        </w:rPr>
        <w:t xml:space="preserve"> ولا تدرکه الأوهام،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تدرکه الأوهام وهو خلاف ما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عقل</w:t>
      </w:r>
      <w:r>
        <w:rPr>
          <w:rtl/>
          <w:lang w:bidi="fa-IR"/>
        </w:rPr>
        <w:t xml:space="preserve"> وخلاف ما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تصوّر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الأوهام؟ إنّما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توهّم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معقول ولا محدود»: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82،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 106، الفصول المهمّة ج 1 ص 137، بحار الأنوار ج 3 ص 266،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4 ص 561. 18 . در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نترنت</w:t>
      </w:r>
      <w:r>
        <w:rPr>
          <w:rtl/>
          <w:lang w:bidi="fa-IR"/>
        </w:rPr>
        <w:t xml:space="preserve"> جستجو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«ف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لم</w:t>
      </w:r>
      <w:r>
        <w:rPr>
          <w:rtl/>
          <w:lang w:bidi="fa-IR"/>
        </w:rPr>
        <w:t xml:space="preserve"> نماز و روزه فضانورد مسلمان در فضا». 19 . عن محمّد بن مسلم،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قال: «إنّ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سألوا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فقالوا: انسب لنا ربّک. فلبث ثلاثاً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بهم،</w:t>
      </w:r>
      <w:r>
        <w:rPr>
          <w:rtl/>
          <w:lang w:bidi="fa-IR"/>
        </w:rPr>
        <w:t xml:space="preserve"> ثمّ نزلت هذه السورة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آخرها. فقلتُ له: ما الصمد؟ فقال: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بمجوّف»: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93، بحار الأنوار ج 3 ص 220،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 10 ص 485، التفس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الصاف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5 ص 390،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5 ص 706؛ «عن أُب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کعب: إنّ المشر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قالوا للنب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محمّد، انسب لنا ربّک، فأنزل اللّه: قل هو اللّه أحد...»: مسند أحمد ج 5 ص 134، سنن الترمذ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5 ص 121، المستدرک للحاکم ج 2 ص 540، مجمع الزوائد ج 7 ص 146، فتح البار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8 ص 568، وراجع عمدة القار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20 ص 8، تحفة الأحوذ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9 ص 211، المعجم الأوسط ج 6 ص </w:t>
      </w:r>
      <w:r>
        <w:rPr>
          <w:rtl/>
          <w:lang w:bidi="fa-IR"/>
        </w:rPr>
        <w:lastRenderedPageBreak/>
        <w:t>25، کنز العمّال ج 2 ص 563 و ج 12 ص 390،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القد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 2 ص 651. 20 . «عن عمران بن حص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: إنّ النب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بعث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واستعمل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فلمّا رجعوا سألهم فقالوا: کلّ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أنّه قرأ بنا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کلّ صلاة بق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هو اللّه أحد، فقال: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لمَ فعلتَ هذا؟ فقال: لحبّ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لقل هو اللّه أحد، فقال النب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>: ما أحببتها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أحبّک اللّه عزّ وجلّ»: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94،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 10 ص 490. 21 . «عن جعفر بن محمّد، عن أب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هماالسلام</w:t>
      </w:r>
      <w:r>
        <w:rPr>
          <w:rtl/>
          <w:lang w:bidi="fa-IR"/>
        </w:rPr>
        <w:t xml:space="preserve"> أنّ النب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ص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سعد بن معاذ، فقال: لقد واف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الملائکة للصلاة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سبعون ألف ملک 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صلّون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فقلت: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بمَ استحقّ صلاتکم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ه؟</w:t>
      </w:r>
      <w:r>
        <w:rPr>
          <w:rtl/>
          <w:lang w:bidi="fa-IR"/>
        </w:rPr>
        <w:t xml:space="preserve"> قال: بقراءة قل هو اللّه أحد قائماً وقاعداً وراکباً وماش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وذاهباً وجائ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اً»</w:t>
      </w:r>
      <w:r>
        <w:rPr>
          <w:rtl/>
          <w:lang w:bidi="fa-IR"/>
        </w:rPr>
        <w:t>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95،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 10 ص 480، معجم رجال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ج 9 ص 94، أعلام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 386. 22 . «عن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قال: من قرأ قل هو اللّه أحد مرّة واحدة، فکأنّما قرأ ثلث القرآن وثلث التوراة وثلث الإنج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وثلث الزبور»: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95،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6 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225، بحار الأنوار ج 89 ص 348،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15 ص 149. 23 . «قال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وماً</w:t>
      </w:r>
      <w:r>
        <w:rPr>
          <w:rtl/>
          <w:lang w:bidi="fa-IR"/>
        </w:rPr>
        <w:t xml:space="preserve"> لأصحابه: 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صوم</w:t>
      </w:r>
      <w:r>
        <w:rPr>
          <w:rtl/>
          <w:lang w:bidi="fa-IR"/>
        </w:rPr>
        <w:t xml:space="preserve"> الدهر؟ فقال سلمان رحمة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: أنا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اللّه، فقال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>: فأ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ل؟</w:t>
      </w:r>
      <w:r>
        <w:rPr>
          <w:rtl/>
          <w:lang w:bidi="fa-IR"/>
        </w:rPr>
        <w:t xml:space="preserve"> فقال سلمان: أنا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اللّه، قال: فأ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ختم</w:t>
      </w:r>
      <w:r>
        <w:rPr>
          <w:rtl/>
          <w:lang w:bidi="fa-IR"/>
        </w:rPr>
        <w:t xml:space="preserve"> القرآن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کلّ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وم؟</w:t>
      </w:r>
      <w:r>
        <w:rPr>
          <w:rtl/>
          <w:lang w:bidi="fa-IR"/>
        </w:rPr>
        <w:t xml:space="preserve"> فقال سلمان: أنا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اللّه. فغضب بعض أصحابه، فقال: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رسول اللّه! إنّ سلمان رجل من الفرس،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فتخر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معاشر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ش،</w:t>
      </w:r>
      <w:r>
        <w:rPr>
          <w:rtl/>
          <w:lang w:bidi="fa-IR"/>
        </w:rPr>
        <w:t xml:space="preserve"> قلتَ: 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صوم</w:t>
      </w:r>
      <w:r>
        <w:rPr>
          <w:rtl/>
          <w:lang w:bidi="fa-IR"/>
        </w:rPr>
        <w:t xml:space="preserve"> الدهر؟ فقال: أنا، وهو أکثر 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أکل</w:t>
      </w:r>
      <w:r>
        <w:rPr>
          <w:rtl/>
          <w:lang w:bidi="fa-IR"/>
        </w:rPr>
        <w:t>! وقلتَ: 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ل؟</w:t>
      </w:r>
      <w:r>
        <w:rPr>
          <w:rtl/>
          <w:lang w:bidi="fa-IR"/>
        </w:rPr>
        <w:t xml:space="preserve"> فقال: أنا، وهو أکثر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له</w:t>
      </w:r>
      <w:r>
        <w:rPr>
          <w:rtl/>
          <w:lang w:bidi="fa-IR"/>
        </w:rPr>
        <w:t xml:space="preserve"> نائم! وقلتَ: 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ختم</w:t>
      </w:r>
      <w:r>
        <w:rPr>
          <w:rtl/>
          <w:lang w:bidi="fa-IR"/>
        </w:rPr>
        <w:t xml:space="preserve"> القرآن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کلّ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وم؟</w:t>
      </w:r>
      <w:r>
        <w:rPr>
          <w:rtl/>
          <w:lang w:bidi="fa-IR"/>
        </w:rPr>
        <w:t xml:space="preserve"> فقال: أنا، وهو أکثر نهاره صامت! فقال </w:t>
      </w:r>
      <w:r>
        <w:rPr>
          <w:rtl/>
          <w:lang w:bidi="fa-IR"/>
        </w:rPr>
        <w:lastRenderedPageBreak/>
        <w:t>النب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: مه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فلان، أنّ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لک بمثل لقمان الحک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م؟</w:t>
      </w:r>
      <w:r>
        <w:rPr>
          <w:rtl/>
          <w:lang w:bidi="fa-IR"/>
        </w:rPr>
        <w:t xml:space="preserve"> سله فإنّه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نبئک</w:t>
      </w:r>
      <w:r>
        <w:rPr>
          <w:rtl/>
          <w:lang w:bidi="fa-IR"/>
        </w:rPr>
        <w:t xml:space="preserve">. فقال الرجل لسلمان: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أبا عبد اللّه، 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زعمت أنّک تصوم الدهر؟ </w:t>
      </w:r>
      <w:r>
        <w:rPr>
          <w:rFonts w:hint="eastAsia"/>
          <w:rtl/>
          <w:lang w:bidi="fa-IR"/>
        </w:rPr>
        <w:t>فقال</w:t>
      </w:r>
      <w:r>
        <w:rPr>
          <w:rtl/>
          <w:lang w:bidi="fa-IR"/>
        </w:rPr>
        <w:t>: نعم، فقال: رأ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أکثر نهارک تأکل! فقال: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تذهب، إنّ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أصوم الثلاثة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الشهر، وقال اللّه عزّ وجلّ: «مَن جَآءَ بِالْحَسَنَةِ فَلَهُ‌عَشْرُ أَمْثَالِهَا»، وأصل شعبان بشهر رمضان، فذلک صوم الدهر. فقال: 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زعمت أنّک تح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ل؟</w:t>
      </w:r>
      <w:r>
        <w:rPr>
          <w:rtl/>
          <w:lang w:bidi="fa-IR"/>
        </w:rPr>
        <w:t xml:space="preserve"> فقال: نعم، فقال: أ</w:t>
      </w:r>
      <w:r>
        <w:rPr>
          <w:rFonts w:hint="eastAsia"/>
          <w:rtl/>
          <w:lang w:bidi="fa-IR"/>
        </w:rPr>
        <w:t>نت</w:t>
      </w:r>
      <w:r>
        <w:rPr>
          <w:rtl/>
          <w:lang w:bidi="fa-IR"/>
        </w:rPr>
        <w:t xml:space="preserve"> أکثر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لک</w:t>
      </w:r>
      <w:r>
        <w:rPr>
          <w:rtl/>
          <w:lang w:bidi="fa-IR"/>
        </w:rPr>
        <w:t xml:space="preserve"> نائم! فقال: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تذهب، ولکنّ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سمعتُ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>: مَن بات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طهرٍ فکأنّما أح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الل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کلّه، فأنا أب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طهر. فقال: 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زعمت أنّک تختم القرآن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کلّ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وم؟</w:t>
      </w:r>
      <w:r>
        <w:rPr>
          <w:rtl/>
          <w:lang w:bidi="fa-IR"/>
        </w:rPr>
        <w:t xml:space="preserve"> قال: نعم، قال: فأنت أکثر 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امک</w:t>
      </w:r>
      <w:r>
        <w:rPr>
          <w:rtl/>
          <w:lang w:bidi="fa-IR"/>
        </w:rPr>
        <w:t xml:space="preserve"> صامت! فقال: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تذهب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ولکنّ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سمعتُ 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لعل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أبا الحسن، مثلک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أُمّت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مثل سورة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قل هو اللّه أحد، فمن قرأها مرّة فقد قرأ ثلث القرآن، ومن قرأها مرّت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فقد قرأ ثلث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القرآن، ومن قرأها ثلاثاً فقد ختم القرآن، فمن أحبّک بل</w:t>
      </w:r>
      <w:r>
        <w:rPr>
          <w:rFonts w:hint="eastAsia"/>
          <w:rtl/>
          <w:lang w:bidi="fa-IR"/>
        </w:rPr>
        <w:t>سانه</w:t>
      </w:r>
      <w:r>
        <w:rPr>
          <w:rtl/>
          <w:lang w:bidi="fa-IR"/>
        </w:rPr>
        <w:t xml:space="preserve"> فقد کمل له ثلث الإ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مان،</w:t>
      </w:r>
      <w:r>
        <w:rPr>
          <w:rtl/>
          <w:lang w:bidi="fa-IR"/>
        </w:rPr>
        <w:t xml:space="preserve"> ومن أحبّک بلسانه وقلبه فقد کمل له ثلثا الإ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مان،</w:t>
      </w:r>
      <w:r>
        <w:rPr>
          <w:rtl/>
          <w:lang w:bidi="fa-IR"/>
        </w:rPr>
        <w:t xml:space="preserve"> ومن أحبّک بلسانه وقلبه ونصرک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 xml:space="preserve"> فقد استکمل الإ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مان،</w:t>
      </w:r>
      <w:r>
        <w:rPr>
          <w:rtl/>
          <w:lang w:bidi="fa-IR"/>
        </w:rPr>
        <w:t xml:space="preserve"> والذ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بعثن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بالحقّ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لو أحبّک أهل الأرض کمحبّة أهل السماء لک، لما عُذّب أحد بالنار، وأنا أقرأ قل هو اللّه أحد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کلّ 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وم ثلاث مرّات. فقام وکأنّه قد أُلقم حجراً»: الأمال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للصدوق ص 86، فضائل الأشهر الثلاثة ص 50،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الأخبار ص 235، روضة الواعظ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 281، مناقب آل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ج 3 ص 4، بحار الأنوار ج 39 ص 258، غا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المرام ج 6 ص 143. 24 .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قال: «من مض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واحد فصلّ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بخمس صلوات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قرأ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بقل هو اللّه أحد 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له: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عبد اللّه، لستَ من المصلّ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ن»</w:t>
      </w:r>
      <w:r>
        <w:rPr>
          <w:rtl/>
          <w:lang w:bidi="fa-IR"/>
        </w:rPr>
        <w:t>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622،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6 ص 81،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5 ص 148، الحدائق الناضرة ج 8 ص 181. </w:t>
      </w:r>
      <w:r>
        <w:rPr>
          <w:rtl/>
          <w:lang w:bidi="fa-IR"/>
        </w:rPr>
        <w:lastRenderedPageBreak/>
        <w:t>25 .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قال: «من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</w:t>
      </w:r>
      <w:r>
        <w:rPr>
          <w:rtl/>
          <w:lang w:bidi="fa-IR"/>
        </w:rPr>
        <w:t xml:space="preserve"> ب</w:t>
      </w:r>
      <w:r>
        <w:rPr>
          <w:rFonts w:hint="eastAsia"/>
          <w:rtl/>
          <w:lang w:bidi="fa-IR"/>
        </w:rPr>
        <w:t>اللّه</w:t>
      </w:r>
      <w:r>
        <w:rPr>
          <w:rtl/>
          <w:lang w:bidi="fa-IR"/>
        </w:rPr>
        <w:t xml:space="preserve"> وال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الآخر،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</w:t>
      </w:r>
      <w:r>
        <w:rPr>
          <w:rtl/>
          <w:lang w:bidi="fa-IR"/>
        </w:rPr>
        <w:t xml:space="preserve">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قرأ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دبر الفر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ضة</w:t>
      </w:r>
      <w:r>
        <w:rPr>
          <w:rtl/>
          <w:lang w:bidi="fa-IR"/>
        </w:rPr>
        <w:t xml:space="preserve"> بقل هو اللّه أحد، فإنّه من قرأها جمع اللّه له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والآخرة، وغفر له ولوالد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وما ولدا»: الدعوات للراوند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216،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622، ثواب الأعمال ص 128،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6 ص 487، بحار الأنوار ج 83 ص 27، ت</w:t>
      </w:r>
      <w:r>
        <w:rPr>
          <w:rFonts w:hint="eastAsia"/>
          <w:rtl/>
          <w:lang w:bidi="fa-IR"/>
        </w:rPr>
        <w:t>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 10 ص 480،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5 ص 700، فلاح السائل ص 167، أعلام الد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 386. 26 . عن مفضّل بن عمر، قال: «قال أبو 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مفضّل، احتجز من الناس کلّهم ببسم اللّه الرحمن الرح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وبقل هو اللّه أحد، اقرأها عن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</w:t>
      </w:r>
      <w:r>
        <w:rPr>
          <w:rtl/>
          <w:lang w:bidi="fa-IR"/>
        </w:rPr>
        <w:t xml:space="preserve"> وعن شمالک ومن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ومن خلفک ومن فوقک ومن تحتک، فإذا دخلت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سلطانٍ جائرٍ فاقرأها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تنظر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ثلاث مرّات، واعقد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دک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ثمّ لا تفارقها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تخرج من عنده»: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724،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6 ص 223، المصباح ص 232، بحار الأنوار ج 89 ص 351،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15 ص 139،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1 ص 7،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کنز الدقائق ج 1 ص 32. 27 .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من قرا قل هو اللّه احد،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خرج</w:t>
      </w:r>
      <w:r>
        <w:rPr>
          <w:rtl/>
          <w:lang w:bidi="fa-IR"/>
        </w:rPr>
        <w:t xml:space="preserve"> من منزله عشر مرات لم‌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حفظ اللّه وکلاءته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رجع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منزله: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542،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5 ص 328، عده الداع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281، بحار الأنوار ج 73 ص 168،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16 ص 841، منتق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الجمان ج 3 ص 101. 28 . «ول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قرأ</w:t>
      </w:r>
      <w:r>
        <w:rPr>
          <w:rtl/>
          <w:lang w:bidi="fa-IR"/>
        </w:rPr>
        <w:t xml:space="preserve"> قل هو اللّه أحد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دخل</w:t>
      </w:r>
      <w:r>
        <w:rPr>
          <w:rtl/>
          <w:lang w:bidi="fa-IR"/>
        </w:rPr>
        <w:t xml:space="preserve"> منزله، فإنّه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الفقر»: الخصال ص 626، تحف العقول ص 115،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5 ص 323، بحار الأنوار ج 10 ص 105،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15 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591. 29 . قال الباقر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«کان محمّد بن الحنف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رض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عنه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>: الصمد القائم بنفسه الغن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ره»</w:t>
      </w:r>
      <w:r>
        <w:rPr>
          <w:rtl/>
          <w:lang w:bidi="fa-IR"/>
        </w:rPr>
        <w:t>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90،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الأخبار ص 7، وراجع: المصباح للکفعم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</w:t>
      </w:r>
      <w:r>
        <w:rPr>
          <w:rtl/>
          <w:lang w:bidi="fa-IR"/>
        </w:rPr>
        <w:lastRenderedPageBreak/>
        <w:t>329، بحار الأنوار ج 3 ص 223،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مجمع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ج 10 ص 487، التفس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الصاف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5 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391،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5 ص 711؛ «واللّه جلّ ثناوه الصمد؛ لأنّه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صمد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عباده بالدعاء والطلب»: معجم مقا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اللغة ج 3 ص 309. 30 . عن المفضّل بن عمر، قال: «سمعت أبا 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>: الحمد للّه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لد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ورّث،</w:t>
      </w:r>
      <w:r>
        <w:rPr>
          <w:rtl/>
          <w:lang w:bidi="fa-IR"/>
        </w:rPr>
        <w:t xml:space="preserve">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ولد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شارک»</w:t>
      </w:r>
      <w:r>
        <w:rPr>
          <w:rtl/>
          <w:lang w:bidi="fa-IR"/>
        </w:rPr>
        <w:t>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</w:t>
      </w:r>
      <w:r>
        <w:rPr>
          <w:rFonts w:hint="eastAsia"/>
          <w:rtl/>
          <w:lang w:bidi="fa-IR"/>
        </w:rPr>
        <w:t>صدوق</w:t>
      </w:r>
      <w:r>
        <w:rPr>
          <w:rtl/>
          <w:lang w:bidi="fa-IR"/>
        </w:rPr>
        <w:t xml:space="preserve"> ص 48، الفصول المهمّة للحرّ العامل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242، بحار الأنوار ج 3 ص 256،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3 ص 237. 31 . عن داود بن الأسود وقّاد حمّام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محمّد، قال: «دعان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أبو محمّد فدفع إل</w:t>
      </w:r>
      <w:r>
        <w:rPr>
          <w:rFonts w:hint="cs"/>
          <w:rtl/>
          <w:lang w:bidi="fa-IR"/>
        </w:rPr>
        <w:t>یَّ</w:t>
      </w:r>
      <w:r>
        <w:rPr>
          <w:rtl/>
          <w:lang w:bidi="fa-IR"/>
        </w:rPr>
        <w:t xml:space="preserve"> خشبة کأنّها رجل بابٍ مدوّرة طو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لة</w:t>
      </w:r>
      <w:r>
        <w:rPr>
          <w:rtl/>
          <w:lang w:bidi="fa-IR"/>
        </w:rPr>
        <w:t xml:space="preserve"> مل‌ء الکفّ، فقال: صر بهذه الخشبة </w:t>
      </w:r>
      <w:r>
        <w:rPr>
          <w:rFonts w:hint="eastAsia"/>
          <w:rtl/>
          <w:lang w:bidi="fa-IR"/>
        </w:rPr>
        <w:t>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العُمرَ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فمض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فلمّا صرتُ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 الطر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عرض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سقّاء... فانشقّت، فنظرتُ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کسرها فإذا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کتب، فبادرت سر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عاً</w:t>
      </w:r>
      <w:r>
        <w:rPr>
          <w:rtl/>
          <w:lang w:bidi="fa-IR"/>
        </w:rPr>
        <w:t xml:space="preserve"> فرددت الخشبة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کُمّ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فجعل السقّاء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شتمن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شتم</w:t>
      </w:r>
      <w:r>
        <w:rPr>
          <w:rtl/>
          <w:lang w:bidi="fa-IR"/>
        </w:rPr>
        <w:t xml:space="preserve"> صاحب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فلمّا دنوت من الدار راجعاً استقبلن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الخادم عند الباب...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ل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أعلم 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رجل الباب، فقال: ولم احتجت أن تعمل عملاً تحتاج أن تعتذر منه؟ إ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اک</w:t>
      </w:r>
      <w:r>
        <w:rPr>
          <w:rtl/>
          <w:lang w:bidi="fa-IR"/>
        </w:rPr>
        <w:t xml:space="preserve"> بعدها أن تعود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مثلها، وإذا سمعت لنا شاتماً فامضِ لسب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لک</w:t>
      </w:r>
      <w:r>
        <w:rPr>
          <w:rtl/>
          <w:lang w:bidi="fa-IR"/>
        </w:rPr>
        <w:t xml:space="preserve">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أُمرت بها، وإ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اک</w:t>
      </w:r>
      <w:r>
        <w:rPr>
          <w:rtl/>
          <w:lang w:bidi="fa-IR"/>
        </w:rPr>
        <w:t xml:space="preserve"> أن تجاوب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شتمنا</w:t>
      </w:r>
      <w:r>
        <w:rPr>
          <w:rtl/>
          <w:lang w:bidi="fa-IR"/>
        </w:rPr>
        <w:t xml:space="preserve"> أو تعرّفه مَن أنت، فإنّنا ببلد سوء ومصر سوء، وامضِ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قک،</w:t>
      </w:r>
      <w:r>
        <w:rPr>
          <w:rtl/>
          <w:lang w:bidi="fa-IR"/>
        </w:rPr>
        <w:t xml:space="preserve"> فإنّ أخبارک وأ</w:t>
      </w:r>
      <w:r>
        <w:rPr>
          <w:rFonts w:hint="eastAsia"/>
          <w:rtl/>
          <w:lang w:bidi="fa-IR"/>
        </w:rPr>
        <w:t>حوالک</w:t>
      </w:r>
      <w:r>
        <w:rPr>
          <w:rtl/>
          <w:lang w:bidi="fa-IR"/>
        </w:rPr>
        <w:t xml:space="preserve"> ترد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نا»</w:t>
      </w:r>
      <w:r>
        <w:rPr>
          <w:rtl/>
          <w:lang w:bidi="fa-IR"/>
        </w:rPr>
        <w:t>: مناقب آل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ج 3 ص 528،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المعاجز ج 7 ص 643، بحار الأنوار ج 40 ص 283. 32 . عن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بن إسحاق، قال: «کتبتُ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محمّد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أسأله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عبد</w:t>
      </w:r>
      <w:r>
        <w:rPr>
          <w:rtl/>
          <w:lang w:bidi="fa-IR"/>
        </w:rPr>
        <w:t xml:space="preserve"> العبد ربّه وهو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راه؟</w:t>
      </w:r>
      <w:r>
        <w:rPr>
          <w:rtl/>
          <w:lang w:bidi="fa-IR"/>
        </w:rPr>
        <w:t>! فوقّع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أبا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وسف،</w:t>
      </w:r>
      <w:r>
        <w:rPr>
          <w:rtl/>
          <w:lang w:bidi="fa-IR"/>
        </w:rPr>
        <w:t xml:space="preserve"> جلّ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ومولا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والمنعم 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یَّ</w:t>
      </w:r>
      <w:r>
        <w:rPr>
          <w:rtl/>
          <w:lang w:bidi="fa-IR"/>
        </w:rPr>
        <w:t xml:space="preserve"> وعل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آبائ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قال: وسألته هل رأ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رسولُ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ربّه؟ فوقّع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إنّ اللّه تبارک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رسوله بقلبه من نور عظمته ما أحبّ»: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95،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108، بحار الأنوار ج 4 ص </w:t>
      </w:r>
      <w:r>
        <w:rPr>
          <w:rtl/>
          <w:lang w:bidi="fa-IR"/>
        </w:rPr>
        <w:lastRenderedPageBreak/>
        <w:t>43. 33 . عن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 محمّد الخزّ</w:t>
      </w:r>
      <w:r>
        <w:rPr>
          <w:rFonts w:hint="eastAsia"/>
          <w:rtl/>
          <w:lang w:bidi="fa-IR"/>
        </w:rPr>
        <w:t>از،</w:t>
      </w:r>
      <w:r>
        <w:rPr>
          <w:rtl/>
          <w:lang w:bidi="fa-IR"/>
        </w:rPr>
        <w:t xml:space="preserve"> ومحمّد بن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قالا: «دخلنا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الحسن الرضا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فحک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له ما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أنّ محمّداً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رأ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ربّه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ئة</w:t>
      </w:r>
      <w:r>
        <w:rPr>
          <w:rtl/>
          <w:lang w:bidi="fa-IR"/>
        </w:rPr>
        <w:t xml:space="preserve"> الشاب الموفق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سنّ أبناء ثلاث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سنة، رجلاه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خضرة، وقلت: إنّ هشام بن سالم وصاحب الطاق والم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قولون</w:t>
      </w:r>
      <w:r>
        <w:rPr>
          <w:rtl/>
          <w:lang w:bidi="fa-IR"/>
        </w:rPr>
        <w:t>: إنّه أجوف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</w:t>
      </w:r>
      <w:r>
        <w:rPr>
          <w:rFonts w:hint="eastAsia"/>
          <w:rtl/>
          <w:lang w:bidi="fa-IR"/>
        </w:rPr>
        <w:t>رّة،</w:t>
      </w:r>
      <w:r>
        <w:rPr>
          <w:rtl/>
          <w:lang w:bidi="fa-IR"/>
        </w:rPr>
        <w:t xml:space="preserve"> والباق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صمد. فخرّ ساجداً، ثمّ قال: سبحانک ما عرفوک ولا وحّدوک، فمن أجل ذلک وصفوک، سبحانک لو عرفوک لوصفوک بما وصفتَ به نفسک، سبحانک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طاوعتهم أنفسهم أن شبّهوک بغ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رک؟</w:t>
      </w:r>
      <w:r>
        <w:rPr>
          <w:rtl/>
          <w:lang w:bidi="fa-IR"/>
        </w:rPr>
        <w:t>! إله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أصفک إلاّ بما وصفت به نفسک، ولا أُشبّهک بخلقک، أنت أهلٌ لکلّ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«فَلاَ تَ</w:t>
      </w:r>
      <w:r>
        <w:rPr>
          <w:rFonts w:hint="eastAsia"/>
          <w:rtl/>
          <w:lang w:bidi="fa-IR"/>
        </w:rPr>
        <w:t>جْعَلْنِ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الْقَوْمِ الظَّــلِمِ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نَ»</w:t>
      </w:r>
      <w:r>
        <w:rPr>
          <w:rtl/>
          <w:lang w:bidi="fa-IR"/>
        </w:rPr>
        <w:t>. ثمّ التفت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فقال: ما توهّمتم من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فتوهّموا اللّه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>. ثمّ قال: نحن آل محمّد النمط الأوسط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درکنا</w:t>
      </w:r>
      <w:r>
        <w:rPr>
          <w:rtl/>
          <w:lang w:bidi="fa-IR"/>
        </w:rPr>
        <w:t xml:space="preserve"> الغال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سبقنا</w:t>
      </w:r>
      <w:r>
        <w:rPr>
          <w:rtl/>
          <w:lang w:bidi="fa-IR"/>
        </w:rPr>
        <w:t xml:space="preserve"> التال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محمّد، إنّ رسول اللّه 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وآله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نظر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عظمة ربّه کان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ئة الشاب الموفق وسنّ أبناء ثلاث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سنة،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محمّد، عظم ربّ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وجلّ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صفة المخلوق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قال: قلت: جُعلت فداک، من کانت رجلاه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خضرة؟ قال: ذاک محمّد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ه‌و‌آله،</w:t>
      </w:r>
      <w:r>
        <w:rPr>
          <w:rtl/>
          <w:lang w:bidi="fa-IR"/>
        </w:rPr>
        <w:t xml:space="preserve"> کان إذا نظر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ربّه بقلبه جعله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نور مثل نور الحجب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له 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الحجب، إنّ ن</w:t>
      </w:r>
      <w:r>
        <w:rPr>
          <w:rFonts w:hint="eastAsia"/>
          <w:rtl/>
          <w:lang w:bidi="fa-IR"/>
        </w:rPr>
        <w:t>ور</w:t>
      </w:r>
      <w:r>
        <w:rPr>
          <w:rtl/>
          <w:lang w:bidi="fa-IR"/>
        </w:rPr>
        <w:t xml:space="preserve"> اللّه منه أخضر ما أخضر، ومنه أحمر ما أحمر، ومنه أب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</w:t>
      </w:r>
      <w:r>
        <w:rPr>
          <w:rtl/>
          <w:lang w:bidi="fa-IR"/>
        </w:rPr>
        <w:t xml:space="preserve"> ما أب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ض،</w:t>
      </w:r>
      <w:r>
        <w:rPr>
          <w:rtl/>
          <w:lang w:bidi="fa-IR"/>
        </w:rPr>
        <w:t xml:space="preserve"> ومنه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ذلک،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محمّد ما شهد به الکتاب والسنّة فنحن القائلون به»: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101،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113، بحار الأنوار ج 4 ص 39. 34 . ذکر الکشّ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رجاله بإسناده عن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بن نع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أنّه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>: «أبو الصَّلت نق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ث،</w:t>
      </w:r>
      <w:r>
        <w:rPr>
          <w:rtl/>
          <w:lang w:bidi="fa-IR"/>
        </w:rPr>
        <w:t xml:space="preserve"> ورأ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ناه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سمع،</w:t>
      </w:r>
      <w:r>
        <w:rPr>
          <w:rtl/>
          <w:lang w:bidi="fa-IR"/>
        </w:rPr>
        <w:t xml:space="preserve"> ولکن کان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ولم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رَ</w:t>
      </w:r>
      <w:r>
        <w:rPr>
          <w:rtl/>
          <w:lang w:bidi="fa-IR"/>
        </w:rPr>
        <w:t xml:space="preserve"> منه الکذب»: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معرفة الرجال ص 615. ورو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أحمد بن سع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الراز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أنّه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>: «إنّ أبا الصَّلت الهَرَو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ثقة مأمون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ثه،</w:t>
      </w:r>
      <w:r>
        <w:rPr>
          <w:rtl/>
          <w:lang w:bidi="fa-IR"/>
        </w:rPr>
        <w:t xml:space="preserve"> إلاّ أنّه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حبّ</w:t>
      </w:r>
      <w:r>
        <w:rPr>
          <w:rtl/>
          <w:lang w:bidi="fa-IR"/>
        </w:rPr>
        <w:t xml:space="preserve"> آل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، وک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ومذهبه»: اخت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</w:t>
      </w:r>
      <w:r>
        <w:rPr>
          <w:rtl/>
          <w:lang w:bidi="fa-IR"/>
        </w:rPr>
        <w:t xml:space="preserve"> معرفة الرجال ص </w:t>
      </w:r>
      <w:r>
        <w:rPr>
          <w:rtl/>
          <w:lang w:bidi="fa-IR"/>
        </w:rPr>
        <w:lastRenderedPageBreak/>
        <w:t>616. وذکره النجاش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رجاله، قائلاً: «عبد السلام بن صالح، أبو الصَّلت الهَرَو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الرضا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ثقة،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ث،</w:t>
      </w:r>
      <w:r>
        <w:rPr>
          <w:rtl/>
          <w:lang w:bidi="fa-IR"/>
        </w:rPr>
        <w:t xml:space="preserve"> له کتاب وفاة الرضا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ه‌السلام»</w:t>
      </w:r>
      <w:r>
        <w:rPr>
          <w:rtl/>
          <w:lang w:bidi="fa-IR"/>
        </w:rPr>
        <w:t>: رجال النجاش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245 الرقم 643.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الغر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أنّ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ذکر أنّه عامّ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مع أنّ العامّة ذکروا أنّه کان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>.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ذلک: إنّ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ذکر أبا الصَّلت الهَرَو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عداد أصحاب الرضا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قائلاً: «أبو الصَّلت الخراسان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الهَرَو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عامّ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عنه بکر بن صالح»: رجال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369 ال</w:t>
      </w:r>
      <w:r>
        <w:rPr>
          <w:rFonts w:hint="eastAsia"/>
          <w:rtl/>
          <w:lang w:bidi="fa-IR"/>
        </w:rPr>
        <w:t>رقم</w:t>
      </w:r>
      <w:r>
        <w:rPr>
          <w:rtl/>
          <w:lang w:bidi="fa-IR"/>
        </w:rPr>
        <w:t xml:space="preserve"> 5499. کما أنّ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ذکره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أصحاب الرضا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ثلاث مرّات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رجاله، فتارةً بعنوان «عبد السلام الهَرَو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»،</w:t>
      </w:r>
      <w:r>
        <w:rPr>
          <w:rtl/>
          <w:lang w:bidi="fa-IR"/>
        </w:rPr>
        <w:t xml:space="preserve"> وأُخر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بعنوان «عبد السلام بن صالح»، وثالثةً بعنوان «أبو الصَّلت الخراسان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الهَرَو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»،</w:t>
      </w:r>
      <w:r>
        <w:rPr>
          <w:rtl/>
          <w:lang w:bidi="fa-IR"/>
        </w:rPr>
        <w:t xml:space="preserve"> انظر: رجال الطوس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360 الرقم 5328، و 362 الرقم 5362، و 369 الرقم 5499.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نما</w:t>
      </w:r>
      <w:r>
        <w:rPr>
          <w:rtl/>
          <w:lang w:bidi="fa-IR"/>
        </w:rPr>
        <w:t xml:space="preserve"> نراجع کلمات العامّة نجد أنّهم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ذکرون</w:t>
      </w:r>
      <w:r>
        <w:rPr>
          <w:rtl/>
          <w:lang w:bidi="fa-IR"/>
        </w:rPr>
        <w:t xml:space="preserve"> أنّه کان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اً،</w:t>
      </w:r>
      <w:r>
        <w:rPr>
          <w:rtl/>
          <w:lang w:bidi="fa-IR"/>
        </w:rPr>
        <w:t xml:space="preserve"> فقد ذکر الذهب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أنّه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متّهم مع صلاحه، وصرّح ابن حجر أنّه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ع،</w:t>
      </w:r>
      <w:r>
        <w:rPr>
          <w:rtl/>
          <w:lang w:bidi="fa-IR"/>
        </w:rPr>
        <w:t xml:space="preserve"> انظر : الکاشف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معرفة من له الروا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الکتب الستّة ج 1 ص 652،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ج 1 ص 600. وذکر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ضاً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الاعتدال: «أب</w:t>
      </w:r>
      <w:r>
        <w:rPr>
          <w:rFonts w:hint="eastAsia"/>
          <w:rtl/>
          <w:lang w:bidi="fa-IR"/>
        </w:rPr>
        <w:t>و</w:t>
      </w:r>
      <w:r>
        <w:rPr>
          <w:rtl/>
          <w:lang w:bidi="fa-IR"/>
        </w:rPr>
        <w:t xml:space="preserve"> الصَّلت الهَرَو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الرجل الصالح، إلاّ أنّه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جلد»: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الاعتدال ج 2 ص 615. والظاهر أنّ أبا الصَّلت الهَرَو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کان مخالطاً للعامّة وراو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لأخبارهم، لذلک التبس أمره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بعض المشا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خ،</w:t>
      </w:r>
      <w:r>
        <w:rPr>
          <w:rtl/>
          <w:lang w:bidi="fa-IR"/>
        </w:rPr>
        <w:t xml:space="preserve"> فذُکر أنّه کان عامّ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هذا</w:t>
      </w:r>
      <w:r>
        <w:rPr>
          <w:rtl/>
          <w:lang w:bidi="fa-IR"/>
        </w:rPr>
        <w:t xml:space="preserve"> من جانب، ومن جانبٍ آخر فإنّ الأخبار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وصلت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من طر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الصَّلت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التراث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تدلّ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بل تدلّ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أنّه کان من خواصّ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ثمّ</w:t>
      </w:r>
      <w:r>
        <w:rPr>
          <w:rtl/>
          <w:lang w:bidi="fa-IR"/>
        </w:rPr>
        <w:t xml:space="preserve"> إنّ العامّة ضعّفوه لتش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عه،</w:t>
      </w:r>
      <w:r>
        <w:rPr>
          <w:rtl/>
          <w:lang w:bidi="fa-IR"/>
        </w:rPr>
        <w:t xml:space="preserve"> فهذا النسائ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صرّح</w:t>
      </w:r>
      <w:r>
        <w:rPr>
          <w:rtl/>
          <w:lang w:bidi="fa-IR"/>
        </w:rPr>
        <w:t xml:space="preserve"> بأنّه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بثقة: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الاعتدال ج 2 ص 616، وذکر الدارقطن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أنّه رافض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>: الکشف الحث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167.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ولقد</w:t>
      </w:r>
      <w:r>
        <w:rPr>
          <w:rtl/>
          <w:lang w:bidi="fa-IR"/>
        </w:rPr>
        <w:t xml:space="preserve"> أفرط العق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فه</w:t>
      </w:r>
      <w:r>
        <w:rPr>
          <w:rtl/>
          <w:lang w:bidi="fa-IR"/>
        </w:rPr>
        <w:t xml:space="preserve"> وتکذ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>: انظر :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ج 1 ص 60 وبإزائهم نر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أنّ الذهب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أنّ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بن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وثّق</w:t>
      </w:r>
      <w:r>
        <w:rPr>
          <w:rtl/>
          <w:lang w:bidi="fa-IR"/>
        </w:rPr>
        <w:t xml:space="preserve"> أبا الصَّلت: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الاعتدال ج 2 ص 616. کما أنّ ابن حجر العسقلان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صرّح بأنّه کان صدوقاً: انظر :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ج 1 ص 600.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وإنّا</w:t>
      </w:r>
      <w:r>
        <w:rPr>
          <w:rtl/>
          <w:lang w:bidi="fa-IR"/>
        </w:rPr>
        <w:t xml:space="preserve"> نعتقد أنّ العامّة ضعّفوا أبا الصَّلت الهَرَو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لأنّه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فضائل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وأحاد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مثالب أعدائه.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فهذا</w:t>
      </w:r>
      <w:r>
        <w:rPr>
          <w:rtl/>
          <w:lang w:bidi="fa-IR"/>
        </w:rPr>
        <w:t xml:space="preserve"> الخط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البغداد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ذکر</w:t>
      </w:r>
      <w:r>
        <w:rPr>
          <w:rtl/>
          <w:lang w:bidi="fa-IR"/>
        </w:rPr>
        <w:t xml:space="preserve"> أنّه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النبو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>: «أنّا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العلم وعل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بابها، فمن أراد العلم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أت</w:t>
      </w:r>
      <w:r>
        <w:rPr>
          <w:rtl/>
          <w:lang w:bidi="fa-IR"/>
        </w:rPr>
        <w:t xml:space="preserve"> بابه» ، وغ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رها</w:t>
      </w:r>
      <w:r>
        <w:rPr>
          <w:rtl/>
          <w:lang w:bidi="fa-IR"/>
        </w:rPr>
        <w:t xml:space="preserve"> من فضائله، کما أنّه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صرّح</w:t>
      </w:r>
      <w:r>
        <w:rPr>
          <w:rtl/>
          <w:lang w:bidi="fa-IR"/>
        </w:rPr>
        <w:t xml:space="preserve"> بأنّ أبا الصَّلت الهَرَو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کان رو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المثالب: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بغداد ج 11 ص 49.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وإن</w:t>
      </w:r>
      <w:r>
        <w:rPr>
          <w:rtl/>
          <w:lang w:bidi="fa-IR"/>
        </w:rPr>
        <w:t xml:space="preserve"> أردت أن تعرف موقف العامّة من هذا الرجل فاسمع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قال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الجَوزَجان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«کان أبا الصَّلت زائغاً عن الحقّ، مائلاً عن القصد، سمعتُ من حدّثن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بعض الأئمّة أنّه قال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: هو أکذب من روث حمار الدجّال، وکان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ماً</w:t>
      </w:r>
      <w:r>
        <w:rPr>
          <w:rtl/>
          <w:lang w:bidi="fa-IR"/>
        </w:rPr>
        <w:t xml:space="preserve"> متلوّثاً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الأقذار !!».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ومن</w:t>
      </w:r>
      <w:r>
        <w:rPr>
          <w:rtl/>
          <w:lang w:bidi="fa-IR"/>
        </w:rPr>
        <w:t xml:space="preserve"> الجد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بالذکر أنّ الجَوزَجان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الطعن لأتباع مدرسة أهل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هم‌السلام</w:t>
      </w:r>
      <w:r>
        <w:rPr>
          <w:rtl/>
          <w:lang w:bidi="fa-IR"/>
        </w:rPr>
        <w:t xml:space="preserve"> ، بل هو أوّل من فتح هذا الباب ، لا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فرّق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طعنه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وغ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</w:t>
      </w:r>
      <w:r>
        <w:rPr>
          <w:rtl/>
          <w:lang w:bidi="fa-IR"/>
        </w:rPr>
        <w:t xml:space="preserve"> ، فکان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دنه</w:t>
      </w:r>
      <w:r>
        <w:rPr>
          <w:rtl/>
          <w:lang w:bidi="fa-IR"/>
        </w:rPr>
        <w:t xml:space="preserve"> الطعن والتضع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لکلّ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أو متش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أو 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أهل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هم‌السلام</w:t>
      </w:r>
      <w:r>
        <w:rPr>
          <w:rtl/>
          <w:lang w:bidi="fa-IR"/>
        </w:rPr>
        <w:t xml:space="preserve"> ، وهذا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وضّح</w:t>
      </w:r>
      <w:r>
        <w:rPr>
          <w:rtl/>
          <w:lang w:bidi="fa-IR"/>
        </w:rPr>
        <w:t xml:space="preserve"> لنا موقفه </w:t>
      </w:r>
      <w:r>
        <w:rPr>
          <w:rFonts w:hint="eastAsia"/>
          <w:rtl/>
          <w:lang w:bidi="fa-IR"/>
        </w:rPr>
        <w:t>من</w:t>
      </w:r>
      <w:r>
        <w:rPr>
          <w:rtl/>
          <w:lang w:bidi="fa-IR"/>
        </w:rPr>
        <w:t xml:space="preserve">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الصلت وتکذ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به</w:t>
      </w:r>
      <w:r>
        <w:rPr>
          <w:rtl/>
          <w:lang w:bidi="fa-IR"/>
        </w:rPr>
        <w:t xml:space="preserve"> ونعته بکلّ تلک النعوت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تل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بعالم مؤرّخ مثله 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ابن عساکر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وصف عق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دة</w:t>
      </w:r>
      <w:r>
        <w:rPr>
          <w:rtl/>
          <w:lang w:bidi="fa-IR"/>
        </w:rPr>
        <w:t xml:space="preserve"> الجَوزَجان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التش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وعل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: «الجَوزَجان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سکن دمشق،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حدّث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المنبر،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کاتبه</w:t>
      </w:r>
      <w:r>
        <w:rPr>
          <w:rtl/>
          <w:lang w:bidi="fa-IR"/>
        </w:rPr>
        <w:t xml:space="preserve"> أحمد بن حنبل،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تقوّ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بکتابه،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قرو</w:t>
      </w:r>
      <w:r>
        <w:rPr>
          <w:rFonts w:cs="Times New Roman" w:hint="cs"/>
          <w:rtl/>
          <w:lang w:bidi="fa-IR"/>
        </w:rPr>
        <w:t>ٔ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المنبر، وکان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مذهب أهل دمشق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التحامل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: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دمشق ج 7 ص 281، وان</w:t>
      </w:r>
      <w:r>
        <w:rPr>
          <w:rFonts w:hint="eastAsia"/>
          <w:rtl/>
          <w:lang w:bidi="fa-IR"/>
        </w:rPr>
        <w:t>ظر</w:t>
      </w:r>
      <w:r>
        <w:rPr>
          <w:rtl/>
          <w:lang w:bidi="fa-IR"/>
        </w:rPr>
        <w:t xml:space="preserve"> : الکامل لابن عد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310،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الاعتدال ج 1 ص 76،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ج 1 ص 159.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الذهب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: «إنّه کان من الحفّاظ المصنّف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والمخرّج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الثقات، لکن کان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انحراف عن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طالب»: 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الاعتدال ج 4 ص 448، وانظر : معجم البلدان ج 6 ص 301.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ذکر</w:t>
      </w:r>
      <w:r>
        <w:rPr>
          <w:rtl/>
          <w:lang w:bidi="fa-IR"/>
        </w:rPr>
        <w:t xml:space="preserve"> ابن حجر: «إبراه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بن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عقوب</w:t>
      </w:r>
      <w:r>
        <w:rPr>
          <w:rtl/>
          <w:lang w:bidi="fa-IR"/>
        </w:rPr>
        <w:t xml:space="preserve"> بن إسحاق الجَوزَجان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رُم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بالنصب»: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ج 1 ص 69.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فالجَوزَجان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جعل محبّة الروا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أو بغضه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اساً</w:t>
      </w:r>
      <w:r>
        <w:rPr>
          <w:rtl/>
          <w:lang w:bidi="fa-IR"/>
        </w:rPr>
        <w:t xml:space="preserve"> لردّ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أو قبولها، وکأنّه بهذا وضع شرطاً إضاف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للردّ والقبول.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فبقدر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الراو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مبغضاً لعل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أو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ذکره</w:t>
      </w:r>
      <w:r>
        <w:rPr>
          <w:rtl/>
          <w:lang w:bidi="fa-IR"/>
        </w:rPr>
        <w:t xml:space="preserve"> بخ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تکون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مقبولة عنده، وهو ثقة ثبت عدل صدوق، وبقدر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الراو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ذاکراً لفضائل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أو محباً له أو موال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اً،</w:t>
      </w:r>
      <w:r>
        <w:rPr>
          <w:rtl/>
          <w:lang w:bidi="fa-IR"/>
        </w:rPr>
        <w:t xml:space="preserve"> تکون روا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مردودة، وهو مجروح ومطعون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ولسخف</w:t>
      </w:r>
      <w:r>
        <w:rPr>
          <w:rtl/>
          <w:lang w:bidi="fa-IR"/>
        </w:rPr>
        <w:t xml:space="preserve"> مبناه هذا حمل المحدّثون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إسقاط اعتبار کلامه، فهذا ابن حجر قال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: «أمّا الجَوزَجان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فقد قلنا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مرّة: إنّ جرحه لا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قبل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أهل الکوفة ؛ لشدّة انحرافه ونصبه»: مقدّمة فتح البار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446.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وقال</w:t>
      </w:r>
      <w:r>
        <w:rPr>
          <w:rtl/>
          <w:lang w:bidi="fa-IR"/>
        </w:rPr>
        <w:t xml:space="preserve">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</w:t>
      </w:r>
      <w:r>
        <w:rPr>
          <w:rtl/>
          <w:lang w:bidi="fa-IR"/>
        </w:rPr>
        <w:t xml:space="preserve">: «وممّن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نبغ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توقّف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قبول قوله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الجرح مَن کان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من جرحه عداوة سببها الاختلاف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الاعتقاد، فإنّ الحاذق إذا تأمّل ثلب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إسحاق الجَوزَجان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لأهل الکوفة رأ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العجب ؛ وذلک لشدّة انحرافه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النصب»: لسان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ج 1 ص 16.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والعجب</w:t>
      </w:r>
      <w:r>
        <w:rPr>
          <w:rtl/>
          <w:lang w:bidi="fa-IR"/>
        </w:rPr>
        <w:t xml:space="preserve"> کلّ العجب من النسائ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صرّح بأنّ الجَوزَجان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کان ثبتاً وثقة، مع تصر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الأعلام بأنّ الجوزان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کان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البغض والعداوه لعل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 ج 2 ص 248.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lastRenderedPageBreak/>
        <w:t>وأعجب</w:t>
      </w:r>
      <w:r>
        <w:rPr>
          <w:rtl/>
          <w:lang w:bidi="fa-IR"/>
        </w:rPr>
        <w:t xml:space="preserve"> من ذلک ما صنع مالک بن حنبل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قام بإکرام الجَوزَجان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نقل</w:t>
      </w:r>
      <w:r>
        <w:rPr>
          <w:rtl/>
          <w:lang w:bidi="fa-IR"/>
        </w:rPr>
        <w:t xml:space="preserve"> ابن حجر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بکر الخلاّل أنّه قال: «کان أحمد بن حنبل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کاتبه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کرمه</w:t>
      </w:r>
      <w:r>
        <w:rPr>
          <w:rtl/>
          <w:lang w:bidi="fa-IR"/>
        </w:rPr>
        <w:t xml:space="preserve"> إکراماً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داً»</w:t>
      </w:r>
      <w:r>
        <w:rPr>
          <w:rtl/>
          <w:lang w:bidi="fa-IR"/>
        </w:rPr>
        <w:t>: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ج 1 ص 159.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إنّ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لأعجب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ثبتاً من کان شد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التحامل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اعتبره النب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نفسه ؟ !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والإنصاف</w:t>
      </w:r>
      <w:r>
        <w:rPr>
          <w:rtl/>
          <w:lang w:bidi="fa-IR"/>
        </w:rPr>
        <w:t xml:space="preserve"> أنّ تضع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الجَوزَجان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الصَّلت الهَرَو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رجع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محصّل، والرجل کما صرّح به النجاش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Fonts w:hint="cs"/>
          <w:rtl/>
          <w:lang w:bidi="fa-IR"/>
        </w:rPr>
        <w:t>یی</w:t>
      </w:r>
      <w:r>
        <w:rPr>
          <w:rtl/>
          <w:lang w:bidi="fa-IR"/>
        </w:rPr>
        <w:t xml:space="preserve"> بن مع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ثقة معتمد.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ثمّ</w:t>
      </w:r>
      <w:r>
        <w:rPr>
          <w:rtl/>
          <w:lang w:bidi="fa-IR"/>
        </w:rPr>
        <w:t xml:space="preserve"> إنّ أبا الصَّلت رحل لطلب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البصرة والکوفة والحجاز وال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من،</w:t>
      </w:r>
      <w:r>
        <w:rPr>
          <w:rtl/>
          <w:lang w:bidi="fa-IR"/>
        </w:rPr>
        <w:t xml:space="preserve"> ونزل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سابور</w:t>
      </w:r>
      <w:r>
        <w:rPr>
          <w:rtl/>
          <w:lang w:bidi="fa-IR"/>
        </w:rPr>
        <w:t>: انظر :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بغداد ج 11 ص 47، تقر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ج 1 ص 600. وبعد أن جاء الإمام الرضا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خراسان صار خادماً له. 35 . آدرس مزار منسوب به اباصلت: مشهد ـ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لومتر</w:t>
      </w:r>
      <w:r>
        <w:rPr>
          <w:rtl/>
          <w:lang w:bidi="fa-IR"/>
        </w:rPr>
        <w:t xml:space="preserve"> 7 جاده مشه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ـ فر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>. 36 . عن عبد السلام بن صالح الهرو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قال: «قلت لعل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الرضا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هماالسلام،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بن رسول اللّه، ما تقول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أهل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أنّ 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زورون</w:t>
      </w:r>
      <w:r>
        <w:rPr>
          <w:rtl/>
          <w:lang w:bidi="fa-IR"/>
        </w:rPr>
        <w:t xml:space="preserve"> ربّهم من منازلهم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الجنّة؟ فقال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أبا الصلت، إنّ اللّه تبارک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فضّل نب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محمّد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خلقه من النب</w:t>
      </w:r>
      <w:r>
        <w:rPr>
          <w:rFonts w:hint="cs"/>
          <w:rtl/>
          <w:lang w:bidi="fa-IR"/>
        </w:rPr>
        <w:t>یّی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والملائکة، وجعل طاعته طاعته ومتابعته متابعته، وز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الدن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والآخرة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ارته،</w:t>
      </w:r>
      <w:r>
        <w:rPr>
          <w:rtl/>
          <w:lang w:bidi="fa-IR"/>
        </w:rPr>
        <w:t xml:space="preserve"> فقال عزّ وجلّ: «مَّن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طِعِ</w:t>
      </w:r>
      <w:r>
        <w:rPr>
          <w:rtl/>
          <w:lang w:bidi="fa-IR"/>
        </w:rPr>
        <w:t xml:space="preserve"> الرَّسُولَ فَقَدْ أَطَاعَ اللَّهَ»، وقال: «إِنَّ الَّذِ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بَا</w:t>
      </w:r>
      <w:r>
        <w:rPr>
          <w:rFonts w:hint="cs"/>
          <w:rtl/>
          <w:lang w:bidi="fa-IR"/>
        </w:rPr>
        <w:t>یِ</w:t>
      </w:r>
      <w:r>
        <w:rPr>
          <w:rFonts w:hint="eastAsia"/>
          <w:rtl/>
          <w:lang w:bidi="fa-IR"/>
        </w:rPr>
        <w:t>عُونَکَ</w:t>
      </w:r>
      <w:r>
        <w:rPr>
          <w:rtl/>
          <w:lang w:bidi="fa-IR"/>
        </w:rPr>
        <w:t xml:space="preserve"> إِنَّمَا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بَا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ِعُونَ</w:t>
      </w:r>
      <w:r>
        <w:rPr>
          <w:rtl/>
          <w:lang w:bidi="fa-IR"/>
        </w:rPr>
        <w:t xml:space="preserve"> اللَّهَ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دُ</w:t>
      </w:r>
      <w:r>
        <w:rPr>
          <w:rtl/>
          <w:lang w:bidi="fa-IR"/>
        </w:rPr>
        <w:t xml:space="preserve"> اللَّهِ فَوْقَ أَ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دِ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هِمْ»،</w:t>
      </w:r>
      <w:r>
        <w:rPr>
          <w:rtl/>
          <w:lang w:bidi="fa-IR"/>
        </w:rPr>
        <w:t xml:space="preserve"> وقال النب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>: من زارن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أو بعد موت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فقد زار اللّه. درجة النب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الجنّة أرفع الدرجات، فمن زاره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درجته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الجنّة من منزله فقد زار اللّه تبارک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قال: فق</w:t>
      </w:r>
      <w:r>
        <w:rPr>
          <w:rFonts w:hint="eastAsia"/>
          <w:rtl/>
          <w:lang w:bidi="fa-IR"/>
        </w:rPr>
        <w:t>لتُ</w:t>
      </w:r>
      <w:r>
        <w:rPr>
          <w:rtl/>
          <w:lang w:bidi="fa-IR"/>
        </w:rPr>
        <w:t xml:space="preserve"> له: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بن رسول اللّه، فما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الخبر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رووه أنّ ثواب لا إله إلاّ اللّه النظر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وجه اللّه؟ فقال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أبا الصلت، من وصف اللّه بوجه کالوجوه فقد کفر، ولکنّ وجه اللّه </w:t>
      </w:r>
      <w:r>
        <w:rPr>
          <w:rtl/>
          <w:lang w:bidi="fa-IR"/>
        </w:rPr>
        <w:lastRenderedPageBreak/>
        <w:t>أنب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او</w:t>
      </w:r>
      <w:r>
        <w:rPr>
          <w:rFonts w:cs="Times New Roman" w:hint="cs"/>
          <w:rtl/>
          <w:lang w:bidi="fa-IR"/>
        </w:rPr>
        <w:t>ٔ</w:t>
      </w:r>
      <w:r>
        <w:rPr>
          <w:rtl/>
          <w:lang w:bidi="fa-IR"/>
        </w:rPr>
        <w:t xml:space="preserve"> ورسله وحججه صلوات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هم،</w:t>
      </w:r>
      <w:r>
        <w:rPr>
          <w:rtl/>
          <w:lang w:bidi="fa-IR"/>
        </w:rPr>
        <w:t xml:space="preserve"> هم الذ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بهم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توجّه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وإل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ومعرفته، وقال اللّه عزّ وجلّ: «کُلُّ مَنْ عَلَ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هَا</w:t>
      </w:r>
      <w:r>
        <w:rPr>
          <w:rtl/>
          <w:lang w:bidi="fa-IR"/>
        </w:rPr>
        <w:t xml:space="preserve"> فَانٍ * وَ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بْقَ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وَجْهُ رَبِّـکَ»، وقال عزّ وجلّ: «کُلُّ شَ</w:t>
      </w:r>
      <w:r>
        <w:rPr>
          <w:rFonts w:hint="cs"/>
          <w:rtl/>
          <w:lang w:bidi="fa-IR"/>
        </w:rPr>
        <w:t>یْ‌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هَالِکٌ إِلاَّ وَجْهَهُ»، فالنظر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اللّه ورسله وحججه </w:t>
      </w:r>
      <w:r w:rsidR="00AC31E0" w:rsidRPr="00AC31E0">
        <w:rPr>
          <w:rStyle w:val="libAlaemChar"/>
          <w:rtl/>
        </w:rPr>
        <w:t xml:space="preserve">عليهم‌السلام 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درجاتهم ثواب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للمو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امة،</w:t>
      </w:r>
      <w:r>
        <w:rPr>
          <w:rtl/>
          <w:lang w:bidi="fa-IR"/>
        </w:rPr>
        <w:t xml:space="preserve"> وقد قال النب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>: من أبغض أهل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وعترت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ولم أره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الق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امة</w:t>
      </w:r>
      <w:r>
        <w:rPr>
          <w:rtl/>
          <w:lang w:bidi="fa-IR"/>
        </w:rPr>
        <w:t>. وقال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إنّ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کم</w:t>
      </w:r>
      <w:r>
        <w:rPr>
          <w:rtl/>
          <w:lang w:bidi="fa-IR"/>
        </w:rPr>
        <w:t xml:space="preserve"> من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فارقن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أبا الصلت، إنّ اللّه تبارک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وصف</w:t>
      </w:r>
      <w:r>
        <w:rPr>
          <w:rtl/>
          <w:lang w:bidi="fa-IR"/>
        </w:rPr>
        <w:t xml:space="preserve"> بمکان، ولا تدرکه الأبصار والأوهام»: الأمال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للصدوق ص 545،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178،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أخبار الرضا ج 2 ص 105،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14 ص 325، الاحتجاج ج 2 ص 189، بحار الأنوار ج 4 ص 31،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12 ص 233،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5 ص 60. 37 . وقال زرارة: «قال أبو جعفر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: إنّ اللّه عزّ وجلّ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وصف،</w:t>
      </w:r>
      <w:r>
        <w:rPr>
          <w:rtl/>
          <w:lang w:bidi="fa-IR"/>
        </w:rPr>
        <w:t xml:space="preserve"> وک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وصف</w:t>
      </w:r>
      <w:r>
        <w:rPr>
          <w:rtl/>
          <w:lang w:bidi="fa-IR"/>
        </w:rPr>
        <w:t xml:space="preserve"> وقد قال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کتابه: «و</w:t>
      </w:r>
      <w:r>
        <w:rPr>
          <w:rFonts w:hint="eastAsia"/>
          <w:rtl/>
          <w:lang w:bidi="fa-IR"/>
        </w:rPr>
        <w:t>َ</w:t>
      </w:r>
      <w:r>
        <w:rPr>
          <w:rtl/>
          <w:lang w:bidi="fa-IR"/>
        </w:rPr>
        <w:t xml:space="preserve"> مَا قَدَرُوا اللَّهَ حَقَّ قَدْرِهِ»؟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وصف</w:t>
      </w:r>
      <w:r>
        <w:rPr>
          <w:rtl/>
          <w:lang w:bidi="fa-IR"/>
        </w:rPr>
        <w:t xml:space="preserve"> بقدرة إلاّ کان أعظم من ذلک»: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127، بحار الأنوار ج 4 ص 142. 38 .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قال: «إنّ اللّه تبارک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تقدّر قدرته،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قدر</w:t>
      </w:r>
      <w:r>
        <w:rPr>
          <w:rtl/>
          <w:lang w:bidi="fa-IR"/>
        </w:rPr>
        <w:t xml:space="preserve"> العباد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صفته،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بلغون</w:t>
      </w:r>
      <w:r>
        <w:rPr>
          <w:rtl/>
          <w:lang w:bidi="fa-IR"/>
        </w:rPr>
        <w:t xml:space="preserve"> کنه علمه ولا مب</w:t>
      </w:r>
      <w:r>
        <w:rPr>
          <w:rFonts w:hint="eastAsia"/>
          <w:rtl/>
          <w:lang w:bidi="fa-IR"/>
        </w:rPr>
        <w:t>لغ</w:t>
      </w:r>
      <w:r>
        <w:rPr>
          <w:rtl/>
          <w:lang w:bidi="fa-IR"/>
        </w:rPr>
        <w:t xml:space="preserve"> عظمته،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ره،</w:t>
      </w:r>
      <w:r>
        <w:rPr>
          <w:rtl/>
          <w:lang w:bidi="fa-IR"/>
        </w:rPr>
        <w:t xml:space="preserve"> هو نور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ظلمة، وصدق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کذب، وعدل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جور، وحقّ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باطل، کذلک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زل</w:t>
      </w:r>
      <w:r>
        <w:rPr>
          <w:rtl/>
          <w:lang w:bidi="fa-IR"/>
        </w:rPr>
        <w:t xml:space="preserve">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زال</w:t>
      </w:r>
      <w:r>
        <w:rPr>
          <w:rtl/>
          <w:lang w:bidi="fa-IR"/>
        </w:rPr>
        <w:t xml:space="preserve"> أبد الآبد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وکذلک کان إذ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أرض ولا سماء، ولا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ولا نهار، ولا شمس ولا قمر، ولا نجوم، ولا سحاب ولا مطر ولا 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اح،</w:t>
      </w:r>
      <w:r>
        <w:rPr>
          <w:rtl/>
          <w:lang w:bidi="fa-IR"/>
        </w:rPr>
        <w:t xml:space="preserve"> ثمّ إنّ اللّه ت</w:t>
      </w:r>
      <w:r>
        <w:rPr>
          <w:rFonts w:hint="eastAsia"/>
          <w:rtl/>
          <w:lang w:bidi="fa-IR"/>
        </w:rPr>
        <w:t>بارک</w:t>
      </w:r>
      <w:r>
        <w:rPr>
          <w:rtl/>
          <w:lang w:bidi="fa-IR"/>
        </w:rPr>
        <w:t xml:space="preserve">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أحبّ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خلق</w:t>
      </w:r>
      <w:r>
        <w:rPr>
          <w:rtl/>
          <w:lang w:bidi="fa-IR"/>
        </w:rPr>
        <w:t xml:space="preserve"> خلقاً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عظّمون</w:t>
      </w:r>
      <w:r>
        <w:rPr>
          <w:rtl/>
          <w:lang w:bidi="fa-IR"/>
        </w:rPr>
        <w:t xml:space="preserve"> عظمته،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کبّرون</w:t>
      </w:r>
      <w:r>
        <w:rPr>
          <w:rtl/>
          <w:lang w:bidi="fa-IR"/>
        </w:rPr>
        <w:t xml:space="preserve"> کبر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اءه،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جلّون</w:t>
      </w:r>
      <w:r>
        <w:rPr>
          <w:rtl/>
          <w:lang w:bidi="fa-IR"/>
        </w:rPr>
        <w:t xml:space="preserve"> جلاله...»: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128، بحار الأنوار ج 3 ص 306. 39 . عن منصور بن حازم، قال: «سألته ـ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أبا 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ـ : هل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 اللّه عزّ وجلّ؟ قال: لا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بل کان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علمه </w:t>
      </w:r>
      <w:r>
        <w:rPr>
          <w:rtl/>
          <w:lang w:bidi="fa-IR"/>
        </w:rPr>
        <w:lastRenderedPageBreak/>
        <w:t xml:space="preserve">قبل أن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نشئ</w:t>
      </w:r>
      <w:r>
        <w:rPr>
          <w:rtl/>
          <w:lang w:bidi="fa-IR"/>
        </w:rPr>
        <w:t xml:space="preserve"> السماوات والأرض»: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135، بحار الأنوار ج 4 ص 84 و ج 54 ص 46،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5 ص 238؛ «حدّثنا الحس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بن بشار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الحسن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الرضا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هماالسلام،</w:t>
      </w:r>
      <w:r>
        <w:rPr>
          <w:rtl/>
          <w:lang w:bidi="fa-IR"/>
        </w:rPr>
        <w:t xml:space="preserve"> قال: سألته: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اللّه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أن لو کان 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ف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کون،</w:t>
      </w:r>
      <w:r>
        <w:rPr>
          <w:rtl/>
          <w:lang w:bidi="fa-IR"/>
        </w:rPr>
        <w:t xml:space="preserve"> أو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</w:t>
      </w:r>
      <w:r>
        <w:rPr>
          <w:rtl/>
          <w:lang w:bidi="fa-IR"/>
        </w:rPr>
        <w:t xml:space="preserve"> إلاّ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کون؟</w:t>
      </w:r>
      <w:r>
        <w:rPr>
          <w:rtl/>
          <w:lang w:bidi="fa-IR"/>
        </w:rPr>
        <w:t xml:space="preserve"> فقال: إنّ اللّه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هو العالم بالأش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قبل کون الأش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اء،</w:t>
      </w:r>
      <w:r>
        <w:rPr>
          <w:rtl/>
          <w:lang w:bidi="fa-IR"/>
        </w:rPr>
        <w:t xml:space="preserve"> قال اللّه عزّ وجلّ: «إِنَّا کُنَّا نَسْتَنسِخُ مَا کُنتُمْ تَعْمَلُونَ»، وقال لأهل النار: «وَلَوْ رُدُّوا لَعَادُوا لِمَا نُهُوا عَنْهُ وَإِنَّهُمْ لَکَـذِبُونَ»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فقد علم اللّه عزّ وجلّ أنّه لو ردّهم لعادوا لما نُهوا عنه، وقال للملائکة لمّا قالوا: «أَتَجْعَلُ فِ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هَا</w:t>
      </w:r>
      <w:r>
        <w:rPr>
          <w:rtl/>
          <w:lang w:bidi="fa-IR"/>
        </w:rPr>
        <w:t xml:space="preserve"> مَن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فْسِدُ</w:t>
      </w:r>
      <w:r>
        <w:rPr>
          <w:rtl/>
          <w:lang w:bidi="fa-IR"/>
        </w:rPr>
        <w:t xml:space="preserve"> فِ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هَا</w:t>
      </w:r>
      <w:r>
        <w:rPr>
          <w:rtl/>
          <w:lang w:bidi="fa-IR"/>
        </w:rPr>
        <w:t xml:space="preserve"> وَ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سْفِکُ</w:t>
      </w:r>
      <w:r>
        <w:rPr>
          <w:rtl/>
          <w:lang w:bidi="fa-IR"/>
        </w:rPr>
        <w:t xml:space="preserve"> الدِّمَآءَ وَ نَحْنُ نُسَبِّحُ بِحَمْدِکَ وَ نُقَدِّسُ لَکَ قَالَ إِنِّ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أَعْلَمُ مَا لاَ تَعْلَمُونَ»، فلم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زل</w:t>
      </w:r>
      <w:r>
        <w:rPr>
          <w:rtl/>
          <w:lang w:bidi="fa-IR"/>
        </w:rPr>
        <w:t xml:space="preserve"> اللّه </w:t>
      </w:r>
      <w:r>
        <w:rPr>
          <w:rFonts w:hint="eastAsia"/>
          <w:rtl/>
          <w:lang w:bidi="fa-IR"/>
        </w:rPr>
        <w:t>عزّ</w:t>
      </w:r>
      <w:r>
        <w:rPr>
          <w:rtl/>
          <w:lang w:bidi="fa-IR"/>
        </w:rPr>
        <w:t xml:space="preserve"> وجلّ علمه سابقاً للأش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ماً</w:t>
      </w:r>
      <w:r>
        <w:rPr>
          <w:rtl/>
          <w:lang w:bidi="fa-IR"/>
        </w:rPr>
        <w:t xml:space="preserve"> قبل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خلقها،</w:t>
      </w:r>
      <w:r>
        <w:rPr>
          <w:rtl/>
          <w:lang w:bidi="fa-IR"/>
        </w:rPr>
        <w:t xml:space="preserve"> فتبارک ربّنا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علوّاً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راً،</w:t>
      </w:r>
      <w:r>
        <w:rPr>
          <w:rtl/>
          <w:lang w:bidi="fa-IR"/>
        </w:rPr>
        <w:t xml:space="preserve"> خلق الأش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وعلمه بها سابق لها کما شاء، کذلک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زل</w:t>
      </w:r>
      <w:r>
        <w:rPr>
          <w:rtl/>
          <w:lang w:bidi="fa-IR"/>
        </w:rPr>
        <w:t xml:space="preserve"> ربّنا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ماً</w:t>
      </w:r>
      <w:r>
        <w:rPr>
          <w:rtl/>
          <w:lang w:bidi="fa-IR"/>
        </w:rPr>
        <w:t xml:space="preserve"> 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عاً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راً»</w:t>
      </w:r>
      <w:r>
        <w:rPr>
          <w:rtl/>
          <w:lang w:bidi="fa-IR"/>
        </w:rPr>
        <w:t>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136،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أخبار الرضا ج 2 ص 108، بحار الأنوار ج 4 ص 78،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1 ص 53. 40 . فکر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کنم</w:t>
      </w:r>
      <w:r>
        <w:rPr>
          <w:rtl/>
          <w:lang w:bidi="fa-IR"/>
        </w:rPr>
        <w:t xml:space="preserve"> اکنون 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گر</w:t>
      </w:r>
      <w:r>
        <w:rPr>
          <w:rtl/>
          <w:lang w:bidi="fa-IR"/>
        </w:rPr>
        <w:t xml:space="preserve"> فرق «صفتِ‌ذات» با «صفتِ‌فِعل» را متوجّه شد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. به صفت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صفت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خداست، صفتِ‌ذات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به صفت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که خدا 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دارد وزمان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 را ندارد، صفت فِعل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گو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صفت، در واقع، کار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را که خدا انجام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حکا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کند،</w:t>
      </w:r>
      <w:r>
        <w:rPr>
          <w:rtl/>
          <w:lang w:bidi="fa-IR"/>
        </w:rPr>
        <w:t xml:space="preserve"> خدا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دهد،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روز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دادن، کار خداست، فِعل خداست. 41 . عاصم بن حم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قال: «قلتُ له: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زل</w:t>
      </w:r>
      <w:r>
        <w:rPr>
          <w:rtl/>
          <w:lang w:bidi="fa-IR"/>
        </w:rPr>
        <w:t xml:space="preserve"> اللّه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داً؟</w:t>
      </w:r>
      <w:r>
        <w:rPr>
          <w:rtl/>
          <w:lang w:bidi="fa-IR"/>
        </w:rPr>
        <w:t xml:space="preserve"> فقال: إنّ المر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إلاّ لمرادٍ معه، بل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زل</w:t>
      </w:r>
      <w:r>
        <w:rPr>
          <w:rtl/>
          <w:lang w:bidi="fa-IR"/>
        </w:rPr>
        <w:t xml:space="preserve"> عالماً قادراً ثمّ أراد»: مختصر بصائر الدرجات ص 140، بحار الأنوار ج 54 ص 163، محاضرات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أُصول الفقه للس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الخوئ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36؛ «عن بک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بن أع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قال: قلتُ لأب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علم اللّه ومش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</w:t>
      </w:r>
      <w:r>
        <w:rPr>
          <w:rtl/>
          <w:lang w:bidi="fa-IR"/>
        </w:rPr>
        <w:t xml:space="preserve"> هما مختلفان أم متّفقان؟ فقال: </w:t>
      </w:r>
      <w:r>
        <w:rPr>
          <w:rtl/>
          <w:lang w:bidi="fa-IR"/>
        </w:rPr>
        <w:lastRenderedPageBreak/>
        <w:t>العلم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هو المش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ألا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أنّک تقول: سأفعل کذا إن شاء اللّه، ولا تقول سأ</w:t>
      </w:r>
      <w:r>
        <w:rPr>
          <w:rFonts w:hint="eastAsia"/>
          <w:rtl/>
          <w:lang w:bidi="fa-IR"/>
        </w:rPr>
        <w:t>فعل</w:t>
      </w:r>
      <w:r>
        <w:rPr>
          <w:rtl/>
          <w:lang w:bidi="fa-IR"/>
        </w:rPr>
        <w:t xml:space="preserve"> کذا إن علم اللّه؟ فقولک إن شاء اللّه دل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أنّه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شأ،</w:t>
      </w:r>
      <w:r>
        <w:rPr>
          <w:rtl/>
          <w:lang w:bidi="fa-IR"/>
        </w:rPr>
        <w:t xml:space="preserve"> فإذا شاء کان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شاء کما شاء، وعلم اللّه سابق للمش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ة»</w:t>
      </w:r>
      <w:r>
        <w:rPr>
          <w:rtl/>
          <w:lang w:bidi="fa-IR"/>
        </w:rPr>
        <w:t>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146، مختصر بصائر الدرجات ص 140. 42 . قال الرضا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«المش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ئة</w:t>
      </w:r>
      <w:r>
        <w:rPr>
          <w:rtl/>
          <w:lang w:bidi="fa-IR"/>
        </w:rPr>
        <w:t xml:space="preserve"> من صفات الأفعال، فمن زعم أنّ اللّه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زل</w:t>
      </w:r>
      <w:r>
        <w:rPr>
          <w:rtl/>
          <w:lang w:bidi="fa-IR"/>
        </w:rPr>
        <w:t xml:space="preserve"> مر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داً</w:t>
      </w:r>
      <w:r>
        <w:rPr>
          <w:rtl/>
          <w:lang w:bidi="fa-IR"/>
        </w:rPr>
        <w:t xml:space="preserve"> شا</w:t>
      </w:r>
      <w:r>
        <w:rPr>
          <w:rFonts w:hint="eastAsia"/>
          <w:rtl/>
          <w:lang w:bidi="fa-IR"/>
        </w:rPr>
        <w:t>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بموحّد»: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338، مستدرک الوسائل ج 18 ص 182، بحار الأنوار ج 4 ص 145،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26 ص 31،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3 ص 476. 43 . سوره ص: 75. 44 . عن محمّد بن عُب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دة،</w:t>
      </w:r>
      <w:r>
        <w:rPr>
          <w:rtl/>
          <w:lang w:bidi="fa-IR"/>
        </w:rPr>
        <w:t xml:space="preserve"> قال: «سألتُ الرضا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عن قول اللّه عزّ وجلّ لإبل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: «مَا </w:t>
      </w:r>
      <w:r>
        <w:rPr>
          <w:rFonts w:hint="eastAsia"/>
          <w:rtl/>
          <w:lang w:bidi="fa-IR"/>
        </w:rPr>
        <w:t>مَنَعَکَ</w:t>
      </w:r>
      <w:r>
        <w:rPr>
          <w:rtl/>
          <w:lang w:bidi="fa-IR"/>
        </w:rPr>
        <w:t xml:space="preserve"> أَن تَسْجُدَ لِمَا خَلَقْتُ بِ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دَ</w:t>
      </w:r>
      <w:r>
        <w:rPr>
          <w:rFonts w:hint="cs"/>
          <w:rtl/>
          <w:lang w:bidi="fa-IR"/>
        </w:rPr>
        <w:t>یَّ</w:t>
      </w:r>
      <w:r>
        <w:rPr>
          <w:rtl/>
          <w:lang w:bidi="fa-IR"/>
        </w:rPr>
        <w:t xml:space="preserve"> أَسْتَکْبَرْتَ»؟ قال: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بقدرت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وقوّت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154،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أخبار الرضا ج 2 ص 110؛ «عن محمّد بن مسلم، قال: سألتُ أبا جعفر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فقلت: قوله عزّ وجلّ: «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ـإِبْلِ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سُ</w:t>
      </w:r>
      <w:r>
        <w:rPr>
          <w:rtl/>
          <w:lang w:bidi="fa-IR"/>
        </w:rPr>
        <w:t xml:space="preserve"> مَا مَنَعَکَ أَن تَسْجُدَ لِمَ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خَلَقْتُ بِ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دَ</w:t>
      </w:r>
      <w:r>
        <w:rPr>
          <w:rFonts w:hint="cs"/>
          <w:rtl/>
          <w:lang w:bidi="fa-IR"/>
        </w:rPr>
        <w:t>یَّ</w:t>
      </w:r>
      <w:r>
        <w:rPr>
          <w:rFonts w:hint="eastAsia"/>
          <w:rtl/>
          <w:lang w:bidi="fa-IR"/>
        </w:rPr>
        <w:t>»؟</w:t>
      </w:r>
      <w:r>
        <w:rPr>
          <w:rtl/>
          <w:lang w:bidi="fa-IR"/>
        </w:rPr>
        <w:t xml:space="preserve"> فقال: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کلام العرب القوّة والنعمة، قال: «وَ اذْکُرْ عَبْدَنَا دَاوُدَ ذَا الْأَ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دِ»،</w:t>
      </w:r>
      <w:r>
        <w:rPr>
          <w:rtl/>
          <w:lang w:bidi="fa-IR"/>
        </w:rPr>
        <w:t xml:space="preserve"> وقال: «وَ السَّمَآءَ بَنَ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نَـهَا</w:t>
      </w:r>
      <w:r>
        <w:rPr>
          <w:rtl/>
          <w:lang w:bidi="fa-IR"/>
        </w:rPr>
        <w:t xml:space="preserve"> بِأَ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دٍ»،</w:t>
      </w:r>
      <w:r>
        <w:rPr>
          <w:rtl/>
          <w:lang w:bidi="fa-IR"/>
        </w:rPr>
        <w:t xml:space="preserve"> أ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بقوّة، وقال: «وَ أَ</w:t>
      </w:r>
      <w:r>
        <w:rPr>
          <w:rFonts w:hint="cs"/>
          <w:rtl/>
          <w:lang w:bidi="fa-IR"/>
        </w:rPr>
        <w:t>یَّ</w:t>
      </w:r>
      <w:r>
        <w:rPr>
          <w:rFonts w:hint="eastAsia"/>
          <w:rtl/>
          <w:lang w:bidi="fa-IR"/>
        </w:rPr>
        <w:t>دَهُم</w:t>
      </w:r>
      <w:r>
        <w:rPr>
          <w:rtl/>
          <w:lang w:bidi="fa-IR"/>
        </w:rPr>
        <w:t xml:space="preserve"> بِرُوحٍ مِّنْهُ»، أ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قوّاهم،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>: لفلان عند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رة،</w:t>
      </w:r>
      <w:r>
        <w:rPr>
          <w:rtl/>
          <w:lang w:bidi="fa-IR"/>
        </w:rPr>
        <w:t xml:space="preserve"> أ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فو</w:t>
      </w:r>
      <w:r>
        <w:rPr>
          <w:rFonts w:hint="eastAsia"/>
          <w:rtl/>
          <w:lang w:bidi="fa-IR"/>
        </w:rPr>
        <w:t>اضل</w:t>
      </w:r>
      <w:r>
        <w:rPr>
          <w:rtl/>
          <w:lang w:bidi="fa-IR"/>
        </w:rPr>
        <w:t xml:space="preserve"> وإحسان، وله عند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ضاء</w:t>
      </w:r>
      <w:r>
        <w:rPr>
          <w:rtl/>
          <w:lang w:bidi="fa-IR"/>
        </w:rPr>
        <w:t xml:space="preserve"> أ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نعمة»: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153،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الأخبار ص 16، بحار الأنوار ج 4 ص 4. 45 . سوره فتح: 10. 46 . سوره نور: 35. 47 . سوره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4. 48 . سوره نور: 35. 49 . عن العبّاس بن هلال، قال: «سألتُ الرضا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عن قول اللّه عزّ وجلّ: «اللَّهُ نُورُ السَّمَـوَ تِ وَالْأَرْضِ»، فقال: هادٍ لأهل السماء وهادٍ لأهل الأرض»: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115،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155،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الأخبار ص 15، بحار الأنوار ج 4 ص 15. 50 . سوره فجر: 22. 51 . عن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الحسن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فضّال، عن أب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قال: «سألتُ الرضا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هماالسلام</w:t>
      </w:r>
      <w:r>
        <w:rPr>
          <w:rtl/>
          <w:lang w:bidi="fa-IR"/>
        </w:rPr>
        <w:t xml:space="preserve"> عن قول اللّه عزّ وجلّ: «وَ جَآءَ رَبُّکَ </w:t>
      </w:r>
      <w:r>
        <w:rPr>
          <w:rtl/>
          <w:lang w:bidi="fa-IR"/>
        </w:rPr>
        <w:lastRenderedPageBreak/>
        <w:t xml:space="preserve">وَ الْمَلَکُ صَفّاً صَفّاً»، فقال: إنّ اللّه عزّ وجلّ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وصف</w:t>
      </w:r>
      <w:r>
        <w:rPr>
          <w:rtl/>
          <w:lang w:bidi="fa-IR"/>
        </w:rPr>
        <w:t xml:space="preserve"> بالمج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والذهاب،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الانتقال، إنّما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بذلک وجاء أمر ربّک والملک صفّاً صفّاً»: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162،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أخبار الرضا ج 2 </w:t>
      </w:r>
      <w:r>
        <w:rPr>
          <w:rFonts w:hint="eastAsia"/>
          <w:rtl/>
          <w:lang w:bidi="fa-IR"/>
        </w:rPr>
        <w:t>ص</w:t>
      </w:r>
      <w:r>
        <w:rPr>
          <w:rtl/>
          <w:lang w:bidi="fa-IR"/>
        </w:rPr>
        <w:t xml:space="preserve"> 115،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الأخبار ص 13، بحار الأنوار ج 3 ص 318،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5 ص 574. 52 . سوره بقره: 15. 53 . سوره نمل: 50. 54 . عن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الحسن 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فضّال، عن أب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عن الرضا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هماالسلام،</w:t>
      </w:r>
      <w:r>
        <w:rPr>
          <w:rtl/>
          <w:lang w:bidi="fa-IR"/>
        </w:rPr>
        <w:t xml:space="preserve"> قال: «سألته عن قول اللّه عزّ وجلّ: «سَخِرَ اللَّهُ مِنْ</w:t>
      </w:r>
      <w:r>
        <w:rPr>
          <w:rFonts w:hint="eastAsia"/>
          <w:rtl/>
          <w:lang w:bidi="fa-IR"/>
        </w:rPr>
        <w:t>هُمْ»،</w:t>
      </w:r>
      <w:r>
        <w:rPr>
          <w:rtl/>
          <w:lang w:bidi="fa-IR"/>
        </w:rPr>
        <w:t xml:space="preserve"> وعن قول اللّه عزّ وجلّ: «اللَّهُ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سْتَهْزِئُ</w:t>
      </w:r>
      <w:r>
        <w:rPr>
          <w:rtl/>
          <w:lang w:bidi="fa-IR"/>
        </w:rPr>
        <w:t xml:space="preserve"> بِهِمْ»، وعن قوله: «وَمَکَرُوا وَمَکَرَ اللَّهُ»، وعن قوله «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خَـدِعُونَ</w:t>
      </w:r>
      <w:r>
        <w:rPr>
          <w:rtl/>
          <w:lang w:bidi="fa-IR"/>
        </w:rPr>
        <w:t xml:space="preserve"> اللَّهَ وَهُوَ خَـدِعُهُمْ»؟ فقال: إنّ اللّه تبارک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سخر</w:t>
      </w:r>
      <w:r>
        <w:rPr>
          <w:rtl/>
          <w:lang w:bidi="fa-IR"/>
        </w:rPr>
        <w:t xml:space="preserve">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ستهزئ</w:t>
      </w:r>
      <w:r>
        <w:rPr>
          <w:rtl/>
          <w:lang w:bidi="fa-IR"/>
        </w:rPr>
        <w:t xml:space="preserve">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مکر</w:t>
      </w:r>
      <w:r>
        <w:rPr>
          <w:rtl/>
          <w:lang w:bidi="fa-IR"/>
        </w:rPr>
        <w:t xml:space="preserve">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خادع،</w:t>
      </w:r>
      <w:r>
        <w:rPr>
          <w:rtl/>
          <w:lang w:bidi="fa-IR"/>
        </w:rPr>
        <w:t xml:space="preserve"> ولکنّه عزّ وجلّ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جزاء السخ</w:t>
      </w:r>
      <w:r>
        <w:rPr>
          <w:rFonts w:hint="eastAsia"/>
          <w:rtl/>
          <w:lang w:bidi="fa-IR"/>
        </w:rPr>
        <w:t>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وجزاء الاستهزاء، وجزاء المکر والخد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عة،</w:t>
      </w:r>
      <w:r>
        <w:rPr>
          <w:rtl/>
          <w:lang w:bidi="fa-IR"/>
        </w:rPr>
        <w:t xml:space="preserve">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عمّا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الظالمون علوّاً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راً»</w:t>
      </w:r>
      <w:r>
        <w:rPr>
          <w:rtl/>
          <w:lang w:bidi="fa-IR"/>
        </w:rPr>
        <w:t>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163، 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أخبار الرضا ج 2 ص 115،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الأخبار ص 13، الاحتجاج ج 2 ص 194، بحار الأنوار ج 3 ص 319 و ج 6 ص 51،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1 ص 565. 55 . سوره زخرف: 55. 56 . «کنت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مجلس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إذ دخل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عمرو بن عب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د،</w:t>
      </w:r>
      <w:r>
        <w:rPr>
          <w:rtl/>
          <w:lang w:bidi="fa-IR"/>
        </w:rPr>
        <w:t xml:space="preserve"> فقال له: جُعلت فداک، قول اللّه تبارک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: «وَ مَن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حْلِلْ</w:t>
      </w:r>
      <w:r>
        <w:rPr>
          <w:rtl/>
          <w:lang w:bidi="fa-IR"/>
        </w:rPr>
        <w:t xml:space="preserve"> عَلَ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غَضَبِ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فَقَدْ هَوَ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»،</w:t>
      </w:r>
      <w:r>
        <w:rPr>
          <w:rtl/>
          <w:lang w:bidi="fa-IR"/>
        </w:rPr>
        <w:t xml:space="preserve"> ما ذلک الغضب؟ فقال أبو جعفر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: هو العقاب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عمرو، إنّه من زعم أنّ اللّه عزّ وجلّ </w:t>
      </w:r>
      <w:r>
        <w:rPr>
          <w:rFonts w:hint="eastAsia"/>
          <w:rtl/>
          <w:lang w:bidi="fa-IR"/>
        </w:rPr>
        <w:t>زال</w:t>
      </w:r>
      <w:r>
        <w:rPr>
          <w:rtl/>
          <w:lang w:bidi="fa-IR"/>
        </w:rPr>
        <w:t xml:space="preserve"> من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فقد وصفه صفة مخلوق، إنّ اللّه عزّ وجلّ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ستفزّه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غ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ره»</w:t>
      </w:r>
      <w:r>
        <w:rPr>
          <w:rtl/>
          <w:lang w:bidi="fa-IR"/>
        </w:rPr>
        <w:t>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110،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168،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الأخبار ص 19، بحار الأنوار ج 4 ص 65،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3 ص 386؛ «عن أحمد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اللّه، عن أب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رفعه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اللّ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قوله اللّه عزّ وجلّ: «فَلَمَّآ ءَاسَفُونَا انتَقَمْنَا»، قال: إنّ اللّه تبارک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أسف</w:t>
      </w:r>
      <w:r>
        <w:rPr>
          <w:rtl/>
          <w:lang w:bidi="fa-IR"/>
        </w:rPr>
        <w:t xml:space="preserve"> کأسفنا، ولکنّه خلق أول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اءً</w:t>
      </w:r>
      <w:r>
        <w:rPr>
          <w:rtl/>
          <w:lang w:bidi="fa-IR"/>
        </w:rPr>
        <w:t xml:space="preserve"> لنفسه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أسفون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رضون،</w:t>
      </w:r>
      <w:r>
        <w:rPr>
          <w:rtl/>
          <w:lang w:bidi="fa-IR"/>
        </w:rPr>
        <w:t xml:space="preserve"> وهم مخلوقون مدبّرون، فجعل </w:t>
      </w:r>
      <w:r>
        <w:rPr>
          <w:rtl/>
          <w:lang w:bidi="fa-IR"/>
        </w:rPr>
        <w:lastRenderedPageBreak/>
        <w:t>رضاهم لنفسه رض</w:t>
      </w:r>
      <w:r>
        <w:rPr>
          <w:rFonts w:hint="cs"/>
          <w:rtl/>
          <w:lang w:bidi="fa-IR"/>
        </w:rPr>
        <w:t>یً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وسخطهم لنفسه سخطاً؛ وذلک لأنّه جعلهم الدعاة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والأد</w:t>
      </w:r>
      <w:r>
        <w:rPr>
          <w:rFonts w:hint="eastAsia"/>
          <w:rtl/>
          <w:lang w:bidi="fa-IR"/>
        </w:rPr>
        <w:t>لاّء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فلذلک صاروا کذلک،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أنّ ذلک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کما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خلقه، ولکن هذا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قال من ذلک، وقد قال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ضاً</w:t>
      </w:r>
      <w:r>
        <w:rPr>
          <w:rtl/>
          <w:lang w:bidi="fa-IR"/>
        </w:rPr>
        <w:t>: من أهان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فقد بارزن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بالمحاربة ودعان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وقال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</w:t>
      </w:r>
      <w:r>
        <w:rPr>
          <w:rtl/>
          <w:lang w:bidi="fa-IR"/>
        </w:rPr>
        <w:t xml:space="preserve">: «مَّن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طِعِ</w:t>
      </w:r>
      <w:r>
        <w:rPr>
          <w:rtl/>
          <w:lang w:bidi="fa-IR"/>
        </w:rPr>
        <w:t xml:space="preserve"> الرَّسُولَ فَقَدْ أَطَاعَ اللَّهَ»، وقال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ضا</w:t>
      </w:r>
      <w:r>
        <w:rPr>
          <w:rtl/>
          <w:lang w:bidi="fa-IR"/>
        </w:rPr>
        <w:t>: «إِنَّ الَّذِ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نَ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بَا</w:t>
      </w:r>
      <w:r>
        <w:rPr>
          <w:rFonts w:hint="cs"/>
          <w:rtl/>
          <w:lang w:bidi="fa-IR"/>
        </w:rPr>
        <w:t>یِ</w:t>
      </w:r>
      <w:r>
        <w:rPr>
          <w:rFonts w:hint="eastAsia"/>
          <w:rtl/>
          <w:lang w:bidi="fa-IR"/>
        </w:rPr>
        <w:t>عُونَکَ</w:t>
      </w:r>
      <w:r>
        <w:rPr>
          <w:rtl/>
          <w:lang w:bidi="fa-IR"/>
        </w:rPr>
        <w:t xml:space="preserve"> إِنَّمَا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بَا</w:t>
      </w:r>
      <w:r>
        <w:rPr>
          <w:rFonts w:hint="cs"/>
          <w:rtl/>
          <w:lang w:bidi="fa-IR"/>
        </w:rPr>
        <w:t>یِ</w:t>
      </w:r>
      <w:r>
        <w:rPr>
          <w:rFonts w:hint="eastAsia"/>
          <w:rtl/>
          <w:lang w:bidi="fa-IR"/>
        </w:rPr>
        <w:t>عُونَ</w:t>
      </w:r>
      <w:r>
        <w:rPr>
          <w:rtl/>
          <w:lang w:bidi="fa-IR"/>
        </w:rPr>
        <w:t xml:space="preserve"> اللَّهَ»، وکلّ هذا وشبهه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ذکرت لک، هکذا الرضا والغضب وغ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رهما</w:t>
      </w:r>
      <w:r>
        <w:rPr>
          <w:rtl/>
          <w:lang w:bidi="fa-IR"/>
        </w:rPr>
        <w:t xml:space="preserve"> من الأش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ممّا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شاکل</w:t>
      </w:r>
      <w:r>
        <w:rPr>
          <w:rtl/>
          <w:lang w:bidi="fa-IR"/>
        </w:rPr>
        <w:t xml:space="preserve"> ذلک، ولو 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المکوّن الأسف والضجر وهو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أحدثهما وأنشأهما، لجاز لقائلٍ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: إنّ المکوّن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وماً</w:t>
      </w:r>
      <w:r>
        <w:rPr>
          <w:rtl/>
          <w:lang w:bidi="fa-IR"/>
        </w:rPr>
        <w:t xml:space="preserve"> ما؛ لأنّه إذا </w:t>
      </w:r>
      <w:r>
        <w:rPr>
          <w:rFonts w:hint="eastAsia"/>
          <w:rtl/>
          <w:lang w:bidi="fa-IR"/>
        </w:rPr>
        <w:t>دخله</w:t>
      </w:r>
      <w:r>
        <w:rPr>
          <w:rtl/>
          <w:lang w:bidi="fa-IR"/>
        </w:rPr>
        <w:t xml:space="preserve"> الضجر والغضب دخله التغ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وإذا دخله التغ</w:t>
      </w:r>
      <w:r>
        <w:rPr>
          <w:rFonts w:hint="cs"/>
          <w:rtl/>
          <w:lang w:bidi="fa-IR"/>
        </w:rPr>
        <w:t>یی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َن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الإبادة، ولو کان ذلک کذلک لم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عرف</w:t>
      </w:r>
      <w:r>
        <w:rPr>
          <w:rtl/>
          <w:lang w:bidi="fa-IR"/>
        </w:rPr>
        <w:t xml:space="preserve"> المکوِّن من المکوَّن، ولا القادر من المقدور، ولا الخالق من المخلوق،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عن هذا القول علوّاً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راً،</w:t>
      </w:r>
      <w:r>
        <w:rPr>
          <w:rtl/>
          <w:lang w:bidi="fa-IR"/>
        </w:rPr>
        <w:t xml:space="preserve"> هو الخالق للأش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لا لحاجة، فإذا کان لا لحاجة است</w:t>
      </w:r>
      <w:r>
        <w:rPr>
          <w:rFonts w:hint="eastAsia"/>
          <w:rtl/>
          <w:lang w:bidi="fa-IR"/>
        </w:rPr>
        <w:t>حال</w:t>
      </w:r>
      <w:r>
        <w:rPr>
          <w:rtl/>
          <w:lang w:bidi="fa-IR"/>
        </w:rPr>
        <w:t xml:space="preserve"> الحدّ والک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فافهم ذلک إن شاء اللّه»: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145،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169،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الأخبار ص 20، بحار الأنوار ج 4 ص 66، التفس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الصاف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4 ص 396،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4 ص 608. 57 . سوره حجر: 29. 58 . عن محمّد بن مسلم، قال: «سألتُ أبا جعفرٍ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عن قوله اللّه عزّ وجلّ: «وَ نَفَخْتُ فِ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مِن رُّوحِ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»،</w:t>
      </w:r>
      <w:r>
        <w:rPr>
          <w:rtl/>
          <w:lang w:bidi="fa-IR"/>
        </w:rPr>
        <w:t xml:space="preserve"> قال: روح اختاره اللّه واصطفاه وخلقه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نفسه وفضّله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الأرواح، فأمر فنفخ منه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آدم»: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170،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الأخبار ص 17، بحار الأنوار ج 4 ص 11،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3 ص 11؛ «عن الحلب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</w:t>
      </w:r>
      <w:r>
        <w:rPr>
          <w:rFonts w:hint="eastAsia"/>
          <w:rtl/>
          <w:lang w:bidi="fa-IR"/>
        </w:rPr>
        <w:t>زرارة،</w:t>
      </w:r>
      <w:r>
        <w:rPr>
          <w:rtl/>
          <w:lang w:bidi="fa-IR"/>
        </w:rPr>
        <w:t xml:space="preserve">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قال: إنّ اللّه تبارک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أحد صمد،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له جوف، وإنّما الروح خلقٌ من خلقه...»: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171، بحار الأنوار ج 3 ص 228 و ج 4 ص 13،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الع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316. 59 .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قال: «جاء رجل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جعفرٍ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فقال له: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أبا جعفر، أخبرن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عن ربّک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کان؟ فقال: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لک</w:t>
      </w:r>
      <w:r>
        <w:rPr>
          <w:rtl/>
          <w:lang w:bidi="fa-IR"/>
        </w:rPr>
        <w:t xml:space="preserve">! إنّما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فکان: مت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کان، إنّ ربّ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تبارک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کان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زل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بلا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کن</w:t>
      </w:r>
      <w:r>
        <w:rPr>
          <w:rtl/>
          <w:lang w:bidi="fa-IR"/>
        </w:rPr>
        <w:t xml:space="preserve"> له کان ولا کان لکونه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ولا کان له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ولا کان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ء،</w:t>
      </w:r>
      <w:r>
        <w:rPr>
          <w:rtl/>
          <w:lang w:bidi="fa-IR"/>
        </w:rPr>
        <w:t xml:space="preserve"> ولا کان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ء،</w:t>
      </w:r>
      <w:r>
        <w:rPr>
          <w:rtl/>
          <w:lang w:bidi="fa-IR"/>
        </w:rPr>
        <w:t xml:space="preserve"> ولا ابتدع لکونه مکاناً، ول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بعدما کون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ئاً،</w:t>
      </w:r>
      <w:r>
        <w:rPr>
          <w:rtl/>
          <w:lang w:bidi="fa-IR"/>
        </w:rPr>
        <w:t xml:space="preserve"> ولا ضع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</w:t>
      </w:r>
      <w:r>
        <w:rPr>
          <w:rtl/>
          <w:lang w:bidi="fa-IR"/>
        </w:rPr>
        <w:t xml:space="preserve"> قبل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ئاً،</w:t>
      </w:r>
      <w:r>
        <w:rPr>
          <w:rtl/>
          <w:lang w:bidi="fa-IR"/>
        </w:rPr>
        <w:t xml:space="preserve"> ولا کان مستوحشاً قبل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بتدع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ئاً،</w:t>
      </w:r>
      <w:r>
        <w:rPr>
          <w:rtl/>
          <w:lang w:bidi="fa-IR"/>
        </w:rPr>
        <w:t xml:space="preserve">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ئاً</w:t>
      </w:r>
      <w:r>
        <w:rPr>
          <w:rtl/>
          <w:lang w:bidi="fa-IR"/>
        </w:rPr>
        <w:t xml:space="preserve"> مکوّناً، ولا کان خلوّاً من القدرة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الملک قبل إنشائه،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منه خلوّاً بعد ذهابه،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زل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بلا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اة،</w:t>
      </w:r>
      <w:r>
        <w:rPr>
          <w:rtl/>
          <w:lang w:bidi="fa-IR"/>
        </w:rPr>
        <w:t xml:space="preserve"> وملکاً قادراً قبل أن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نشئ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ئاً،</w:t>
      </w:r>
      <w:r>
        <w:rPr>
          <w:rtl/>
          <w:lang w:bidi="fa-IR"/>
        </w:rPr>
        <w:t xml:space="preserve"> وملکاً ج</w:t>
      </w:r>
      <w:r>
        <w:rPr>
          <w:rFonts w:hint="eastAsia"/>
          <w:rtl/>
          <w:lang w:bidi="fa-IR"/>
        </w:rPr>
        <w:t>بّاراً</w:t>
      </w:r>
      <w:r>
        <w:rPr>
          <w:rtl/>
          <w:lang w:bidi="fa-IR"/>
        </w:rPr>
        <w:t xml:space="preserve"> بعد إنشائه للکون، فل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لکونه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لا له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ولا له حدّ، ولا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عرف</w:t>
      </w:r>
      <w:r>
        <w:rPr>
          <w:rtl/>
          <w:lang w:bidi="fa-IR"/>
        </w:rPr>
        <w:t xml:space="preserve"> بش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شبهه،</w:t>
      </w:r>
      <w:r>
        <w:rPr>
          <w:rtl/>
          <w:lang w:bidi="fa-IR"/>
        </w:rPr>
        <w:t xml:space="preserve">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هرم</w:t>
      </w:r>
      <w:r>
        <w:rPr>
          <w:rtl/>
          <w:lang w:bidi="fa-IR"/>
        </w:rPr>
        <w:t xml:space="preserve"> لطول البقاء،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صعق</w:t>
      </w:r>
      <w:r>
        <w:rPr>
          <w:rtl/>
          <w:lang w:bidi="fa-IR"/>
        </w:rPr>
        <w:t xml:space="preserve"> 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ء،</w:t>
      </w:r>
      <w:r>
        <w:rPr>
          <w:rtl/>
          <w:lang w:bidi="fa-IR"/>
        </w:rPr>
        <w:t xml:space="preserve">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جوّفه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ء،</w:t>
      </w:r>
      <w:r>
        <w:rPr>
          <w:rtl/>
          <w:lang w:bidi="fa-IR"/>
        </w:rPr>
        <w:t xml:space="preserve"> تصعق الأش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کلّها من 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فته،</w:t>
      </w:r>
      <w:r>
        <w:rPr>
          <w:rtl/>
          <w:lang w:bidi="fa-IR"/>
        </w:rPr>
        <w:t xml:space="preserve"> کان ح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بلا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اة</w:t>
      </w:r>
      <w:r>
        <w:rPr>
          <w:rtl/>
          <w:lang w:bidi="fa-IR"/>
        </w:rPr>
        <w:t xml:space="preserve"> عار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ولا کون موصوف، ولا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محدود، ولا أثر مقفوّ، ولا مکان جاور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ئاً،</w:t>
      </w:r>
      <w:r>
        <w:rPr>
          <w:rtl/>
          <w:lang w:bidi="fa-IR"/>
        </w:rPr>
        <w:t xml:space="preserve"> بل ح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عرف،</w:t>
      </w:r>
      <w:r>
        <w:rPr>
          <w:rtl/>
          <w:lang w:bidi="fa-IR"/>
        </w:rPr>
        <w:t xml:space="preserve"> وملک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زل</w:t>
      </w:r>
      <w:r>
        <w:rPr>
          <w:rtl/>
          <w:lang w:bidi="fa-IR"/>
        </w:rPr>
        <w:t xml:space="preserve"> له القدرة والملک، أنشأ ما شاء بمش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حدّ</w:t>
      </w:r>
      <w:r>
        <w:rPr>
          <w:rtl/>
          <w:lang w:bidi="fa-IR"/>
        </w:rPr>
        <w:t xml:space="preserve"> ولا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بعّض</w:t>
      </w:r>
      <w:r>
        <w:rPr>
          <w:rtl/>
          <w:lang w:bidi="fa-IR"/>
        </w:rPr>
        <w:t xml:space="preserve">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کان أوّلاً بلا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آخراً بلا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وکلّ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هالک إلاّ وجهه، له الخلق والأمر تبارک اللّه ربّ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لک</w:t>
      </w:r>
      <w:r>
        <w:rPr>
          <w:rtl/>
          <w:lang w:bidi="fa-IR"/>
        </w:rPr>
        <w:t xml:space="preserve"> 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السائل! إنّ ربّ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تغشاه الأوهام، ولا ت</w:t>
      </w:r>
      <w:r>
        <w:rPr>
          <w:rFonts w:hint="eastAsia"/>
          <w:rtl/>
          <w:lang w:bidi="fa-IR"/>
        </w:rPr>
        <w:t>نزل</w:t>
      </w:r>
      <w:r>
        <w:rPr>
          <w:rtl/>
          <w:lang w:bidi="fa-IR"/>
        </w:rPr>
        <w:t xml:space="preserve"> به الشبهات، ولا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جار</w:t>
      </w:r>
      <w:r>
        <w:rPr>
          <w:rtl/>
          <w:lang w:bidi="fa-IR"/>
        </w:rPr>
        <w:t xml:space="preserve"> من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ءٍ،</w:t>
      </w:r>
      <w:r>
        <w:rPr>
          <w:rtl/>
          <w:lang w:bidi="fa-IR"/>
        </w:rPr>
        <w:t xml:space="preserve">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جاوره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ء،</w:t>
      </w:r>
      <w:r>
        <w:rPr>
          <w:rtl/>
          <w:lang w:bidi="fa-IR"/>
        </w:rPr>
        <w:t xml:space="preserve"> ولا تنزل به الأحداث،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سأل</w:t>
      </w:r>
      <w:r>
        <w:rPr>
          <w:rtl/>
          <w:lang w:bidi="fa-IR"/>
        </w:rPr>
        <w:t xml:space="preserve"> عن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فعله،</w:t>
      </w:r>
      <w:r>
        <w:rPr>
          <w:rtl/>
          <w:lang w:bidi="fa-IR"/>
        </w:rPr>
        <w:t xml:space="preserve">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قع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ء،</w:t>
      </w:r>
      <w:r>
        <w:rPr>
          <w:rtl/>
          <w:lang w:bidi="fa-IR"/>
        </w:rPr>
        <w:t xml:space="preserve"> ولا تأخذه سنة ولا نوم، له 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السماوات وما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الأرض وما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نهما</w:t>
      </w:r>
      <w:r>
        <w:rPr>
          <w:rtl/>
          <w:lang w:bidi="fa-IR"/>
        </w:rPr>
        <w:t xml:space="preserve"> وما تحت الثر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89،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174، بحار الأنوار ج 4 ص 299. 60 . به کتاب «قصه معراج» از هم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سنده</w:t>
      </w:r>
      <w:r>
        <w:rPr>
          <w:rtl/>
          <w:lang w:bidi="fa-IR"/>
        </w:rPr>
        <w:t xml:space="preserve"> مراجعه 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. 61 . ذار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ات،</w:t>
      </w:r>
      <w:r>
        <w:rPr>
          <w:rtl/>
          <w:lang w:bidi="fa-IR"/>
        </w:rPr>
        <w:t xml:space="preserve"> 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50. 62 . عن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ابن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قال: «سألتُ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العابد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فقلت له: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أبه، أخبرن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جدّنا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لمّا عُرج به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السماء وأمره ربّه عزّ وج</w:t>
      </w:r>
      <w:r>
        <w:rPr>
          <w:rFonts w:hint="eastAsia"/>
          <w:rtl/>
          <w:lang w:bidi="fa-IR"/>
        </w:rPr>
        <w:t>لّ</w:t>
      </w:r>
      <w:r>
        <w:rPr>
          <w:rtl/>
          <w:lang w:bidi="fa-IR"/>
        </w:rPr>
        <w:t xml:space="preserve"> بخمس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صلاة،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سأله</w:t>
      </w:r>
      <w:r>
        <w:rPr>
          <w:rtl/>
          <w:lang w:bidi="fa-IR"/>
        </w:rPr>
        <w:t xml:space="preserve"> التخف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عن أُمّته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قال له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عمران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ارجع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ربّک فسأله التخف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فإنّ أُمّتک لا تط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ذلک؟ فقال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إنّ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کان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قترح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ربّه عزّ وجلّ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راجعه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أمره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به،</w:t>
      </w:r>
      <w:r>
        <w:rPr>
          <w:rtl/>
          <w:lang w:bidi="fa-IR"/>
        </w:rPr>
        <w:t xml:space="preserve"> فلمّا سأله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ذلک وصار شف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عاً</w:t>
      </w:r>
      <w:r>
        <w:rPr>
          <w:rtl/>
          <w:lang w:bidi="fa-IR"/>
        </w:rPr>
        <w:t xml:space="preserve"> لأُمّته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جز</w:t>
      </w:r>
      <w:r>
        <w:rPr>
          <w:rtl/>
          <w:lang w:bidi="fa-IR"/>
        </w:rPr>
        <w:t xml:space="preserve"> له ردّ شفاعة 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فرجع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ربّه عزّ وجلّ فسأله التخف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 ردّها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خمس صلوات. قال: فقلت: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أبه، فلم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رجع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ربّه عزّ وجلّ ولم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سأله</w:t>
      </w:r>
      <w:r>
        <w:rPr>
          <w:rtl/>
          <w:lang w:bidi="fa-IR"/>
        </w:rPr>
        <w:t xml:space="preserve"> التخف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بعد خمس صلوات؟ فقال: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أراد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حصل</w:t>
      </w:r>
      <w:r>
        <w:rPr>
          <w:rtl/>
          <w:lang w:bidi="fa-IR"/>
        </w:rPr>
        <w:t xml:space="preserve"> لأُمّته التخف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مع أجر خمس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صلاة؛ لقول اللّه عزّ وجلّ: «مَن جَآءَ بِالْحَسَنَةِ فَلَهُ عَشْرُ أَمْثَالِهَا»، ألا تر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لمّا هبط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الأرض نزل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جبرئ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ه‌السلامفقال</w:t>
      </w:r>
      <w:r>
        <w:rPr>
          <w:rtl/>
          <w:lang w:bidi="fa-IR"/>
        </w:rPr>
        <w:t xml:space="preserve">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محمّد، إنّ ربّک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قرئک</w:t>
      </w:r>
      <w:r>
        <w:rPr>
          <w:rtl/>
          <w:lang w:bidi="fa-IR"/>
        </w:rPr>
        <w:t xml:space="preserve"> السلام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>: إنّها خمس بخمس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: «مَا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بَدَّلُ</w:t>
      </w:r>
      <w:r>
        <w:rPr>
          <w:rtl/>
          <w:lang w:bidi="fa-IR"/>
        </w:rPr>
        <w:t xml:space="preserve"> الْقَوْلُ لَدَ</w:t>
      </w:r>
      <w:r>
        <w:rPr>
          <w:rFonts w:hint="cs"/>
          <w:rtl/>
          <w:lang w:bidi="fa-IR"/>
        </w:rPr>
        <w:t>یَّ</w:t>
      </w:r>
      <w:r>
        <w:rPr>
          <w:rtl/>
          <w:lang w:bidi="fa-IR"/>
        </w:rPr>
        <w:t xml:space="preserve"> وَ مَآ أَنَا بِظَـلَّـمٍ لِّلْعَبِ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دِ»</w:t>
      </w:r>
      <w:r>
        <w:rPr>
          <w:rtl/>
          <w:lang w:bidi="fa-IR"/>
        </w:rPr>
        <w:t>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: فقلتُ له: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أبه، 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اللّه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ذکره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وصف</w:t>
      </w:r>
      <w:r>
        <w:rPr>
          <w:rtl/>
          <w:lang w:bidi="fa-IR"/>
        </w:rPr>
        <w:t xml:space="preserve"> بمکان؟ فقال: بل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عن ذلک، فقلت: فما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قول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لرسول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>: ارجع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ربّک؟ فقال: معناه 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قول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«إِنِّ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ذَاهِبٌ إِلَ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رَبِّ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سَ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هْدِ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نِ»،</w:t>
      </w:r>
      <w:r>
        <w:rPr>
          <w:rtl/>
          <w:lang w:bidi="fa-IR"/>
        </w:rPr>
        <w:t xml:space="preserve"> ومعن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قول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: «وَ عَجِلْتُ إِلَ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کَ</w:t>
      </w:r>
      <w:r>
        <w:rPr>
          <w:rtl/>
          <w:lang w:bidi="fa-IR"/>
        </w:rPr>
        <w:t xml:space="preserve"> رَبِّ لِتَرْضَ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»،</w:t>
      </w:r>
      <w:r>
        <w:rPr>
          <w:rtl/>
          <w:lang w:bidi="fa-IR"/>
        </w:rPr>
        <w:t xml:space="preserve"> ومعن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قول عزّ وجلّ: «فَفِرُّوا إِلَ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اللَّهِ»،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حجّوا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إنّ الکعبة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اللّه، فمن حجّ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اللّه فقد قصد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اللّه، والمساجد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وت</w:t>
      </w:r>
      <w:r>
        <w:rPr>
          <w:rtl/>
          <w:lang w:bidi="fa-IR"/>
        </w:rPr>
        <w:t xml:space="preserve"> اللّه، فمن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فقد سع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وقصد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والمصلّ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ما دام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صلاته فهو واقف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جلّ جلاله، وأهل موقف عرفات وقوف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عزّ وجلّ، وإن للّه تبارک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بقاعاً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سماواته، فمن عرج به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فقد عرج به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ألا تسمع اللّه عزّ وجلّ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>: «تَعْرُجُ الْمَلَائِکَةُ و</w:t>
      </w:r>
      <w:r>
        <w:rPr>
          <w:rFonts w:hint="eastAsia"/>
          <w:rtl/>
          <w:lang w:bidi="fa-IR"/>
        </w:rPr>
        <w:t>َ</w:t>
      </w:r>
      <w:r>
        <w:rPr>
          <w:rtl/>
          <w:lang w:bidi="fa-IR"/>
        </w:rPr>
        <w:t xml:space="preserve"> الرُّوحُ إِلَ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هِ»،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عزّ وجلّ: «إِلَ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هِ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صْعَدُ</w:t>
      </w:r>
      <w:r>
        <w:rPr>
          <w:rtl/>
          <w:lang w:bidi="fa-IR"/>
        </w:rPr>
        <w:t xml:space="preserve"> الْکَلِمُ الطَّ</w:t>
      </w:r>
      <w:r>
        <w:rPr>
          <w:rFonts w:hint="cs"/>
          <w:rtl/>
          <w:lang w:bidi="fa-IR"/>
        </w:rPr>
        <w:t>یِّ</w:t>
      </w:r>
      <w:r>
        <w:rPr>
          <w:rFonts w:hint="eastAsia"/>
          <w:rtl/>
          <w:lang w:bidi="fa-IR"/>
        </w:rPr>
        <w:t>بُ</w:t>
      </w:r>
      <w:r>
        <w:rPr>
          <w:rtl/>
          <w:lang w:bidi="fa-IR"/>
        </w:rPr>
        <w:t xml:space="preserve"> وَ الْعَمَلُ الصَّــلِحُ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رْفَعُهُ»</w:t>
      </w:r>
      <w:r>
        <w:rPr>
          <w:rtl/>
          <w:lang w:bidi="fa-IR"/>
        </w:rPr>
        <w:t>: الأمال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للصدوق ص 544،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ص 177، علل الشرائع ج 1 ص 133، بحار الأنوار ج 3 ص </w:t>
      </w:r>
      <w:r>
        <w:rPr>
          <w:rtl/>
          <w:lang w:bidi="fa-IR"/>
        </w:rPr>
        <w:lastRenderedPageBreak/>
        <w:t>321 و ج 18 ص 349. 63 . عن سل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مان</w:t>
      </w:r>
      <w:r>
        <w:rPr>
          <w:rtl/>
          <w:lang w:bidi="fa-IR"/>
        </w:rPr>
        <w:t xml:space="preserve"> بن مهران، قال: «قلتُ لجعفر ب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محمّد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هماالسلام</w:t>
      </w:r>
      <w:r>
        <w:rPr>
          <w:rtl/>
          <w:lang w:bidi="fa-IR"/>
        </w:rPr>
        <w:t xml:space="preserve">: هل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جوز</w:t>
      </w:r>
      <w:r>
        <w:rPr>
          <w:rtl/>
          <w:lang w:bidi="fa-IR"/>
        </w:rPr>
        <w:t xml:space="preserve"> أن نقول: إنّ اللّه عزّ وجلّ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مکان؟ فقال: سبحان اللّه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ذلک! إنّه لو کان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مکان لکان محدثاً؛ لأنّ الکائن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مکان محتاج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المکان، والاحت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اج</w:t>
      </w:r>
      <w:r>
        <w:rPr>
          <w:rtl/>
          <w:lang w:bidi="fa-IR"/>
        </w:rPr>
        <w:t xml:space="preserve"> من صفات المحدث لا من صفات القد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م»</w:t>
      </w:r>
      <w:r>
        <w:rPr>
          <w:rtl/>
          <w:lang w:bidi="fa-IR"/>
        </w:rPr>
        <w:t>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178، بحار الأنوار ج 3 ص 327. 64 . «قال له رجل: أنا رجل عاصٍ ولا أصبر عن المعص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ة،</w:t>
      </w:r>
      <w:r>
        <w:rPr>
          <w:rtl/>
          <w:lang w:bidi="fa-IR"/>
        </w:rPr>
        <w:t xml:space="preserve"> فعظن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بموعظة.... فقال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:... اطلب موضع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راک</w:t>
      </w:r>
      <w:r>
        <w:rPr>
          <w:rtl/>
          <w:lang w:bidi="fa-IR"/>
        </w:rPr>
        <w:t xml:space="preserve"> اللّه واذنب ما شئت»: بحار الأنوار ج 75 ص 126. 65 . سوره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>: 4. 66 . «سألتُ أبا 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عن قول اللّه عزّ وجلّ: «وَهُوَ اللَّهُ </w:t>
      </w:r>
      <w:r>
        <w:rPr>
          <w:rFonts w:hint="eastAsia"/>
          <w:rtl/>
          <w:lang w:bidi="fa-IR"/>
        </w:rPr>
        <w:t>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السَّمَـوَ تِ وَفِ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الْأَرْضِ»، قال: کذلک هو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کلّ مکان. قلت: بذاته؟ قال: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حک</w:t>
      </w:r>
      <w:r>
        <w:rPr>
          <w:rtl/>
          <w:lang w:bidi="fa-IR"/>
        </w:rPr>
        <w:t>! إنّ الأماکن أقدار، فإذا قلت: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مکانٍ بذاته لزمک أن تقول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إقدار وغ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ذلک، ولکن هو بائنٌ من خلقه، مح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طٌ</w:t>
      </w:r>
      <w:r>
        <w:rPr>
          <w:rtl/>
          <w:lang w:bidi="fa-IR"/>
        </w:rPr>
        <w:t xml:space="preserve"> بما خلق علماً وقدرةً وإحاطةً وسلطاناً وملکاً،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علمه بما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</w:t>
      </w:r>
      <w:r>
        <w:rPr>
          <w:rFonts w:hint="eastAsia"/>
          <w:rtl/>
          <w:lang w:bidi="fa-IR"/>
        </w:rPr>
        <w:t>رض</w:t>
      </w:r>
      <w:r>
        <w:rPr>
          <w:rtl/>
          <w:lang w:bidi="fa-IR"/>
        </w:rPr>
        <w:t xml:space="preserve"> بأقلّ ممّا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السماء،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بعد</w:t>
      </w:r>
      <w:r>
        <w:rPr>
          <w:rtl/>
          <w:lang w:bidi="fa-IR"/>
        </w:rPr>
        <w:t xml:space="preserve"> منه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ء،</w:t>
      </w:r>
      <w:r>
        <w:rPr>
          <w:rtl/>
          <w:lang w:bidi="fa-IR"/>
        </w:rPr>
        <w:t xml:space="preserve"> والأش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له سواء علماً وقدرةً وسلطاناً وملکاً وإحاطةً»: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133، بحار الأنوار ج 3 ص 323، التفس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الصاف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107،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1 ص 704،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ج 7 ص 16. 67 . راز بزرگ ص 147 و157، اشو، تر</w:t>
      </w:r>
      <w:r>
        <w:rPr>
          <w:rFonts w:hint="eastAsia"/>
          <w:rtl/>
          <w:lang w:bidi="fa-IR"/>
        </w:rPr>
        <w:t>جمه</w:t>
      </w:r>
      <w:r>
        <w:rPr>
          <w:rtl/>
          <w:lang w:bidi="fa-IR"/>
        </w:rPr>
        <w:t xml:space="preserve"> روان کهر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ز،</w:t>
      </w:r>
      <w:r>
        <w:rPr>
          <w:rtl/>
          <w:lang w:bidi="fa-IR"/>
        </w:rPr>
        <w:t xml:space="preserve"> نشر باغ نو، تهران، 1382. 68 .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جعفرٍ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قال: «إنّ اللّه خلوٌّ من خلقه، وخلقه خلوٌّ منه»: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82، 83،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104، 105، 106، بحار الأنوار ج 3 ص 263، 321، 322 و ج 4 ص 149، 161. 69 . «هو بائنٌ من خلقه...»: التوح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د للصدوق ص 133، بحار الأنوار ج 3 ص 323، التفس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الصاف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107،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1 ص 704،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زان</w:t>
      </w:r>
      <w:r>
        <w:rPr>
          <w:rtl/>
          <w:lang w:bidi="fa-IR"/>
        </w:rPr>
        <w:t xml:space="preserve"> ج 7 ص 16. 70 . سوره ق: 16. 71 . وقال الصادق: «القلب حرم اللّه، فلا تسکن حرم اللّه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اللّه»: بحار الأنوار ج </w:t>
      </w:r>
      <w:r>
        <w:rPr>
          <w:rtl/>
          <w:lang w:bidi="fa-IR"/>
        </w:rPr>
        <w:lastRenderedPageBreak/>
        <w:t>67 ص 25. 72 . وقت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منابع کتب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مراجعه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کن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تا قبل از قرن ششم هجر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اثر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نم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در کتب معتبر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مثل أصول کاف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کتب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خ‌صدوق،</w:t>
      </w:r>
      <w:r>
        <w:rPr>
          <w:rtl/>
          <w:lang w:bidi="fa-IR"/>
        </w:rPr>
        <w:t xml:space="preserve"> کتب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خ‌طوس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اشاره‌ا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نشده است.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بار در قرن ششم نقل شده است و 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ف کتاب «غرر الحکم» و مولف ک</w:t>
      </w:r>
      <w:r>
        <w:rPr>
          <w:rFonts w:hint="eastAsia"/>
          <w:rtl/>
          <w:lang w:bidi="fa-IR"/>
        </w:rPr>
        <w:t>تاب</w:t>
      </w:r>
      <w:r>
        <w:rPr>
          <w:rtl/>
          <w:lang w:bidi="fa-IR"/>
        </w:rPr>
        <w:t xml:space="preserve"> «ع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ون</w:t>
      </w:r>
      <w:r>
        <w:rPr>
          <w:rtl/>
          <w:lang w:bidi="fa-IR"/>
        </w:rPr>
        <w:t xml:space="preserve"> الحکم‌المواعظ» آن را ذکر نموده‌اند، ما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کشف اعتبار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ما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از</w:t>
      </w:r>
      <w:r>
        <w:rPr>
          <w:rtl/>
          <w:lang w:bidi="fa-IR"/>
        </w:rPr>
        <w:t xml:space="preserve"> به سند آن دار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متأسفانه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چ</w:t>
      </w:r>
      <w:r>
        <w:rPr>
          <w:rtl/>
          <w:lang w:bidi="fa-IR"/>
        </w:rPr>
        <w:t xml:space="preserve"> سند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ندارد وبه اصطلاح به صورت «مرسل» نقل شده است. خلاصه آن که عدم نقل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در کتب معتبر ومصادر مهم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عه</w:t>
      </w:r>
      <w:r>
        <w:rPr>
          <w:rtl/>
          <w:lang w:bidi="fa-IR"/>
        </w:rPr>
        <w:t xml:space="preserve"> وهم‌چن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عدم وجود سند بر</w:t>
      </w:r>
      <w:r>
        <w:rPr>
          <w:rFonts w:hint="eastAsia"/>
          <w:rtl/>
          <w:lang w:bidi="fa-IR"/>
        </w:rPr>
        <w:t>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آن، دو نکته‌ا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است که 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مورد توجّه قرار 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رد</w:t>
      </w:r>
      <w:r>
        <w:rPr>
          <w:rtl/>
          <w:lang w:bidi="fa-IR"/>
        </w:rPr>
        <w:t xml:space="preserve">. 73 . «وأدخلت هشام بن سالم وکان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حسن</w:t>
      </w:r>
      <w:r>
        <w:rPr>
          <w:rtl/>
          <w:lang w:bidi="fa-IR"/>
        </w:rPr>
        <w:t xml:space="preserve"> الکلام»: راجع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171. 74 . «فورد هشام بن الحکم وهو أوّل ما اختطّت لح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ته،</w:t>
      </w:r>
      <w:r>
        <w:rPr>
          <w:rtl/>
          <w:lang w:bidi="fa-IR"/>
        </w:rPr>
        <w:t xml:space="preserve">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إلاّ من هو أکبر سنّاً منه، فقال: فوسّع له أبو 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وقال: ن</w:t>
      </w:r>
      <w:r>
        <w:rPr>
          <w:rFonts w:hint="eastAsia"/>
          <w:rtl/>
          <w:lang w:bidi="fa-IR"/>
        </w:rPr>
        <w:t>اصرنا</w:t>
      </w:r>
      <w:r>
        <w:rPr>
          <w:rtl/>
          <w:lang w:bidi="fa-IR"/>
        </w:rPr>
        <w:t xml:space="preserve"> بقلبه ولسانه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ده»</w:t>
      </w:r>
      <w:r>
        <w:rPr>
          <w:rtl/>
          <w:lang w:bidi="fa-IR"/>
        </w:rPr>
        <w:t>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171، الإرشاد ج 2 ص 195، الاحتجاج ج 2 ص 123، بحار الأنوار ج 23 ص 10، معجم رجال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ج 20 ص 299، قاموس الرجال ج 10 ص 528، کشف الغمّة ج 2 ص 388، الشاف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الإمامة ج 1 ص 85، وراجع رجال النجاش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433، الفهرست للطوس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493، رجال الکشّ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255، رجال البرق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35، رجال ابن داوود ص 367، خلاصة الأقوال ص 178. 75 . «فلق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هشام بن الحکم فقلت له: ما أقول لمن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سألن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 xml:space="preserve">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بمَ عرفت ربّک؟ فقال: إن سأل سائل فقال: بمَ عرفت ربّک؟ قلت: عرفت اللّه جلّ جلاله بنفس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؛</w:t>
      </w:r>
      <w:r>
        <w:rPr>
          <w:rtl/>
          <w:lang w:bidi="fa-IR"/>
        </w:rPr>
        <w:t xml:space="preserve"> لأنّه أقرب الأش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>َ، وذلک أنّ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أجدها أبعاضاً مجتمعة وأجزاءً 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لفة، ظاهرة الترکی</w:t>
      </w:r>
      <w:r>
        <w:rPr>
          <w:rFonts w:hint="eastAsia"/>
          <w:rtl/>
          <w:lang w:bidi="fa-IR"/>
        </w:rPr>
        <w:t>ب،</w:t>
      </w:r>
      <w:r>
        <w:rPr>
          <w:rtl/>
          <w:lang w:bidi="fa-IR"/>
        </w:rPr>
        <w:t xml:space="preserve"> متب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الصنعة، مب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ضروبٍ من التخط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ط</w:t>
      </w:r>
      <w:r>
        <w:rPr>
          <w:rtl/>
          <w:lang w:bidi="fa-IR"/>
        </w:rPr>
        <w:t xml:space="preserve"> والتصو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زائدة من بعد نقصان، وناقصة من بعد 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ادة،</w:t>
      </w:r>
      <w:r>
        <w:rPr>
          <w:rtl/>
          <w:lang w:bidi="fa-IR"/>
        </w:rPr>
        <w:t xml:space="preserve"> قد أنشأ لها حواسّ مختلفة، وجوارح </w:t>
      </w:r>
      <w:r>
        <w:rPr>
          <w:rtl/>
          <w:lang w:bidi="fa-IR"/>
        </w:rPr>
        <w:lastRenderedPageBreak/>
        <w:t>متبا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ـ من بصرٍ وسمعٍ وشامٍّ وذائقٍ ولامس ـ مجبولة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الضعف </w:t>
      </w:r>
      <w:r>
        <w:rPr>
          <w:rFonts w:hint="eastAsia"/>
          <w:rtl/>
          <w:lang w:bidi="fa-IR"/>
        </w:rPr>
        <w:t>والنقص</w:t>
      </w:r>
      <w:r>
        <w:rPr>
          <w:rtl/>
          <w:lang w:bidi="fa-IR"/>
        </w:rPr>
        <w:t xml:space="preserve"> والمهانة، لا تدرک واحدة منها مدرک صاحبتها، ولا تقو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ذلک، عاجزة عند اجتلاب المنافع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ودفع المضارّ عنها، واستحال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العقول وجود تأل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لا 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ّف له، وثبات صورة لا مصوّر لها، فعلمت أنّ لها خالقاً خلقها، ومصوّراً صوّرها، مخالفاً لها علی</w:t>
      </w:r>
      <w:r>
        <w:rPr>
          <w:rtl/>
          <w:lang w:bidi="fa-IR"/>
        </w:rPr>
        <w:t xml:space="preserve">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جهات</w:t>
      </w:r>
      <w:r>
        <w:rPr>
          <w:rFonts w:hint="eastAsia"/>
          <w:rtl/>
          <w:lang w:bidi="fa-IR"/>
        </w:rPr>
        <w:t>ها،</w:t>
      </w:r>
      <w:r>
        <w:rPr>
          <w:rtl/>
          <w:lang w:bidi="fa-IR"/>
        </w:rPr>
        <w:t xml:space="preserve"> قال اللّه عزّ وجلّ «وَ فِ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أَنفُسِکُمْ أَفَلاَ تُبْصِرُونَ»: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189، بحار الأنوار ج 3 ص 49. 76 . عن منصور بن حازم، قال: «قلتُ لأب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اللّه: إنّ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ناظرت قوماً فقلت لهم: إنّ اللّه أجلّ وأکرم من أن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عرف</w:t>
      </w:r>
      <w:r>
        <w:rPr>
          <w:rtl/>
          <w:lang w:bidi="fa-IR"/>
        </w:rPr>
        <w:t xml:space="preserve"> بخلقه، بل العباد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عرفون</w:t>
      </w:r>
      <w:r>
        <w:rPr>
          <w:rtl/>
          <w:lang w:bidi="fa-IR"/>
        </w:rPr>
        <w:t xml:space="preserve"> باللّه، فقا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>: رحمک اللّه»: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86،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285، بحار الأنوار ج 3 ص 270. 77 . مصباح المتهجّد ص 582، إقبال الأعمال ج 1 ص 157، المصباح للکفعم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ص 589، بحار الأنوار ج 91 ص 190، أع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 ص 648. 78 . عن جعفر بن محمّد، عن أب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هماالسلام،</w:t>
      </w:r>
      <w:r>
        <w:rPr>
          <w:rtl/>
          <w:lang w:bidi="fa-IR"/>
        </w:rPr>
        <w:t xml:space="preserve"> قال: «کا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لرسول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صد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قد آمنا بموس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اللّه، وأت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محمّداً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وسمعا منه، وقد کانا قرءا التوراة وصحف 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وموس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هماالسلام،</w:t>
      </w:r>
      <w:r>
        <w:rPr>
          <w:rtl/>
          <w:lang w:bidi="fa-IR"/>
        </w:rPr>
        <w:t xml:space="preserve"> وعلما علم الکتب الأُول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فلمّا قبض اللّه تبارک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رسوله، أقبلا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سألان</w:t>
      </w:r>
      <w:r>
        <w:rPr>
          <w:rtl/>
          <w:lang w:bidi="fa-IR"/>
        </w:rPr>
        <w:t xml:space="preserve"> عن صاحب الأمر بعده، وقالا: إنّه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مت</w:t>
      </w:r>
      <w:r>
        <w:rPr>
          <w:rtl/>
          <w:lang w:bidi="fa-IR"/>
        </w:rPr>
        <w:t xml:space="preserve"> نب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قطّ إلاّ وله 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فة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قوم</w:t>
      </w:r>
      <w:r>
        <w:rPr>
          <w:rtl/>
          <w:lang w:bidi="fa-IR"/>
        </w:rPr>
        <w:t xml:space="preserve"> بالأمر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أُمّته من بعده 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القرابة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من أهل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ته،</w:t>
      </w:r>
      <w:r>
        <w:rPr>
          <w:rtl/>
          <w:lang w:bidi="fa-IR"/>
        </w:rPr>
        <w:t xml:space="preserve"> عظ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الخطر، جل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الشأن، فقال أحدهما لصاحبه: هل تعرف صاحب الأمر من بعد هذا النب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قال الآخر: لا أعلمه إلاّ بالصفة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أجدها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التوراة،</w:t>
      </w:r>
      <w:r>
        <w:rPr>
          <w:rtl/>
          <w:lang w:bidi="fa-IR"/>
        </w:rPr>
        <w:t xml:space="preserve"> وهو الأصلع المصفر، فإنّه کان أقرب القوم من رسول اللّه.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فلمّا</w:t>
      </w:r>
      <w:r>
        <w:rPr>
          <w:rtl/>
          <w:lang w:bidi="fa-IR"/>
        </w:rPr>
        <w:t xml:space="preserve"> دخلا المد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وسألا عن الخل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فة</w:t>
      </w:r>
      <w:r>
        <w:rPr>
          <w:rtl/>
          <w:lang w:bidi="fa-IR"/>
        </w:rPr>
        <w:t xml:space="preserve"> أُرشدا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بکر، فلمّا نظرا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قالا: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هذا صاحبنا، ثمّ قالا له: ما قرابتک من رسول اللّه؟ قال: إنّ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رجل من </w:t>
      </w:r>
      <w:r>
        <w:rPr>
          <w:rtl/>
          <w:lang w:bidi="fa-IR"/>
        </w:rPr>
        <w:lastRenderedPageBreak/>
        <w:t>عش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رته،</w:t>
      </w:r>
      <w:r>
        <w:rPr>
          <w:rtl/>
          <w:lang w:bidi="fa-IR"/>
        </w:rPr>
        <w:t xml:space="preserve"> وهو زوج ابنت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عائشة، قالا: هل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هذا؟ قال: لا، قالا: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هذه بقرابة. قالا: فأخبرنا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ربّک؟ قال: فوق سبع سماوات، قالا: هل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هذا؟ قال: لا، قالا: دلّنا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هو أعلم منک، فإنّک أنت لست بالرجل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نجد صفته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التوراة، إنّه وص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هذا النب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وخل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>. قال: فتغ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ظ</w:t>
      </w:r>
      <w:r>
        <w:rPr>
          <w:rtl/>
          <w:lang w:bidi="fa-IR"/>
        </w:rPr>
        <w:t xml:space="preserve"> من قولهما وهَمّ بهما، ثمّ أرشدهما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عمر، وذلک أنّه عرف من عمر أنّهما إن استقبلاه بش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ءٍ</w:t>
      </w:r>
      <w:r>
        <w:rPr>
          <w:rtl/>
          <w:lang w:bidi="fa-IR"/>
        </w:rPr>
        <w:t xml:space="preserve"> بط</w:t>
      </w:r>
      <w:r>
        <w:rPr>
          <w:rFonts w:hint="eastAsia"/>
          <w:rtl/>
          <w:lang w:bidi="fa-IR"/>
        </w:rPr>
        <w:t>ش</w:t>
      </w:r>
      <w:r>
        <w:rPr>
          <w:rtl/>
          <w:lang w:bidi="fa-IR"/>
        </w:rPr>
        <w:t xml:space="preserve"> بهما. فلمّا أت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اه</w:t>
      </w:r>
      <w:r>
        <w:rPr>
          <w:rtl/>
          <w:lang w:bidi="fa-IR"/>
        </w:rPr>
        <w:t xml:space="preserve"> قالا: ما قرابتک من هذا النب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؟</w:t>
      </w:r>
      <w:r>
        <w:rPr>
          <w:rtl/>
          <w:lang w:bidi="fa-IR"/>
        </w:rPr>
        <w:t xml:space="preserve"> قال: أنا من عش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رته،</w:t>
      </w:r>
      <w:r>
        <w:rPr>
          <w:rtl/>
          <w:lang w:bidi="fa-IR"/>
        </w:rPr>
        <w:t xml:space="preserve"> وهو زوج ابنت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حفصة، قالا: هل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هذا؟ قال: لا، قالا: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هذه بقرابة، ول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ست</w:t>
      </w:r>
      <w:r>
        <w:rPr>
          <w:rtl/>
          <w:lang w:bidi="fa-IR"/>
        </w:rPr>
        <w:t xml:space="preserve"> هذه الصفة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نجدها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التوراة. ثمّ قالا له: فأ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ربّک؟ قال: فوق سبع سماوات، قالا: هل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هذا؟ قال: لا، قالا: دلّنا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هو أعلم منک. فأرشدهما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صلوات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فلمّا جاءاه فنظرا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قال أحدهما لصاحبه: إنّه الرجل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نجد صفته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التوراة، إنّه وص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هذا النب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وخل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فته</w:t>
      </w:r>
      <w:r>
        <w:rPr>
          <w:rtl/>
          <w:lang w:bidi="fa-IR"/>
        </w:rPr>
        <w:t xml:space="preserve"> وزوج ابنته وأبو السبط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والقائم بالحقّ من بعده.</w:t>
      </w:r>
    </w:p>
    <w:p w:rsidR="004E7874" w:rsidRDefault="004E7874" w:rsidP="004E7874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ثمّ</w:t>
      </w:r>
      <w:r>
        <w:rPr>
          <w:rtl/>
          <w:lang w:bidi="fa-IR"/>
        </w:rPr>
        <w:t xml:space="preserve"> قالا لعل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أ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الرجل، ما قرابتک من رسول اللّه؟ قال: هو أخ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وأنا وارثه ووص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وأوّل من آمن به، وأنا زوج ابنته فاطمة، قالا له: هذه القرابة الفاخرة والمنزلة القر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بة،</w:t>
      </w:r>
      <w:r>
        <w:rPr>
          <w:rtl/>
          <w:lang w:bidi="fa-IR"/>
        </w:rPr>
        <w:t xml:space="preserve"> وهذه الصفة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نجدها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التوراة. ثمّ قالا له: فأ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ربّک عزّ وجلّ؟ قال لهم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الصلاة والسلام: إن شئتما أنبأتکما بالذ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عهد نب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کما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وإن شئتما أنبأتکما بالذ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عهد نب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محمّد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ه‌و‌آله،</w:t>
      </w:r>
      <w:r>
        <w:rPr>
          <w:rtl/>
          <w:lang w:bidi="fa-IR"/>
        </w:rPr>
        <w:t xml:space="preserve"> قالا: أنبئنا بالذ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عهد نب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قال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أقبل أربعة أملاک: ملک من المشرق، وملک من المغرب، وملک من السماء، وملک من الأرض، فقال صاحب المشرق لصاحب المغرب: من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أقبلت؟ قال: أقبلتُ من عند ربّ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وقال: صاحب المغرب لصاحب المشرق: من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أقبلت؟ قال: أقبلت من عند ربّ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وقال النازل </w:t>
      </w:r>
      <w:r>
        <w:rPr>
          <w:rtl/>
          <w:lang w:bidi="fa-IR"/>
        </w:rPr>
        <w:lastRenderedPageBreak/>
        <w:t>من السماء للخارج من الأرض: من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أقبلت؟ 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>: أقبلت من عند ربّ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وقال الخارج من الأرض للنازل من السماء: من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أقبلت؟ قال: أقبلت من عند ربّ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فهذا ما کان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عهد نب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کما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وأمّا ما کان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عهد نب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نا</w:t>
      </w:r>
      <w:r>
        <w:rPr>
          <w:rtl/>
          <w:lang w:bidi="fa-IR"/>
        </w:rPr>
        <w:t xml:space="preserve"> محمّد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ه‌و‌آله،</w:t>
      </w:r>
      <w:r>
        <w:rPr>
          <w:rtl/>
          <w:lang w:bidi="fa-IR"/>
        </w:rPr>
        <w:t xml:space="preserve"> فذلک قوله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محکم کتابه: «مَا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کُونُ</w:t>
      </w:r>
      <w:r>
        <w:rPr>
          <w:rtl/>
          <w:lang w:bidi="fa-IR"/>
        </w:rPr>
        <w:t xml:space="preserve"> مِن نَّجْوَ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ثَل</w:t>
      </w:r>
      <w:r>
        <w:rPr>
          <w:rFonts w:hint="eastAsia"/>
          <w:rtl/>
          <w:lang w:bidi="fa-IR"/>
        </w:rPr>
        <w:t>َـثَةٍ</w:t>
      </w:r>
      <w:r>
        <w:rPr>
          <w:rtl/>
          <w:lang w:bidi="fa-IR"/>
        </w:rPr>
        <w:t xml:space="preserve"> إِلاَّ هُوَ رَابِعُهُمْ وَ لاَ خَمْسَةٍ إِلاَّ هُوَ سَادِسُهُمْ وَ لاَ أَدْنَ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مِن ذَ لِکَ وَ لاَ أَکْثَرَ إِلاَّ هُوَ مَعَهُمْ أَ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نَ</w:t>
      </w:r>
      <w:r>
        <w:rPr>
          <w:rtl/>
          <w:lang w:bidi="fa-IR"/>
        </w:rPr>
        <w:t xml:space="preserve"> مَا کَانُوا» الآ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>. قال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>: فما منع صاحب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کونا</w:t>
      </w:r>
      <w:r>
        <w:rPr>
          <w:rtl/>
          <w:lang w:bidi="fa-IR"/>
        </w:rPr>
        <w:t xml:space="preserve"> جعلاک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موضعک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أنت أهله؟! فوالذ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أنزل التوراة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إنّک لأنت الخل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فة</w:t>
      </w:r>
      <w:r>
        <w:rPr>
          <w:rtl/>
          <w:lang w:bidi="fa-IR"/>
        </w:rPr>
        <w:t xml:space="preserve"> حقّاً، نجد صفتک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کتبنا ونقرو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 xml:space="preserve"> فی</w:t>
      </w:r>
      <w:r>
        <w:rPr>
          <w:rtl/>
          <w:lang w:bidi="fa-IR"/>
        </w:rPr>
        <w:t xml:space="preserve"> کنائسنا، وإنّک لأحقّ بهذا الأمر وأول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 ممّن قد غلبک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>. فقال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قدّما وأخّرا وحسابهما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عزّ وجلّ،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وقفان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سألان»</w:t>
      </w:r>
      <w:r>
        <w:rPr>
          <w:rtl/>
          <w:lang w:bidi="fa-IR"/>
        </w:rPr>
        <w:t>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181، بحار الأنوار ج 3 ص 325 و ج 10 ص 19. 79 . «اذا کان أحدکم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دع</w:t>
      </w:r>
      <w:r>
        <w:rPr>
          <w:rtl/>
          <w:lang w:bidi="fa-IR"/>
        </w:rPr>
        <w:t xml:space="preserve"> أحداً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مرّ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ه»</w:t>
      </w:r>
      <w:r>
        <w:rPr>
          <w:rtl/>
          <w:lang w:bidi="fa-IR"/>
        </w:rPr>
        <w:t>: المجموع ج 3 ص 249، کتاب الموطّأ ج 1 ص 154، المغن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لابن قدامة ج 2 ص 76، کشاف القناع ج 1 ص 453،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الأوطار ج 3 ص 3، مسند أحمد ج 2 ص 86، سنن الدارم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328،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مسلم ج 2 ص 57، سنن ابن ماجة ج 1 ص 307، سنن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 ج 1 ص 163، سنن النسائ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66، السنن الکبر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267، فتح البار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480، عمدة القار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70، السنن الکبر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هق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273، مسند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2 ص 443، صح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</w:t>
      </w:r>
      <w:r>
        <w:rPr>
          <w:rtl/>
          <w:lang w:bidi="fa-IR"/>
        </w:rPr>
        <w:t xml:space="preserve"> ابن حبان ج 6 ص 132، المعجم الکب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 12 ص 328، الاستذکار ج 2 ص 273، التمه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لابن عبد البرّ ج 4 ص 185، نصب الرا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ج 2 ص 97، کنز العمّال ج 7 ص 349، إکمال الکمال ج 3 ص 107، تار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</w:t>
      </w:r>
      <w:r>
        <w:rPr>
          <w:rtl/>
          <w:lang w:bidi="fa-IR"/>
        </w:rPr>
        <w:t xml:space="preserve">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نة</w:t>
      </w:r>
      <w:r>
        <w:rPr>
          <w:rtl/>
          <w:lang w:bidi="fa-IR"/>
        </w:rPr>
        <w:t xml:space="preserve"> دمشق ج 23 ص 367،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 ج 13 ص 158، تذکرة الحفّاظ ج 2 ص 710، 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أعلام النبلاء ج 14 ص 199؛ «إنّ المرور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المصلّ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قطع</w:t>
      </w:r>
      <w:r>
        <w:rPr>
          <w:rtl/>
          <w:lang w:bidi="fa-IR"/>
        </w:rPr>
        <w:t xml:space="preserve"> نصف صلاته»: </w:t>
      </w:r>
      <w:r>
        <w:rPr>
          <w:rtl/>
          <w:lang w:bidi="fa-IR"/>
        </w:rPr>
        <w:lastRenderedPageBreak/>
        <w:t>فتح البار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1 482، 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tl/>
          <w:lang w:bidi="fa-IR"/>
        </w:rPr>
        <w:t xml:space="preserve"> الأوطار ج 3 ص 8، سبل السلام ج 1 ص 146، تنو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الحوالک ص 172. 80 . عن محمّد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قال: «رأ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ان</w:t>
      </w:r>
      <w:r>
        <w:rPr>
          <w:rtl/>
          <w:lang w:bidi="fa-IR"/>
        </w:rPr>
        <w:t xml:space="preserve"> الثور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أبا الحسن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جعفر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هماالسلام</w:t>
      </w:r>
      <w:r>
        <w:rPr>
          <w:rtl/>
          <w:lang w:bidi="fa-IR"/>
        </w:rPr>
        <w:t xml:space="preserve"> وهو غلام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والناس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مرّون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فقال له: إنّ الناس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مرّون</w:t>
      </w:r>
      <w:r>
        <w:rPr>
          <w:rtl/>
          <w:lang w:bidi="fa-IR"/>
        </w:rPr>
        <w:t xml:space="preserve"> بک وهم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الطواف! فق</w:t>
      </w:r>
      <w:r>
        <w:rPr>
          <w:rFonts w:hint="eastAsia"/>
          <w:rtl/>
          <w:lang w:bidi="fa-IR"/>
        </w:rPr>
        <w:t>ال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له أقرب إل</w:t>
      </w:r>
      <w:r>
        <w:rPr>
          <w:rFonts w:hint="cs"/>
          <w:rtl/>
          <w:lang w:bidi="fa-IR"/>
        </w:rPr>
        <w:t>یَّ</w:t>
      </w:r>
      <w:r>
        <w:rPr>
          <w:rtl/>
          <w:lang w:bidi="fa-IR"/>
        </w:rPr>
        <w:t xml:space="preserve"> من هو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اء»: التوحی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179،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5 ص 132، بحار الأنوار ج 80 ص 298، جواهر الکلام ج 8 ص 402، الحدائق الناضرة ج 7 ص 231. 81 . «عن الحارث الأعور، عن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طالب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أنّه دخل السوق، فإذا هو بر</w:t>
      </w:r>
      <w:r>
        <w:rPr>
          <w:rFonts w:hint="eastAsia"/>
          <w:rtl/>
          <w:lang w:bidi="fa-IR"/>
        </w:rPr>
        <w:t>جلٍ</w:t>
      </w:r>
      <w:r>
        <w:rPr>
          <w:rtl/>
          <w:lang w:bidi="fa-IR"/>
        </w:rPr>
        <w:t xml:space="preserve"> مولّ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ظهره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قول</w:t>
      </w:r>
      <w:r>
        <w:rPr>
          <w:rtl/>
          <w:lang w:bidi="fa-IR"/>
        </w:rPr>
        <w:t>: لا والذ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احتجب بالسبع! فضرب عل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ظهره، ثمّ قال: من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احتجب بالسبع؟ قال: اللّه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قال: أخطأت ثکلتک أُمّک، إنّ اللّه عزّ وجلّ 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خلقه حجاب؛ لأنّه معهم أ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نما</w:t>
      </w:r>
      <w:r>
        <w:rPr>
          <w:rtl/>
          <w:lang w:bidi="fa-IR"/>
        </w:rPr>
        <w:t xml:space="preserve"> کانوا، قال: ما کفّارة ما قلتُ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أم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نی</w:t>
      </w:r>
      <w:r>
        <w:rPr>
          <w:rFonts w:hint="eastAsia"/>
          <w:rtl/>
          <w:lang w:bidi="fa-IR"/>
        </w:rPr>
        <w:t>ن؟</w:t>
      </w:r>
      <w:r>
        <w:rPr>
          <w:rtl/>
          <w:lang w:bidi="fa-IR"/>
        </w:rPr>
        <w:t xml:space="preserve"> قال: أن تعلم أنّ اللّه معک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کنت، قال: أطعم المساک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ن؟</w:t>
      </w:r>
      <w:r>
        <w:rPr>
          <w:rtl/>
          <w:lang w:bidi="fa-IR"/>
        </w:rPr>
        <w:t xml:space="preserve"> قال: لا، إنّما حلفتَ بغ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ربّک»: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ض 184، مستدرک الوسائل ج 16 ص 50، الغارات ج 1 ص 112، بحار الأنوار ج 3 ص 330 و ج 101 ص 206،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19 ص 460. 82 . عن العبّاس بن عب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المطّلب، قال: «کنت بالبطحاء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عصابةٍ وف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هم</w:t>
      </w:r>
      <w:r>
        <w:rPr>
          <w:rtl/>
          <w:lang w:bidi="fa-IR"/>
        </w:rPr>
        <w:t xml:space="preserve"> رسول اللّه صلّ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وسلّم، فمرّت به سحابة، فنظر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ها</w:t>
      </w:r>
      <w:r>
        <w:rPr>
          <w:rtl/>
          <w:lang w:bidi="fa-IR"/>
        </w:rPr>
        <w:t xml:space="preserve"> فقال: ما تسمّون هذه؟ قالوا: السحاب قال: والمزن، قالوا: والمزن، قال: والعنان. قال أبو بکر: قالوا: والعنان، قال: کم ترون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نکم</w:t>
      </w:r>
      <w:r>
        <w:rPr>
          <w:rtl/>
          <w:lang w:bidi="fa-IR"/>
        </w:rPr>
        <w:t xml:space="preserve"> 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السماء؟ قالوا: لا ن</w:t>
      </w:r>
      <w:r>
        <w:rPr>
          <w:rFonts w:hint="eastAsia"/>
          <w:rtl/>
          <w:lang w:bidi="fa-IR"/>
        </w:rPr>
        <w:t>در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قال: فإنّ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نکم</w:t>
      </w:r>
      <w:r>
        <w:rPr>
          <w:rtl/>
          <w:lang w:bidi="fa-IR"/>
        </w:rPr>
        <w:t xml:space="preserve"> 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نها</w:t>
      </w:r>
      <w:r>
        <w:rPr>
          <w:rtl/>
          <w:lang w:bidi="fa-IR"/>
        </w:rPr>
        <w:t xml:space="preserve"> إمّا واحداً أو اثن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أو ثلاثاً وسبع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سنة، والسماء فوقها کذلک ـ حتّ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عدّ سبع سماوات ـ ثمّ فوق السماء السابعة بحر،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أعلاه وأسفله کما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سماءٍ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سماء، ثمّ فوق ذلک ثمان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أوعال،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أظلافهنّ ورکبهنّ کما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سماءٍ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سماء، ثم</w:t>
      </w:r>
      <w:r>
        <w:rPr>
          <w:rFonts w:hint="eastAsia"/>
          <w:rtl/>
          <w:lang w:bidi="fa-IR"/>
        </w:rPr>
        <w:t>ّ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ظهورهنّ العرش،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أعلاه </w:t>
      </w:r>
      <w:r>
        <w:rPr>
          <w:rtl/>
          <w:lang w:bidi="fa-IR"/>
        </w:rPr>
        <w:lastRenderedPageBreak/>
        <w:t>وأسفله کما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سماءٍ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سماء، ثمّ اللّه فوق ذلک تبارک وتعال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»</w:t>
      </w:r>
      <w:r>
        <w:rPr>
          <w:rtl/>
          <w:lang w:bidi="fa-IR"/>
        </w:rPr>
        <w:t>: سنن ابن ماجة ج 1 ص 69، سنن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داود ج 2 ص 418،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ابن کث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ج 4 ص 333، تهذ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الکمال ج 15 ص 388. 83 .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از دوستانم که از مد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ران</w:t>
      </w:r>
      <w:r>
        <w:rPr>
          <w:rtl/>
          <w:lang w:bidi="fa-IR"/>
        </w:rPr>
        <w:t xml:space="preserve"> کاروان‌ها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حج م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باشد،</w:t>
      </w:r>
      <w:r>
        <w:rPr>
          <w:rtl/>
          <w:lang w:bidi="fa-IR"/>
        </w:rPr>
        <w:t xml:space="preserve"> 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ماج</w:t>
      </w:r>
      <w:r>
        <w:rPr>
          <w:rFonts w:hint="eastAsia"/>
          <w:rtl/>
          <w:lang w:bidi="fa-IR"/>
        </w:rPr>
        <w:t>را</w:t>
      </w:r>
      <w:r>
        <w:rPr>
          <w:rtl/>
          <w:lang w:bidi="fa-IR"/>
        </w:rPr>
        <w:t xml:space="preserve"> را برا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 نقل نمود. 84 . «بل کان اللّه ولا خلق، ثمّ خلقها أ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أسماءه وس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لةً</w:t>
      </w:r>
      <w:r>
        <w:rPr>
          <w:rtl/>
          <w:lang w:bidi="fa-IR"/>
        </w:rPr>
        <w:t xml:space="preserve">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</w:t>
      </w:r>
      <w:r>
        <w:rPr>
          <w:rtl/>
          <w:lang w:bidi="fa-IR"/>
        </w:rPr>
        <w:t xml:space="preserve"> وب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خلقه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تضرّعون</w:t>
      </w:r>
      <w:r>
        <w:rPr>
          <w:rtl/>
          <w:lang w:bidi="fa-IR"/>
        </w:rPr>
        <w:t xml:space="preserve"> بها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عبدونه،</w:t>
      </w:r>
      <w:r>
        <w:rPr>
          <w:rtl/>
          <w:lang w:bidi="fa-IR"/>
        </w:rPr>
        <w:t xml:space="preserve"> وه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ذکره، وکان اللّه ولا ذکر، والمذکور بالذکر هو اللّه القد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زل،</w:t>
      </w:r>
      <w:r>
        <w:rPr>
          <w:rtl/>
          <w:lang w:bidi="fa-IR"/>
        </w:rPr>
        <w:t xml:space="preserve"> والأسماء والصفات مخلوقات المعان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والمعن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بها هو اللّه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tl/>
          <w:lang w:bidi="fa-IR"/>
        </w:rPr>
        <w:t xml:space="preserve"> به الاختلاف والائتلاف وإنّما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ختلف</w:t>
      </w:r>
      <w:r>
        <w:rPr>
          <w:rtl/>
          <w:lang w:bidi="fa-IR"/>
        </w:rPr>
        <w:t xml:space="preserve"> و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أتلف</w:t>
      </w:r>
      <w:r>
        <w:rPr>
          <w:rtl/>
          <w:lang w:bidi="fa-IR"/>
        </w:rPr>
        <w:t xml:space="preserve"> المتجزّئ، فلا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>: اللّه مو</w:t>
      </w:r>
      <w:r>
        <w:rPr>
          <w:rFonts w:cs="Times New Roman" w:hint="cs"/>
          <w:rtl/>
          <w:lang w:bidi="fa-IR"/>
        </w:rPr>
        <w:t>ٔ</w:t>
      </w:r>
      <w:r>
        <w:rPr>
          <w:rFonts w:hint="cs"/>
          <w:rtl/>
          <w:lang w:bidi="fa-IR"/>
        </w:rPr>
        <w:t>لف، ولا اللّه کثی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ولا 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ل،</w:t>
      </w:r>
      <w:r>
        <w:rPr>
          <w:rtl/>
          <w:lang w:bidi="fa-IR"/>
        </w:rPr>
        <w:t xml:space="preserve"> ولکنّه القد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ذاته؛ لأنّ ما سو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الواحد متجزّئ، واللّه واحد لا متجزّئ، ولا متوهّم بالقلّة والکثرة، وکلّ متجزّئ ومتوهّم بالقلّة والکثرة فهو مخلوق </w:t>
      </w:r>
      <w:r>
        <w:rPr>
          <w:rFonts w:hint="eastAsia"/>
          <w:rtl/>
          <w:lang w:bidi="fa-IR"/>
        </w:rPr>
        <w:t>دالّ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خالقٍ له، فقولک: إنّ اللّه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ر،</w:t>
      </w:r>
      <w:r>
        <w:rPr>
          <w:rtl/>
          <w:lang w:bidi="fa-IR"/>
        </w:rPr>
        <w:t xml:space="preserve"> خبّرت أنّه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عجزه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ء،</w:t>
      </w:r>
      <w:r>
        <w:rPr>
          <w:rtl/>
          <w:lang w:bidi="fa-IR"/>
        </w:rPr>
        <w:t xml:space="preserve"> فنف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بالکلمة العجز، وجعلت العجز سواه، وکذلک قولک: عالم، إنّما نف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بالکلمة الجهل، وجعلت الجهل سواه، فإذا أفن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الأش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اء</w:t>
      </w:r>
      <w:r>
        <w:rPr>
          <w:rtl/>
          <w:lang w:bidi="fa-IR"/>
        </w:rPr>
        <w:t xml:space="preserve"> أفن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الصور والهجاء،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نقطع</w:t>
      </w:r>
      <w:r>
        <w:rPr>
          <w:rtl/>
          <w:lang w:bidi="fa-IR"/>
        </w:rPr>
        <w:t xml:space="preserve"> ولا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زال</w:t>
      </w:r>
      <w:r>
        <w:rPr>
          <w:rtl/>
          <w:lang w:bidi="fa-IR"/>
        </w:rPr>
        <w:t xml:space="preserve"> من لم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زل</w:t>
      </w:r>
      <w:r>
        <w:rPr>
          <w:rtl/>
          <w:lang w:bidi="fa-IR"/>
        </w:rPr>
        <w:t xml:space="preserve"> عالماً.</w:t>
      </w:r>
    </w:p>
    <w:p w:rsidR="004E7874" w:rsidRDefault="004E7874" w:rsidP="00AC31E0">
      <w:pPr>
        <w:pStyle w:val="libNormal"/>
        <w:rPr>
          <w:rtl/>
          <w:lang w:bidi="fa-IR"/>
        </w:rPr>
      </w:pPr>
      <w:r>
        <w:rPr>
          <w:rFonts w:hint="eastAsia"/>
          <w:rtl/>
          <w:lang w:bidi="fa-IR"/>
        </w:rPr>
        <w:t>قال</w:t>
      </w:r>
      <w:r>
        <w:rPr>
          <w:rtl/>
          <w:lang w:bidi="fa-IR"/>
        </w:rPr>
        <w:t xml:space="preserve"> الرجل: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سُمّ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ربّنا سم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عاً؟</w:t>
      </w:r>
      <w:r>
        <w:rPr>
          <w:rtl/>
          <w:lang w:bidi="fa-IR"/>
        </w:rPr>
        <w:t xml:space="preserve"> قال: لأنّه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درک</w:t>
      </w:r>
      <w:r>
        <w:rPr>
          <w:rtl/>
          <w:lang w:bidi="fa-IR"/>
        </w:rPr>
        <w:t xml:space="preserve"> بالأسماع، ولم نصفه بالسمع المعقول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الرأس، وکذلک سمّ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ناه</w:t>
      </w:r>
      <w:r>
        <w:rPr>
          <w:rtl/>
          <w:lang w:bidi="fa-IR"/>
        </w:rPr>
        <w:t xml:space="preserve"> بص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راً؛</w:t>
      </w:r>
      <w:r>
        <w:rPr>
          <w:rtl/>
          <w:lang w:bidi="fa-IR"/>
        </w:rPr>
        <w:t xml:space="preserve"> لأنّه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خف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ما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درک</w:t>
      </w:r>
      <w:r>
        <w:rPr>
          <w:rtl/>
          <w:lang w:bidi="fa-IR"/>
        </w:rPr>
        <w:t xml:space="preserve"> بالأبصار من لونٍ وشخصٍ وغ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ذلک، ولم نصفه بنظر لحظ الع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وکذلک سمّ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ناه</w:t>
      </w:r>
      <w:r>
        <w:rPr>
          <w:rtl/>
          <w:lang w:bidi="fa-IR"/>
        </w:rPr>
        <w:t xml:space="preserve"> 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فاً؛</w:t>
      </w:r>
      <w:r>
        <w:rPr>
          <w:rtl/>
          <w:lang w:bidi="fa-IR"/>
        </w:rPr>
        <w:t xml:space="preserve"> لعلمه بالش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ا</w:t>
      </w:r>
      <w:r>
        <w:rPr>
          <w:rFonts w:hint="eastAsia"/>
          <w:rtl/>
          <w:lang w:bidi="fa-IR"/>
        </w:rPr>
        <w:t>للط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مثل البعوضة وأحقر من ذلک، وموضع الشقّ منها والعقل والشهوة، والسفاد والحدب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نسلها، وإفهام بعضها عن بعض، ونقلها الطعام والشراب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أولادها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الجبال والمفاوز والأود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والقفار، فعلمنا أنّ خالقها لط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بلا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وإنّما الک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للمخلوق المک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ف،</w:t>
      </w:r>
      <w:r>
        <w:rPr>
          <w:rtl/>
          <w:lang w:bidi="fa-IR"/>
        </w:rPr>
        <w:t xml:space="preserve"> وکذلک سُ</w:t>
      </w:r>
      <w:r>
        <w:rPr>
          <w:rFonts w:hint="eastAsia"/>
          <w:rtl/>
          <w:lang w:bidi="fa-IR"/>
        </w:rPr>
        <w:t>مّ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ربّنا قو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اً</w:t>
      </w:r>
      <w:r>
        <w:rPr>
          <w:rtl/>
          <w:lang w:bidi="fa-IR"/>
        </w:rPr>
        <w:t xml:space="preserve"> لا بقوّة البطش المعروف من المخلوق، ولو کان قوّته قوّة البطش </w:t>
      </w:r>
      <w:r>
        <w:rPr>
          <w:rtl/>
          <w:lang w:bidi="fa-IR"/>
        </w:rPr>
        <w:lastRenderedPageBreak/>
        <w:t>المعروف من الخلق لوقع التشب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ه،</w:t>
      </w:r>
      <w:r>
        <w:rPr>
          <w:rtl/>
          <w:lang w:bidi="fa-IR"/>
        </w:rPr>
        <w:t xml:space="preserve"> ولا احتمل الز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ادة،</w:t>
      </w:r>
      <w:r>
        <w:rPr>
          <w:rtl/>
          <w:lang w:bidi="fa-IR"/>
        </w:rPr>
        <w:t xml:space="preserve"> وما احتمل الز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ادة</w:t>
      </w:r>
      <w:r>
        <w:rPr>
          <w:rtl/>
          <w:lang w:bidi="fa-IR"/>
        </w:rPr>
        <w:t xml:space="preserve"> احتمل النقصان، وما کان ناقصاً کان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م،</w:t>
      </w:r>
      <w:r>
        <w:rPr>
          <w:rtl/>
          <w:lang w:bidi="fa-IR"/>
        </w:rPr>
        <w:t xml:space="preserve"> وما کان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کان عاجزاً، فربّنا تبارک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شبه له، ولا ضدّ ولا ندّ ولا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ولا 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ولا أقطار، محرّم 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القلوب أن تمثّله، وعل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الأوهام أن تحدّه، وعل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الضمائر أن تک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فه،</w:t>
      </w:r>
      <w:r>
        <w:rPr>
          <w:rtl/>
          <w:lang w:bidi="fa-IR"/>
        </w:rPr>
        <w:t xml:space="preserve"> جلّ عن أداة خلقه، وسمات بر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ته،</w:t>
      </w:r>
      <w:r>
        <w:rPr>
          <w:rtl/>
          <w:lang w:bidi="fa-IR"/>
        </w:rPr>
        <w:t xml:space="preserve"> وتعال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عن ذلک علوّاً کب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راً»</w:t>
      </w:r>
      <w:r>
        <w:rPr>
          <w:rtl/>
          <w:lang w:bidi="fa-IR"/>
        </w:rPr>
        <w:t>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194،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3 ص 134. 85 . سوره بقره: 255. 86 . عن ح</w:t>
      </w:r>
      <w:r>
        <w:rPr>
          <w:rFonts w:hint="eastAsia"/>
          <w:rtl/>
          <w:lang w:bidi="fa-IR"/>
        </w:rPr>
        <w:t>فص</w:t>
      </w:r>
      <w:r>
        <w:rPr>
          <w:rtl/>
          <w:lang w:bidi="fa-IR"/>
        </w:rPr>
        <w:t xml:space="preserve"> بن غ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اث،</w:t>
      </w:r>
      <w:r>
        <w:rPr>
          <w:rtl/>
          <w:lang w:bidi="fa-IR"/>
        </w:rPr>
        <w:t xml:space="preserve"> قال: «سألتُ أبا 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عن قول اللّه عزّ وجلّ: «وَسِعَ کُرْسِ</w:t>
      </w:r>
      <w:r>
        <w:rPr>
          <w:rFonts w:hint="cs"/>
          <w:rtl/>
          <w:lang w:bidi="fa-IR"/>
        </w:rPr>
        <w:t>یُّ</w:t>
      </w:r>
      <w:r>
        <w:rPr>
          <w:rFonts w:hint="eastAsia"/>
          <w:rtl/>
          <w:lang w:bidi="fa-IR"/>
        </w:rPr>
        <w:t>هُ</w:t>
      </w:r>
      <w:r>
        <w:rPr>
          <w:rtl/>
          <w:lang w:bidi="fa-IR"/>
        </w:rPr>
        <w:t xml:space="preserve"> السَّمَـوَ تِ وَالْأَرْضَ»، قال: علمه»: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327،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الأخبار ص 30، بحار الأنوار ج 4 ص 89،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1 ص 259؛ «عبد اللّه بن سنان،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قول اللّه عزّ وجلّ: «وَسِعَ کُرْسِ</w:t>
      </w:r>
      <w:r>
        <w:rPr>
          <w:rFonts w:hint="cs"/>
          <w:rtl/>
          <w:lang w:bidi="fa-IR"/>
        </w:rPr>
        <w:t>یُّ</w:t>
      </w:r>
      <w:r>
        <w:rPr>
          <w:rFonts w:hint="eastAsia"/>
          <w:rtl/>
          <w:lang w:bidi="fa-IR"/>
        </w:rPr>
        <w:t>هُ</w:t>
      </w:r>
      <w:r>
        <w:rPr>
          <w:rtl/>
          <w:lang w:bidi="fa-IR"/>
        </w:rPr>
        <w:t xml:space="preserve"> السَّمَـوَ تِ وَالْأَرْضَ»، فقال: السماوات والأرض وما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نهما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الکرس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والعرش هو العلم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قدّر</w:t>
      </w:r>
      <w:r>
        <w:rPr>
          <w:rtl/>
          <w:lang w:bidi="fa-IR"/>
        </w:rPr>
        <w:t xml:space="preserve"> أحد قدره»: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327، بحار الأنوار ج 4 ص 89،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1 ص 260. 87 . </w:t>
      </w:r>
      <w:r>
        <w:rPr>
          <w:rFonts w:hint="eastAsia"/>
          <w:rtl/>
          <w:lang w:bidi="fa-IR"/>
        </w:rPr>
        <w:t>سوره</w:t>
      </w:r>
      <w:r>
        <w:rPr>
          <w:rtl/>
          <w:lang w:bidi="fa-IR"/>
        </w:rPr>
        <w:t xml:space="preserve"> بقره: 156. 88 .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3 ص 261، تحف العقول ص 209، بحار الأنوار ج 42 ص 160،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3 ص 494،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1 ص 144. 89 . الإمام الصادق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«... لأنّه بحذاء 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المعمور ، وهو مربّع»: علل الشرائع ج 2 ص 398، کتاب من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حضره</w:t>
      </w:r>
      <w:r>
        <w:rPr>
          <w:rtl/>
          <w:lang w:bidi="fa-IR"/>
        </w:rPr>
        <w:t xml:space="preserve"> </w:t>
      </w:r>
      <w:r>
        <w:rPr>
          <w:rFonts w:hint="eastAsia"/>
          <w:rtl/>
          <w:lang w:bidi="fa-IR"/>
        </w:rPr>
        <w:t>الفق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</w:t>
      </w:r>
      <w:r>
        <w:rPr>
          <w:rtl/>
          <w:lang w:bidi="fa-IR"/>
        </w:rPr>
        <w:t xml:space="preserve"> ج 2 ص 191، بحار الأنوار ج 55 ص 5؛ الإمام السجّاد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«... وجعل لهم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</w:t>
      </w:r>
      <w:r>
        <w:rPr>
          <w:rtl/>
          <w:lang w:bidi="fa-IR"/>
        </w:rPr>
        <w:t xml:space="preserve"> المعمور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السماء الرابعة»: علل الشرائع ج 2 ص 407. 90 . «جاء نفر من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رسول اللّه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فقالوا: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محمّد، أنت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تزعم أنّک رسول اللّه، وأن</w:t>
      </w:r>
      <w:r>
        <w:rPr>
          <w:rFonts w:hint="eastAsia"/>
          <w:rtl/>
          <w:lang w:bidi="fa-IR"/>
        </w:rPr>
        <w:t>ّک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یُ</w:t>
      </w:r>
      <w:r>
        <w:rPr>
          <w:rFonts w:hint="eastAsia"/>
          <w:rtl/>
          <w:lang w:bidi="fa-IR"/>
        </w:rPr>
        <w:t>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</w:t>
      </w:r>
      <w:r>
        <w:rPr>
          <w:rtl/>
          <w:lang w:bidi="fa-IR"/>
        </w:rPr>
        <w:t xml:space="preserve"> کما أُوح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عمران؟ فسکت النب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 xml:space="preserve"> ساعة، ثمّ قال: نعم، أنا س</w:t>
      </w:r>
      <w:r>
        <w:rPr>
          <w:rFonts w:hint="cs"/>
          <w:rtl/>
          <w:lang w:bidi="fa-IR"/>
        </w:rPr>
        <w:t>یّ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ولد آدم ولا فخر، وأنا خاتم النب</w:t>
      </w:r>
      <w:r>
        <w:rPr>
          <w:rFonts w:hint="cs"/>
          <w:rtl/>
          <w:lang w:bidi="fa-IR"/>
        </w:rPr>
        <w:t>یّی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</w:t>
      </w:r>
      <w:r>
        <w:rPr>
          <w:rtl/>
          <w:lang w:bidi="fa-IR"/>
        </w:rPr>
        <w:lastRenderedPageBreak/>
        <w:t>وإمام المتّق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ن،</w:t>
      </w:r>
      <w:r>
        <w:rPr>
          <w:rtl/>
          <w:lang w:bidi="fa-IR"/>
        </w:rPr>
        <w:t xml:space="preserve"> ورسول ربّ العالم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>. قالوا: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من؟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العرب، أم إل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العجم، أم إل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نا؟</w:t>
      </w:r>
      <w:r>
        <w:rPr>
          <w:rtl/>
          <w:lang w:bidi="fa-IR"/>
        </w:rPr>
        <w:t xml:space="preserve"> فأنزل اللّه عزّ وجلّ هذه الآ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: «قُلْ </w:t>
      </w:r>
      <w:r>
        <w:rPr>
          <w:rFonts w:hint="cs"/>
          <w:rtl/>
          <w:lang w:bidi="fa-IR"/>
        </w:rPr>
        <w:t>یَ</w:t>
      </w:r>
      <w:r>
        <w:rPr>
          <w:rFonts w:hint="eastAsia"/>
          <w:rtl/>
          <w:lang w:bidi="fa-IR"/>
        </w:rPr>
        <w:t>ـأَ</w:t>
      </w:r>
      <w:r>
        <w:rPr>
          <w:rFonts w:hint="cs"/>
          <w:rtl/>
          <w:lang w:bidi="fa-IR"/>
        </w:rPr>
        <w:t>یُّ</w:t>
      </w:r>
      <w:r>
        <w:rPr>
          <w:rFonts w:hint="eastAsia"/>
          <w:rtl/>
          <w:lang w:bidi="fa-IR"/>
        </w:rPr>
        <w:t>هَا</w:t>
      </w:r>
      <w:r>
        <w:rPr>
          <w:rtl/>
          <w:lang w:bidi="fa-IR"/>
        </w:rPr>
        <w:t xml:space="preserve"> النَّاسُ إِنِّ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رَسُولُ اللَّهِ إِلَ</w:t>
      </w:r>
      <w:r>
        <w:rPr>
          <w:rFonts w:hint="cs"/>
          <w:rtl/>
          <w:lang w:bidi="fa-IR"/>
        </w:rPr>
        <w:t>یْ</w:t>
      </w:r>
      <w:r>
        <w:rPr>
          <w:rFonts w:hint="eastAsia"/>
          <w:rtl/>
          <w:lang w:bidi="fa-IR"/>
        </w:rPr>
        <w:t>کُمْ</w:t>
      </w:r>
      <w:r>
        <w:rPr>
          <w:rtl/>
          <w:lang w:bidi="fa-IR"/>
        </w:rPr>
        <w:t xml:space="preserve"> جَمِ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عًا»</w:t>
      </w:r>
      <w:r>
        <w:rPr>
          <w:rtl/>
          <w:lang w:bidi="fa-IR"/>
        </w:rPr>
        <w:t>. قال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الذ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کان أعلمهم: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محمّد، إنّ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أسألک عن عشر کلمات أعط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اللّه عزّ وجلّ موس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بن عمران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البقعة المبارکة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ناجاه، لا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علمها</w:t>
      </w:r>
      <w:r>
        <w:rPr>
          <w:rtl/>
          <w:lang w:bidi="fa-IR"/>
        </w:rPr>
        <w:t xml:space="preserve"> إلاّ نب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مرسل أو ملک مقرّب. قال النب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>: سلن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قال: أخبرن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ا</w:t>
      </w:r>
      <w:r>
        <w:rPr>
          <w:rtl/>
          <w:lang w:bidi="fa-IR"/>
        </w:rPr>
        <w:t xml:space="preserve"> محمّد عن الکلمات الت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اختارهنّ اللّه لإبراه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م</w:t>
      </w:r>
      <w:r>
        <w:rPr>
          <w:rtl/>
          <w:lang w:bidi="fa-IR"/>
        </w:rPr>
        <w:t xml:space="preserve"> 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الب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ت،</w:t>
      </w:r>
      <w:r>
        <w:rPr>
          <w:rtl/>
          <w:lang w:bidi="fa-IR"/>
        </w:rPr>
        <w:t xml:space="preserve"> قال: النب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>: نعم، سبحان اللّه، والحمد للّه، ولا إله إلاّ اللّه، واللّه أکبر. قال 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هود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: فبأ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بن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هذه الکعبة مربّعة؟ قال النب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>ّ صل</w:t>
      </w:r>
      <w:r>
        <w:rPr>
          <w:rFonts w:hint="cs"/>
          <w:rtl/>
          <w:lang w:bidi="fa-IR"/>
        </w:rPr>
        <w:t>ی‌</w:t>
      </w:r>
      <w:r>
        <w:rPr>
          <w:rFonts w:hint="eastAsia"/>
          <w:rtl/>
          <w:lang w:bidi="fa-IR"/>
        </w:rPr>
        <w:t>الله‌عل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ه‌و‌آله</w:t>
      </w:r>
      <w:r>
        <w:rPr>
          <w:rtl/>
          <w:lang w:bidi="fa-IR"/>
        </w:rPr>
        <w:t>: بالکلمات الأربع...»: الأمال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للصدوق ص 255، بحار الأنوار ج 9 ص 294 و ج 90 ص 166. 91 . عن هشام الجوال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ق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،</w:t>
      </w:r>
      <w:r>
        <w:rPr>
          <w:rtl/>
          <w:lang w:bidi="fa-IR"/>
        </w:rPr>
        <w:t xml:space="preserve"> قال: «سألتُ أبا 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 xml:space="preserve"> عن قول اللّه عزّ وجلّ: سبحان اللّه، ما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به؟ قال: تنز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هه»</w:t>
      </w:r>
      <w:r>
        <w:rPr>
          <w:rtl/>
          <w:lang w:bidi="fa-IR"/>
        </w:rPr>
        <w:t>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118،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</w:t>
      </w:r>
      <w:r>
        <w:rPr>
          <w:rFonts w:hint="eastAsia"/>
          <w:rtl/>
          <w:lang w:bidi="fa-IR"/>
        </w:rPr>
        <w:t>دوق</w:t>
      </w:r>
      <w:r>
        <w:rPr>
          <w:rtl/>
          <w:lang w:bidi="fa-IR"/>
        </w:rPr>
        <w:t xml:space="preserve"> ص 312، بحار الأنوار ج 4 ص 169 و ج 90 ص 177؛ «سبحان اللّه هو تنز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هه،</w:t>
      </w:r>
      <w:r>
        <w:rPr>
          <w:rtl/>
          <w:lang w:bidi="fa-IR"/>
        </w:rPr>
        <w:t xml:space="preserve"> أ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إبعاده عن السوء وتقد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سه»</w:t>
      </w:r>
      <w:r>
        <w:rPr>
          <w:rtl/>
          <w:lang w:bidi="fa-IR"/>
        </w:rPr>
        <w:t>: تاج العروس ج 19 ص 106، لسان العرب ج 13 ص 548، النها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ة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غر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ب</w:t>
      </w:r>
      <w:r>
        <w:rPr>
          <w:rtl/>
          <w:lang w:bidi="fa-IR"/>
        </w:rPr>
        <w:t xml:space="preserve"> الحد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ج 5 ص 43. 92 . عن ابن محبوب، عمّن ذکره، عن أب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ه‌السلام،</w:t>
      </w:r>
      <w:r>
        <w:rPr>
          <w:rtl/>
          <w:lang w:bidi="fa-IR"/>
        </w:rPr>
        <w:t xml:space="preserve"> قال: «قال رجل عن</w:t>
      </w:r>
      <w:r>
        <w:rPr>
          <w:rFonts w:hint="eastAsia"/>
          <w:rtl/>
          <w:lang w:bidi="fa-IR"/>
        </w:rPr>
        <w:t>ده</w:t>
      </w:r>
      <w:r>
        <w:rPr>
          <w:rtl/>
          <w:lang w:bidi="fa-IR"/>
        </w:rPr>
        <w:t>: اللّه أکبر، فقال : اللّه أکبر من أ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ء؟</w:t>
      </w:r>
      <w:r>
        <w:rPr>
          <w:rtl/>
          <w:lang w:bidi="fa-IR"/>
        </w:rPr>
        <w:t>! فقال: من کلّ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ء،</w:t>
      </w:r>
      <w:r>
        <w:rPr>
          <w:rtl/>
          <w:lang w:bidi="fa-IR"/>
        </w:rPr>
        <w:t xml:space="preserve"> فقال أبو 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حدّدته! فقال الرجل: ک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ف</w:t>
      </w:r>
      <w:r>
        <w:rPr>
          <w:rtl/>
          <w:lang w:bidi="fa-IR"/>
        </w:rPr>
        <w:t xml:space="preserve"> أقول؟ فقال: قل: اللّه أکبر من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وصف»</w:t>
      </w:r>
      <w:r>
        <w:rPr>
          <w:rtl/>
          <w:lang w:bidi="fa-IR"/>
        </w:rPr>
        <w:t>: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117،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312،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الأخبار ص 11،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7 ص 191، مستدرک الوس</w:t>
      </w:r>
      <w:r>
        <w:rPr>
          <w:rFonts w:hint="eastAsia"/>
          <w:rtl/>
          <w:lang w:bidi="fa-IR"/>
        </w:rPr>
        <w:t>ائل</w:t>
      </w:r>
      <w:r>
        <w:rPr>
          <w:rtl/>
          <w:lang w:bidi="fa-IR"/>
        </w:rPr>
        <w:t xml:space="preserve"> ج 5 ص 327، بحار الأنوار ج 81 ص 366 و ج 90 ص 218،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15 ص 432، فلاح السائل ص 99؛ «عن جم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</w:t>
      </w:r>
      <w:r>
        <w:rPr>
          <w:rtl/>
          <w:lang w:bidi="fa-IR"/>
        </w:rPr>
        <w:t xml:space="preserve"> بن عمرو، قال: قال ل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أبو عبد اللّه عل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ه‌السلام</w:t>
      </w:r>
      <w:r>
        <w:rPr>
          <w:rtl/>
          <w:lang w:bidi="fa-IR"/>
        </w:rPr>
        <w:t>: أ</w:t>
      </w:r>
      <w:r>
        <w:rPr>
          <w:rFonts w:hint="cs"/>
          <w:rtl/>
          <w:lang w:bidi="fa-IR"/>
        </w:rPr>
        <w:t>یّ</w:t>
      </w:r>
      <w:r>
        <w:rPr>
          <w:rtl/>
          <w:lang w:bidi="fa-IR"/>
        </w:rPr>
        <w:t xml:space="preserve">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اللّه أکبر؟! فقلت: اللّه أکبر من کلّ 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ء،</w:t>
      </w:r>
      <w:r>
        <w:rPr>
          <w:rtl/>
          <w:lang w:bidi="fa-IR"/>
        </w:rPr>
        <w:t xml:space="preserve"> فقال: وکان ثمّ </w:t>
      </w:r>
      <w:r>
        <w:rPr>
          <w:rtl/>
          <w:lang w:bidi="fa-IR"/>
        </w:rPr>
        <w:lastRenderedPageBreak/>
        <w:t>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ء</w:t>
      </w:r>
      <w:r>
        <w:rPr>
          <w:rtl/>
          <w:lang w:bidi="fa-IR"/>
        </w:rPr>
        <w:t xml:space="preserve"> ف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کون</w:t>
      </w:r>
      <w:r>
        <w:rPr>
          <w:rtl/>
          <w:lang w:bidi="fa-IR"/>
        </w:rPr>
        <w:t xml:space="preserve"> أکبر منه؟! فقلت: فما ه</w:t>
      </w:r>
      <w:r>
        <w:rPr>
          <w:rFonts w:hint="eastAsia"/>
          <w:rtl/>
          <w:lang w:bidi="fa-IR"/>
        </w:rPr>
        <w:t>و؟</w:t>
      </w:r>
      <w:r>
        <w:rPr>
          <w:rtl/>
          <w:lang w:bidi="fa-IR"/>
        </w:rPr>
        <w:t xml:space="preserve"> قال: اللّه أکبر من أن 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وصف»</w:t>
      </w:r>
      <w:r>
        <w:rPr>
          <w:rtl/>
          <w:lang w:bidi="fa-IR"/>
        </w:rPr>
        <w:t>: المحاسن ج 1 ص 241، الکاف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ج 1 ص 117، التوح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د</w:t>
      </w:r>
      <w:r>
        <w:rPr>
          <w:rtl/>
          <w:lang w:bidi="fa-IR"/>
        </w:rPr>
        <w:t xml:space="preserve"> للصدوق ص 313، معان</w:t>
      </w:r>
      <w:r>
        <w:rPr>
          <w:rFonts w:hint="cs"/>
          <w:rtl/>
          <w:lang w:bidi="fa-IR"/>
        </w:rPr>
        <w:t>ی</w:t>
      </w:r>
      <w:r>
        <w:rPr>
          <w:rtl/>
          <w:lang w:bidi="fa-IR"/>
        </w:rPr>
        <w:t xml:space="preserve"> الأخبار ص 11، وسائل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7 ص 191، بحار الأنوار ج 90 ص 218، جامع أحاد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ث</w:t>
      </w:r>
      <w:r>
        <w:rPr>
          <w:rtl/>
          <w:lang w:bidi="fa-IR"/>
        </w:rPr>
        <w:t xml:space="preserve"> الش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عة</w:t>
      </w:r>
      <w:r>
        <w:rPr>
          <w:rtl/>
          <w:lang w:bidi="fa-IR"/>
        </w:rPr>
        <w:t xml:space="preserve"> ج 15 ص 431، تفس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ر</w:t>
      </w:r>
      <w:r>
        <w:rPr>
          <w:rtl/>
          <w:lang w:bidi="fa-IR"/>
        </w:rPr>
        <w:t xml:space="preserve"> نور الثقل</w:t>
      </w:r>
      <w:r>
        <w:rPr>
          <w:rFonts w:hint="cs"/>
          <w:rtl/>
          <w:lang w:bidi="fa-IR"/>
        </w:rPr>
        <w:t>ی</w:t>
      </w:r>
      <w:r>
        <w:rPr>
          <w:rFonts w:hint="eastAsia"/>
          <w:rtl/>
          <w:lang w:bidi="fa-IR"/>
        </w:rPr>
        <w:t>ن</w:t>
      </w:r>
      <w:r>
        <w:rPr>
          <w:rtl/>
          <w:lang w:bidi="fa-IR"/>
        </w:rPr>
        <w:t xml:space="preserve"> ج 3 ص 239. </w:t>
      </w:r>
    </w:p>
    <w:p w:rsidR="008F24C2" w:rsidRDefault="00AC31E0" w:rsidP="00AC31E0">
      <w:pPr>
        <w:pStyle w:val="Heading2Center"/>
        <w:rPr>
          <w:rFonts w:hint="cs"/>
          <w:rtl/>
          <w:lang w:bidi="fa-IR"/>
        </w:rPr>
      </w:pPr>
      <w:r>
        <w:rPr>
          <w:rtl/>
          <w:lang w:bidi="fa-IR"/>
        </w:rPr>
        <w:br w:type="page"/>
      </w:r>
      <w:bookmarkStart w:id="49" w:name="_Toc534545388"/>
      <w:r>
        <w:rPr>
          <w:rFonts w:hint="cs"/>
          <w:rtl/>
          <w:lang w:bidi="fa-IR"/>
        </w:rPr>
        <w:lastRenderedPageBreak/>
        <w:t>فهرست مطالب</w:t>
      </w:r>
      <w:bookmarkEnd w:id="49"/>
    </w:p>
    <w:sdt>
      <w:sdtPr>
        <w:id w:val="619576345"/>
        <w:docPartObj>
          <w:docPartGallery w:val="Table of Contents"/>
          <w:docPartUnique/>
        </w:docPartObj>
      </w:sdtPr>
      <w:sdtEndPr>
        <w:rPr>
          <w:rFonts w:ascii="Times New Roman" w:eastAsia="Times New Roman" w:hAnsi="Times New Roman" w:cs="Traditional Arabic"/>
          <w:b w:val="0"/>
          <w:bCs w:val="0"/>
          <w:color w:val="000000"/>
          <w:sz w:val="24"/>
          <w:szCs w:val="32"/>
          <w:rtl/>
        </w:rPr>
      </w:sdtEndPr>
      <w:sdtContent>
        <w:p w:rsidR="00520AD5" w:rsidRDefault="00520AD5" w:rsidP="00520AD5">
          <w:pPr>
            <w:pStyle w:val="TOCHeading"/>
          </w:pPr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534545339" w:history="1">
            <w:r w:rsidRPr="00BC5157">
              <w:rPr>
                <w:rStyle w:val="Hyperlink"/>
                <w:noProof/>
                <w:rtl/>
                <w:lang w:bidi="fa-IR"/>
              </w:rPr>
              <w:t>مقدمه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Toc534545339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40" w:history="1">
            <w:r w:rsidRPr="00BC5157">
              <w:rPr>
                <w:rStyle w:val="Hyperlink"/>
                <w:noProof/>
                <w:rtl/>
                <w:lang w:bidi="fa-IR"/>
              </w:rPr>
              <w:t>ب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ا خودت قلب مرا نجات بده!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Toc534545340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41" w:history="1">
            <w:r w:rsidRPr="00BC5157">
              <w:rPr>
                <w:rStyle w:val="Hyperlink"/>
                <w:noProof/>
                <w:rtl/>
                <w:lang w:bidi="fa-IR"/>
              </w:rPr>
              <w:t>دژ محکم خدا را م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Pr="00BC5157">
              <w:rPr>
                <w:rStyle w:val="Hyperlink"/>
                <w:noProof/>
                <w:rtl/>
                <w:lang w:bidi="fa-IR"/>
              </w:rPr>
              <w:t>طلبم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Toc534545341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42" w:history="1">
            <w:r w:rsidRPr="00BC5157">
              <w:rPr>
                <w:rStyle w:val="Hyperlink"/>
                <w:noProof/>
                <w:rtl/>
                <w:lang w:bidi="fa-IR"/>
              </w:rPr>
              <w:t>من اهل توح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د را دوست دارم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Toc534545342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43" w:history="1">
            <w:r w:rsidRPr="00BC5157">
              <w:rPr>
                <w:rStyle w:val="Hyperlink"/>
                <w:noProof/>
                <w:rtl/>
                <w:lang w:bidi="fa-IR"/>
              </w:rPr>
              <w:t>اوّل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ن قدم در راه بندگ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تو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Toc534545343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44" w:history="1">
            <w:r w:rsidRPr="00BC5157">
              <w:rPr>
                <w:rStyle w:val="Hyperlink"/>
                <w:noProof/>
                <w:rtl/>
                <w:lang w:bidi="fa-IR"/>
              </w:rPr>
              <w:t>ا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ب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Pr="00BC5157">
              <w:rPr>
                <w:rStyle w:val="Hyperlink"/>
                <w:noProof/>
                <w:rtl/>
                <w:lang w:bidi="fa-IR"/>
              </w:rPr>
              <w:t>همتا در بزرگ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Toc534545344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45" w:history="1">
            <w:r w:rsidRPr="00BC5157">
              <w:rPr>
                <w:rStyle w:val="Hyperlink"/>
                <w:noProof/>
                <w:rtl/>
                <w:lang w:bidi="fa-IR"/>
              </w:rPr>
              <w:t>برخ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ز! حرف دلت را بزن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Toc534545345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46" w:history="1">
            <w:r w:rsidRPr="00BC5157">
              <w:rPr>
                <w:rStyle w:val="Hyperlink"/>
                <w:noProof/>
                <w:rtl/>
                <w:lang w:bidi="fa-IR"/>
              </w:rPr>
              <w:t>تو که هرگز پا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ان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ندار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Toc534545346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47" w:history="1">
            <w:r w:rsidRPr="00BC5157">
              <w:rPr>
                <w:rStyle w:val="Hyperlink"/>
                <w:noProof/>
                <w:rtl/>
                <w:lang w:bidi="fa-IR"/>
              </w:rPr>
              <w:t>نس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م بهار هفتم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Toc534545347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48" w:history="1"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هود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Pr="00BC5157">
              <w:rPr>
                <w:rStyle w:val="Hyperlink"/>
                <w:noProof/>
                <w:rtl/>
                <w:lang w:bidi="fa-IR"/>
              </w:rPr>
              <w:t>ام و در جستجو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در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ا هستم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Toc534545348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49" w:history="1">
            <w:r w:rsidRPr="00BC5157">
              <w:rPr>
                <w:rStyle w:val="Hyperlink"/>
                <w:noProof/>
                <w:rtl/>
                <w:lang w:bidi="fa-IR"/>
              </w:rPr>
              <w:t>م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ان ماه من تا ماه گردون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Toc534545349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28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50" w:history="1">
            <w:r w:rsidRPr="00BC5157">
              <w:rPr>
                <w:rStyle w:val="Hyperlink"/>
                <w:noProof/>
                <w:rtl/>
                <w:lang w:bidi="fa-IR"/>
              </w:rPr>
              <w:t>سلام ا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پنهان از د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ده‌ها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Toc534545350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51" w:history="1">
            <w:r w:rsidRPr="00BC5157">
              <w:rPr>
                <w:rStyle w:val="Hyperlink"/>
                <w:noProof/>
                <w:rtl/>
                <w:lang w:bidi="fa-IR"/>
              </w:rPr>
              <w:t xml:space="preserve">تو اسم اعظم را 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اد گرفت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Toc534545351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52" w:history="1">
            <w:r w:rsidRPr="00BC5157">
              <w:rPr>
                <w:rStyle w:val="Hyperlink"/>
                <w:noProof/>
                <w:rtl/>
                <w:lang w:bidi="fa-IR"/>
              </w:rPr>
              <w:t>ا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کس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که ه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چ او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جز او ن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ست!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Toc534545352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36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53" w:history="1">
            <w:r w:rsidRPr="00BC5157">
              <w:rPr>
                <w:rStyle w:val="Hyperlink"/>
                <w:noProof/>
                <w:rtl/>
                <w:lang w:bidi="fa-IR"/>
              </w:rPr>
              <w:t>مواظب ذهن خودت باش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Toc534545353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41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54" w:history="1">
            <w:r w:rsidRPr="00BC5157">
              <w:rPr>
                <w:rStyle w:val="Hyperlink"/>
                <w:noProof/>
                <w:rtl/>
                <w:lang w:bidi="fa-IR"/>
              </w:rPr>
              <w:t>خدا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ا! زم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ن چقدر کوچک است!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Toc534545354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55" w:history="1">
            <w:r w:rsidRPr="00BC5157">
              <w:rPr>
                <w:rStyle w:val="Hyperlink"/>
                <w:noProof/>
                <w:rtl/>
                <w:lang w:bidi="fa-IR"/>
              </w:rPr>
              <w:t>خدا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خود را معرّف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کن!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Toc534545355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56" w:history="1">
            <w:r w:rsidRPr="00BC5157">
              <w:rPr>
                <w:rStyle w:val="Hyperlink"/>
                <w:noProof/>
                <w:rtl/>
                <w:lang w:bidi="fa-IR"/>
              </w:rPr>
              <w:t>سلام بر فر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اد بلند توح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د!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Toc534545356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57" w:history="1">
            <w:r w:rsidRPr="00BC5157">
              <w:rPr>
                <w:rStyle w:val="Hyperlink"/>
                <w:noProof/>
                <w:rtl/>
                <w:lang w:bidi="fa-IR"/>
              </w:rPr>
              <w:t>ل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ل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دل من ک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Toc534545357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58" w:history="1">
            <w:r w:rsidRPr="00BC5157">
              <w:rPr>
                <w:rStyle w:val="Hyperlink"/>
                <w:noProof/>
                <w:rtl/>
                <w:lang w:bidi="fa-IR"/>
              </w:rPr>
              <w:t>آن جوان س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Pr="00BC5157">
              <w:rPr>
                <w:rStyle w:val="Hyperlink"/>
                <w:noProof/>
                <w:rtl/>
                <w:lang w:bidi="fa-IR"/>
              </w:rPr>
              <w:t>ساله چه کس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بود؟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Toc534545358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59" w:history="1">
            <w:r w:rsidRPr="00BC5157">
              <w:rPr>
                <w:rStyle w:val="Hyperlink"/>
                <w:noProof/>
                <w:rtl/>
                <w:lang w:bidi="fa-IR"/>
              </w:rPr>
              <w:t>چه کس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هوس د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دار خدا را دارد؟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Toc534545359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59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60" w:history="1">
            <w:r w:rsidRPr="00BC5157">
              <w:rPr>
                <w:rStyle w:val="Hyperlink"/>
                <w:noProof/>
                <w:rtl/>
                <w:lang w:bidi="fa-IR"/>
              </w:rPr>
              <w:t>قدرت خدا چه اندازه است؟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Toc534545360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65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61" w:history="1">
            <w:r w:rsidRPr="00BC5157">
              <w:rPr>
                <w:rStyle w:val="Hyperlink"/>
                <w:noProof/>
                <w:rtl/>
                <w:lang w:bidi="fa-IR"/>
              </w:rPr>
              <w:t>تو از همه چ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ز باخبر هست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Toc534545361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62" w:history="1">
            <w:r w:rsidRPr="00BC5157">
              <w:rPr>
                <w:rStyle w:val="Hyperlink"/>
                <w:noProof/>
                <w:rtl/>
                <w:lang w:bidi="fa-IR"/>
              </w:rPr>
              <w:t>خدا را بهتر بشناس!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Toc534545362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63" w:history="1">
            <w:r w:rsidRPr="00BC5157">
              <w:rPr>
                <w:rStyle w:val="Hyperlink"/>
                <w:noProof/>
                <w:rtl/>
                <w:lang w:bidi="fa-IR"/>
              </w:rPr>
              <w:t>دوست خوب من!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Toc534545363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69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64" w:history="1">
            <w:r w:rsidRPr="00BC5157">
              <w:rPr>
                <w:rStyle w:val="Hyperlink"/>
                <w:noProof/>
                <w:rtl/>
                <w:lang w:bidi="fa-IR"/>
              </w:rPr>
              <w:t xml:space="preserve">کاش من هم 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ک درخت داشتم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Toc534545364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65" w:history="1">
            <w:r w:rsidRPr="00BC5157">
              <w:rPr>
                <w:rStyle w:val="Hyperlink"/>
                <w:noProof/>
                <w:rtl/>
                <w:lang w:bidi="fa-IR"/>
              </w:rPr>
              <w:t>من آدم را با دست خود آفر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دم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Toc534545365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74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66" w:history="1">
            <w:r w:rsidRPr="00BC5157">
              <w:rPr>
                <w:rStyle w:val="Hyperlink"/>
                <w:noProof/>
                <w:rtl/>
                <w:lang w:bidi="fa-IR"/>
              </w:rPr>
              <w:t>خدا نور زم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ن و آسمان است!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Toc534545366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67" w:history="1">
            <w:r w:rsidRPr="00BC5157">
              <w:rPr>
                <w:rStyle w:val="Hyperlink"/>
                <w:noProof/>
                <w:rtl/>
                <w:lang w:bidi="fa-IR"/>
              </w:rPr>
              <w:t>خدا که آمد و شد ندارد!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Toc534545367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68" w:history="1">
            <w:r w:rsidRPr="00BC5157">
              <w:rPr>
                <w:rStyle w:val="Hyperlink"/>
                <w:noProof/>
                <w:rtl/>
                <w:lang w:bidi="fa-IR"/>
              </w:rPr>
              <w:t>خدا صفات انسان‌ها را ندارد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Toc534545368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79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69" w:history="1">
            <w:r w:rsidRPr="00BC5157">
              <w:rPr>
                <w:rStyle w:val="Hyperlink"/>
                <w:noProof/>
                <w:rtl/>
                <w:lang w:bidi="fa-IR"/>
              </w:rPr>
              <w:t>خدا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که هرگز عصبان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نم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ی‌</w:t>
            </w:r>
            <w:r w:rsidRPr="00BC5157">
              <w:rPr>
                <w:rStyle w:val="Hyperlink"/>
                <w:noProof/>
                <w:rtl/>
                <w:lang w:bidi="fa-IR"/>
              </w:rPr>
              <w:t>شود 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Toc534545369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70" w:history="1">
            <w:r w:rsidRPr="00BC5157">
              <w:rPr>
                <w:rStyle w:val="Hyperlink"/>
                <w:noProof/>
                <w:rtl/>
                <w:lang w:bidi="fa-IR"/>
              </w:rPr>
              <w:t>نوبت سوال فرا رس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Toc534545370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89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71" w:history="1">
            <w:r w:rsidRPr="00BC5157">
              <w:rPr>
                <w:rStyle w:val="Hyperlink"/>
                <w:noProof/>
                <w:rtl/>
                <w:lang w:bidi="fa-IR"/>
              </w:rPr>
              <w:t>بار د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گر به سو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خدا برو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Toc534545371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72" w:history="1">
            <w:r w:rsidRPr="00BC5157">
              <w:rPr>
                <w:rStyle w:val="Hyperlink"/>
                <w:noProof/>
                <w:rtl/>
                <w:lang w:bidi="fa-IR"/>
              </w:rPr>
              <w:t>آ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ا خدا همه جا هست؟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Toc534545372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73" w:history="1">
            <w:r w:rsidRPr="00BC5157">
              <w:rPr>
                <w:rStyle w:val="Hyperlink"/>
                <w:noProof/>
                <w:rtl/>
                <w:lang w:bidi="fa-IR"/>
              </w:rPr>
              <w:t>آ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ا خدا درون ماست 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Toc534545373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96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74" w:history="1">
            <w:r w:rsidRPr="00BC5157">
              <w:rPr>
                <w:rStyle w:val="Hyperlink"/>
                <w:noProof/>
                <w:rtl/>
                <w:lang w:bidi="fa-IR"/>
              </w:rPr>
              <w:t>گمشده ما کجاست؟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Toc534545374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75" w:history="1">
            <w:r w:rsidRPr="00BC5157">
              <w:rPr>
                <w:rStyle w:val="Hyperlink"/>
                <w:noProof/>
                <w:rtl/>
                <w:lang w:bidi="fa-IR"/>
              </w:rPr>
              <w:t>عبور مطلقاً ممنوع!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Toc534545375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108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76" w:history="1">
            <w:r w:rsidRPr="00BC5157">
              <w:rPr>
                <w:rStyle w:val="Hyperlink"/>
                <w:noProof/>
                <w:rtl/>
                <w:lang w:bidi="fa-IR"/>
              </w:rPr>
              <w:t>چه کس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بالا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هفت آسمان است؟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Toc534545376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77" w:history="1">
            <w:r w:rsidRPr="00BC5157">
              <w:rPr>
                <w:rStyle w:val="Hyperlink"/>
                <w:noProof/>
                <w:rtl/>
                <w:lang w:bidi="fa-IR"/>
              </w:rPr>
              <w:t>نام‌ها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ز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با انتخاب کرده‌ام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Toc534545377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78" w:history="1">
            <w:r w:rsidRPr="00BC5157">
              <w:rPr>
                <w:rStyle w:val="Hyperlink"/>
                <w:noProof/>
                <w:rtl/>
                <w:lang w:bidi="fa-IR"/>
              </w:rPr>
              <w:t>تخت پادشاه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خدا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Toc534545378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118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79" w:history="1">
            <w:r w:rsidRPr="00BC5157">
              <w:rPr>
                <w:rStyle w:val="Hyperlink"/>
                <w:noProof/>
                <w:rtl/>
                <w:lang w:bidi="fa-IR"/>
              </w:rPr>
              <w:t>امان از ترجمه اشتباه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Toc534545379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120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80" w:history="1">
            <w:r w:rsidRPr="00BC5157">
              <w:rPr>
                <w:rStyle w:val="Hyperlink"/>
                <w:noProof/>
                <w:rtl/>
                <w:lang w:bidi="fa-IR"/>
              </w:rPr>
              <w:t>ستون‌ها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 xml:space="preserve"> چهارگانه توح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د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Toc534545380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81" w:history="1">
            <w:r w:rsidRPr="00BC5157">
              <w:rPr>
                <w:rStyle w:val="Hyperlink"/>
                <w:noProof/>
                <w:rtl/>
                <w:lang w:bidi="fa-IR"/>
              </w:rPr>
              <w:t>شعار دوم: الحمد للّه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Toc534545381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126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82" w:history="1">
            <w:r w:rsidRPr="00BC5157">
              <w:rPr>
                <w:rStyle w:val="Hyperlink"/>
                <w:noProof/>
                <w:rtl/>
                <w:lang w:bidi="fa-IR"/>
              </w:rPr>
              <w:t>شعار سوم: لا إله إلاّ اللّه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Toc534545382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83" w:history="1">
            <w:r w:rsidRPr="00BC5157">
              <w:rPr>
                <w:rStyle w:val="Hyperlink"/>
                <w:noProof/>
                <w:rtl/>
                <w:lang w:bidi="fa-IR"/>
              </w:rPr>
              <w:t>شعار چهارم: اللّه أکبر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Toc534545383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129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84" w:history="1">
            <w:r w:rsidRPr="00BC5157">
              <w:rPr>
                <w:rStyle w:val="Hyperlink"/>
                <w:noProof/>
                <w:rtl/>
                <w:lang w:bidi="fa-IR"/>
              </w:rPr>
              <w:t>منابع تحق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Toc534545384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133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85" w:history="1">
            <w:r w:rsidRPr="00BC5157">
              <w:rPr>
                <w:rStyle w:val="Hyperlink"/>
                <w:noProof/>
                <w:rtl/>
                <w:lang w:bidi="fa-IR"/>
              </w:rPr>
              <w:t>درباره نو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سنده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Toc534545385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147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86" w:history="1">
            <w:r w:rsidRPr="00BC5157">
              <w:rPr>
                <w:rStyle w:val="Hyperlink"/>
                <w:noProof/>
                <w:rtl/>
                <w:lang w:bidi="fa-IR"/>
              </w:rPr>
              <w:t>کتب نو</w:t>
            </w:r>
            <w:r w:rsidRPr="00BC5157">
              <w:rPr>
                <w:rStyle w:val="Hyperlink"/>
                <w:rFonts w:hint="cs"/>
                <w:noProof/>
                <w:rtl/>
                <w:lang w:bidi="fa-IR"/>
              </w:rPr>
              <w:t>ی</w:t>
            </w:r>
            <w:r w:rsidRPr="00BC5157">
              <w:rPr>
                <w:rStyle w:val="Hyperlink"/>
                <w:noProof/>
                <w:rtl/>
                <w:lang w:bidi="fa-IR"/>
              </w:rPr>
              <w:t>سنده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Toc534545386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149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1"/>
            <w:rPr>
              <w:rFonts w:asciiTheme="minorHAnsi" w:eastAsiaTheme="minorEastAsia" w:hAnsiTheme="minorHAnsi" w:cstheme="minorBidi"/>
              <w:b w:val="0"/>
              <w:bCs w:val="0"/>
              <w:noProof/>
              <w:color w:val="auto"/>
              <w:sz w:val="22"/>
              <w:szCs w:val="22"/>
              <w:rtl/>
            </w:rPr>
          </w:pPr>
          <w:hyperlink w:anchor="_Toc534545387" w:history="1">
            <w:r w:rsidRPr="00BC5157">
              <w:rPr>
                <w:rStyle w:val="Hyperlink"/>
                <w:noProof/>
                <w:rtl/>
                <w:lang w:bidi="fa-IR"/>
              </w:rPr>
              <w:t>نشر وثوق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Toc534545387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153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pPr>
            <w:pStyle w:val="TOC2"/>
            <w:tabs>
              <w:tab w:val="right" w:leader="dot" w:pos="7361"/>
            </w:tabs>
            <w:rPr>
              <w:rFonts w:asciiTheme="minorHAnsi" w:eastAsiaTheme="minorEastAsia" w:hAnsiTheme="minorHAnsi" w:cstheme="minorBidi"/>
              <w:noProof/>
              <w:color w:val="auto"/>
              <w:sz w:val="22"/>
              <w:szCs w:val="22"/>
              <w:rtl/>
            </w:rPr>
          </w:pPr>
          <w:hyperlink w:anchor="_Toc534545388" w:history="1">
            <w:r w:rsidRPr="00BC5157">
              <w:rPr>
                <w:rStyle w:val="Hyperlink"/>
                <w:noProof/>
                <w:rtl/>
                <w:lang w:bidi="fa-IR"/>
              </w:rPr>
              <w:t>فهرست مطالب</w:t>
            </w:r>
            <w:r>
              <w:rPr>
                <w:noProof/>
                <w:webHidden/>
                <w:rtl/>
              </w:rPr>
              <w:tab/>
            </w:r>
            <w:r>
              <w:rPr>
                <w:noProof/>
                <w:webHidden/>
                <w:rtl/>
              </w:rPr>
              <w:fldChar w:fldCharType="begin"/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</w:rPr>
              <w:instrText>PAGEREF</w:instrText>
            </w:r>
            <w:r>
              <w:rPr>
                <w:noProof/>
                <w:webHidden/>
                <w:rtl/>
              </w:rPr>
              <w:instrText xml:space="preserve"> _</w:instrText>
            </w:r>
            <w:r>
              <w:rPr>
                <w:noProof/>
                <w:webHidden/>
              </w:rPr>
              <w:instrText>Toc534545388 \h</w:instrText>
            </w:r>
            <w:r>
              <w:rPr>
                <w:noProof/>
                <w:webHidden/>
                <w:rtl/>
              </w:rPr>
              <w:instrText xml:space="preserve"> </w:instrText>
            </w:r>
            <w:r>
              <w:rPr>
                <w:noProof/>
                <w:webHidden/>
                <w:rtl/>
              </w:rPr>
            </w:r>
            <w:r>
              <w:rPr>
                <w:noProof/>
                <w:webHidden/>
                <w:rtl/>
              </w:rPr>
              <w:fldChar w:fldCharType="separate"/>
            </w:r>
            <w:r>
              <w:rPr>
                <w:noProof/>
                <w:webHidden/>
                <w:rtl/>
              </w:rPr>
              <w:t>192</w:t>
            </w:r>
            <w:r>
              <w:rPr>
                <w:noProof/>
                <w:webHidden/>
                <w:rtl/>
              </w:rPr>
              <w:fldChar w:fldCharType="end"/>
            </w:r>
          </w:hyperlink>
        </w:p>
        <w:p w:rsidR="00520AD5" w:rsidRDefault="00520AD5">
          <w:r>
            <w:fldChar w:fldCharType="end"/>
          </w:r>
        </w:p>
      </w:sdtContent>
    </w:sdt>
    <w:p w:rsidR="00AC31E0" w:rsidRPr="00AC31E0" w:rsidRDefault="00AC31E0" w:rsidP="00AC31E0">
      <w:pPr>
        <w:pStyle w:val="libNormal"/>
        <w:rPr>
          <w:lang w:bidi="fa-IR"/>
        </w:rPr>
      </w:pPr>
    </w:p>
    <w:sectPr w:rsidR="00AC31E0" w:rsidRPr="00AC31E0" w:rsidSect="004C3E90">
      <w:footerReference w:type="even" r:id="rId8"/>
      <w:footerReference w:type="default" r:id="rId9"/>
      <w:footerReference w:type="first" r:id="rId10"/>
      <w:type w:val="continuous"/>
      <w:pgSz w:w="11907" w:h="16840" w:code="9"/>
      <w:pgMar w:top="1701" w:right="2268" w:bottom="1701" w:left="2268" w:header="720" w:footer="720" w:gutter="0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72356" w:rsidRDefault="00B72356">
      <w:r>
        <w:separator/>
      </w:r>
    </w:p>
  </w:endnote>
  <w:endnote w:type="continuationSeparator" w:id="0">
    <w:p w:rsidR="00B72356" w:rsidRDefault="00B723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altName w:val="Times New Roman"/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 Badr">
    <w:altName w:val="Courier New"/>
    <w:panose1 w:val="00000400000000000000"/>
    <w:charset w:val="B2"/>
    <w:family w:val="auto"/>
    <w:pitch w:val="variable"/>
    <w:sig w:usb0="00002000" w:usb1="80000000" w:usb2="00000008" w:usb3="00000000" w:csb0="00000040" w:csb1="00000000"/>
  </w:font>
  <w:font w:name="KFGQPC Uthman Taha Naskh">
    <w:panose1 w:val="02000000000000000000"/>
    <w:charset w:val="B2"/>
    <w:family w:val="auto"/>
    <w:pitch w:val="variable"/>
    <w:sig w:usb0="80002001" w:usb1="9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CD4" w:rsidRDefault="00E86CD4">
    <w:pPr>
      <w:pStyle w:val="Footer"/>
    </w:pPr>
    <w:fldSimple w:instr=" PAGE   \* MERGEFORMAT ">
      <w:r w:rsidR="00520AD5">
        <w:rPr>
          <w:noProof/>
          <w:rtl/>
        </w:rPr>
        <w:t>192</w:t>
      </w:r>
    </w:fldSimple>
  </w:p>
  <w:p w:rsidR="00E86CD4" w:rsidRDefault="00E86CD4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CD4" w:rsidRDefault="00E86CD4">
    <w:pPr>
      <w:pStyle w:val="Footer"/>
    </w:pPr>
    <w:fldSimple w:instr=" PAGE   \* MERGEFORMAT ">
      <w:r w:rsidR="00520AD5">
        <w:rPr>
          <w:noProof/>
          <w:rtl/>
        </w:rPr>
        <w:t>191</w:t>
      </w:r>
    </w:fldSimple>
  </w:p>
  <w:p w:rsidR="00E86CD4" w:rsidRDefault="00E86CD4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CD4" w:rsidRDefault="00E86CD4">
    <w:pPr>
      <w:pStyle w:val="Footer"/>
    </w:pPr>
    <w:fldSimple w:instr=" PAGE   \* MERGEFORMAT ">
      <w:r w:rsidR="00BB6A8B">
        <w:rPr>
          <w:noProof/>
          <w:rtl/>
        </w:rPr>
        <w:t>1</w:t>
      </w:r>
    </w:fldSimple>
  </w:p>
  <w:p w:rsidR="00E86CD4" w:rsidRDefault="00E86CD4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72356" w:rsidRDefault="00B72356">
      <w:r>
        <w:separator/>
      </w:r>
    </w:p>
  </w:footnote>
  <w:footnote w:type="continuationSeparator" w:id="0">
    <w:p w:rsidR="00B72356" w:rsidRDefault="00B723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hideSpellingErrors/>
  <w:attachedTemplate r:id="rId1"/>
  <w:stylePaneFormatFilter w:val="3F01"/>
  <w:doNotTrackMoves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D1895"/>
    <w:rsid w:val="00005A19"/>
    <w:rsid w:val="00010942"/>
    <w:rsid w:val="000217A6"/>
    <w:rsid w:val="00024AA0"/>
    <w:rsid w:val="000267FE"/>
    <w:rsid w:val="00030622"/>
    <w:rsid w:val="00040272"/>
    <w:rsid w:val="00040798"/>
    <w:rsid w:val="00043023"/>
    <w:rsid w:val="00054406"/>
    <w:rsid w:val="0006216A"/>
    <w:rsid w:val="00067F84"/>
    <w:rsid w:val="00071C97"/>
    <w:rsid w:val="000761F7"/>
    <w:rsid w:val="00076A3A"/>
    <w:rsid w:val="00092805"/>
    <w:rsid w:val="00092A0C"/>
    <w:rsid w:val="00095A3D"/>
    <w:rsid w:val="00096C12"/>
    <w:rsid w:val="000A7750"/>
    <w:rsid w:val="000B3A56"/>
    <w:rsid w:val="000B77AC"/>
    <w:rsid w:val="000C0A89"/>
    <w:rsid w:val="000C7722"/>
    <w:rsid w:val="000D0932"/>
    <w:rsid w:val="000D180B"/>
    <w:rsid w:val="000D1BDF"/>
    <w:rsid w:val="000D1D47"/>
    <w:rsid w:val="000D71B7"/>
    <w:rsid w:val="000E6824"/>
    <w:rsid w:val="000F07D6"/>
    <w:rsid w:val="000F6B97"/>
    <w:rsid w:val="0010049D"/>
    <w:rsid w:val="00103EB4"/>
    <w:rsid w:val="00107A6B"/>
    <w:rsid w:val="001106A5"/>
    <w:rsid w:val="00111AE3"/>
    <w:rsid w:val="0011352E"/>
    <w:rsid w:val="00113B0B"/>
    <w:rsid w:val="00113CCC"/>
    <w:rsid w:val="00115473"/>
    <w:rsid w:val="00115A71"/>
    <w:rsid w:val="001162C9"/>
    <w:rsid w:val="0012268F"/>
    <w:rsid w:val="001243ED"/>
    <w:rsid w:val="00126471"/>
    <w:rsid w:val="00127089"/>
    <w:rsid w:val="00135E90"/>
    <w:rsid w:val="00136268"/>
    <w:rsid w:val="00136E6F"/>
    <w:rsid w:val="0014341C"/>
    <w:rsid w:val="00143EEA"/>
    <w:rsid w:val="0014526B"/>
    <w:rsid w:val="00147ED8"/>
    <w:rsid w:val="0015176C"/>
    <w:rsid w:val="00151C03"/>
    <w:rsid w:val="00153917"/>
    <w:rsid w:val="00157306"/>
    <w:rsid w:val="00160F76"/>
    <w:rsid w:val="00163D83"/>
    <w:rsid w:val="00164767"/>
    <w:rsid w:val="00164810"/>
    <w:rsid w:val="001712E1"/>
    <w:rsid w:val="00182CD3"/>
    <w:rsid w:val="0018664D"/>
    <w:rsid w:val="00187017"/>
    <w:rsid w:val="00187246"/>
    <w:rsid w:val="001937F7"/>
    <w:rsid w:val="001A1408"/>
    <w:rsid w:val="001A3110"/>
    <w:rsid w:val="001A4C37"/>
    <w:rsid w:val="001A4D9B"/>
    <w:rsid w:val="001A6EC0"/>
    <w:rsid w:val="001B00F6"/>
    <w:rsid w:val="001B07B7"/>
    <w:rsid w:val="001B16FD"/>
    <w:rsid w:val="001B577F"/>
    <w:rsid w:val="001B702D"/>
    <w:rsid w:val="001B7407"/>
    <w:rsid w:val="001C5EDB"/>
    <w:rsid w:val="001D41A1"/>
    <w:rsid w:val="001D60DA"/>
    <w:rsid w:val="001D67C0"/>
    <w:rsid w:val="001E008E"/>
    <w:rsid w:val="001E25DC"/>
    <w:rsid w:val="001E4B5F"/>
    <w:rsid w:val="001F0713"/>
    <w:rsid w:val="001F160F"/>
    <w:rsid w:val="00202C7B"/>
    <w:rsid w:val="002054C5"/>
    <w:rsid w:val="00213662"/>
    <w:rsid w:val="002139CB"/>
    <w:rsid w:val="00214801"/>
    <w:rsid w:val="00224964"/>
    <w:rsid w:val="002267C7"/>
    <w:rsid w:val="00227FEE"/>
    <w:rsid w:val="00240F71"/>
    <w:rsid w:val="00241F59"/>
    <w:rsid w:val="0024265C"/>
    <w:rsid w:val="00244C2E"/>
    <w:rsid w:val="00250E0A"/>
    <w:rsid w:val="00251E02"/>
    <w:rsid w:val="00257657"/>
    <w:rsid w:val="00263F56"/>
    <w:rsid w:val="00264F12"/>
    <w:rsid w:val="0027369F"/>
    <w:rsid w:val="002818EF"/>
    <w:rsid w:val="0028271F"/>
    <w:rsid w:val="00294EFB"/>
    <w:rsid w:val="002A0284"/>
    <w:rsid w:val="002A09E7"/>
    <w:rsid w:val="002A338C"/>
    <w:rsid w:val="002A717D"/>
    <w:rsid w:val="002A73D7"/>
    <w:rsid w:val="002B1916"/>
    <w:rsid w:val="002B2B15"/>
    <w:rsid w:val="002B71A8"/>
    <w:rsid w:val="002B7989"/>
    <w:rsid w:val="002B7B06"/>
    <w:rsid w:val="002C1009"/>
    <w:rsid w:val="002C3E3A"/>
    <w:rsid w:val="002C4FEF"/>
    <w:rsid w:val="002C5C66"/>
    <w:rsid w:val="002C6427"/>
    <w:rsid w:val="002D0E5C"/>
    <w:rsid w:val="002D19A9"/>
    <w:rsid w:val="002D2485"/>
    <w:rsid w:val="002D4021"/>
    <w:rsid w:val="002D4CD3"/>
    <w:rsid w:val="002D580E"/>
    <w:rsid w:val="002E19EE"/>
    <w:rsid w:val="002E4D3D"/>
    <w:rsid w:val="002E5CA1"/>
    <w:rsid w:val="002E6022"/>
    <w:rsid w:val="002F3626"/>
    <w:rsid w:val="00301EBF"/>
    <w:rsid w:val="00307056"/>
    <w:rsid w:val="00307C3A"/>
    <w:rsid w:val="00310D1D"/>
    <w:rsid w:val="00315465"/>
    <w:rsid w:val="00317E22"/>
    <w:rsid w:val="00322466"/>
    <w:rsid w:val="00324B78"/>
    <w:rsid w:val="00325A62"/>
    <w:rsid w:val="00330D70"/>
    <w:rsid w:val="003339D0"/>
    <w:rsid w:val="003353BB"/>
    <w:rsid w:val="0033620A"/>
    <w:rsid w:val="0034239A"/>
    <w:rsid w:val="0035368E"/>
    <w:rsid w:val="00354493"/>
    <w:rsid w:val="00360A5F"/>
    <w:rsid w:val="003618AA"/>
    <w:rsid w:val="00362F97"/>
    <w:rsid w:val="00363C94"/>
    <w:rsid w:val="0036400D"/>
    <w:rsid w:val="00373085"/>
    <w:rsid w:val="003854C8"/>
    <w:rsid w:val="0038683D"/>
    <w:rsid w:val="0039450B"/>
    <w:rsid w:val="003963F3"/>
    <w:rsid w:val="0039787F"/>
    <w:rsid w:val="00397DC2"/>
    <w:rsid w:val="003A1475"/>
    <w:rsid w:val="003A15F0"/>
    <w:rsid w:val="003A3298"/>
    <w:rsid w:val="003A4587"/>
    <w:rsid w:val="003A661E"/>
    <w:rsid w:val="003A6B2A"/>
    <w:rsid w:val="003B0913"/>
    <w:rsid w:val="003B20C5"/>
    <w:rsid w:val="003B5031"/>
    <w:rsid w:val="003B6720"/>
    <w:rsid w:val="003B775B"/>
    <w:rsid w:val="003B7FA9"/>
    <w:rsid w:val="003C7C08"/>
    <w:rsid w:val="003D2459"/>
    <w:rsid w:val="003D28ED"/>
    <w:rsid w:val="003D3107"/>
    <w:rsid w:val="003D4E3A"/>
    <w:rsid w:val="003E148D"/>
    <w:rsid w:val="003E33A9"/>
    <w:rsid w:val="003E3600"/>
    <w:rsid w:val="003E7B08"/>
    <w:rsid w:val="003F33DE"/>
    <w:rsid w:val="003F52A9"/>
    <w:rsid w:val="00402C65"/>
    <w:rsid w:val="004035D1"/>
    <w:rsid w:val="00404EB7"/>
    <w:rsid w:val="00407D56"/>
    <w:rsid w:val="00416E2B"/>
    <w:rsid w:val="0042098A"/>
    <w:rsid w:val="004209BA"/>
    <w:rsid w:val="00420C44"/>
    <w:rsid w:val="00427638"/>
    <w:rsid w:val="00430581"/>
    <w:rsid w:val="00434A97"/>
    <w:rsid w:val="00437035"/>
    <w:rsid w:val="00440C62"/>
    <w:rsid w:val="00446BBA"/>
    <w:rsid w:val="004538D5"/>
    <w:rsid w:val="00453BB5"/>
    <w:rsid w:val="00454296"/>
    <w:rsid w:val="00455A59"/>
    <w:rsid w:val="0046634E"/>
    <w:rsid w:val="00467E54"/>
    <w:rsid w:val="00470378"/>
    <w:rsid w:val="004722F9"/>
    <w:rsid w:val="00475E99"/>
    <w:rsid w:val="00481FD0"/>
    <w:rsid w:val="00482060"/>
    <w:rsid w:val="0048221F"/>
    <w:rsid w:val="004857ED"/>
    <w:rsid w:val="00487AE8"/>
    <w:rsid w:val="004919C3"/>
    <w:rsid w:val="00494861"/>
    <w:rsid w:val="004953C3"/>
    <w:rsid w:val="00497042"/>
    <w:rsid w:val="004A0866"/>
    <w:rsid w:val="004A5E75"/>
    <w:rsid w:val="004B17F4"/>
    <w:rsid w:val="004B3F28"/>
    <w:rsid w:val="004C3E90"/>
    <w:rsid w:val="004C4336"/>
    <w:rsid w:val="004C77B5"/>
    <w:rsid w:val="004D6BCF"/>
    <w:rsid w:val="004D7678"/>
    <w:rsid w:val="004D7CD7"/>
    <w:rsid w:val="004E6E95"/>
    <w:rsid w:val="004E7874"/>
    <w:rsid w:val="004F4B1F"/>
    <w:rsid w:val="004F58BA"/>
    <w:rsid w:val="005022E5"/>
    <w:rsid w:val="00502651"/>
    <w:rsid w:val="005077E7"/>
    <w:rsid w:val="0051305D"/>
    <w:rsid w:val="00520645"/>
    <w:rsid w:val="00520AD5"/>
    <w:rsid w:val="005254BC"/>
    <w:rsid w:val="005261CF"/>
    <w:rsid w:val="00526724"/>
    <w:rsid w:val="005358E7"/>
    <w:rsid w:val="00535C47"/>
    <w:rsid w:val="00542EEF"/>
    <w:rsid w:val="00550B2F"/>
    <w:rsid w:val="00551712"/>
    <w:rsid w:val="00551E02"/>
    <w:rsid w:val="005529FE"/>
    <w:rsid w:val="00552C63"/>
    <w:rsid w:val="00553E8E"/>
    <w:rsid w:val="005549DE"/>
    <w:rsid w:val="00557FB6"/>
    <w:rsid w:val="00560234"/>
    <w:rsid w:val="00561C58"/>
    <w:rsid w:val="00562EED"/>
    <w:rsid w:val="00565700"/>
    <w:rsid w:val="005673A9"/>
    <w:rsid w:val="0057006C"/>
    <w:rsid w:val="00571BF1"/>
    <w:rsid w:val="0057612B"/>
    <w:rsid w:val="005772C4"/>
    <w:rsid w:val="00577577"/>
    <w:rsid w:val="0058088A"/>
    <w:rsid w:val="00584801"/>
    <w:rsid w:val="005923FF"/>
    <w:rsid w:val="00595761"/>
    <w:rsid w:val="00597B34"/>
    <w:rsid w:val="005A075E"/>
    <w:rsid w:val="005A1C39"/>
    <w:rsid w:val="005A41E3"/>
    <w:rsid w:val="005A43ED"/>
    <w:rsid w:val="005B19FB"/>
    <w:rsid w:val="005B2DE4"/>
    <w:rsid w:val="005B4DD0"/>
    <w:rsid w:val="005B56BE"/>
    <w:rsid w:val="005B68D5"/>
    <w:rsid w:val="005B7CFD"/>
    <w:rsid w:val="005C0E2F"/>
    <w:rsid w:val="005C504A"/>
    <w:rsid w:val="005D2C72"/>
    <w:rsid w:val="005D316A"/>
    <w:rsid w:val="005E2913"/>
    <w:rsid w:val="005E4DD0"/>
    <w:rsid w:val="005E7821"/>
    <w:rsid w:val="005F6470"/>
    <w:rsid w:val="00613E8E"/>
    <w:rsid w:val="00614301"/>
    <w:rsid w:val="00620B12"/>
    <w:rsid w:val="006210F4"/>
    <w:rsid w:val="006224EE"/>
    <w:rsid w:val="00625C71"/>
    <w:rsid w:val="00627A7B"/>
    <w:rsid w:val="00631FD9"/>
    <w:rsid w:val="006357C1"/>
    <w:rsid w:val="00641A2D"/>
    <w:rsid w:val="00643F5E"/>
    <w:rsid w:val="00646D08"/>
    <w:rsid w:val="00651640"/>
    <w:rsid w:val="00651ADF"/>
    <w:rsid w:val="006574EA"/>
    <w:rsid w:val="00663284"/>
    <w:rsid w:val="00665B79"/>
    <w:rsid w:val="006702C6"/>
    <w:rsid w:val="006726F6"/>
    <w:rsid w:val="00672E5A"/>
    <w:rsid w:val="006747DF"/>
    <w:rsid w:val="00682902"/>
    <w:rsid w:val="00684527"/>
    <w:rsid w:val="0068652E"/>
    <w:rsid w:val="00687928"/>
    <w:rsid w:val="00690F32"/>
    <w:rsid w:val="0069163F"/>
    <w:rsid w:val="00691DBB"/>
    <w:rsid w:val="00697257"/>
    <w:rsid w:val="006A77BD"/>
    <w:rsid w:val="006A7D4D"/>
    <w:rsid w:val="006B5C71"/>
    <w:rsid w:val="006B7F0E"/>
    <w:rsid w:val="006C4B43"/>
    <w:rsid w:val="006D36EC"/>
    <w:rsid w:val="006D6DC1"/>
    <w:rsid w:val="006D6F9A"/>
    <w:rsid w:val="006E2C8E"/>
    <w:rsid w:val="006E446F"/>
    <w:rsid w:val="006E6291"/>
    <w:rsid w:val="006F2E14"/>
    <w:rsid w:val="006F7CE8"/>
    <w:rsid w:val="007000EB"/>
    <w:rsid w:val="00700595"/>
    <w:rsid w:val="00701353"/>
    <w:rsid w:val="00704B12"/>
    <w:rsid w:val="0070524C"/>
    <w:rsid w:val="00710619"/>
    <w:rsid w:val="00713634"/>
    <w:rsid w:val="00713B2B"/>
    <w:rsid w:val="007166B4"/>
    <w:rsid w:val="00717AB1"/>
    <w:rsid w:val="00717C64"/>
    <w:rsid w:val="00721FA0"/>
    <w:rsid w:val="00723983"/>
    <w:rsid w:val="00723D07"/>
    <w:rsid w:val="00725377"/>
    <w:rsid w:val="00725F9E"/>
    <w:rsid w:val="0073042E"/>
    <w:rsid w:val="00730E45"/>
    <w:rsid w:val="00731AD7"/>
    <w:rsid w:val="007343BF"/>
    <w:rsid w:val="007355A7"/>
    <w:rsid w:val="00735A8E"/>
    <w:rsid w:val="00740DAD"/>
    <w:rsid w:val="00740E80"/>
    <w:rsid w:val="007421E0"/>
    <w:rsid w:val="0074517B"/>
    <w:rsid w:val="0074654C"/>
    <w:rsid w:val="007515BE"/>
    <w:rsid w:val="007571E2"/>
    <w:rsid w:val="00757A95"/>
    <w:rsid w:val="00760354"/>
    <w:rsid w:val="00765BEF"/>
    <w:rsid w:val="007735AB"/>
    <w:rsid w:val="00773E4E"/>
    <w:rsid w:val="00775FFA"/>
    <w:rsid w:val="00777AC5"/>
    <w:rsid w:val="0078259F"/>
    <w:rsid w:val="00782872"/>
    <w:rsid w:val="00784287"/>
    <w:rsid w:val="007860ED"/>
    <w:rsid w:val="00796AAA"/>
    <w:rsid w:val="007A6185"/>
    <w:rsid w:val="007B10B3"/>
    <w:rsid w:val="007B1D12"/>
    <w:rsid w:val="007B2F17"/>
    <w:rsid w:val="007B46B3"/>
    <w:rsid w:val="007B53D2"/>
    <w:rsid w:val="007B5CD8"/>
    <w:rsid w:val="007B6D51"/>
    <w:rsid w:val="007C23F4"/>
    <w:rsid w:val="007C3DC9"/>
    <w:rsid w:val="007D1D2B"/>
    <w:rsid w:val="007D4810"/>
    <w:rsid w:val="007D48CE"/>
    <w:rsid w:val="007D5FD1"/>
    <w:rsid w:val="007E2EBF"/>
    <w:rsid w:val="007E6DD9"/>
    <w:rsid w:val="007F4190"/>
    <w:rsid w:val="007F4E53"/>
    <w:rsid w:val="0080155A"/>
    <w:rsid w:val="00806335"/>
    <w:rsid w:val="008105E2"/>
    <w:rsid w:val="008128CA"/>
    <w:rsid w:val="00813440"/>
    <w:rsid w:val="00821493"/>
    <w:rsid w:val="00826B87"/>
    <w:rsid w:val="008273AA"/>
    <w:rsid w:val="00827AB8"/>
    <w:rsid w:val="00831B8F"/>
    <w:rsid w:val="00837259"/>
    <w:rsid w:val="0084238B"/>
    <w:rsid w:val="0084318E"/>
    <w:rsid w:val="0084496F"/>
    <w:rsid w:val="00850983"/>
    <w:rsid w:val="008541F2"/>
    <w:rsid w:val="00856941"/>
    <w:rsid w:val="0085698F"/>
    <w:rsid w:val="00857A7C"/>
    <w:rsid w:val="0086345B"/>
    <w:rsid w:val="00864864"/>
    <w:rsid w:val="00866CF3"/>
    <w:rsid w:val="008703F4"/>
    <w:rsid w:val="00870D4D"/>
    <w:rsid w:val="008725B0"/>
    <w:rsid w:val="00873D57"/>
    <w:rsid w:val="00874112"/>
    <w:rsid w:val="008777DC"/>
    <w:rsid w:val="00880BCE"/>
    <w:rsid w:val="008810AF"/>
    <w:rsid w:val="008830EF"/>
    <w:rsid w:val="008933CF"/>
    <w:rsid w:val="00895362"/>
    <w:rsid w:val="008A225D"/>
    <w:rsid w:val="008A4630"/>
    <w:rsid w:val="008A756D"/>
    <w:rsid w:val="008B5AE2"/>
    <w:rsid w:val="008B5B7E"/>
    <w:rsid w:val="008C0DB1"/>
    <w:rsid w:val="008C3327"/>
    <w:rsid w:val="008D1B93"/>
    <w:rsid w:val="008D5FE6"/>
    <w:rsid w:val="008D6657"/>
    <w:rsid w:val="008E1FA7"/>
    <w:rsid w:val="008E4D2E"/>
    <w:rsid w:val="008F1A24"/>
    <w:rsid w:val="008F24C2"/>
    <w:rsid w:val="008F258C"/>
    <w:rsid w:val="008F3BB8"/>
    <w:rsid w:val="008F4513"/>
    <w:rsid w:val="008F5B45"/>
    <w:rsid w:val="009006DA"/>
    <w:rsid w:val="009036AC"/>
    <w:rsid w:val="009046DF"/>
    <w:rsid w:val="00915C18"/>
    <w:rsid w:val="0091682D"/>
    <w:rsid w:val="00922370"/>
    <w:rsid w:val="0092388A"/>
    <w:rsid w:val="009257A0"/>
    <w:rsid w:val="00927601"/>
    <w:rsid w:val="00927D62"/>
    <w:rsid w:val="00931D57"/>
    <w:rsid w:val="00932192"/>
    <w:rsid w:val="0094272F"/>
    <w:rsid w:val="00943412"/>
    <w:rsid w:val="00943B2E"/>
    <w:rsid w:val="00945D11"/>
    <w:rsid w:val="009503E2"/>
    <w:rsid w:val="009523FD"/>
    <w:rsid w:val="00952FD2"/>
    <w:rsid w:val="0095736F"/>
    <w:rsid w:val="00960F67"/>
    <w:rsid w:val="00961CD2"/>
    <w:rsid w:val="00962B76"/>
    <w:rsid w:val="0097061F"/>
    <w:rsid w:val="00972C70"/>
    <w:rsid w:val="00973864"/>
    <w:rsid w:val="009741DD"/>
    <w:rsid w:val="00974224"/>
    <w:rsid w:val="00974FF1"/>
    <w:rsid w:val="00976899"/>
    <w:rsid w:val="00986588"/>
    <w:rsid w:val="00992E31"/>
    <w:rsid w:val="00995F94"/>
    <w:rsid w:val="009A24B2"/>
    <w:rsid w:val="009A53CC"/>
    <w:rsid w:val="009A7001"/>
    <w:rsid w:val="009A7DA5"/>
    <w:rsid w:val="009B01D4"/>
    <w:rsid w:val="009B0C22"/>
    <w:rsid w:val="009B5C7D"/>
    <w:rsid w:val="009B7253"/>
    <w:rsid w:val="009D3969"/>
    <w:rsid w:val="009D5AB6"/>
    <w:rsid w:val="009D6CB0"/>
    <w:rsid w:val="009E03BE"/>
    <w:rsid w:val="009E07BB"/>
    <w:rsid w:val="009E3D25"/>
    <w:rsid w:val="009E4824"/>
    <w:rsid w:val="009E67C9"/>
    <w:rsid w:val="009E6DE8"/>
    <w:rsid w:val="009E7AB9"/>
    <w:rsid w:val="009F2C77"/>
    <w:rsid w:val="009F4A72"/>
    <w:rsid w:val="009F5327"/>
    <w:rsid w:val="009F6DDF"/>
    <w:rsid w:val="00A00A9C"/>
    <w:rsid w:val="00A05A22"/>
    <w:rsid w:val="00A0669F"/>
    <w:rsid w:val="00A10F83"/>
    <w:rsid w:val="00A16415"/>
    <w:rsid w:val="00A209AB"/>
    <w:rsid w:val="00A21090"/>
    <w:rsid w:val="00A22363"/>
    <w:rsid w:val="00A2310F"/>
    <w:rsid w:val="00A2642A"/>
    <w:rsid w:val="00A26AD5"/>
    <w:rsid w:val="00A30F05"/>
    <w:rsid w:val="00A33796"/>
    <w:rsid w:val="00A35A84"/>
    <w:rsid w:val="00A35EDE"/>
    <w:rsid w:val="00A36CA9"/>
    <w:rsid w:val="00A371C7"/>
    <w:rsid w:val="00A400F4"/>
    <w:rsid w:val="00A40FA4"/>
    <w:rsid w:val="00A44704"/>
    <w:rsid w:val="00A478DC"/>
    <w:rsid w:val="00A50FBD"/>
    <w:rsid w:val="00A51FCA"/>
    <w:rsid w:val="00A6076B"/>
    <w:rsid w:val="00A60B19"/>
    <w:rsid w:val="00A60E79"/>
    <w:rsid w:val="00A6486D"/>
    <w:rsid w:val="00A668D6"/>
    <w:rsid w:val="00A745EB"/>
    <w:rsid w:val="00A749A9"/>
    <w:rsid w:val="00A751DD"/>
    <w:rsid w:val="00A86979"/>
    <w:rsid w:val="00A86A9E"/>
    <w:rsid w:val="00A91F7E"/>
    <w:rsid w:val="00A9330B"/>
    <w:rsid w:val="00A93392"/>
    <w:rsid w:val="00A971B5"/>
    <w:rsid w:val="00AA378D"/>
    <w:rsid w:val="00AB0435"/>
    <w:rsid w:val="00AB1F96"/>
    <w:rsid w:val="00AB49D8"/>
    <w:rsid w:val="00AB5AFC"/>
    <w:rsid w:val="00AB5B22"/>
    <w:rsid w:val="00AC214F"/>
    <w:rsid w:val="00AC225D"/>
    <w:rsid w:val="00AC28CD"/>
    <w:rsid w:val="00AC31E0"/>
    <w:rsid w:val="00AC6146"/>
    <w:rsid w:val="00AC64A5"/>
    <w:rsid w:val="00AD0F7D"/>
    <w:rsid w:val="00AD2964"/>
    <w:rsid w:val="00AD365B"/>
    <w:rsid w:val="00AE0778"/>
    <w:rsid w:val="00AE1E35"/>
    <w:rsid w:val="00AE4D35"/>
    <w:rsid w:val="00AE5DAC"/>
    <w:rsid w:val="00AE6117"/>
    <w:rsid w:val="00AE64FD"/>
    <w:rsid w:val="00AF0A2F"/>
    <w:rsid w:val="00AF217C"/>
    <w:rsid w:val="00AF33DF"/>
    <w:rsid w:val="00AF4D50"/>
    <w:rsid w:val="00AF6FBA"/>
    <w:rsid w:val="00B01257"/>
    <w:rsid w:val="00B1002E"/>
    <w:rsid w:val="00B10CA1"/>
    <w:rsid w:val="00B11AF5"/>
    <w:rsid w:val="00B129E5"/>
    <w:rsid w:val="00B12ED2"/>
    <w:rsid w:val="00B17010"/>
    <w:rsid w:val="00B24ABA"/>
    <w:rsid w:val="00B300E7"/>
    <w:rsid w:val="00B37FEA"/>
    <w:rsid w:val="00B426ED"/>
    <w:rsid w:val="00B42E0C"/>
    <w:rsid w:val="00B47827"/>
    <w:rsid w:val="00B50444"/>
    <w:rsid w:val="00B506FA"/>
    <w:rsid w:val="00B629FE"/>
    <w:rsid w:val="00B65134"/>
    <w:rsid w:val="00B70AEE"/>
    <w:rsid w:val="00B71ADF"/>
    <w:rsid w:val="00B72356"/>
    <w:rsid w:val="00B73110"/>
    <w:rsid w:val="00B731F9"/>
    <w:rsid w:val="00B7501C"/>
    <w:rsid w:val="00B76530"/>
    <w:rsid w:val="00B76B70"/>
    <w:rsid w:val="00B77EF4"/>
    <w:rsid w:val="00B81F23"/>
    <w:rsid w:val="00B82A3A"/>
    <w:rsid w:val="00B839ED"/>
    <w:rsid w:val="00B87355"/>
    <w:rsid w:val="00B90A19"/>
    <w:rsid w:val="00B931B4"/>
    <w:rsid w:val="00B936D7"/>
    <w:rsid w:val="00B955A3"/>
    <w:rsid w:val="00BA20DE"/>
    <w:rsid w:val="00BB5951"/>
    <w:rsid w:val="00BB5C83"/>
    <w:rsid w:val="00BB643C"/>
    <w:rsid w:val="00BB6A8B"/>
    <w:rsid w:val="00BB7E82"/>
    <w:rsid w:val="00BB7FC3"/>
    <w:rsid w:val="00BC499A"/>
    <w:rsid w:val="00BC717E"/>
    <w:rsid w:val="00BD1895"/>
    <w:rsid w:val="00BD438E"/>
    <w:rsid w:val="00BD4DFE"/>
    <w:rsid w:val="00BD593F"/>
    <w:rsid w:val="00BD6706"/>
    <w:rsid w:val="00BD67F3"/>
    <w:rsid w:val="00BE0D08"/>
    <w:rsid w:val="00BE5940"/>
    <w:rsid w:val="00BE7ED8"/>
    <w:rsid w:val="00BF3B5E"/>
    <w:rsid w:val="00BF4F06"/>
    <w:rsid w:val="00C005CF"/>
    <w:rsid w:val="00C07E02"/>
    <w:rsid w:val="00C121B4"/>
    <w:rsid w:val="00C1570C"/>
    <w:rsid w:val="00C22361"/>
    <w:rsid w:val="00C26D89"/>
    <w:rsid w:val="00C31833"/>
    <w:rsid w:val="00C33018"/>
    <w:rsid w:val="00C33B4D"/>
    <w:rsid w:val="00C34E44"/>
    <w:rsid w:val="00C35A49"/>
    <w:rsid w:val="00C36AF1"/>
    <w:rsid w:val="00C37458"/>
    <w:rsid w:val="00C37AF7"/>
    <w:rsid w:val="00C45E29"/>
    <w:rsid w:val="00C554CC"/>
    <w:rsid w:val="00C617E5"/>
    <w:rsid w:val="00C667E4"/>
    <w:rsid w:val="00C763D6"/>
    <w:rsid w:val="00C76A9C"/>
    <w:rsid w:val="00C81C96"/>
    <w:rsid w:val="00C9021F"/>
    <w:rsid w:val="00C9028D"/>
    <w:rsid w:val="00C906FE"/>
    <w:rsid w:val="00C91000"/>
    <w:rsid w:val="00C97009"/>
    <w:rsid w:val="00CA2801"/>
    <w:rsid w:val="00CA41BF"/>
    <w:rsid w:val="00CB22FF"/>
    <w:rsid w:val="00CB686E"/>
    <w:rsid w:val="00CC0833"/>
    <w:rsid w:val="00CC12EE"/>
    <w:rsid w:val="00CC156E"/>
    <w:rsid w:val="00CC1B44"/>
    <w:rsid w:val="00CC4FE6"/>
    <w:rsid w:val="00CD1FC1"/>
    <w:rsid w:val="00CD44AD"/>
    <w:rsid w:val="00CD66FF"/>
    <w:rsid w:val="00CD72D4"/>
    <w:rsid w:val="00CE076D"/>
    <w:rsid w:val="00CE30CD"/>
    <w:rsid w:val="00CF00F5"/>
    <w:rsid w:val="00CF137D"/>
    <w:rsid w:val="00CF40B0"/>
    <w:rsid w:val="00D0599C"/>
    <w:rsid w:val="00D10971"/>
    <w:rsid w:val="00D20EAE"/>
    <w:rsid w:val="00D212D5"/>
    <w:rsid w:val="00D24B24"/>
    <w:rsid w:val="00D24EB0"/>
    <w:rsid w:val="00D25987"/>
    <w:rsid w:val="00D33A32"/>
    <w:rsid w:val="00D40BA9"/>
    <w:rsid w:val="00D449F0"/>
    <w:rsid w:val="00D46C32"/>
    <w:rsid w:val="00D50D44"/>
    <w:rsid w:val="00D52EC6"/>
    <w:rsid w:val="00D539DC"/>
    <w:rsid w:val="00D53C02"/>
    <w:rsid w:val="00D54728"/>
    <w:rsid w:val="00D6145E"/>
    <w:rsid w:val="00D66EE9"/>
    <w:rsid w:val="00D67101"/>
    <w:rsid w:val="00D70D85"/>
    <w:rsid w:val="00D718B1"/>
    <w:rsid w:val="00D7331A"/>
    <w:rsid w:val="00D7499D"/>
    <w:rsid w:val="00D7738F"/>
    <w:rsid w:val="00D84ECA"/>
    <w:rsid w:val="00D854D7"/>
    <w:rsid w:val="00D91B67"/>
    <w:rsid w:val="00D92CDF"/>
    <w:rsid w:val="00DA5931"/>
    <w:rsid w:val="00DA722B"/>
    <w:rsid w:val="00DB2424"/>
    <w:rsid w:val="00DB3E84"/>
    <w:rsid w:val="00DC02A0"/>
    <w:rsid w:val="00DC0B08"/>
    <w:rsid w:val="00DC0E27"/>
    <w:rsid w:val="00DD1BB4"/>
    <w:rsid w:val="00DD6547"/>
    <w:rsid w:val="00DD78A5"/>
    <w:rsid w:val="00DE4448"/>
    <w:rsid w:val="00DE49C9"/>
    <w:rsid w:val="00DE7035"/>
    <w:rsid w:val="00DF5E1E"/>
    <w:rsid w:val="00DF6442"/>
    <w:rsid w:val="00E022DC"/>
    <w:rsid w:val="00E024D3"/>
    <w:rsid w:val="00E07A7B"/>
    <w:rsid w:val="00E10B3C"/>
    <w:rsid w:val="00E14435"/>
    <w:rsid w:val="00E146D5"/>
    <w:rsid w:val="00E206F5"/>
    <w:rsid w:val="00E21598"/>
    <w:rsid w:val="00E259BC"/>
    <w:rsid w:val="00E25F24"/>
    <w:rsid w:val="00E264A4"/>
    <w:rsid w:val="00E40FCC"/>
    <w:rsid w:val="00E43122"/>
    <w:rsid w:val="00E44003"/>
    <w:rsid w:val="00E456A5"/>
    <w:rsid w:val="00E50FF4"/>
    <w:rsid w:val="00E5512D"/>
    <w:rsid w:val="00E574E5"/>
    <w:rsid w:val="00E6232E"/>
    <w:rsid w:val="00E63C51"/>
    <w:rsid w:val="00E71139"/>
    <w:rsid w:val="00E73C44"/>
    <w:rsid w:val="00E74F63"/>
    <w:rsid w:val="00E7602E"/>
    <w:rsid w:val="00E863B5"/>
    <w:rsid w:val="00E86CD4"/>
    <w:rsid w:val="00E90664"/>
    <w:rsid w:val="00E917D6"/>
    <w:rsid w:val="00E93A84"/>
    <w:rsid w:val="00E96F05"/>
    <w:rsid w:val="00EA340E"/>
    <w:rsid w:val="00EA3B1F"/>
    <w:rsid w:val="00EB55D0"/>
    <w:rsid w:val="00EB5646"/>
    <w:rsid w:val="00EB5ADB"/>
    <w:rsid w:val="00EB61F4"/>
    <w:rsid w:val="00EC0F78"/>
    <w:rsid w:val="00EC16E0"/>
    <w:rsid w:val="00EC1A32"/>
    <w:rsid w:val="00EC1A39"/>
    <w:rsid w:val="00EC381F"/>
    <w:rsid w:val="00EC5C01"/>
    <w:rsid w:val="00ED0DD0"/>
    <w:rsid w:val="00ED3DFD"/>
    <w:rsid w:val="00ED3F21"/>
    <w:rsid w:val="00ED4263"/>
    <w:rsid w:val="00EE260F"/>
    <w:rsid w:val="00EE4843"/>
    <w:rsid w:val="00EE56E1"/>
    <w:rsid w:val="00EE604B"/>
    <w:rsid w:val="00EE6B33"/>
    <w:rsid w:val="00EF0462"/>
    <w:rsid w:val="00EF6505"/>
    <w:rsid w:val="00EF7A6F"/>
    <w:rsid w:val="00F023A8"/>
    <w:rsid w:val="00F02C57"/>
    <w:rsid w:val="00F070E5"/>
    <w:rsid w:val="00F07D33"/>
    <w:rsid w:val="00F12253"/>
    <w:rsid w:val="00F1517E"/>
    <w:rsid w:val="00F16678"/>
    <w:rsid w:val="00F16834"/>
    <w:rsid w:val="00F26388"/>
    <w:rsid w:val="00F3089C"/>
    <w:rsid w:val="00F31BE3"/>
    <w:rsid w:val="00F34B21"/>
    <w:rsid w:val="00F34CA5"/>
    <w:rsid w:val="00F41E90"/>
    <w:rsid w:val="00F436BF"/>
    <w:rsid w:val="00F515B7"/>
    <w:rsid w:val="00F51E87"/>
    <w:rsid w:val="00F53507"/>
    <w:rsid w:val="00F571FE"/>
    <w:rsid w:val="00F638A5"/>
    <w:rsid w:val="00F65587"/>
    <w:rsid w:val="00F715FC"/>
    <w:rsid w:val="00F71859"/>
    <w:rsid w:val="00F74FDC"/>
    <w:rsid w:val="00F82A57"/>
    <w:rsid w:val="00F83A2C"/>
    <w:rsid w:val="00F83E9D"/>
    <w:rsid w:val="00F86C5B"/>
    <w:rsid w:val="00F94147"/>
    <w:rsid w:val="00F97A32"/>
    <w:rsid w:val="00FA0B92"/>
    <w:rsid w:val="00FA3B58"/>
    <w:rsid w:val="00FA5484"/>
    <w:rsid w:val="00FA6127"/>
    <w:rsid w:val="00FB1A72"/>
    <w:rsid w:val="00FB3EBB"/>
    <w:rsid w:val="00FB4C28"/>
    <w:rsid w:val="00FB7CFB"/>
    <w:rsid w:val="00FC002F"/>
    <w:rsid w:val="00FC7297"/>
    <w:rsid w:val="00FD04E0"/>
    <w:rsid w:val="00FD2AA4"/>
    <w:rsid w:val="00FD3E49"/>
    <w:rsid w:val="00FE01AC"/>
    <w:rsid w:val="00FE0BFA"/>
    <w:rsid w:val="00FE0D85"/>
    <w:rsid w:val="00FE51EE"/>
    <w:rsid w:val="00FF08F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FA0B92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autoRedefine/>
    <w:qFormat/>
    <w:rsid w:val="00A10F83"/>
    <w:pPr>
      <w:keepNext/>
      <w:spacing w:after="240"/>
      <w:ind w:firstLine="289"/>
      <w:outlineLvl w:val="0"/>
    </w:pPr>
    <w:rPr>
      <w:rFonts w:ascii="Arial" w:hAnsi="Arial"/>
      <w:b/>
      <w:bCs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autoRedefine/>
    <w:qFormat/>
    <w:rsid w:val="00725F9E"/>
    <w:pPr>
      <w:keepNext/>
      <w:spacing w:before="240" w:after="120"/>
      <w:ind w:firstLine="289"/>
      <w:outlineLvl w:val="1"/>
    </w:pPr>
    <w:rPr>
      <w:rFonts w:ascii="B Badr" w:hAnsi="B Badr"/>
      <w:b/>
      <w:bCs/>
      <w:color w:val="1F497D"/>
    </w:rPr>
  </w:style>
  <w:style w:type="paragraph" w:styleId="Heading3">
    <w:name w:val="heading 3"/>
    <w:basedOn w:val="libNormal"/>
    <w:next w:val="libNormal"/>
    <w:autoRedefine/>
    <w:qFormat/>
    <w:rsid w:val="00AC225D"/>
    <w:pPr>
      <w:keepNext/>
      <w:spacing w:before="120"/>
      <w:ind w:firstLine="289"/>
      <w:outlineLvl w:val="2"/>
    </w:pPr>
    <w:rPr>
      <w:rFonts w:ascii="B Badr" w:hAnsi="B Badr"/>
      <w:i/>
      <w:iCs/>
      <w:color w:val="1F497D"/>
    </w:rPr>
  </w:style>
  <w:style w:type="paragraph" w:styleId="Heading4">
    <w:name w:val="heading 4"/>
    <w:basedOn w:val="libNormal"/>
    <w:next w:val="libNormal"/>
    <w:autoRedefine/>
    <w:rsid w:val="00D0599C"/>
    <w:pPr>
      <w:keepNext/>
      <w:spacing w:before="120"/>
      <w:ind w:firstLine="289"/>
      <w:outlineLvl w:val="3"/>
    </w:pPr>
    <w:rPr>
      <w:b/>
      <w:bCs/>
      <w:sz w:val="28"/>
    </w:rPr>
  </w:style>
  <w:style w:type="paragraph" w:styleId="Heading5">
    <w:name w:val="heading 5"/>
    <w:basedOn w:val="libNormal"/>
    <w:next w:val="libNormal"/>
    <w:rsid w:val="006D6F9A"/>
    <w:pPr>
      <w:spacing w:before="240" w:after="60"/>
      <w:outlineLvl w:val="4"/>
    </w:pPr>
    <w:rPr>
      <w:bCs/>
      <w:sz w:val="3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725F9E"/>
    <w:rPr>
      <w:rFonts w:ascii="B Badr" w:hAnsi="B Badr" w:cs="B Badr"/>
      <w:b/>
      <w:bCs/>
      <w:color w:val="1F497D"/>
      <w:sz w:val="32"/>
      <w:szCs w:val="32"/>
    </w:rPr>
  </w:style>
  <w:style w:type="paragraph" w:styleId="Footer">
    <w:name w:val="footer"/>
    <w:basedOn w:val="libNormal"/>
    <w:next w:val="libNormal0"/>
    <w:link w:val="FooterChar"/>
    <w:uiPriority w:val="99"/>
    <w:rsid w:val="00054406"/>
    <w:pPr>
      <w:tabs>
        <w:tab w:val="center" w:pos="4153"/>
        <w:tab w:val="right" w:pos="8306"/>
      </w:tabs>
      <w:ind w:firstLine="0"/>
      <w:jc w:val="center"/>
    </w:pPr>
    <w:rPr>
      <w:sz w:val="26"/>
      <w:szCs w:val="26"/>
    </w:rPr>
  </w:style>
  <w:style w:type="table" w:styleId="TableGrid">
    <w:name w:val="Table Grid"/>
    <w:basedOn w:val="TableNormal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rsid w:val="00054406"/>
    <w:pPr>
      <w:tabs>
        <w:tab w:val="center" w:pos="4153"/>
        <w:tab w:val="right" w:pos="8306"/>
      </w:tabs>
      <w:ind w:firstLine="0"/>
    </w:pPr>
    <w:rPr>
      <w:sz w:val="26"/>
      <w:szCs w:val="26"/>
    </w:rPr>
  </w:style>
  <w:style w:type="paragraph" w:customStyle="1" w:styleId="libFootnotenum">
    <w:name w:val="libFootnote_num"/>
    <w:basedOn w:val="libFootnote"/>
    <w:next w:val="libFootnote"/>
    <w:link w:val="libFootnotenumChar"/>
    <w:autoRedefine/>
    <w:rsid w:val="00264F12"/>
    <w:rPr>
      <w:rFonts w:ascii="B Badr" w:eastAsia="B Badr" w:hAnsi="B Badr"/>
      <w:color w:val="C00000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  <w:rPr>
      <w:rFonts w:cs="B Badr"/>
      <w:color w:val="000000"/>
      <w:sz w:val="32"/>
      <w:szCs w:val="32"/>
      <w:lang w:val="en-US" w:eastAsia="en-US" w:bidi="ar-SA"/>
    </w:rPr>
  </w:style>
  <w:style w:type="paragraph" w:customStyle="1" w:styleId="libCenterBold1">
    <w:name w:val="libCenterBold1"/>
    <w:basedOn w:val="libNormal0"/>
    <w:next w:val="libNormal0"/>
    <w:link w:val="libCenterBold1Char"/>
    <w:autoRedefine/>
    <w:rsid w:val="00A93392"/>
    <w:pPr>
      <w:spacing w:before="240" w:after="480"/>
      <w:jc w:val="center"/>
    </w:pPr>
    <w:rPr>
      <w:rFonts w:ascii="B Badr" w:eastAsia="B Badr" w:hAnsi="B Badr"/>
      <w:b/>
      <w:bCs/>
      <w:sz w:val="40"/>
      <w:szCs w:val="40"/>
    </w:rPr>
  </w:style>
  <w:style w:type="paragraph" w:customStyle="1" w:styleId="libCenterBold2">
    <w:name w:val="libCenterBold2"/>
    <w:basedOn w:val="libNormal0"/>
    <w:next w:val="libNormal0"/>
    <w:link w:val="libCenterBold2Char"/>
    <w:autoRedefine/>
    <w:rsid w:val="00FB1A72"/>
    <w:pPr>
      <w:spacing w:before="240" w:after="240"/>
      <w:jc w:val="center"/>
    </w:pPr>
    <w:rPr>
      <w:b/>
      <w:bCs/>
      <w:sz w:val="30"/>
      <w:szCs w:val="30"/>
    </w:rPr>
  </w:style>
  <w:style w:type="paragraph" w:customStyle="1" w:styleId="libFootnote">
    <w:name w:val="libFootnote"/>
    <w:basedOn w:val="libNormal"/>
    <w:next w:val="libNormal"/>
    <w:link w:val="libFootnoteChar"/>
    <w:rsid w:val="004B3F28"/>
    <w:rPr>
      <w:sz w:val="24"/>
      <w:szCs w:val="26"/>
    </w:rPr>
  </w:style>
  <w:style w:type="character" w:customStyle="1" w:styleId="libAieChar">
    <w:name w:val="libAie Char"/>
    <w:link w:val="libAie"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rsid w:val="006E446F"/>
    <w:rPr>
      <w:b/>
      <w:bCs/>
    </w:rPr>
  </w:style>
  <w:style w:type="paragraph" w:customStyle="1" w:styleId="libFootnoteAie">
    <w:name w:val="libFootnoteAie"/>
    <w:basedOn w:val="libFootnote"/>
    <w:next w:val="libFootnote"/>
    <w:link w:val="libFootnoteAieChar"/>
    <w:rsid w:val="004B3F28"/>
    <w:rPr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rsid w:val="00651ADF"/>
  </w:style>
  <w:style w:type="paragraph" w:styleId="TOC2">
    <w:name w:val="toc 2"/>
    <w:basedOn w:val="libNormal0"/>
    <w:next w:val="libNormal0"/>
    <w:autoRedefine/>
    <w:uiPriority w:val="39"/>
    <w:rsid w:val="007D4810"/>
    <w:pPr>
      <w:ind w:left="238"/>
    </w:pPr>
    <w:rPr>
      <w:rFonts w:ascii="B Badr" w:eastAsia="B Badr" w:hAnsi="B Badr"/>
      <w:sz w:val="30"/>
      <w:szCs w:val="30"/>
    </w:rPr>
  </w:style>
  <w:style w:type="paragraph" w:styleId="TOC1">
    <w:name w:val="toc 1"/>
    <w:basedOn w:val="libNormal0"/>
    <w:next w:val="libNormal0"/>
    <w:link w:val="TOC1Char"/>
    <w:autoRedefine/>
    <w:uiPriority w:val="39"/>
    <w:rsid w:val="004857ED"/>
    <w:pPr>
      <w:tabs>
        <w:tab w:val="right" w:leader="dot" w:pos="7361"/>
      </w:tabs>
      <w:jc w:val="center"/>
    </w:pPr>
    <w:rPr>
      <w:rFonts w:ascii="B Badr" w:eastAsia="B Badr" w:hAnsi="B Badr"/>
      <w:b/>
      <w:bCs/>
    </w:rPr>
  </w:style>
  <w:style w:type="paragraph" w:styleId="TOC3">
    <w:name w:val="toc 3"/>
    <w:basedOn w:val="libNormal0"/>
    <w:next w:val="libNormal0"/>
    <w:autoRedefine/>
    <w:uiPriority w:val="39"/>
    <w:rsid w:val="00B10CA1"/>
    <w:pPr>
      <w:tabs>
        <w:tab w:val="right" w:leader="dot" w:pos="7361"/>
      </w:tabs>
      <w:ind w:left="482"/>
    </w:pPr>
    <w:rPr>
      <w:rFonts w:ascii="B Badr" w:eastAsia="B Badr" w:hAnsi="B Badr"/>
      <w:sz w:val="28"/>
      <w:szCs w:val="28"/>
    </w:rPr>
  </w:style>
  <w:style w:type="paragraph" w:styleId="TOC4">
    <w:name w:val="toc 4"/>
    <w:basedOn w:val="libNormal0"/>
    <w:next w:val="libNormal0"/>
    <w:autoRedefine/>
    <w:uiPriority w:val="39"/>
    <w:rsid w:val="00CC1B44"/>
    <w:pPr>
      <w:ind w:left="720"/>
    </w:pPr>
    <w:rPr>
      <w:rFonts w:ascii="B Badr" w:eastAsia="B Badr" w:hAnsi="B Badr"/>
      <w:sz w:val="24"/>
      <w:szCs w:val="24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4B3F28"/>
    <w:pPr>
      <w:ind w:firstLine="0"/>
    </w:pPr>
  </w:style>
  <w:style w:type="paragraph" w:customStyle="1" w:styleId="Heading1Center">
    <w:name w:val="Heading 1 Center"/>
    <w:basedOn w:val="libNormal"/>
    <w:autoRedefine/>
    <w:rsid w:val="00A10F83"/>
    <w:pPr>
      <w:spacing w:after="240"/>
      <w:ind w:firstLine="0"/>
      <w:jc w:val="center"/>
      <w:outlineLvl w:val="0"/>
    </w:pPr>
    <w:rPr>
      <w:bCs/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A10F83"/>
    <w:pPr>
      <w:spacing w:before="240" w:after="120"/>
      <w:ind w:firstLine="0"/>
      <w:jc w:val="center"/>
      <w:outlineLvl w:val="1"/>
    </w:pPr>
    <w:rPr>
      <w:rFonts w:ascii="B Badr" w:eastAsia="B Badr" w:hAnsi="B Badr"/>
      <w:b/>
      <w:bCs/>
      <w:color w:val="1F497D"/>
    </w:rPr>
  </w:style>
  <w:style w:type="paragraph" w:customStyle="1" w:styleId="Heading3Center">
    <w:name w:val="Heading 3 Center"/>
    <w:basedOn w:val="libNormal"/>
    <w:next w:val="libNormal"/>
    <w:rsid w:val="00ED0DD0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  <w:rPr>
      <w:bCs/>
      <w:sz w:val="30"/>
    </w:r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  <w:rPr>
      <w:bCs/>
      <w:sz w:val="30"/>
    </w:r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semiHidden/>
    <w:rsid w:val="0012268F"/>
    <w:pPr>
      <w:ind w:left="960"/>
    </w:pPr>
  </w:style>
  <w:style w:type="paragraph" w:customStyle="1" w:styleId="libFootnoteBold">
    <w:name w:val="libFootnoteBold"/>
    <w:basedOn w:val="libFootnote"/>
    <w:next w:val="libFootnote"/>
    <w:link w:val="libFootnoteBoldChar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  <w:rPr>
      <w:rFonts w:cs="B Badr"/>
      <w:color w:val="000000"/>
      <w:sz w:val="24"/>
      <w:szCs w:val="26"/>
      <w:lang w:val="en-US" w:eastAsia="en-US" w:bidi="ar-SA"/>
    </w:r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ind w:firstLine="0"/>
      <w:jc w:val="center"/>
    </w:pPr>
  </w:style>
  <w:style w:type="paragraph" w:customStyle="1" w:styleId="libFootnoteCenterBold">
    <w:name w:val="libFootnoteCenterBold"/>
    <w:basedOn w:val="libFootnote"/>
    <w:next w:val="libFootnoteCenter"/>
    <w:rsid w:val="00651ADF"/>
    <w:rPr>
      <w:b/>
      <w:bCs/>
    </w:rPr>
  </w:style>
  <w:style w:type="paragraph" w:customStyle="1" w:styleId="libFootnoteLeft">
    <w:name w:val="libFootnoteLeft"/>
    <w:basedOn w:val="libFootnote"/>
    <w:next w:val="libFootnote"/>
    <w:rsid w:val="00651ADF"/>
    <w:pPr>
      <w:ind w:firstLine="0"/>
      <w:jc w:val="right"/>
    </w:pPr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character" w:customStyle="1" w:styleId="libPoemTiniChar0">
    <w:name w:val="libPoemTini Char"/>
    <w:link w:val="libPoemTini"/>
    <w:rsid w:val="00651ADF"/>
    <w:rPr>
      <w:rFonts w:cs="Traditional Arabic"/>
      <w:color w:val="000000"/>
      <w:sz w:val="2"/>
      <w:szCs w:val="2"/>
    </w:r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">
    <w:name w:val="libPoem"/>
    <w:basedOn w:val="libNormal0"/>
    <w:next w:val="libNormal0"/>
    <w:link w:val="libPoemChar"/>
    <w:rsid w:val="00651ADF"/>
  </w:style>
  <w:style w:type="paragraph" w:customStyle="1" w:styleId="libPoemFootnote">
    <w:name w:val="libPoemFootnote"/>
    <w:basedOn w:val="libPoem"/>
    <w:next w:val="libPoem"/>
    <w:rsid w:val="00651ADF"/>
    <w:rPr>
      <w:sz w:val="24"/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 w:val="24"/>
      <w:szCs w:val="26"/>
    </w:rPr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character" w:customStyle="1" w:styleId="libNormal0Char">
    <w:name w:val="libNormal0 Char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character" w:customStyle="1" w:styleId="libFootnoteAieChar">
    <w:name w:val="libFootnoteAie Char"/>
    <w:link w:val="libFootnoteAie"/>
    <w:rsid w:val="004B3F28"/>
    <w:rPr>
      <w:rFonts w:cs="B Badr"/>
      <w:color w:val="008000"/>
      <w:sz w:val="24"/>
      <w:szCs w:val="26"/>
      <w:lang w:val="en-US" w:eastAsia="en-US" w:bidi="ar-SA"/>
    </w:rPr>
  </w:style>
  <w:style w:type="character" w:styleId="PageNumber">
    <w:name w:val="page number"/>
    <w:basedOn w:val="DefaultParagraphFont"/>
    <w:rsid w:val="007B2F17"/>
  </w:style>
  <w:style w:type="paragraph" w:styleId="BalloonText">
    <w:name w:val="Balloon Text"/>
    <w:basedOn w:val="Normal"/>
    <w:link w:val="BalloonTextChar"/>
    <w:rsid w:val="00C26D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rsid w:val="00C26D89"/>
    <w:rPr>
      <w:rFonts w:ascii="Tahoma" w:hAnsi="Tahoma" w:cs="Tahoma"/>
      <w:color w:val="000000"/>
      <w:sz w:val="16"/>
      <w:szCs w:val="16"/>
    </w:rPr>
  </w:style>
  <w:style w:type="paragraph" w:customStyle="1" w:styleId="libNormal">
    <w:name w:val="libNormal"/>
    <w:link w:val="libNormalChar"/>
    <w:qFormat/>
    <w:rsid w:val="00613E8E"/>
    <w:pPr>
      <w:bidi/>
      <w:ind w:firstLine="288"/>
      <w:jc w:val="lowKashida"/>
    </w:pPr>
    <w:rPr>
      <w:rFonts w:cs="B Badr"/>
      <w:color w:val="000000"/>
      <w:sz w:val="32"/>
      <w:szCs w:val="32"/>
    </w:rPr>
  </w:style>
  <w:style w:type="character" w:customStyle="1" w:styleId="libNormalChar">
    <w:name w:val="libNormal Char"/>
    <w:link w:val="libNormal"/>
    <w:rsid w:val="00613E8E"/>
    <w:rPr>
      <w:rFonts w:cs="B Badr"/>
      <w:color w:val="000000"/>
      <w:sz w:val="32"/>
      <w:szCs w:val="32"/>
      <w:lang w:val="en-US" w:eastAsia="en-US" w:bidi="ar-SA"/>
    </w:rPr>
  </w:style>
  <w:style w:type="character" w:customStyle="1" w:styleId="FooterChar">
    <w:name w:val="Footer Char"/>
    <w:link w:val="Footer"/>
    <w:uiPriority w:val="99"/>
    <w:rsid w:val="00613E8E"/>
    <w:rPr>
      <w:rFonts w:cs="B Badr"/>
      <w:color w:val="000000"/>
      <w:sz w:val="26"/>
      <w:szCs w:val="2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F51E87"/>
    <w:rPr>
      <w:rFonts w:ascii="KFGQPC Uthman Taha Naskh" w:eastAsia="KFGQPC Uthman Taha Naskh" w:hAnsi="KFGQPC Uthman Taha Naskh" w:cs="KFGQPC Uthman Taha Naskh"/>
      <w:color w:val="008000"/>
      <w:sz w:val="30"/>
      <w:szCs w:val="30"/>
    </w:rPr>
  </w:style>
  <w:style w:type="paragraph" w:customStyle="1" w:styleId="libBold2">
    <w:name w:val="libBold2"/>
    <w:basedOn w:val="libNormal"/>
    <w:next w:val="libNormal"/>
    <w:rsid w:val="001C5EDB"/>
    <w:rPr>
      <w:b/>
      <w:bCs/>
      <w:sz w:val="28"/>
      <w:szCs w:val="28"/>
    </w:rPr>
  </w:style>
  <w:style w:type="character" w:customStyle="1" w:styleId="libBold1Char">
    <w:name w:val="libBold1 Char"/>
    <w:link w:val="libBold1"/>
    <w:rsid w:val="006E446F"/>
    <w:rPr>
      <w:rFonts w:cs="B Badr"/>
      <w:b/>
      <w:bCs/>
      <w:color w:val="000000"/>
      <w:sz w:val="32"/>
      <w:szCs w:val="32"/>
      <w:lang w:val="en-US" w:eastAsia="en-US" w:bidi="ar-SA"/>
    </w:rPr>
  </w:style>
  <w:style w:type="character" w:customStyle="1" w:styleId="libFootnoteChar">
    <w:name w:val="libFootnote Char"/>
    <w:link w:val="libFootnote"/>
    <w:rsid w:val="004B3F28"/>
    <w:rPr>
      <w:rFonts w:cs="B Badr"/>
      <w:color w:val="000000"/>
      <w:sz w:val="24"/>
      <w:szCs w:val="26"/>
      <w:lang w:val="en-US" w:eastAsia="en-US" w:bidi="ar-SA"/>
    </w:rPr>
  </w:style>
  <w:style w:type="character" w:customStyle="1" w:styleId="libFootnotenumChar">
    <w:name w:val="libFootnote_num Char"/>
    <w:link w:val="libFootnotenum"/>
    <w:rsid w:val="00264F12"/>
    <w:rPr>
      <w:rFonts w:ascii="B Badr" w:eastAsia="B Badr" w:hAnsi="B Badr" w:cs="B Badr"/>
      <w:color w:val="C00000"/>
      <w:sz w:val="24"/>
      <w:szCs w:val="24"/>
      <w:vertAlign w:val="superscript"/>
    </w:rPr>
  </w:style>
  <w:style w:type="character" w:customStyle="1" w:styleId="libFootnoteBoldChar">
    <w:name w:val="libFootnoteBold Char"/>
    <w:link w:val="libFootnoteBold"/>
    <w:rsid w:val="004B3F28"/>
    <w:rPr>
      <w:rFonts w:cs="B Badr"/>
      <w:b/>
      <w:bCs/>
      <w:color w:val="000000"/>
      <w:sz w:val="24"/>
      <w:szCs w:val="26"/>
      <w:lang w:val="en-US" w:eastAsia="en-US" w:bidi="ar-SA"/>
    </w:rPr>
  </w:style>
  <w:style w:type="character" w:customStyle="1" w:styleId="libLeftBoldChar">
    <w:name w:val="libLeftBold Char"/>
    <w:link w:val="libLeftBold"/>
    <w:rsid w:val="00651ADF"/>
    <w:rPr>
      <w:rFonts w:cs="B Badr"/>
      <w:b/>
      <w:bCs/>
      <w:color w:val="000000"/>
      <w:sz w:val="30"/>
      <w:szCs w:val="30"/>
      <w:lang w:val="en-US" w:eastAsia="en-US" w:bidi="ar-SA"/>
    </w:rPr>
  </w:style>
  <w:style w:type="character" w:customStyle="1" w:styleId="libPoemTiniCharChar">
    <w:name w:val="libPoemTiniChar Char"/>
    <w:basedOn w:val="libPoemTiniChar0"/>
    <w:link w:val="libPoemTiniChar"/>
    <w:rsid w:val="00651ADF"/>
    <w:rPr>
      <w:rFonts w:cs="Traditional Arabic"/>
      <w:color w:val="000000"/>
      <w:sz w:val="2"/>
      <w:szCs w:val="2"/>
    </w:rPr>
  </w:style>
  <w:style w:type="paragraph" w:customStyle="1" w:styleId="libAlaem">
    <w:name w:val="libAlaem"/>
    <w:basedOn w:val="libNormal"/>
    <w:link w:val="libAlaemChar"/>
    <w:qFormat/>
    <w:rsid w:val="0042098A"/>
    <w:rPr>
      <w:rFonts w:cs="Rafed Alaem"/>
    </w:rPr>
  </w:style>
  <w:style w:type="character" w:customStyle="1" w:styleId="libAlaemChar">
    <w:name w:val="libAlaem Char"/>
    <w:link w:val="libAlaem"/>
    <w:rsid w:val="0042098A"/>
    <w:rPr>
      <w:rFonts w:cs="Rafed Alaem"/>
      <w:color w:val="000000"/>
      <w:sz w:val="32"/>
      <w:szCs w:val="32"/>
      <w:lang w:val="en-US" w:eastAsia="en-US" w:bidi="ar-SA"/>
    </w:rPr>
  </w:style>
  <w:style w:type="paragraph" w:customStyle="1" w:styleId="libHadees">
    <w:name w:val="libHadees"/>
    <w:basedOn w:val="libNormal"/>
    <w:next w:val="libNormal"/>
    <w:link w:val="libHadeesChar"/>
    <w:autoRedefine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character" w:customStyle="1" w:styleId="libHadeesChar">
    <w:name w:val="libHadees Char"/>
    <w:link w:val="libHadees"/>
    <w:rsid w:val="005077E7"/>
    <w:rPr>
      <w:rFonts w:ascii="KFGQPC Uthman Taha Naskh" w:eastAsia="KFGQPC Uthman Taha Naskh" w:hAnsi="KFGQPC Uthman Taha Naskh" w:cs="KFGQPC Uthman Taha Naskh"/>
      <w:color w:val="663300"/>
      <w:sz w:val="30"/>
      <w:szCs w:val="30"/>
    </w:rPr>
  </w:style>
  <w:style w:type="paragraph" w:customStyle="1" w:styleId="Style1">
    <w:name w:val="Style1"/>
    <w:basedOn w:val="libNormal"/>
    <w:next w:val="libNormal"/>
    <w:link w:val="Style1Char"/>
    <w:rsid w:val="00D6145E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Style1Char">
    <w:name w:val="Style1 Char"/>
    <w:basedOn w:val="libNormalChar"/>
    <w:link w:val="Style1"/>
    <w:rsid w:val="00D6145E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HadeesFootnote">
    <w:name w:val="libHadeesFootnote"/>
    <w:basedOn w:val="libNormal"/>
    <w:next w:val="libNormal"/>
    <w:link w:val="libHadeesFootnoteChar"/>
    <w:autoRedefine/>
    <w:rsid w:val="000D180B"/>
    <w:rPr>
      <w:rFonts w:ascii="B Badr" w:eastAsia="B Badr" w:hAnsi="B Badr"/>
      <w:color w:val="663300"/>
      <w:sz w:val="26"/>
      <w:szCs w:val="26"/>
      <w:lang w:bidi="fa-IR"/>
    </w:rPr>
  </w:style>
  <w:style w:type="character" w:customStyle="1" w:styleId="libHadeesFootnoteChar">
    <w:name w:val="libHadeesFootnote Char"/>
    <w:basedOn w:val="libNormalChar"/>
    <w:link w:val="libHadeesFootnote"/>
    <w:rsid w:val="000D180B"/>
    <w:rPr>
      <w:rFonts w:ascii="B Badr" w:eastAsia="B Badr" w:hAnsi="B Badr"/>
      <w:color w:val="663300"/>
      <w:sz w:val="26"/>
      <w:szCs w:val="26"/>
      <w:lang w:bidi="fa-IR"/>
    </w:rPr>
  </w:style>
  <w:style w:type="paragraph" w:customStyle="1" w:styleId="libNotice">
    <w:name w:val="libNotice"/>
    <w:basedOn w:val="libNormal0"/>
    <w:next w:val="libNormal0"/>
    <w:link w:val="libNoticeChar"/>
    <w:autoRedefine/>
    <w:qFormat/>
    <w:rsid w:val="002C1009"/>
    <w:pPr>
      <w:spacing w:after="240"/>
      <w:jc w:val="center"/>
    </w:pPr>
    <w:rPr>
      <w:rFonts w:ascii="B Badr" w:eastAsia="B Badr" w:hAnsi="B Badr"/>
      <w:color w:val="FF0000"/>
    </w:rPr>
  </w:style>
  <w:style w:type="character" w:customStyle="1" w:styleId="libNoticeChar">
    <w:name w:val="libNotice Char"/>
    <w:basedOn w:val="libNormal0Char"/>
    <w:link w:val="libNotice"/>
    <w:rsid w:val="002C1009"/>
    <w:rPr>
      <w:rFonts w:ascii="B Badr" w:eastAsia="B Badr" w:hAnsi="B Badr" w:cs="B Badr"/>
      <w:color w:val="FF0000"/>
    </w:rPr>
  </w:style>
  <w:style w:type="character" w:customStyle="1" w:styleId="TOC1Char">
    <w:name w:val="TOC 1 Char"/>
    <w:basedOn w:val="libNormal0Char"/>
    <w:link w:val="TOC1"/>
    <w:uiPriority w:val="39"/>
    <w:rsid w:val="004857ED"/>
    <w:rPr>
      <w:rFonts w:ascii="B Badr" w:eastAsia="B Badr" w:hAnsi="B Badr" w:cs="B Badr"/>
      <w:b/>
      <w:bCs/>
    </w:rPr>
  </w:style>
  <w:style w:type="character" w:customStyle="1" w:styleId="libPoemChar">
    <w:name w:val="libPoem Char"/>
    <w:basedOn w:val="DefaultParagraphFont"/>
    <w:link w:val="libPoem"/>
    <w:rsid w:val="00F16834"/>
    <w:rPr>
      <w:rFonts w:cs="B Badr"/>
      <w:color w:val="000000"/>
      <w:sz w:val="32"/>
      <w:szCs w:val="32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8F24C2"/>
    <w:pPr>
      <w:keepLines/>
      <w:bidi w:val="0"/>
      <w:spacing w:before="480" w:after="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character" w:styleId="Hyperlink">
    <w:name w:val="Hyperlink"/>
    <w:basedOn w:val="DefaultParagraphFont"/>
    <w:uiPriority w:val="99"/>
    <w:unhideWhenUsed/>
    <w:rsid w:val="008F24C2"/>
    <w:rPr>
      <w:color w:val="0000FF" w:themeColor="hyperlink"/>
      <w:u w:val="single"/>
    </w:rPr>
  </w:style>
  <w:style w:type="paragraph" w:customStyle="1" w:styleId="libTitr1">
    <w:name w:val="libTitr1"/>
    <w:basedOn w:val="libCenterBold1"/>
    <w:link w:val="libTitr1Char"/>
    <w:qFormat/>
    <w:rsid w:val="00F515B7"/>
  </w:style>
  <w:style w:type="paragraph" w:customStyle="1" w:styleId="libTitr2">
    <w:name w:val="libTitr2"/>
    <w:basedOn w:val="libCenterBold2"/>
    <w:link w:val="libTitr2Char"/>
    <w:qFormat/>
    <w:rsid w:val="00F515B7"/>
  </w:style>
  <w:style w:type="character" w:customStyle="1" w:styleId="libCenterBold1Char">
    <w:name w:val="libCenterBold1 Char"/>
    <w:basedOn w:val="libNormal0Char"/>
    <w:link w:val="libCenterBold1"/>
    <w:rsid w:val="00F515B7"/>
    <w:rPr>
      <w:rFonts w:ascii="B Badr" w:eastAsia="B Badr" w:hAnsi="B Badr" w:cs="B Badr"/>
      <w:b/>
      <w:bCs/>
      <w:sz w:val="40"/>
      <w:szCs w:val="40"/>
    </w:rPr>
  </w:style>
  <w:style w:type="character" w:customStyle="1" w:styleId="libTitr1Char">
    <w:name w:val="libTitr1 Char"/>
    <w:basedOn w:val="libCenterBold1Char"/>
    <w:link w:val="libTitr1"/>
    <w:rsid w:val="00F515B7"/>
  </w:style>
  <w:style w:type="character" w:customStyle="1" w:styleId="libCenterBold2Char">
    <w:name w:val="libCenterBold2 Char"/>
    <w:basedOn w:val="libNormal0Char"/>
    <w:link w:val="libCenterBold2"/>
    <w:rsid w:val="00F515B7"/>
    <w:rPr>
      <w:rFonts w:cs="B Badr"/>
      <w:b/>
      <w:bCs/>
      <w:sz w:val="30"/>
      <w:szCs w:val="30"/>
    </w:rPr>
  </w:style>
  <w:style w:type="character" w:customStyle="1" w:styleId="libTitr2Char">
    <w:name w:val="libTitr2 Char"/>
    <w:basedOn w:val="libCenterBold2Char"/>
    <w:link w:val="libTitr2"/>
    <w:rsid w:val="00F515B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p%201440\M_rabi_alsani\Template%20Persian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C94E6-4579-4AE8-AC1D-BE8012361C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 Persian.dotx</Template>
  <TotalTime>325</TotalTime>
  <Pages>194</Pages>
  <Words>33687</Words>
  <Characters>192016</Characters>
  <Application>Microsoft Office Word</Application>
  <DocSecurity>0</DocSecurity>
  <Lines>1600</Lines>
  <Paragraphs>450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225253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Windows User</cp:lastModifiedBy>
  <cp:revision>10</cp:revision>
  <cp:lastPrinted>1601-01-01T00:00:00Z</cp:lastPrinted>
  <dcterms:created xsi:type="dcterms:W3CDTF">2019-01-02T10:07:00Z</dcterms:created>
  <dcterms:modified xsi:type="dcterms:W3CDTF">2019-01-06T10:10:00Z</dcterms:modified>
</cp:coreProperties>
</file>